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D49" w:rsidRPr="005413E9" w:rsidRDefault="00944D49" w:rsidP="005413E9">
      <w:pPr>
        <w:rPr>
          <w:b/>
        </w:rPr>
      </w:pPr>
      <w:r w:rsidRPr="00366911">
        <w:rPr>
          <w:b/>
        </w:rPr>
        <w:t xml:space="preserve">CHAPTER ONE: WHAT IS DEVIANT BEHAVIOR? </w:t>
      </w:r>
    </w:p>
    <w:p w:rsidR="00944D49" w:rsidRDefault="00944D49" w:rsidP="00113A9F"/>
    <w:p w:rsidR="00944D49" w:rsidRPr="005413E9" w:rsidRDefault="00944D49" w:rsidP="005413E9">
      <w:pPr>
        <w:rPr>
          <w:b/>
        </w:rPr>
      </w:pPr>
      <w:r w:rsidRPr="005413E9">
        <w:rPr>
          <w:b/>
        </w:rPr>
        <w:t xml:space="preserve">Multiple Choice Questions </w:t>
      </w:r>
    </w:p>
    <w:p w:rsidR="00944D49" w:rsidRDefault="00944D49" w:rsidP="00113A9F"/>
    <w:p w:rsidR="00944D49" w:rsidRPr="005413E9" w:rsidRDefault="00944D49" w:rsidP="005413E9">
      <w:r w:rsidRPr="005413E9">
        <w:t>1</w:t>
      </w:r>
      <w:r>
        <w:t>.</w:t>
      </w:r>
      <w:r w:rsidRPr="005413E9">
        <w:t xml:space="preserve"> Which of the following statements about the definition of deviance is TRUE? </w:t>
      </w:r>
    </w:p>
    <w:p w:rsidR="00944D49" w:rsidRPr="005413E9" w:rsidRDefault="00944D49" w:rsidP="005413E9"/>
    <w:p w:rsidR="00944D49" w:rsidRPr="005413E9" w:rsidRDefault="00944D49" w:rsidP="005413E9">
      <w:r>
        <w:t xml:space="preserve">a) </w:t>
      </w:r>
      <w:r w:rsidRPr="005413E9">
        <w:t xml:space="preserve">Almost all persons in a society will agree on the nature of deviant behavior. </w:t>
      </w:r>
    </w:p>
    <w:p w:rsidR="00944D49" w:rsidRPr="005413E9" w:rsidRDefault="00944D49" w:rsidP="005413E9">
      <w:r>
        <w:t xml:space="preserve">b) </w:t>
      </w:r>
      <w:r w:rsidRPr="005413E9">
        <w:t>Definitions of deviant behavior are determined by a nation</w:t>
      </w:r>
      <w:r>
        <w:t>’</w:t>
      </w:r>
      <w:r w:rsidRPr="005413E9">
        <w:t xml:space="preserve">s economy. </w:t>
      </w:r>
    </w:p>
    <w:p w:rsidR="00944D49" w:rsidRPr="005413E9" w:rsidRDefault="00944D49" w:rsidP="005413E9">
      <w:pPr>
        <w:ind w:left="270" w:hanging="270"/>
      </w:pPr>
      <w:r>
        <w:t xml:space="preserve">c) </w:t>
      </w:r>
      <w:r w:rsidRPr="005413E9">
        <w:t xml:space="preserve">There is usually a great deal of disagreement among people as to what they consider deviant. </w:t>
      </w:r>
    </w:p>
    <w:p w:rsidR="00944D49" w:rsidRPr="005413E9" w:rsidRDefault="00944D49" w:rsidP="005413E9">
      <w:r>
        <w:t xml:space="preserve">d) </w:t>
      </w:r>
      <w:r w:rsidRPr="005413E9">
        <w:t xml:space="preserve">Few persons in a society are concerned about the definition of deviance.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 xml:space="preserve">4 </w:t>
      </w:r>
    </w:p>
    <w:p w:rsidR="00944D49" w:rsidRPr="005413E9" w:rsidRDefault="00944D49" w:rsidP="005413E9">
      <w:r w:rsidRPr="005413E9">
        <w:t>Answer: c</w:t>
      </w:r>
      <w:r>
        <w:t xml:space="preserve">) </w:t>
      </w:r>
      <w:r w:rsidRPr="005413E9">
        <w:t xml:space="preserve">There is usually a great deal of disagreement among people as to what they consider deviant. </w:t>
      </w:r>
    </w:p>
    <w:p w:rsidR="00944D49" w:rsidRDefault="00944D49" w:rsidP="00113A9F"/>
    <w:p w:rsidR="00944D49" w:rsidRPr="005413E9" w:rsidRDefault="00944D49" w:rsidP="005413E9">
      <w:r w:rsidRPr="005413E9">
        <w:t>2</w:t>
      </w:r>
      <w:r>
        <w:t>.</w:t>
      </w:r>
      <w:r w:rsidRPr="005413E9">
        <w:t xml:space="preserve"> Millions of people at one time or another have smoked marijuana. If sociologists asked a sample of </w:t>
      </w:r>
      <w:smartTag w:uri="urn:schemas-microsoft-com:office:smarttags" w:element="country-region">
        <w:smartTag w:uri="urn:schemas-microsoft-com:office:smarttags" w:element="place">
          <w:r w:rsidRPr="005413E9">
            <w:t>U.S.</w:t>
          </w:r>
        </w:smartTag>
      </w:smartTag>
      <w:r w:rsidRPr="005413E9">
        <w:t xml:space="preserve"> citizens about this behavior, they would most likely discover that </w:t>
      </w:r>
    </w:p>
    <w:p w:rsidR="00944D49" w:rsidRDefault="00944D49" w:rsidP="00113A9F"/>
    <w:p w:rsidR="00944D49" w:rsidRPr="005413E9" w:rsidRDefault="00944D49" w:rsidP="005413E9">
      <w:r>
        <w:t xml:space="preserve">a) </w:t>
      </w:r>
      <w:r w:rsidRPr="005413E9">
        <w:t xml:space="preserve">almost everyone agreed that smoking marijuana is deviant. </w:t>
      </w:r>
    </w:p>
    <w:p w:rsidR="00944D49" w:rsidRPr="005413E9" w:rsidRDefault="00944D49" w:rsidP="005413E9">
      <w:r>
        <w:t xml:space="preserve">b) </w:t>
      </w:r>
      <w:r w:rsidRPr="005413E9">
        <w:t xml:space="preserve">many people disagreed about the deviant status of marijuana. </w:t>
      </w:r>
    </w:p>
    <w:p w:rsidR="00944D49" w:rsidRPr="005413E9" w:rsidRDefault="00944D49" w:rsidP="005413E9">
      <w:r>
        <w:t xml:space="preserve">c) </w:t>
      </w:r>
      <w:r w:rsidRPr="005413E9">
        <w:t xml:space="preserve">almost everyone did not really care about whether smoking marijuana is deviant or not. </w:t>
      </w:r>
    </w:p>
    <w:p w:rsidR="00944D49" w:rsidRPr="005413E9" w:rsidRDefault="00944D49" w:rsidP="005413E9">
      <w:r>
        <w:t xml:space="preserve">d) </w:t>
      </w:r>
      <w:r w:rsidRPr="005413E9">
        <w:t xml:space="preserve">almost everyone in the sample had smoked marijuana.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 xml:space="preserve">4 </w:t>
      </w:r>
    </w:p>
    <w:p w:rsidR="00944D49" w:rsidRPr="005413E9" w:rsidRDefault="00944D49" w:rsidP="005413E9">
      <w:r w:rsidRPr="005413E9">
        <w:t>Answer: b</w:t>
      </w:r>
      <w:r>
        <w:t xml:space="preserve">) </w:t>
      </w:r>
      <w:r w:rsidRPr="005413E9">
        <w:t xml:space="preserve">many people disagreed about the deviant status of marijuana. </w:t>
      </w:r>
    </w:p>
    <w:p w:rsidR="00944D49" w:rsidRDefault="00944D49" w:rsidP="00113A9F"/>
    <w:p w:rsidR="00944D49" w:rsidRPr="005413E9" w:rsidRDefault="00944D49" w:rsidP="005413E9">
      <w:r w:rsidRPr="005413E9">
        <w:t>3</w:t>
      </w:r>
      <w:r>
        <w:t>.</w:t>
      </w:r>
      <w:r w:rsidRPr="005413E9">
        <w:t xml:space="preserve"> In 1965, J. L. Simmons asked a sample of the general public who they thought were deviant. Which of the following did significant numbers of people feel were deviant? </w:t>
      </w:r>
    </w:p>
    <w:p w:rsidR="00944D49" w:rsidRDefault="00944D49" w:rsidP="00113A9F"/>
    <w:p w:rsidR="00944D49" w:rsidRPr="005413E9" w:rsidRDefault="00944D49" w:rsidP="005413E9">
      <w:r>
        <w:t xml:space="preserve">a) </w:t>
      </w:r>
      <w:r w:rsidRPr="005413E9">
        <w:t xml:space="preserve">homosexuals and prostitutes </w:t>
      </w:r>
    </w:p>
    <w:p w:rsidR="00944D49" w:rsidRPr="005413E9" w:rsidRDefault="00944D49" w:rsidP="005413E9">
      <w:r>
        <w:t xml:space="preserve">b) </w:t>
      </w:r>
      <w:r w:rsidRPr="005413E9">
        <w:t xml:space="preserve">communists and atheists </w:t>
      </w:r>
    </w:p>
    <w:p w:rsidR="00944D49" w:rsidRPr="005413E9" w:rsidRDefault="00944D49" w:rsidP="005413E9">
      <w:r>
        <w:t xml:space="preserve">c) </w:t>
      </w:r>
      <w:r w:rsidRPr="005413E9">
        <w:t xml:space="preserve">psychiatrists and priests </w:t>
      </w:r>
    </w:p>
    <w:p w:rsidR="00944D49" w:rsidRPr="005413E9" w:rsidRDefault="00944D49" w:rsidP="005413E9">
      <w:r>
        <w:t xml:space="preserve">d) </w:t>
      </w:r>
      <w:r w:rsidRPr="005413E9">
        <w:t xml:space="preserve">all of the above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p>
    <w:p w:rsidR="00944D49" w:rsidRPr="005413E9" w:rsidRDefault="00944D49" w:rsidP="005413E9">
      <w:r w:rsidRPr="005413E9">
        <w:t>Answer: d</w:t>
      </w:r>
      <w:r>
        <w:t xml:space="preserve">) </w:t>
      </w:r>
      <w:r w:rsidRPr="005413E9">
        <w:t xml:space="preserve">all of the above </w:t>
      </w:r>
    </w:p>
    <w:p w:rsidR="00944D49" w:rsidRDefault="00944D49" w:rsidP="00113A9F"/>
    <w:p w:rsidR="00944D49" w:rsidRPr="005413E9" w:rsidRDefault="00944D49" w:rsidP="005413E9">
      <w:r w:rsidRPr="005413E9">
        <w:t>4</w:t>
      </w:r>
      <w:r>
        <w:t>.</w:t>
      </w:r>
      <w:r w:rsidRPr="005413E9">
        <w:t xml:space="preserve"> Among sociologists</w:t>
      </w:r>
      <w:r>
        <w:t>,</w:t>
      </w:r>
      <w:r w:rsidRPr="005413E9">
        <w:t xml:space="preserve"> there is </w:t>
      </w:r>
    </w:p>
    <w:p w:rsidR="00944D49" w:rsidRDefault="00944D49" w:rsidP="00113A9F"/>
    <w:p w:rsidR="00944D49" w:rsidRPr="005413E9" w:rsidRDefault="00944D49" w:rsidP="005413E9">
      <w:r>
        <w:t xml:space="preserve">a) </w:t>
      </w:r>
      <w:r w:rsidRPr="005413E9">
        <w:t xml:space="preserve">much involvement in illegal deviant behavior. </w:t>
      </w:r>
    </w:p>
    <w:p w:rsidR="00944D49" w:rsidRPr="005413E9" w:rsidRDefault="00944D49" w:rsidP="005413E9">
      <w:r>
        <w:t xml:space="preserve">b) </w:t>
      </w:r>
      <w:r w:rsidRPr="005413E9">
        <w:t xml:space="preserve">little interest in the study of deviance. </w:t>
      </w:r>
    </w:p>
    <w:p w:rsidR="00944D49" w:rsidRPr="005413E9" w:rsidRDefault="00944D49" w:rsidP="005413E9">
      <w:r>
        <w:t xml:space="preserve">c) </w:t>
      </w:r>
      <w:r w:rsidRPr="005413E9">
        <w:t xml:space="preserve">widespread agreement about what behavior should be considered deviant. </w:t>
      </w:r>
    </w:p>
    <w:p w:rsidR="00944D49" w:rsidRPr="005413E9" w:rsidRDefault="00944D49" w:rsidP="005413E9">
      <w:r>
        <w:t xml:space="preserve">d) </w:t>
      </w:r>
      <w:r w:rsidRPr="005413E9">
        <w:t xml:space="preserve">a lack of consensus about what behavior should be seen as deviant.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d</w:t>
      </w:r>
      <w:r>
        <w:t xml:space="preserve">) </w:t>
      </w:r>
      <w:r w:rsidRPr="005413E9">
        <w:t xml:space="preserve">a lack of consensus about what behavior should be seen as deviant. </w:t>
      </w:r>
    </w:p>
    <w:p w:rsidR="00944D49" w:rsidRPr="005413E9" w:rsidRDefault="00944D49" w:rsidP="005413E9"/>
    <w:p w:rsidR="00944D49" w:rsidRPr="005413E9" w:rsidRDefault="00944D49" w:rsidP="005413E9">
      <w:r w:rsidRPr="005413E9">
        <w:t>5</w:t>
      </w:r>
      <w:r>
        <w:t>.</w:t>
      </w:r>
      <w:r w:rsidRPr="005413E9">
        <w:t xml:space="preserve"> All of the following are definitions of deviance proposed by different sociologists, EXCEPT that deviance is </w:t>
      </w:r>
    </w:p>
    <w:p w:rsidR="00944D49" w:rsidRDefault="00944D49" w:rsidP="00113A9F"/>
    <w:p w:rsidR="00944D49" w:rsidRPr="005413E9" w:rsidRDefault="00944D49" w:rsidP="005413E9">
      <w:r>
        <w:t xml:space="preserve">a) </w:t>
      </w:r>
      <w:r w:rsidRPr="005413E9">
        <w:t xml:space="preserve">behavior that is labeled negative by politicians and the police. </w:t>
      </w:r>
    </w:p>
    <w:p w:rsidR="00944D49" w:rsidRPr="005413E9" w:rsidRDefault="00944D49" w:rsidP="005413E9">
      <w:r>
        <w:t xml:space="preserve">b) </w:t>
      </w:r>
      <w:r w:rsidRPr="005413E9">
        <w:t xml:space="preserve">a departure from the normative standards of a common culture. </w:t>
      </w:r>
    </w:p>
    <w:p w:rsidR="00944D49" w:rsidRPr="005413E9" w:rsidRDefault="00944D49" w:rsidP="005413E9">
      <w:r>
        <w:t xml:space="preserve">c) </w:t>
      </w:r>
      <w:r w:rsidRPr="005413E9">
        <w:t xml:space="preserve">always immoral behavior. </w:t>
      </w:r>
    </w:p>
    <w:p w:rsidR="00944D49" w:rsidRPr="005413E9" w:rsidRDefault="00944D49" w:rsidP="005413E9">
      <w:r>
        <w:t xml:space="preserve">d) </w:t>
      </w:r>
      <w:r w:rsidRPr="005413E9">
        <w:t xml:space="preserve">behavior eliciting anger or disapproval from large numbers of people.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c</w:t>
      </w:r>
      <w:r>
        <w:t xml:space="preserve">) </w:t>
      </w:r>
      <w:r w:rsidRPr="005413E9">
        <w:t xml:space="preserve">always immoral behavior. </w:t>
      </w:r>
    </w:p>
    <w:p w:rsidR="00944D49" w:rsidRDefault="00944D49" w:rsidP="00113A9F"/>
    <w:p w:rsidR="00944D49" w:rsidRPr="005413E9" w:rsidRDefault="00944D49" w:rsidP="005413E9">
      <w:r w:rsidRPr="005413E9">
        <w:t>6</w:t>
      </w:r>
      <w:r>
        <w:t>.</w:t>
      </w:r>
      <w:r w:rsidRPr="005413E9">
        <w:t xml:space="preserve"> Which statement about the definition of deviance is TRUE? </w:t>
      </w:r>
    </w:p>
    <w:p w:rsidR="00944D49" w:rsidRDefault="00944D49" w:rsidP="00113A9F"/>
    <w:p w:rsidR="00944D49" w:rsidRPr="005413E9" w:rsidRDefault="00944D49" w:rsidP="005413E9">
      <w:r>
        <w:t xml:space="preserve">a) </w:t>
      </w:r>
      <w:r w:rsidRPr="005413E9">
        <w:t xml:space="preserve">Deviance should include </w:t>
      </w:r>
      <w:r>
        <w:t xml:space="preserve">only </w:t>
      </w:r>
      <w:r w:rsidRPr="005413E9">
        <w:t xml:space="preserve">important violations of the norms. </w:t>
      </w:r>
    </w:p>
    <w:p w:rsidR="00944D49" w:rsidRPr="005413E9" w:rsidRDefault="00944D49" w:rsidP="005413E9">
      <w:r>
        <w:t xml:space="preserve">b) </w:t>
      </w:r>
      <w:r w:rsidRPr="005413E9">
        <w:t xml:space="preserve">All sociologists agree that deviance includes mundane, routine, and normal violations of the norms. </w:t>
      </w:r>
    </w:p>
    <w:p w:rsidR="00944D49" w:rsidRPr="005413E9" w:rsidRDefault="00944D49" w:rsidP="005413E9">
      <w:r>
        <w:t xml:space="preserve">c) </w:t>
      </w:r>
      <w:r w:rsidRPr="005413E9">
        <w:t xml:space="preserve">Deviance is not an important subject anymore. </w:t>
      </w:r>
    </w:p>
    <w:p w:rsidR="00944D49" w:rsidRPr="005413E9" w:rsidRDefault="00944D49" w:rsidP="005413E9">
      <w:r>
        <w:t xml:space="preserve">d) </w:t>
      </w:r>
      <w:r w:rsidRPr="005413E9">
        <w:t xml:space="preserve">Sociologists cannot agree on a precise definition of deviance.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d</w:t>
      </w:r>
      <w:r>
        <w:t xml:space="preserve">) </w:t>
      </w:r>
      <w:r w:rsidRPr="005413E9">
        <w:t xml:space="preserve">Sociologists cannot agree on a precise definition of deviance. </w:t>
      </w:r>
    </w:p>
    <w:p w:rsidR="00944D49" w:rsidRDefault="00944D49" w:rsidP="00113A9F"/>
    <w:p w:rsidR="00944D49" w:rsidRPr="005413E9" w:rsidRDefault="00944D49" w:rsidP="005413E9">
      <w:r w:rsidRPr="005413E9">
        <w:t>7</w:t>
      </w:r>
      <w:r>
        <w:t>.</w:t>
      </w:r>
      <w:r w:rsidRPr="005413E9">
        <w:t xml:space="preserve"> Which of the following types of people are examples of positive deviants? </w:t>
      </w:r>
    </w:p>
    <w:p w:rsidR="00944D49" w:rsidRDefault="00944D49" w:rsidP="00113A9F"/>
    <w:p w:rsidR="00944D49" w:rsidRPr="005413E9" w:rsidRDefault="00944D49" w:rsidP="005413E9">
      <w:r>
        <w:t xml:space="preserve">a) </w:t>
      </w:r>
      <w:r w:rsidRPr="005413E9">
        <w:t>the saint, the intellectual, and the genius</w:t>
      </w:r>
    </w:p>
    <w:p w:rsidR="00944D49" w:rsidRPr="005413E9" w:rsidRDefault="00944D49" w:rsidP="005413E9">
      <w:r>
        <w:t xml:space="preserve">b) </w:t>
      </w:r>
      <w:r w:rsidRPr="005413E9">
        <w:t>those who show bad manners at the dinner table</w:t>
      </w:r>
    </w:p>
    <w:p w:rsidR="00944D49" w:rsidRPr="005413E9" w:rsidRDefault="00944D49" w:rsidP="005413E9">
      <w:r>
        <w:t xml:space="preserve">c) </w:t>
      </w:r>
      <w:r w:rsidRPr="005413E9">
        <w:t>the badly scarred, the blind, and the deaf</w:t>
      </w:r>
    </w:p>
    <w:p w:rsidR="00944D49" w:rsidRPr="005413E9" w:rsidRDefault="00944D49" w:rsidP="005413E9">
      <w:r>
        <w:t xml:space="preserve">d) </w:t>
      </w:r>
      <w:r w:rsidRPr="005413E9">
        <w:t>murderers, rapists, and kidnappers</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a</w:t>
      </w:r>
      <w:r>
        <w:t xml:space="preserve">) </w:t>
      </w:r>
      <w:r w:rsidRPr="005413E9">
        <w:t>the saint, the intellectual, and the genius</w:t>
      </w:r>
    </w:p>
    <w:p w:rsidR="00944D49" w:rsidRDefault="00944D49" w:rsidP="005413E9"/>
    <w:p w:rsidR="00944D49" w:rsidRPr="005413E9" w:rsidRDefault="00944D49" w:rsidP="005413E9">
      <w:r w:rsidRPr="005413E9">
        <w:t>8</w:t>
      </w:r>
      <w:r>
        <w:t xml:space="preserve">. </w:t>
      </w:r>
      <w:r w:rsidRPr="005413E9">
        <w:t xml:space="preserve">Sociologists who study the role of power in the definition of deviance have discovered that the rich and powerful </w:t>
      </w:r>
    </w:p>
    <w:p w:rsidR="00944D49" w:rsidRDefault="00944D49" w:rsidP="00113A9F"/>
    <w:p w:rsidR="00944D49" w:rsidRPr="005413E9" w:rsidRDefault="00944D49" w:rsidP="005413E9">
      <w:r>
        <w:t xml:space="preserve">a) </w:t>
      </w:r>
      <w:r w:rsidRPr="005413E9">
        <w:t xml:space="preserve">are rarely deviant. </w:t>
      </w:r>
    </w:p>
    <w:p w:rsidR="00944D49" w:rsidRPr="005413E9" w:rsidRDefault="00944D49" w:rsidP="005413E9">
      <w:r>
        <w:t xml:space="preserve">b) </w:t>
      </w:r>
      <w:r w:rsidRPr="005413E9">
        <w:t xml:space="preserve">can avoid the label of deviance. </w:t>
      </w:r>
    </w:p>
    <w:p w:rsidR="00944D49" w:rsidRPr="005413E9" w:rsidRDefault="00944D49" w:rsidP="005413E9">
      <w:r>
        <w:t xml:space="preserve">c) </w:t>
      </w:r>
      <w:r w:rsidRPr="005413E9">
        <w:t xml:space="preserve">are prejudiced toward most types of deviant behavior. </w:t>
      </w:r>
    </w:p>
    <w:p w:rsidR="00944D49" w:rsidRPr="005413E9" w:rsidRDefault="00944D49" w:rsidP="005413E9">
      <w:r>
        <w:t xml:space="preserve">d) </w:t>
      </w:r>
      <w:r w:rsidRPr="005413E9">
        <w:t xml:space="preserve">ignore most forms of deviant behavior. </w:t>
      </w:r>
    </w:p>
    <w:p w:rsidR="00944D49" w:rsidRPr="005413E9" w:rsidRDefault="00944D49" w:rsidP="005413E9"/>
    <w:p w:rsidR="00944D49" w:rsidRDefault="00944D49" w:rsidP="00113A9F">
      <w:r w:rsidRPr="005413E9">
        <w:t xml:space="preserve">Difficulty: 1 </w:t>
      </w:r>
    </w:p>
    <w:p w:rsidR="00944D49" w:rsidRPr="005413E9" w:rsidRDefault="00944D49" w:rsidP="005413E9">
      <w:r>
        <w:t>Page Reference</w:t>
      </w:r>
      <w:r w:rsidRPr="005413E9">
        <w:t xml:space="preserve">: </w:t>
      </w:r>
      <w:r>
        <w:t>3-</w:t>
      </w:r>
      <w:r w:rsidRPr="005413E9">
        <w:t>4</w:t>
      </w:r>
    </w:p>
    <w:p w:rsidR="00944D49" w:rsidRPr="00113A9F" w:rsidRDefault="00944D49" w:rsidP="00113A9F">
      <w:r w:rsidRPr="005413E9">
        <w:t>Answer: b</w:t>
      </w:r>
      <w:r>
        <w:t xml:space="preserve">) </w:t>
      </w:r>
      <w:r w:rsidRPr="005413E9">
        <w:t xml:space="preserve">can avoid the label of deviance. </w:t>
      </w:r>
    </w:p>
    <w:p w:rsidR="00944D49" w:rsidRPr="005413E9" w:rsidRDefault="00944D49" w:rsidP="005413E9"/>
    <w:p w:rsidR="00944D49" w:rsidRPr="005413E9" w:rsidRDefault="00944D49" w:rsidP="005413E9">
      <w:r w:rsidRPr="005413E9">
        <w:t>9</w:t>
      </w:r>
      <w:r>
        <w:t xml:space="preserve">. </w:t>
      </w:r>
      <w:r w:rsidRPr="005413E9">
        <w:t xml:space="preserve">According to sociologists who study the role of power in the definition of deviance, deviance is any act that </w:t>
      </w:r>
    </w:p>
    <w:p w:rsidR="00944D49" w:rsidRDefault="00944D49" w:rsidP="00113A9F"/>
    <w:p w:rsidR="00944D49" w:rsidRPr="005413E9" w:rsidRDefault="00944D49" w:rsidP="005413E9">
      <w:r>
        <w:t xml:space="preserve">a) </w:t>
      </w:r>
      <w:r w:rsidRPr="005413E9">
        <w:t xml:space="preserve">violates the criminal law. </w:t>
      </w:r>
    </w:p>
    <w:p w:rsidR="00944D49" w:rsidRPr="005413E9" w:rsidRDefault="00944D49" w:rsidP="005413E9">
      <w:r>
        <w:t xml:space="preserve">b) </w:t>
      </w:r>
      <w:r w:rsidRPr="005413E9">
        <w:t xml:space="preserve">violates deeply held moral values. </w:t>
      </w:r>
    </w:p>
    <w:p w:rsidR="00944D49" w:rsidRPr="005413E9" w:rsidRDefault="00944D49" w:rsidP="005413E9">
      <w:r>
        <w:t xml:space="preserve">c) </w:t>
      </w:r>
      <w:r w:rsidRPr="005413E9">
        <w:t xml:space="preserve">the powerful consider to be a violation of some social rule. </w:t>
      </w:r>
    </w:p>
    <w:p w:rsidR="00944D49" w:rsidRPr="005413E9" w:rsidRDefault="00944D49" w:rsidP="005413E9">
      <w:r>
        <w:t xml:space="preserve">d) </w:t>
      </w:r>
      <w:r w:rsidRPr="005413E9">
        <w:t xml:space="preserve">involves the behavior of the poor.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c</w:t>
      </w:r>
      <w:r>
        <w:t xml:space="preserve">) </w:t>
      </w:r>
      <w:r w:rsidRPr="005413E9">
        <w:t xml:space="preserve">the powerful consider to be a violation of some social rule. </w:t>
      </w:r>
    </w:p>
    <w:p w:rsidR="00944D49" w:rsidRPr="005413E9" w:rsidRDefault="00944D49" w:rsidP="005413E9"/>
    <w:p w:rsidR="00944D49" w:rsidRPr="005413E9" w:rsidRDefault="00944D49" w:rsidP="005413E9">
      <w:r w:rsidRPr="005413E9">
        <w:t>10</w:t>
      </w:r>
      <w:r>
        <w:t>.</w:t>
      </w:r>
      <w:r w:rsidRPr="005413E9">
        <w:t xml:space="preserve"> </w:t>
      </w:r>
      <w:r>
        <w:t>D</w:t>
      </w:r>
      <w:r w:rsidRPr="005413E9">
        <w:t xml:space="preserve">efinitions of deviance fall into two opposing perspectives, the positivist and the </w:t>
      </w:r>
    </w:p>
    <w:p w:rsidR="00944D49" w:rsidRDefault="00944D49" w:rsidP="00113A9F"/>
    <w:p w:rsidR="00944D49" w:rsidRDefault="00944D49" w:rsidP="00113A9F">
      <w:r>
        <w:t>a) traditional.</w:t>
      </w:r>
    </w:p>
    <w:p w:rsidR="00944D49" w:rsidRDefault="00944D49" w:rsidP="00113A9F">
      <w:r>
        <w:t>b) moral.</w:t>
      </w:r>
    </w:p>
    <w:p w:rsidR="00944D49" w:rsidRDefault="00944D49" w:rsidP="00113A9F">
      <w:r>
        <w:t>c) constructionist.</w:t>
      </w:r>
    </w:p>
    <w:p w:rsidR="00944D49" w:rsidRPr="00113A9F" w:rsidRDefault="00944D49" w:rsidP="00113A9F">
      <w:r>
        <w:t>d) modernist.</w:t>
      </w:r>
    </w:p>
    <w:p w:rsidR="00944D49" w:rsidRPr="00113A9F" w:rsidRDefault="00944D49" w:rsidP="00113A9F"/>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4</w:t>
      </w:r>
    </w:p>
    <w:p w:rsidR="00944D49" w:rsidRPr="00113A9F" w:rsidRDefault="00944D49" w:rsidP="00113A9F">
      <w:r w:rsidRPr="005413E9">
        <w:t>Answer: c</w:t>
      </w:r>
      <w:r>
        <w:t xml:space="preserve">) </w:t>
      </w:r>
      <w:r w:rsidRPr="005413E9">
        <w:t>constructi</w:t>
      </w:r>
      <w:r>
        <w:t>on</w:t>
      </w:r>
      <w:r w:rsidRPr="005413E9">
        <w:t xml:space="preserve">ist </w:t>
      </w:r>
    </w:p>
    <w:p w:rsidR="00944D49" w:rsidRPr="005413E9" w:rsidRDefault="00944D49" w:rsidP="005413E9"/>
    <w:p w:rsidR="00944D49" w:rsidRPr="005413E9" w:rsidRDefault="00944D49" w:rsidP="005413E9">
      <w:r w:rsidRPr="005413E9">
        <w:t>11</w:t>
      </w:r>
      <w:r>
        <w:t>.</w:t>
      </w:r>
      <w:r w:rsidRPr="005413E9">
        <w:t xml:space="preserve"> Determinist, objectivist</w:t>
      </w:r>
      <w:r>
        <w:t>,</w:t>
      </w:r>
      <w:r w:rsidRPr="005413E9">
        <w:t xml:space="preserve"> and absolutist are other terms for aspects of the __________ perspective on deviance. </w:t>
      </w:r>
    </w:p>
    <w:p w:rsidR="00944D49" w:rsidRDefault="00944D49" w:rsidP="00113A9F"/>
    <w:p w:rsidR="00944D49" w:rsidRPr="005413E9" w:rsidRDefault="00944D49" w:rsidP="005413E9">
      <w:r>
        <w:t xml:space="preserve">a) </w:t>
      </w:r>
      <w:r w:rsidRPr="005413E9">
        <w:t>constructi</w:t>
      </w:r>
      <w:r>
        <w:t>on</w:t>
      </w:r>
      <w:r w:rsidRPr="005413E9">
        <w:t xml:space="preserve">ist </w:t>
      </w:r>
    </w:p>
    <w:p w:rsidR="00944D49" w:rsidRPr="005413E9" w:rsidRDefault="00944D49" w:rsidP="005413E9">
      <w:r>
        <w:t xml:space="preserve">b) </w:t>
      </w:r>
      <w:r w:rsidRPr="005413E9">
        <w:t xml:space="preserve">humanist </w:t>
      </w:r>
    </w:p>
    <w:p w:rsidR="00944D49" w:rsidRPr="005413E9" w:rsidRDefault="00944D49" w:rsidP="005413E9">
      <w:r>
        <w:t xml:space="preserve">c) </w:t>
      </w:r>
      <w:r w:rsidRPr="005413E9">
        <w:t xml:space="preserve">modern </w:t>
      </w:r>
    </w:p>
    <w:p w:rsidR="00944D49" w:rsidRPr="005413E9" w:rsidRDefault="00944D49" w:rsidP="005413E9">
      <w:r>
        <w:t>d)</w:t>
      </w:r>
      <w:r w:rsidRPr="005413E9">
        <w:t xml:space="preserve"> positivist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4</w:t>
      </w:r>
    </w:p>
    <w:p w:rsidR="00944D49" w:rsidRPr="005413E9" w:rsidRDefault="00944D49" w:rsidP="005413E9">
      <w:r w:rsidRPr="005413E9">
        <w:t>Answer : d</w:t>
      </w:r>
      <w:r>
        <w:t xml:space="preserve">) </w:t>
      </w:r>
      <w:r w:rsidRPr="005413E9">
        <w:t xml:space="preserve">positivist </w:t>
      </w:r>
    </w:p>
    <w:p w:rsidR="00944D49" w:rsidRDefault="00944D49" w:rsidP="00113A9F"/>
    <w:p w:rsidR="00944D49" w:rsidRPr="005413E9" w:rsidRDefault="00944D49" w:rsidP="005413E9">
      <w:r w:rsidRPr="005413E9">
        <w:t>12</w:t>
      </w:r>
      <w:r>
        <w:t>.</w:t>
      </w:r>
      <w:r w:rsidRPr="005413E9">
        <w:t xml:space="preserve"> According to the labeling theory, deviance is </w:t>
      </w:r>
    </w:p>
    <w:p w:rsidR="00944D49" w:rsidRDefault="00944D49" w:rsidP="00113A9F"/>
    <w:p w:rsidR="00944D49" w:rsidRPr="005413E9" w:rsidRDefault="00944D49" w:rsidP="005413E9">
      <w:r>
        <w:t xml:space="preserve">a) </w:t>
      </w:r>
      <w:r w:rsidRPr="005413E9">
        <w:t xml:space="preserve">an objective reality. </w:t>
      </w:r>
    </w:p>
    <w:p w:rsidR="00944D49" w:rsidRPr="005413E9" w:rsidRDefault="00944D49" w:rsidP="005413E9">
      <w:r>
        <w:t xml:space="preserve">b) </w:t>
      </w:r>
      <w:r w:rsidRPr="005413E9">
        <w:t xml:space="preserve">a property inherent in the actor. </w:t>
      </w:r>
    </w:p>
    <w:p w:rsidR="00944D49" w:rsidRPr="005413E9" w:rsidRDefault="00944D49" w:rsidP="005413E9">
      <w:r>
        <w:t xml:space="preserve">c) </w:t>
      </w:r>
      <w:r w:rsidRPr="005413E9">
        <w:t xml:space="preserve">a label created by the person who commits a deviant act. </w:t>
      </w:r>
    </w:p>
    <w:p w:rsidR="00944D49" w:rsidRPr="005413E9" w:rsidRDefault="00944D49" w:rsidP="005413E9">
      <w:r>
        <w:t xml:space="preserve">d) </w:t>
      </w:r>
      <w:r w:rsidRPr="005413E9">
        <w:t xml:space="preserve">a label imposed by others upon a given behavior.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w:t>
      </w:r>
    </w:p>
    <w:p w:rsidR="00944D49" w:rsidRPr="00113A9F" w:rsidRDefault="00944D49" w:rsidP="00113A9F">
      <w:r w:rsidRPr="005413E9">
        <w:t>Answer : d</w:t>
      </w:r>
      <w:r>
        <w:t xml:space="preserve">) </w:t>
      </w:r>
      <w:r w:rsidRPr="005413E9">
        <w:t xml:space="preserve">a label imposed by others upon a given behavior. </w:t>
      </w:r>
    </w:p>
    <w:p w:rsidR="00944D49" w:rsidRPr="005413E9" w:rsidRDefault="00944D49" w:rsidP="005413E9"/>
    <w:p w:rsidR="00944D49" w:rsidRPr="005413E9" w:rsidRDefault="00944D49" w:rsidP="005413E9">
      <w:r w:rsidRPr="005413E9">
        <w:t>13</w:t>
      </w:r>
      <w:r>
        <w:t>.</w:t>
      </w:r>
      <w:r w:rsidRPr="005413E9">
        <w:t xml:space="preserve"> All of the following are part of the positivist perspective on deviance, EXCEPT that deviance is</w:t>
      </w:r>
    </w:p>
    <w:p w:rsidR="00944D49" w:rsidRDefault="00944D49" w:rsidP="00113A9F"/>
    <w:p w:rsidR="00944D49" w:rsidRPr="005413E9" w:rsidRDefault="00944D49" w:rsidP="005413E9">
      <w:r w:rsidRPr="005413E9">
        <w:t>a</w:t>
      </w:r>
      <w:r>
        <w:t xml:space="preserve">) </w:t>
      </w:r>
      <w:r w:rsidRPr="00113A9F">
        <w:t>a</w:t>
      </w:r>
      <w:r w:rsidRPr="005413E9">
        <w:t xml:space="preserve"> label. </w:t>
      </w:r>
    </w:p>
    <w:p w:rsidR="00944D49" w:rsidRPr="005413E9" w:rsidRDefault="00944D49" w:rsidP="005413E9">
      <w:r>
        <w:t>b)</w:t>
      </w:r>
      <w:r w:rsidRPr="005413E9">
        <w:t xml:space="preserve"> intrinsically real. </w:t>
      </w:r>
    </w:p>
    <w:p w:rsidR="00944D49" w:rsidRPr="005413E9" w:rsidRDefault="00944D49" w:rsidP="005413E9">
      <w:r>
        <w:t xml:space="preserve">c) </w:t>
      </w:r>
      <w:r w:rsidRPr="005413E9">
        <w:t xml:space="preserve">an objective fact. </w:t>
      </w:r>
    </w:p>
    <w:p w:rsidR="00944D49" w:rsidRPr="005413E9" w:rsidRDefault="00944D49" w:rsidP="005413E9">
      <w:r>
        <w:t xml:space="preserve">d) </w:t>
      </w:r>
      <w:r w:rsidRPr="005413E9">
        <w:t xml:space="preserve">determined behavior.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r w:rsidRPr="005413E9">
        <w:t xml:space="preserve"> </w:t>
      </w:r>
    </w:p>
    <w:p w:rsidR="00944D49" w:rsidRPr="005413E9" w:rsidRDefault="00944D49" w:rsidP="005413E9">
      <w:r w:rsidRPr="005413E9">
        <w:t>Answer : a</w:t>
      </w:r>
      <w:r>
        <w:t xml:space="preserve">) </w:t>
      </w:r>
      <w:r w:rsidRPr="005413E9">
        <w:t xml:space="preserve">a label. </w:t>
      </w:r>
    </w:p>
    <w:p w:rsidR="00944D49" w:rsidRDefault="00944D49" w:rsidP="00113A9F"/>
    <w:p w:rsidR="00944D49" w:rsidRPr="005413E9" w:rsidRDefault="00944D49" w:rsidP="005413E9">
      <w:r w:rsidRPr="005413E9">
        <w:t>14</w:t>
      </w:r>
      <w:r>
        <w:t>.</w:t>
      </w:r>
      <w:r w:rsidRPr="005413E9">
        <w:t xml:space="preserve"> If you believe that deviant behavior has characteristics that distinguish it from conforming behavior, you believe deviance is</w:t>
      </w:r>
    </w:p>
    <w:p w:rsidR="00944D49" w:rsidRDefault="00944D49" w:rsidP="00113A9F"/>
    <w:p w:rsidR="00944D49" w:rsidRPr="005413E9" w:rsidRDefault="00944D49" w:rsidP="005413E9">
      <w:r>
        <w:t xml:space="preserve">a) </w:t>
      </w:r>
      <w:r w:rsidRPr="005413E9">
        <w:t xml:space="preserve">a label. </w:t>
      </w:r>
    </w:p>
    <w:p w:rsidR="00944D49" w:rsidRPr="005413E9" w:rsidRDefault="00944D49" w:rsidP="005413E9">
      <w:r>
        <w:t xml:space="preserve">b) </w:t>
      </w:r>
      <w:r w:rsidRPr="005413E9">
        <w:t xml:space="preserve">a biased concept. </w:t>
      </w:r>
    </w:p>
    <w:p w:rsidR="00944D49" w:rsidRPr="005413E9" w:rsidRDefault="00944D49" w:rsidP="005413E9">
      <w:r>
        <w:t xml:space="preserve">c) </w:t>
      </w:r>
      <w:r w:rsidRPr="005413E9">
        <w:t xml:space="preserve">biologically determined. </w:t>
      </w:r>
    </w:p>
    <w:p w:rsidR="00944D49" w:rsidRPr="005413E9" w:rsidRDefault="00944D49" w:rsidP="005413E9">
      <w:r>
        <w:t>d)</w:t>
      </w:r>
      <w:r w:rsidRPr="005413E9">
        <w:t xml:space="preserve"> intrinsically real.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4-</w:t>
      </w:r>
      <w:r w:rsidRPr="005413E9">
        <w:t>5</w:t>
      </w:r>
      <w:r w:rsidRPr="00113A9F">
        <w:t xml:space="preserve"> </w:t>
      </w:r>
    </w:p>
    <w:p w:rsidR="00944D49" w:rsidRPr="005413E9" w:rsidRDefault="00944D49" w:rsidP="005413E9">
      <w:r w:rsidRPr="005413E9">
        <w:t>Answer: d</w:t>
      </w:r>
      <w:r>
        <w:t xml:space="preserve">) </w:t>
      </w:r>
      <w:r w:rsidRPr="005413E9">
        <w:t xml:space="preserve">intrinsically real. </w:t>
      </w:r>
    </w:p>
    <w:p w:rsidR="00944D49" w:rsidRPr="005413E9" w:rsidRDefault="00944D49" w:rsidP="005413E9"/>
    <w:p w:rsidR="00944D49" w:rsidRPr="005413E9" w:rsidRDefault="00944D49" w:rsidP="005413E9">
      <w:r w:rsidRPr="005413E9">
        <w:t>15</w:t>
      </w:r>
      <w:r>
        <w:t>.</w:t>
      </w:r>
      <w:r w:rsidRPr="005413E9">
        <w:t xml:space="preserve"> Early criminologists believed deviance was intrinsically real because they believed criminals possessed </w:t>
      </w:r>
    </w:p>
    <w:p w:rsidR="00944D49" w:rsidRDefault="00944D49" w:rsidP="00113A9F"/>
    <w:p w:rsidR="00944D49" w:rsidRPr="005413E9" w:rsidRDefault="00944D49" w:rsidP="005413E9">
      <w:r>
        <w:t xml:space="preserve">a) </w:t>
      </w:r>
      <w:r w:rsidRPr="005413E9">
        <w:t xml:space="preserve">a superior way of life. </w:t>
      </w:r>
    </w:p>
    <w:p w:rsidR="00944D49" w:rsidRPr="005413E9" w:rsidRDefault="00944D49" w:rsidP="005413E9">
      <w:r>
        <w:t xml:space="preserve">b) </w:t>
      </w:r>
      <w:r w:rsidRPr="005413E9">
        <w:t xml:space="preserve">the same biological traits found in </w:t>
      </w:r>
      <w:r w:rsidRPr="00113A9F">
        <w:t>non</w:t>
      </w:r>
      <w:r>
        <w:t>-</w:t>
      </w:r>
      <w:r w:rsidRPr="00113A9F">
        <w:t>criminals</w:t>
      </w:r>
      <w:r w:rsidRPr="005413E9">
        <w:t xml:space="preserve">. </w:t>
      </w:r>
    </w:p>
    <w:p w:rsidR="00944D49" w:rsidRPr="005413E9" w:rsidRDefault="00944D49" w:rsidP="005413E9">
      <w:r>
        <w:t xml:space="preserve">c) </w:t>
      </w:r>
      <w:r w:rsidRPr="005413E9">
        <w:t xml:space="preserve">a distinctive set of labels that set them apart from </w:t>
      </w:r>
      <w:r w:rsidRPr="00113A9F">
        <w:t>non</w:t>
      </w:r>
      <w:r>
        <w:t>-</w:t>
      </w:r>
      <w:r w:rsidRPr="00113A9F">
        <w:t>criminals</w:t>
      </w:r>
      <w:r w:rsidRPr="005413E9">
        <w:t xml:space="preserve">. </w:t>
      </w:r>
    </w:p>
    <w:p w:rsidR="00944D49" w:rsidRPr="005413E9" w:rsidRDefault="00944D49" w:rsidP="005413E9">
      <w:r>
        <w:t xml:space="preserve">d) </w:t>
      </w:r>
      <w:r w:rsidRPr="005413E9">
        <w:t xml:space="preserve">certain biological traits absent in </w:t>
      </w:r>
      <w:r w:rsidRPr="00113A9F">
        <w:t>non</w:t>
      </w:r>
      <w:r>
        <w:t>-</w:t>
      </w:r>
      <w:r w:rsidRPr="00113A9F">
        <w:t>criminals</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w:t>
      </w:r>
      <w:r w:rsidRPr="005413E9">
        <w:t>5</w:t>
      </w:r>
    </w:p>
    <w:p w:rsidR="00944D49" w:rsidRPr="005413E9" w:rsidRDefault="00944D49" w:rsidP="005413E9">
      <w:r w:rsidRPr="005413E9">
        <w:t>Answer: d</w:t>
      </w:r>
      <w:r>
        <w:t xml:space="preserve">) </w:t>
      </w:r>
      <w:r w:rsidRPr="005413E9">
        <w:t>certain biological traits absent in non</w:t>
      </w:r>
      <w:r>
        <w:t>-</w:t>
      </w:r>
      <w:r w:rsidRPr="005413E9">
        <w:t xml:space="preserve">criminals. </w:t>
      </w:r>
    </w:p>
    <w:p w:rsidR="00944D49" w:rsidRDefault="00944D49" w:rsidP="00113A9F"/>
    <w:p w:rsidR="00944D49" w:rsidRPr="005413E9" w:rsidRDefault="00944D49" w:rsidP="005413E9">
      <w:r w:rsidRPr="005413E9">
        <w:t>16</w:t>
      </w:r>
      <w:r>
        <w:t>.</w:t>
      </w:r>
      <w:r w:rsidRPr="005413E9">
        <w:t xml:space="preserve"> Early in the twentieth century, criminologists believed that </w:t>
      </w:r>
    </w:p>
    <w:p w:rsidR="00944D49" w:rsidRDefault="00944D49" w:rsidP="00113A9F"/>
    <w:p w:rsidR="00944D49" w:rsidRPr="005413E9" w:rsidRDefault="00944D49" w:rsidP="005413E9">
      <w:r>
        <w:t xml:space="preserve">a) </w:t>
      </w:r>
      <w:r w:rsidRPr="005413E9">
        <w:t xml:space="preserve">criminals are made, not born. </w:t>
      </w:r>
    </w:p>
    <w:p w:rsidR="00944D49" w:rsidRPr="005413E9" w:rsidRDefault="00944D49" w:rsidP="005413E9">
      <w:r>
        <w:t xml:space="preserve">b) </w:t>
      </w:r>
      <w:r w:rsidRPr="005413E9">
        <w:t xml:space="preserve">criminals are born, not made. </w:t>
      </w:r>
    </w:p>
    <w:p w:rsidR="00944D49" w:rsidRPr="005413E9" w:rsidRDefault="00944D49" w:rsidP="005413E9">
      <w:r>
        <w:t xml:space="preserve">c) </w:t>
      </w:r>
      <w:r w:rsidRPr="005413E9">
        <w:t xml:space="preserve">criminal status varies within time and space. </w:t>
      </w:r>
    </w:p>
    <w:p w:rsidR="00944D49" w:rsidRPr="005413E9" w:rsidRDefault="00944D49" w:rsidP="005413E9">
      <w:r>
        <w:t xml:space="preserve">d) </w:t>
      </w:r>
      <w:r w:rsidRPr="005413E9">
        <w:t xml:space="preserve">crime is determined by the social environment.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w:t>
      </w:r>
    </w:p>
    <w:p w:rsidR="00944D49" w:rsidRPr="005413E9" w:rsidRDefault="00944D49" w:rsidP="005413E9">
      <w:r w:rsidRPr="005413E9">
        <w:t>Answer: b</w:t>
      </w:r>
      <w:r>
        <w:t xml:space="preserve">) </w:t>
      </w:r>
      <w:r w:rsidRPr="005413E9">
        <w:t xml:space="preserve">criminals are born, not made. </w:t>
      </w:r>
    </w:p>
    <w:p w:rsidR="00944D49" w:rsidRDefault="00944D49" w:rsidP="00113A9F"/>
    <w:p w:rsidR="00944D49" w:rsidRPr="005413E9" w:rsidRDefault="00944D49" w:rsidP="005413E9">
      <w:r w:rsidRPr="005413E9">
        <w:t>17</w:t>
      </w:r>
      <w:r>
        <w:t>.</w:t>
      </w:r>
      <w:r w:rsidRPr="005413E9">
        <w:t xml:space="preserve"> Today</w:t>
      </w:r>
      <w:r>
        <w:t>’</w:t>
      </w:r>
      <w:r w:rsidRPr="005413E9">
        <w:t xml:space="preserve">s positivist sociologists now recognize the importance of __________ for understanding deviant behavior. </w:t>
      </w:r>
    </w:p>
    <w:p w:rsidR="00944D49" w:rsidRDefault="00944D49" w:rsidP="00113A9F"/>
    <w:p w:rsidR="00944D49" w:rsidRPr="005413E9" w:rsidRDefault="00944D49" w:rsidP="005413E9">
      <w:r>
        <w:t xml:space="preserve">a) </w:t>
      </w:r>
      <w:r w:rsidRPr="005413E9">
        <w:t xml:space="preserve">religion </w:t>
      </w:r>
    </w:p>
    <w:p w:rsidR="00944D49" w:rsidRPr="005413E9" w:rsidRDefault="00944D49" w:rsidP="005413E9">
      <w:r>
        <w:t>b)</w:t>
      </w:r>
      <w:r w:rsidRPr="005413E9">
        <w:t xml:space="preserve"> psychological traits </w:t>
      </w:r>
    </w:p>
    <w:p w:rsidR="00944D49" w:rsidRPr="005413E9" w:rsidRDefault="00944D49" w:rsidP="005413E9">
      <w:r>
        <w:t xml:space="preserve">c) </w:t>
      </w:r>
      <w:r w:rsidRPr="005413E9">
        <w:t xml:space="preserve">heredity </w:t>
      </w:r>
    </w:p>
    <w:p w:rsidR="00944D49" w:rsidRPr="005413E9" w:rsidRDefault="00944D49" w:rsidP="005413E9">
      <w:r>
        <w:t xml:space="preserve">d) </w:t>
      </w:r>
      <w:r w:rsidRPr="005413E9">
        <w:t xml:space="preserve">social factors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5</w:t>
      </w:r>
    </w:p>
    <w:p w:rsidR="00944D49" w:rsidRPr="005413E9" w:rsidRDefault="00944D49" w:rsidP="005413E9">
      <w:r w:rsidRPr="005413E9">
        <w:t>Answer: d</w:t>
      </w:r>
      <w:r>
        <w:t xml:space="preserve">) </w:t>
      </w:r>
      <w:r w:rsidRPr="005413E9">
        <w:t xml:space="preserve">social factors </w:t>
      </w:r>
    </w:p>
    <w:p w:rsidR="00944D49" w:rsidRDefault="00944D49" w:rsidP="00113A9F"/>
    <w:p w:rsidR="00944D49" w:rsidRPr="005413E9" w:rsidRDefault="00944D49" w:rsidP="005413E9">
      <w:r w:rsidRPr="005413E9">
        <w:t>18</w:t>
      </w:r>
      <w:r>
        <w:t>.</w:t>
      </w:r>
      <w:r w:rsidRPr="005413E9">
        <w:t xml:space="preserve"> Most positivist sociologists today continue to reject the idea of free will as an explanation of deviance because free will cannot explain why one person </w:t>
      </w:r>
    </w:p>
    <w:p w:rsidR="00944D49" w:rsidRDefault="00944D49" w:rsidP="00113A9F"/>
    <w:p w:rsidR="00944D49" w:rsidRPr="005413E9" w:rsidRDefault="00944D49" w:rsidP="005413E9">
      <w:r>
        <w:t xml:space="preserve">a) </w:t>
      </w:r>
      <w:r w:rsidRPr="005413E9">
        <w:t xml:space="preserve">commits deviant acts while others do not. </w:t>
      </w:r>
    </w:p>
    <w:p w:rsidR="00944D49" w:rsidRPr="005413E9" w:rsidRDefault="00944D49" w:rsidP="005413E9">
      <w:r>
        <w:t xml:space="preserve">b) </w:t>
      </w:r>
      <w:r w:rsidRPr="005413E9">
        <w:t xml:space="preserve">refrains from committing deviant acts. </w:t>
      </w:r>
    </w:p>
    <w:p w:rsidR="00944D49" w:rsidRPr="005413E9" w:rsidRDefault="00944D49" w:rsidP="005413E9">
      <w:r>
        <w:t xml:space="preserve">c) </w:t>
      </w:r>
      <w:r w:rsidRPr="005413E9">
        <w:t xml:space="preserve">commits both deviant and </w:t>
      </w:r>
      <w:r w:rsidRPr="00113A9F">
        <w:t>non</w:t>
      </w:r>
      <w:r>
        <w:t>-</w:t>
      </w:r>
      <w:r w:rsidRPr="00113A9F">
        <w:t>deviant</w:t>
      </w:r>
      <w:r w:rsidRPr="005413E9">
        <w:t xml:space="preserve"> acts. </w:t>
      </w:r>
    </w:p>
    <w:p w:rsidR="00944D49" w:rsidRPr="005413E9" w:rsidRDefault="00944D49" w:rsidP="005413E9">
      <w:r>
        <w:t xml:space="preserve">d) </w:t>
      </w:r>
      <w:r w:rsidRPr="005413E9">
        <w:t xml:space="preserve">is born with a tendency toward deviance.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6</w:t>
      </w:r>
    </w:p>
    <w:p w:rsidR="00944D49" w:rsidRPr="005413E9" w:rsidRDefault="00944D49" w:rsidP="005413E9">
      <w:r w:rsidRPr="005413E9">
        <w:t>Answer: a</w:t>
      </w:r>
      <w:r>
        <w:t xml:space="preserve">) </w:t>
      </w:r>
      <w:r w:rsidRPr="005413E9">
        <w:t xml:space="preserve">commits deviant acts while others do not. </w:t>
      </w:r>
    </w:p>
    <w:p w:rsidR="00944D49" w:rsidRDefault="00944D49" w:rsidP="00113A9F"/>
    <w:p w:rsidR="00944D49" w:rsidRPr="005413E9" w:rsidRDefault="00944D49" w:rsidP="005413E9">
      <w:r w:rsidRPr="005413E9">
        <w:t>19</w:t>
      </w:r>
      <w:r>
        <w:t>.</w:t>
      </w:r>
      <w:r w:rsidRPr="005413E9">
        <w:t xml:space="preserve"> Deviance as an </w:t>
      </w:r>
      <w:r>
        <w:t>“</w:t>
      </w:r>
      <w:r w:rsidRPr="005413E9">
        <w:t>observable object</w:t>
      </w:r>
      <w:r>
        <w:t>”</w:t>
      </w:r>
      <w:r w:rsidRPr="005413E9">
        <w:t xml:space="preserve"> means that deviance </w:t>
      </w:r>
    </w:p>
    <w:p w:rsidR="00944D49" w:rsidRDefault="00944D49" w:rsidP="00113A9F"/>
    <w:p w:rsidR="00944D49" w:rsidRPr="005413E9" w:rsidRDefault="00944D49" w:rsidP="005413E9">
      <w:r>
        <w:t xml:space="preserve">a) </w:t>
      </w:r>
      <w:r w:rsidRPr="005413E9">
        <w:t xml:space="preserve">is largely a subjective phenomenon. </w:t>
      </w:r>
    </w:p>
    <w:p w:rsidR="00944D49" w:rsidRPr="005413E9" w:rsidRDefault="00944D49" w:rsidP="005413E9">
      <w:r>
        <w:t xml:space="preserve">b) </w:t>
      </w:r>
      <w:r w:rsidRPr="005413E9">
        <w:t xml:space="preserve">can be studied in a factual way. </w:t>
      </w:r>
    </w:p>
    <w:p w:rsidR="00944D49" w:rsidRPr="005413E9" w:rsidRDefault="00944D49" w:rsidP="005413E9">
      <w:r>
        <w:t xml:space="preserve">c) </w:t>
      </w:r>
      <w:r w:rsidRPr="005413E9">
        <w:t xml:space="preserve">is behavior that at least a few people agree is deviant. </w:t>
      </w:r>
    </w:p>
    <w:p w:rsidR="00944D49" w:rsidRPr="005413E9" w:rsidRDefault="00944D49" w:rsidP="005413E9">
      <w:r>
        <w:t xml:space="preserve">d) </w:t>
      </w:r>
      <w:r w:rsidRPr="005413E9">
        <w:t xml:space="preserve">actually exists in the minds of the beholder.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7</w:t>
      </w:r>
      <w:r w:rsidRPr="005413E9">
        <w:t xml:space="preserve"> </w:t>
      </w:r>
    </w:p>
    <w:p w:rsidR="00944D49" w:rsidRPr="005413E9" w:rsidRDefault="00944D49" w:rsidP="005413E9">
      <w:r w:rsidRPr="005413E9">
        <w:t>Answer: b</w:t>
      </w:r>
      <w:r>
        <w:t xml:space="preserve">) </w:t>
      </w:r>
      <w:r w:rsidRPr="005413E9">
        <w:t xml:space="preserve">can be studied in a factual way. </w:t>
      </w:r>
    </w:p>
    <w:p w:rsidR="00944D49" w:rsidRPr="005413E9" w:rsidRDefault="00944D49" w:rsidP="005413E9"/>
    <w:p w:rsidR="00944D49" w:rsidRPr="005413E9" w:rsidRDefault="00944D49" w:rsidP="005413E9">
      <w:r w:rsidRPr="005413E9">
        <w:t>20</w:t>
      </w:r>
      <w:r>
        <w:t>.</w:t>
      </w:r>
      <w:r w:rsidRPr="005413E9">
        <w:t xml:space="preserve"> One problem positivist sociological researchers face that natural scientists do not is </w:t>
      </w:r>
    </w:p>
    <w:p w:rsidR="00944D49" w:rsidRDefault="00944D49" w:rsidP="00113A9F"/>
    <w:p w:rsidR="00944D49" w:rsidRPr="005413E9" w:rsidRDefault="00944D49" w:rsidP="005413E9">
      <w:r>
        <w:t xml:space="preserve">a) </w:t>
      </w:r>
      <w:r w:rsidRPr="005413E9">
        <w:t>sociologists are able to use more objective criteria than</w:t>
      </w:r>
      <w:r>
        <w:t xml:space="preserve"> </w:t>
      </w:r>
      <w:r w:rsidRPr="005413E9">
        <w:t>natural scien</w:t>
      </w:r>
      <w:r>
        <w:t>tists are</w:t>
      </w:r>
      <w:r w:rsidRPr="005413E9">
        <w:t xml:space="preserve">. </w:t>
      </w:r>
    </w:p>
    <w:p w:rsidR="00944D49" w:rsidRPr="005413E9" w:rsidRDefault="00944D49" w:rsidP="005413E9">
      <w:r>
        <w:t xml:space="preserve">b) </w:t>
      </w:r>
      <w:r w:rsidRPr="005413E9">
        <w:t xml:space="preserve">natural scientists have a bigger problem with personal bias than sociologists. </w:t>
      </w:r>
    </w:p>
    <w:p w:rsidR="00944D49" w:rsidRPr="005413E9" w:rsidRDefault="00944D49" w:rsidP="005413E9">
      <w:r>
        <w:t xml:space="preserve">c) </w:t>
      </w:r>
      <w:r w:rsidRPr="005413E9">
        <w:t xml:space="preserve">sociologists have difficulties with personal biases and making moral judgments about research subjects. </w:t>
      </w:r>
    </w:p>
    <w:p w:rsidR="00944D49" w:rsidRPr="005413E9" w:rsidRDefault="00944D49" w:rsidP="005413E9">
      <w:r>
        <w:t xml:space="preserve">d) </w:t>
      </w:r>
      <w:r w:rsidRPr="005413E9">
        <w:t xml:space="preserve">sociologists find studying human behavior is substantially easier than studying the natural environment. </w:t>
      </w:r>
    </w:p>
    <w:p w:rsidR="00944D49" w:rsidRPr="005413E9" w:rsidRDefault="00944D49" w:rsidP="005413E9"/>
    <w:p w:rsidR="00944D49" w:rsidRPr="005413E9" w:rsidRDefault="00944D49" w:rsidP="005413E9">
      <w:r w:rsidRPr="005413E9">
        <w:t xml:space="preserve">Difficulty: 2 </w:t>
      </w:r>
    </w:p>
    <w:p w:rsidR="00944D49" w:rsidRPr="00113A9F" w:rsidRDefault="00944D49" w:rsidP="00113A9F">
      <w:r>
        <w:t xml:space="preserve">Page </w:t>
      </w:r>
      <w:r w:rsidRPr="00113A9F">
        <w:t>Ref</w:t>
      </w:r>
      <w:r>
        <w:t>erence: 5</w:t>
      </w:r>
    </w:p>
    <w:p w:rsidR="00944D49" w:rsidRPr="005413E9" w:rsidRDefault="00944D49" w:rsidP="005413E9">
      <w:r w:rsidRPr="005413E9">
        <w:t>Answer: c</w:t>
      </w:r>
      <w:r>
        <w:t xml:space="preserve">) </w:t>
      </w:r>
      <w:r w:rsidRPr="005413E9">
        <w:t xml:space="preserve">sociologists have difficulties with personal biases and making moral judgments about research subjects. </w:t>
      </w:r>
    </w:p>
    <w:p w:rsidR="00944D49" w:rsidRDefault="00944D49" w:rsidP="00113A9F"/>
    <w:p w:rsidR="00944D49" w:rsidRPr="005413E9" w:rsidRDefault="00944D49" w:rsidP="005413E9">
      <w:r w:rsidRPr="005413E9">
        <w:t>21</w:t>
      </w:r>
      <w:r>
        <w:t>.</w:t>
      </w:r>
      <w:r w:rsidRPr="005413E9">
        <w:t xml:space="preserve"> The positivist perspective assumes that deviance is</w:t>
      </w:r>
      <w:r>
        <w:t xml:space="preserve"> </w:t>
      </w:r>
    </w:p>
    <w:p w:rsidR="00944D49" w:rsidRDefault="00944D49" w:rsidP="00113A9F"/>
    <w:p w:rsidR="00944D49" w:rsidRPr="005413E9" w:rsidRDefault="00944D49" w:rsidP="005413E9">
      <w:r>
        <w:t xml:space="preserve">a) </w:t>
      </w:r>
      <w:r w:rsidRPr="005413E9">
        <w:t xml:space="preserve">a matter of choice. </w:t>
      </w:r>
    </w:p>
    <w:p w:rsidR="00944D49" w:rsidRPr="005413E9" w:rsidRDefault="00944D49" w:rsidP="005413E9">
      <w:r>
        <w:t>b)</w:t>
      </w:r>
      <w:r w:rsidRPr="005413E9">
        <w:t xml:space="preserve"> relativistic. </w:t>
      </w:r>
    </w:p>
    <w:p w:rsidR="00944D49" w:rsidRPr="005413E9" w:rsidRDefault="00944D49" w:rsidP="005413E9">
      <w:r>
        <w:t xml:space="preserve">c) </w:t>
      </w:r>
      <w:r w:rsidRPr="005413E9">
        <w:t xml:space="preserve">determined behavior. </w:t>
      </w:r>
    </w:p>
    <w:p w:rsidR="00944D49" w:rsidRPr="005413E9" w:rsidRDefault="00944D49" w:rsidP="005413E9">
      <w:r>
        <w:t xml:space="preserve">d) </w:t>
      </w:r>
      <w:r w:rsidRPr="005413E9">
        <w:t xml:space="preserve">unimportant behavior.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6-</w:t>
      </w:r>
      <w:r w:rsidRPr="005413E9">
        <w:t>7</w:t>
      </w:r>
    </w:p>
    <w:p w:rsidR="00944D49" w:rsidRPr="005413E9" w:rsidRDefault="00944D49" w:rsidP="005413E9">
      <w:r w:rsidRPr="005413E9">
        <w:t>Answer: c</w:t>
      </w:r>
      <w:r>
        <w:t xml:space="preserve">) </w:t>
      </w:r>
      <w:r w:rsidRPr="005413E9">
        <w:t xml:space="preserve">determined behavior. </w:t>
      </w:r>
    </w:p>
    <w:p w:rsidR="00944D49" w:rsidRDefault="00944D49" w:rsidP="00113A9F"/>
    <w:p w:rsidR="00944D49" w:rsidRPr="005413E9" w:rsidRDefault="00944D49" w:rsidP="005413E9">
      <w:r w:rsidRPr="005413E9">
        <w:t>22</w:t>
      </w:r>
      <w:r>
        <w:t>.</w:t>
      </w:r>
      <w:r w:rsidRPr="005413E9">
        <w:t xml:space="preserve"> To say that deviance is determined behavior implies that humans </w:t>
      </w:r>
    </w:p>
    <w:p w:rsidR="00944D49" w:rsidRPr="005413E9" w:rsidRDefault="00944D49" w:rsidP="005413E9">
      <w:r>
        <w:t xml:space="preserve">a) </w:t>
      </w:r>
      <w:r w:rsidRPr="005413E9">
        <w:t xml:space="preserve">gain benefits from deviant behavior. </w:t>
      </w:r>
    </w:p>
    <w:p w:rsidR="00944D49" w:rsidRPr="005413E9" w:rsidRDefault="00944D49" w:rsidP="005413E9">
      <w:r>
        <w:t xml:space="preserve">b) </w:t>
      </w:r>
      <w:r w:rsidRPr="005413E9">
        <w:t xml:space="preserve">can choose to be good or bad. </w:t>
      </w:r>
    </w:p>
    <w:p w:rsidR="00944D49" w:rsidRPr="005413E9" w:rsidRDefault="00944D49" w:rsidP="005413E9">
      <w:r>
        <w:t xml:space="preserve">c) </w:t>
      </w:r>
      <w:r w:rsidRPr="005413E9">
        <w:t xml:space="preserve">have free will. </w:t>
      </w:r>
    </w:p>
    <w:p w:rsidR="00944D49" w:rsidRPr="005413E9" w:rsidRDefault="00944D49" w:rsidP="005413E9">
      <w:r>
        <w:t xml:space="preserve">d) </w:t>
      </w:r>
      <w:r w:rsidRPr="005413E9">
        <w:t xml:space="preserve">cannot choose between good and bad.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6-</w:t>
      </w:r>
      <w:r w:rsidRPr="005413E9">
        <w:t>7</w:t>
      </w:r>
    </w:p>
    <w:p w:rsidR="00944D49" w:rsidRPr="005413E9" w:rsidRDefault="00944D49" w:rsidP="005413E9">
      <w:r w:rsidRPr="005413E9">
        <w:t>Answer: d</w:t>
      </w:r>
      <w:r>
        <w:t xml:space="preserve">) </w:t>
      </w:r>
      <w:r w:rsidRPr="005413E9">
        <w:t xml:space="preserve">cannot choose between good and bad. </w:t>
      </w:r>
    </w:p>
    <w:p w:rsidR="00944D49" w:rsidRDefault="00944D49" w:rsidP="00113A9F"/>
    <w:p w:rsidR="00944D49" w:rsidRPr="005413E9" w:rsidRDefault="00944D49" w:rsidP="005413E9">
      <w:r w:rsidRPr="005413E9">
        <w:t>23</w:t>
      </w:r>
      <w:r>
        <w:t>.</w:t>
      </w:r>
      <w:r w:rsidRPr="005413E9">
        <w:t xml:space="preserve"> </w:t>
      </w:r>
      <w:r>
        <w:t>A</w:t>
      </w:r>
      <w:r w:rsidRPr="005413E9">
        <w:t xml:space="preserve">ttributing deviant behavior to choice is a form of pseudo explanation because the concept of choice </w:t>
      </w:r>
    </w:p>
    <w:p w:rsidR="00944D49" w:rsidRDefault="00944D49" w:rsidP="00113A9F"/>
    <w:p w:rsidR="00944D49" w:rsidRPr="005413E9" w:rsidRDefault="00944D49" w:rsidP="005413E9">
      <w:r>
        <w:t xml:space="preserve">a) </w:t>
      </w:r>
      <w:r w:rsidRPr="005413E9">
        <w:t xml:space="preserve">does not explain why someone chooses either deviance or normal behavior. </w:t>
      </w:r>
    </w:p>
    <w:p w:rsidR="00944D49" w:rsidRPr="005413E9" w:rsidRDefault="00944D49" w:rsidP="005413E9">
      <w:r>
        <w:t xml:space="preserve">b) </w:t>
      </w:r>
      <w:r w:rsidRPr="005413E9">
        <w:t xml:space="preserve">is more of a religious concept. </w:t>
      </w:r>
    </w:p>
    <w:p w:rsidR="00944D49" w:rsidRPr="005413E9" w:rsidRDefault="00944D49" w:rsidP="005413E9">
      <w:r>
        <w:t xml:space="preserve">c) </w:t>
      </w:r>
      <w:r w:rsidRPr="005413E9">
        <w:t xml:space="preserve">is not a relevant concept for science. </w:t>
      </w:r>
    </w:p>
    <w:p w:rsidR="00944D49" w:rsidRPr="005413E9" w:rsidRDefault="00944D49" w:rsidP="005413E9">
      <w:r>
        <w:t xml:space="preserve">d) </w:t>
      </w:r>
      <w:r w:rsidRPr="005413E9">
        <w:t xml:space="preserve">most explanations of deviance involve false claims.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6-</w:t>
      </w:r>
      <w:r w:rsidRPr="005413E9">
        <w:t xml:space="preserve">7 </w:t>
      </w:r>
    </w:p>
    <w:p w:rsidR="00944D49" w:rsidRPr="005413E9" w:rsidRDefault="00944D49" w:rsidP="005413E9">
      <w:r w:rsidRPr="005413E9">
        <w:t>Answer: a</w:t>
      </w:r>
      <w:r>
        <w:t xml:space="preserve">) </w:t>
      </w:r>
      <w:r w:rsidRPr="005413E9">
        <w:t xml:space="preserve">does not explain why someone chooses either deviance or normal behavior. </w:t>
      </w:r>
    </w:p>
    <w:p w:rsidR="00944D49" w:rsidRDefault="00944D49" w:rsidP="00113A9F"/>
    <w:p w:rsidR="00944D49" w:rsidRPr="005413E9" w:rsidRDefault="00944D49" w:rsidP="005413E9">
      <w:r w:rsidRPr="005413E9">
        <w:t>24</w:t>
      </w:r>
      <w:r>
        <w:t>.</w:t>
      </w:r>
      <w:r w:rsidRPr="005413E9">
        <w:t xml:space="preserve"> The main purpose of the positivist approach to deviance is </w:t>
      </w:r>
    </w:p>
    <w:p w:rsidR="00944D49" w:rsidRPr="005413E9" w:rsidRDefault="00944D49" w:rsidP="005413E9">
      <w:r>
        <w:t xml:space="preserve">a) </w:t>
      </w:r>
      <w:r w:rsidRPr="005413E9">
        <w:t xml:space="preserve">developing empathy with deviant persons. </w:t>
      </w:r>
    </w:p>
    <w:p w:rsidR="00944D49" w:rsidRPr="005413E9" w:rsidRDefault="00944D49" w:rsidP="005413E9">
      <w:r>
        <w:t xml:space="preserve">b) </w:t>
      </w:r>
      <w:r w:rsidRPr="005413E9">
        <w:t xml:space="preserve">seeking out the causes of deviant behavior. </w:t>
      </w:r>
    </w:p>
    <w:p w:rsidR="00944D49" w:rsidRPr="005413E9" w:rsidRDefault="00944D49" w:rsidP="005413E9">
      <w:r>
        <w:t xml:space="preserve">c) </w:t>
      </w:r>
      <w:r w:rsidRPr="005413E9">
        <w:t xml:space="preserve">to make moral judgments about deviant behavior. </w:t>
      </w:r>
    </w:p>
    <w:p w:rsidR="00944D49" w:rsidRPr="005413E9" w:rsidRDefault="00944D49" w:rsidP="005413E9">
      <w:r>
        <w:t xml:space="preserve">d) </w:t>
      </w:r>
      <w:r w:rsidRPr="005413E9">
        <w:t xml:space="preserve">to study biases toward persons seen as deviant.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6-</w:t>
      </w:r>
      <w:r w:rsidRPr="005413E9">
        <w:t>7</w:t>
      </w:r>
      <w:r w:rsidRPr="00113A9F">
        <w:t xml:space="preserve"> </w:t>
      </w:r>
    </w:p>
    <w:p w:rsidR="00944D49" w:rsidRPr="005413E9" w:rsidRDefault="00944D49" w:rsidP="005413E9">
      <w:r w:rsidRPr="005413E9">
        <w:t>Answer: b</w:t>
      </w:r>
      <w:r>
        <w:t xml:space="preserve">) </w:t>
      </w:r>
      <w:r w:rsidRPr="005413E9">
        <w:t xml:space="preserve">seeking out the causes of deviant behavior. </w:t>
      </w:r>
    </w:p>
    <w:p w:rsidR="00944D49" w:rsidRPr="005413E9" w:rsidRDefault="00944D49" w:rsidP="005413E9"/>
    <w:p w:rsidR="00944D49" w:rsidRPr="005413E9" w:rsidRDefault="00944D49" w:rsidP="005413E9">
      <w:r w:rsidRPr="005413E9">
        <w:t>25</w:t>
      </w:r>
      <w:r>
        <w:t>.</w:t>
      </w:r>
      <w:r w:rsidRPr="005413E9">
        <w:t xml:space="preserve"> All of the following are assumptions of the constructi</w:t>
      </w:r>
      <w:r>
        <w:t>on</w:t>
      </w:r>
      <w:r w:rsidRPr="005413E9">
        <w:t xml:space="preserve">ist perspective on deviance, EXCEPT that deviance should be seen as </w:t>
      </w:r>
    </w:p>
    <w:p w:rsidR="00944D49" w:rsidRDefault="00944D49" w:rsidP="00113A9F"/>
    <w:p w:rsidR="00944D49" w:rsidRPr="005413E9" w:rsidRDefault="00944D49" w:rsidP="005413E9">
      <w:r>
        <w:t xml:space="preserve">a) </w:t>
      </w:r>
      <w:r w:rsidRPr="005413E9">
        <w:t xml:space="preserve">a label. </w:t>
      </w:r>
    </w:p>
    <w:p w:rsidR="00944D49" w:rsidRPr="005413E9" w:rsidRDefault="00944D49" w:rsidP="005413E9">
      <w:r>
        <w:t xml:space="preserve">b) </w:t>
      </w:r>
      <w:r w:rsidRPr="005413E9">
        <w:t xml:space="preserve">an objective fact. </w:t>
      </w:r>
    </w:p>
    <w:p w:rsidR="00944D49" w:rsidRPr="005413E9" w:rsidRDefault="00944D49" w:rsidP="005413E9">
      <w:r>
        <w:t xml:space="preserve">c) </w:t>
      </w:r>
      <w:r w:rsidRPr="005413E9">
        <w:t xml:space="preserve">subjective experience. </w:t>
      </w:r>
    </w:p>
    <w:p w:rsidR="00944D49" w:rsidRPr="005413E9" w:rsidRDefault="00944D49" w:rsidP="005413E9">
      <w:r>
        <w:t xml:space="preserve">d) </w:t>
      </w:r>
      <w:r w:rsidRPr="005413E9">
        <w:t xml:space="preserve">a voluntary act.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7-10</w:t>
      </w:r>
    </w:p>
    <w:p w:rsidR="00944D49" w:rsidRPr="005413E9" w:rsidRDefault="00944D49" w:rsidP="005413E9">
      <w:r w:rsidRPr="005413E9">
        <w:t>Answer: b</w:t>
      </w:r>
      <w:r>
        <w:t xml:space="preserve">) </w:t>
      </w:r>
      <w:r w:rsidRPr="005413E9">
        <w:t xml:space="preserve">an objective fact. </w:t>
      </w:r>
    </w:p>
    <w:p w:rsidR="00944D49" w:rsidRDefault="00944D49" w:rsidP="00113A9F"/>
    <w:p w:rsidR="00944D49" w:rsidRPr="005413E9" w:rsidRDefault="00944D49" w:rsidP="005413E9">
      <w:r w:rsidRPr="005413E9">
        <w:t>26</w:t>
      </w:r>
      <w:r>
        <w:t>.</w:t>
      </w:r>
      <w:r w:rsidRPr="005413E9">
        <w:t xml:space="preserve"> The fact that the same behavior can be seen as normal by some and as deviant by others is called the </w:t>
      </w:r>
    </w:p>
    <w:p w:rsidR="00944D49" w:rsidRDefault="00944D49" w:rsidP="00113A9F"/>
    <w:p w:rsidR="00944D49" w:rsidRPr="005413E9" w:rsidRDefault="00944D49" w:rsidP="005413E9">
      <w:r>
        <w:t xml:space="preserve">a) </w:t>
      </w:r>
      <w:r w:rsidRPr="005413E9">
        <w:t xml:space="preserve">relativist view. </w:t>
      </w:r>
    </w:p>
    <w:p w:rsidR="00944D49" w:rsidRPr="005413E9" w:rsidRDefault="00944D49" w:rsidP="005413E9">
      <w:r>
        <w:t xml:space="preserve">b) </w:t>
      </w:r>
      <w:r w:rsidRPr="005413E9">
        <w:t xml:space="preserve">deviance principle. </w:t>
      </w:r>
    </w:p>
    <w:p w:rsidR="00944D49" w:rsidRPr="005413E9" w:rsidRDefault="00944D49" w:rsidP="005413E9">
      <w:r>
        <w:t xml:space="preserve">c) </w:t>
      </w:r>
      <w:r w:rsidRPr="005413E9">
        <w:t xml:space="preserve">positivist. </w:t>
      </w:r>
    </w:p>
    <w:p w:rsidR="00944D49" w:rsidRPr="005413E9" w:rsidRDefault="00944D49" w:rsidP="005413E9">
      <w:r>
        <w:t>d)</w:t>
      </w:r>
      <w:r w:rsidRPr="005413E9">
        <w:t xml:space="preserve"> subjectivist.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8</w:t>
      </w:r>
    </w:p>
    <w:p w:rsidR="00944D49" w:rsidRPr="005413E9" w:rsidRDefault="00944D49" w:rsidP="005413E9">
      <w:r w:rsidRPr="005413E9">
        <w:t>Answer: a</w:t>
      </w:r>
      <w:r>
        <w:t xml:space="preserve">) </w:t>
      </w:r>
      <w:r w:rsidRPr="005413E9">
        <w:t xml:space="preserve">relativist view. </w:t>
      </w:r>
    </w:p>
    <w:p w:rsidR="00944D49" w:rsidRDefault="00944D49" w:rsidP="00113A9F"/>
    <w:p w:rsidR="00944D49" w:rsidRPr="005413E9" w:rsidRDefault="00944D49" w:rsidP="005413E9">
      <w:r w:rsidRPr="005413E9">
        <w:t>27</w:t>
      </w:r>
      <w:r>
        <w:t>.</w:t>
      </w:r>
      <w:r w:rsidRPr="005413E9">
        <w:t xml:space="preserve"> Which ONE of the following questions reflects the constructi</w:t>
      </w:r>
      <w:r>
        <w:t>on</w:t>
      </w:r>
      <w:r w:rsidRPr="005413E9">
        <w:t xml:space="preserve">ist and labeling perspective on deviance? </w:t>
      </w:r>
    </w:p>
    <w:p w:rsidR="00944D49" w:rsidRDefault="00944D49" w:rsidP="00113A9F"/>
    <w:p w:rsidR="00944D49" w:rsidRPr="005413E9" w:rsidRDefault="00944D49" w:rsidP="005413E9">
      <w:r>
        <w:t xml:space="preserve">a) </w:t>
      </w:r>
      <w:r w:rsidRPr="005413E9">
        <w:t xml:space="preserve">Why do people become deviant? </w:t>
      </w:r>
    </w:p>
    <w:p w:rsidR="00944D49" w:rsidRPr="005413E9" w:rsidRDefault="00944D49" w:rsidP="005413E9">
      <w:r>
        <w:t xml:space="preserve">b) </w:t>
      </w:r>
      <w:r w:rsidRPr="005413E9">
        <w:t xml:space="preserve">Why is a given act defined by society as deviant? </w:t>
      </w:r>
    </w:p>
    <w:p w:rsidR="00944D49" w:rsidRPr="005413E9" w:rsidRDefault="00944D49" w:rsidP="005413E9">
      <w:r>
        <w:t xml:space="preserve">c) </w:t>
      </w:r>
      <w:r w:rsidRPr="005413E9">
        <w:t xml:space="preserve">Why are so many sociologists seen as deviant? </w:t>
      </w:r>
    </w:p>
    <w:p w:rsidR="00944D49" w:rsidRPr="005413E9" w:rsidRDefault="00944D49" w:rsidP="005413E9">
      <w:r>
        <w:t xml:space="preserve">d) </w:t>
      </w:r>
      <w:r w:rsidRPr="005413E9">
        <w:t xml:space="preserve">Why is deviance an objective fact?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7-</w:t>
      </w:r>
      <w:r w:rsidRPr="005413E9">
        <w:t>8</w:t>
      </w:r>
      <w:r w:rsidRPr="00113A9F">
        <w:t xml:space="preserve"> </w:t>
      </w:r>
    </w:p>
    <w:p w:rsidR="00944D49" w:rsidRPr="005413E9" w:rsidRDefault="00944D49" w:rsidP="005413E9">
      <w:r w:rsidRPr="005413E9">
        <w:t>Answer: b</w:t>
      </w:r>
      <w:r>
        <w:t xml:space="preserve">) </w:t>
      </w:r>
      <w:r w:rsidRPr="005413E9">
        <w:t xml:space="preserve">Why is a given act defined by society as deviant? </w:t>
      </w:r>
    </w:p>
    <w:p w:rsidR="00944D49" w:rsidRDefault="00944D49" w:rsidP="00113A9F"/>
    <w:p w:rsidR="00944D49" w:rsidRPr="005413E9" w:rsidRDefault="00944D49" w:rsidP="005413E9">
      <w:r w:rsidRPr="005413E9">
        <w:t>28</w:t>
      </w:r>
      <w:r>
        <w:t>.</w:t>
      </w:r>
      <w:r w:rsidRPr="005413E9">
        <w:t xml:space="preserve"> Which of the following statements does NOT belong to the constructi</w:t>
      </w:r>
      <w:r>
        <w:t>on</w:t>
      </w:r>
      <w:r w:rsidRPr="005413E9">
        <w:t xml:space="preserve">ist perspective on deviant behavior? </w:t>
      </w:r>
    </w:p>
    <w:p w:rsidR="00944D49" w:rsidRDefault="00944D49" w:rsidP="00113A9F"/>
    <w:p w:rsidR="00944D49" w:rsidRPr="005413E9" w:rsidRDefault="00944D49" w:rsidP="005413E9">
      <w:r>
        <w:t xml:space="preserve">a) </w:t>
      </w:r>
      <w:r w:rsidRPr="005413E9">
        <w:t xml:space="preserve">Deviance is largely the product of others labeling behavior as deviant. </w:t>
      </w:r>
    </w:p>
    <w:p w:rsidR="00944D49" w:rsidRPr="005413E9" w:rsidRDefault="00944D49" w:rsidP="005413E9">
      <w:r>
        <w:t xml:space="preserve">b) </w:t>
      </w:r>
      <w:r w:rsidRPr="005413E9">
        <w:t xml:space="preserve">Deviance is an observable, objective set of behaviors. </w:t>
      </w:r>
    </w:p>
    <w:p w:rsidR="00944D49" w:rsidRPr="005413E9" w:rsidRDefault="00944D49" w:rsidP="005413E9">
      <w:r>
        <w:t xml:space="preserve">c) </w:t>
      </w:r>
      <w:r w:rsidRPr="005413E9">
        <w:t xml:space="preserve">Deviance is often a voluntary act. </w:t>
      </w:r>
    </w:p>
    <w:p w:rsidR="00944D49" w:rsidRPr="005413E9" w:rsidRDefault="00944D49" w:rsidP="005413E9">
      <w:r>
        <w:t xml:space="preserve">d) </w:t>
      </w:r>
      <w:r w:rsidRPr="005413E9">
        <w:t xml:space="preserve">Deviance involves important subjective experiences.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7, 10</w:t>
      </w:r>
      <w:r w:rsidRPr="00113A9F">
        <w:t xml:space="preserve"> </w:t>
      </w:r>
    </w:p>
    <w:p w:rsidR="00944D49" w:rsidRPr="005413E9" w:rsidRDefault="00944D49" w:rsidP="005413E9">
      <w:r w:rsidRPr="005413E9">
        <w:t>Answer: b</w:t>
      </w:r>
      <w:r>
        <w:t xml:space="preserve">) </w:t>
      </w:r>
      <w:r w:rsidRPr="005413E9">
        <w:t xml:space="preserve">Deviance is an observable, objective set of behaviors. </w:t>
      </w:r>
    </w:p>
    <w:p w:rsidR="00944D49" w:rsidRDefault="00944D49" w:rsidP="00113A9F"/>
    <w:p w:rsidR="00944D49" w:rsidRPr="005413E9" w:rsidRDefault="00944D49" w:rsidP="005413E9">
      <w:r w:rsidRPr="005413E9">
        <w:t>29</w:t>
      </w:r>
      <w:r>
        <w:t>.</w:t>
      </w:r>
      <w:r w:rsidRPr="005413E9">
        <w:t xml:space="preserve"> Which of the following aspects of deviance would be of special interest to constructionist sociologists? </w:t>
      </w:r>
    </w:p>
    <w:p w:rsidR="00944D49" w:rsidRDefault="00944D49" w:rsidP="00113A9F"/>
    <w:p w:rsidR="00944D49" w:rsidRPr="005413E9" w:rsidRDefault="00944D49" w:rsidP="005413E9">
      <w:r>
        <w:t xml:space="preserve">a) </w:t>
      </w:r>
      <w:r w:rsidRPr="005413E9">
        <w:t xml:space="preserve">surface facts about deviance </w:t>
      </w:r>
    </w:p>
    <w:p w:rsidR="00944D49" w:rsidRPr="005413E9" w:rsidRDefault="00944D49" w:rsidP="005413E9">
      <w:r>
        <w:t>b)</w:t>
      </w:r>
      <w:r w:rsidRPr="005413E9">
        <w:t xml:space="preserve"> statistical data </w:t>
      </w:r>
    </w:p>
    <w:p w:rsidR="00944D49" w:rsidRPr="005413E9" w:rsidRDefault="00944D49" w:rsidP="005413E9">
      <w:r>
        <w:t xml:space="preserve">c) </w:t>
      </w:r>
      <w:r w:rsidRPr="005413E9">
        <w:t xml:space="preserve">how deviants seek positive meanings in deviant activity </w:t>
      </w:r>
    </w:p>
    <w:p w:rsidR="00944D49" w:rsidRPr="005413E9" w:rsidRDefault="00944D49" w:rsidP="005413E9">
      <w:r>
        <w:t xml:space="preserve">d) </w:t>
      </w:r>
      <w:r w:rsidRPr="005413E9">
        <w:t xml:space="preserve">moral reactions to deviant behavior </w:t>
      </w:r>
    </w:p>
    <w:p w:rsidR="00944D49" w:rsidRPr="005413E9" w:rsidRDefault="00944D49" w:rsidP="005413E9"/>
    <w:p w:rsidR="00944D49" w:rsidRDefault="00944D49" w:rsidP="00113A9F">
      <w:r w:rsidRPr="005413E9">
        <w:t xml:space="preserve">Difficulty: 2 </w:t>
      </w:r>
    </w:p>
    <w:p w:rsidR="00944D49" w:rsidRDefault="00944D49" w:rsidP="00113A9F">
      <w:r>
        <w:t>Page Reference</w:t>
      </w:r>
      <w:r w:rsidRPr="005413E9">
        <w:t xml:space="preserve">: </w:t>
      </w:r>
      <w:r>
        <w:t>9</w:t>
      </w:r>
      <w:r w:rsidRPr="00113A9F">
        <w:t xml:space="preserve"> </w:t>
      </w:r>
    </w:p>
    <w:p w:rsidR="00944D49" w:rsidRPr="005413E9" w:rsidRDefault="00944D49" w:rsidP="005413E9">
      <w:r w:rsidRPr="005413E9">
        <w:t>Answer: c</w:t>
      </w:r>
      <w:r>
        <w:t xml:space="preserve">) </w:t>
      </w:r>
      <w:r w:rsidRPr="005413E9">
        <w:t xml:space="preserve">how deviants seek positive meanings in deviant activity </w:t>
      </w:r>
    </w:p>
    <w:p w:rsidR="00944D49" w:rsidRPr="005413E9" w:rsidRDefault="00944D49" w:rsidP="005413E9"/>
    <w:p w:rsidR="00944D49" w:rsidRPr="005413E9" w:rsidRDefault="00944D49" w:rsidP="005413E9">
      <w:r w:rsidRPr="005413E9">
        <w:t>30</w:t>
      </w:r>
      <w:r>
        <w:t>.</w:t>
      </w:r>
      <w:r w:rsidRPr="005413E9">
        <w:t xml:space="preserve"> To say that deviance is a subjective experience means that the deviant person is </w:t>
      </w:r>
    </w:p>
    <w:p w:rsidR="00944D49" w:rsidRPr="005413E9" w:rsidRDefault="00944D49" w:rsidP="005413E9">
      <w:r>
        <w:t xml:space="preserve">a) </w:t>
      </w:r>
      <w:r w:rsidRPr="005413E9">
        <w:t xml:space="preserve">a determined subject. </w:t>
      </w:r>
    </w:p>
    <w:p w:rsidR="00944D49" w:rsidRPr="005413E9" w:rsidRDefault="00944D49" w:rsidP="005413E9">
      <w:r>
        <w:t xml:space="preserve">b) </w:t>
      </w:r>
      <w:r w:rsidRPr="005413E9">
        <w:t xml:space="preserve">a morally degenerate person. </w:t>
      </w:r>
    </w:p>
    <w:p w:rsidR="00944D49" w:rsidRPr="005413E9" w:rsidRDefault="00944D49" w:rsidP="005413E9">
      <w:r>
        <w:t xml:space="preserve">c) </w:t>
      </w:r>
      <w:r w:rsidRPr="005413E9">
        <w:t xml:space="preserve">a secret deviant. </w:t>
      </w:r>
    </w:p>
    <w:p w:rsidR="00944D49" w:rsidRPr="005413E9" w:rsidRDefault="00944D49" w:rsidP="005413E9">
      <w:r>
        <w:t xml:space="preserve">d) </w:t>
      </w:r>
      <w:r w:rsidRPr="005413E9">
        <w:t xml:space="preserve">a conscious, feeling, thinking subject.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8-</w:t>
      </w:r>
      <w:r w:rsidRPr="005413E9">
        <w:t xml:space="preserve">9 </w:t>
      </w:r>
    </w:p>
    <w:p w:rsidR="00944D49" w:rsidRPr="005413E9" w:rsidRDefault="00944D49" w:rsidP="005413E9">
      <w:r w:rsidRPr="005413E9">
        <w:t>Answer: d</w:t>
      </w:r>
      <w:r>
        <w:t xml:space="preserve">) </w:t>
      </w:r>
      <w:r w:rsidRPr="005413E9">
        <w:t xml:space="preserve">a conscious, feeling, thinking subject. </w:t>
      </w:r>
    </w:p>
    <w:p w:rsidR="00944D49" w:rsidRDefault="00944D49" w:rsidP="00113A9F"/>
    <w:p w:rsidR="00944D49" w:rsidRPr="005413E9" w:rsidRDefault="00944D49" w:rsidP="005413E9">
      <w:r w:rsidRPr="005413E9">
        <w:t>31</w:t>
      </w:r>
      <w:r>
        <w:t>.</w:t>
      </w:r>
      <w:r w:rsidRPr="005413E9">
        <w:t xml:space="preserve"> According to the constructionist perspective, sociologists need to </w:t>
      </w:r>
    </w:p>
    <w:p w:rsidR="00944D49" w:rsidRDefault="00944D49" w:rsidP="00113A9F"/>
    <w:p w:rsidR="00944D49" w:rsidRPr="005413E9" w:rsidRDefault="00944D49" w:rsidP="005413E9">
      <w:r>
        <w:t xml:space="preserve">a) </w:t>
      </w:r>
      <w:r w:rsidRPr="005413E9">
        <w:t xml:space="preserve">treat deviance as immoral and unpleasant. </w:t>
      </w:r>
    </w:p>
    <w:p w:rsidR="00944D49" w:rsidRPr="005413E9" w:rsidRDefault="00944D49" w:rsidP="005413E9">
      <w:r>
        <w:t xml:space="preserve">b) </w:t>
      </w:r>
      <w:r w:rsidRPr="005413E9">
        <w:t xml:space="preserve">objectively measure types of deviant behavior. </w:t>
      </w:r>
    </w:p>
    <w:p w:rsidR="00944D49" w:rsidRPr="005413E9" w:rsidRDefault="00944D49" w:rsidP="005413E9">
      <w:r>
        <w:t xml:space="preserve">c) </w:t>
      </w:r>
      <w:r w:rsidRPr="005413E9">
        <w:t xml:space="preserve">develop an internal, subjective view of people. </w:t>
      </w:r>
    </w:p>
    <w:p w:rsidR="00944D49" w:rsidRPr="005413E9" w:rsidRDefault="00944D49" w:rsidP="005413E9">
      <w:r>
        <w:t xml:space="preserve">d) </w:t>
      </w:r>
      <w:r w:rsidRPr="005413E9">
        <w:t xml:space="preserve">adopt an external, objective view of deviance. </w:t>
      </w:r>
    </w:p>
    <w:p w:rsidR="00944D49" w:rsidRPr="005413E9" w:rsidRDefault="00944D49" w:rsidP="005413E9"/>
    <w:p w:rsidR="00944D49" w:rsidRDefault="00944D49" w:rsidP="00113A9F">
      <w:r w:rsidRPr="005413E9">
        <w:t xml:space="preserve">Difficulty: 2 </w:t>
      </w:r>
    </w:p>
    <w:p w:rsidR="00944D49" w:rsidRPr="005413E9" w:rsidRDefault="00944D49" w:rsidP="005413E9">
      <w:r>
        <w:t>Page Reference</w:t>
      </w:r>
      <w:r w:rsidRPr="005413E9">
        <w:t xml:space="preserve">: </w:t>
      </w:r>
      <w:r>
        <w:t>8-</w:t>
      </w:r>
      <w:r w:rsidRPr="005413E9">
        <w:t>9</w:t>
      </w:r>
    </w:p>
    <w:p w:rsidR="00944D49" w:rsidRPr="00113A9F" w:rsidRDefault="00944D49" w:rsidP="00113A9F">
      <w:r w:rsidRPr="005413E9">
        <w:t>Answer: c</w:t>
      </w:r>
      <w:r>
        <w:t xml:space="preserve">) </w:t>
      </w:r>
      <w:r w:rsidRPr="005413E9">
        <w:t xml:space="preserve">develop an internal, subjective view of people. </w:t>
      </w:r>
    </w:p>
    <w:p w:rsidR="00944D49" w:rsidRPr="005413E9" w:rsidRDefault="00944D49" w:rsidP="005413E9"/>
    <w:p w:rsidR="00944D49" w:rsidRPr="005413E9" w:rsidRDefault="00944D49" w:rsidP="005413E9">
      <w:r w:rsidRPr="005413E9">
        <w:t>32</w:t>
      </w:r>
      <w:r>
        <w:t>.</w:t>
      </w:r>
      <w:r w:rsidRPr="005413E9">
        <w:t xml:space="preserve"> Positivists treat deviance as if it were unpleasant and harmful to society</w:t>
      </w:r>
      <w:r>
        <w:t>,</w:t>
      </w:r>
      <w:r w:rsidRPr="005413E9">
        <w:t xml:space="preserve"> while constructionists </w:t>
      </w:r>
    </w:p>
    <w:p w:rsidR="00944D49" w:rsidRDefault="00944D49" w:rsidP="00113A9F"/>
    <w:p w:rsidR="00944D49" w:rsidRPr="005413E9" w:rsidRDefault="00944D49" w:rsidP="005413E9">
      <w:r>
        <w:t xml:space="preserve">a) </w:t>
      </w:r>
      <w:r w:rsidRPr="005413E9">
        <w:t xml:space="preserve">have an appreciation for and empathy with deviants. </w:t>
      </w:r>
    </w:p>
    <w:p w:rsidR="00944D49" w:rsidRPr="005413E9" w:rsidRDefault="00944D49" w:rsidP="005413E9">
      <w:r>
        <w:t xml:space="preserve">b) </w:t>
      </w:r>
      <w:r w:rsidRPr="005413E9">
        <w:t xml:space="preserve">emphasize the importance of social control of deviant behavior. </w:t>
      </w:r>
    </w:p>
    <w:p w:rsidR="00944D49" w:rsidRPr="005413E9" w:rsidRDefault="00944D49" w:rsidP="005413E9">
      <w:r>
        <w:t xml:space="preserve">c) </w:t>
      </w:r>
      <w:r w:rsidRPr="005413E9">
        <w:t xml:space="preserve">stress the importance of being deviant themselves. </w:t>
      </w:r>
    </w:p>
    <w:p w:rsidR="00944D49" w:rsidRPr="005413E9" w:rsidRDefault="00944D49" w:rsidP="005413E9">
      <w:r>
        <w:t xml:space="preserve">d) </w:t>
      </w:r>
      <w:r w:rsidRPr="005413E9">
        <w:t xml:space="preserve">study the biological aspects of human behavior.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9</w:t>
      </w:r>
      <w:r w:rsidRPr="005413E9">
        <w:t xml:space="preserve"> </w:t>
      </w:r>
    </w:p>
    <w:p w:rsidR="00944D49" w:rsidRPr="005413E9" w:rsidRDefault="00944D49" w:rsidP="005413E9">
      <w:r w:rsidRPr="005413E9">
        <w:t>Answer: a</w:t>
      </w:r>
      <w:r>
        <w:t xml:space="preserve">) </w:t>
      </w:r>
      <w:r w:rsidRPr="005413E9">
        <w:t xml:space="preserve">have an appreciation for and empathy with deviants. </w:t>
      </w:r>
    </w:p>
    <w:p w:rsidR="00944D49" w:rsidRDefault="00944D49" w:rsidP="00113A9F"/>
    <w:p w:rsidR="00944D49" w:rsidRPr="005413E9" w:rsidRDefault="00944D49" w:rsidP="005413E9">
      <w:r w:rsidRPr="005413E9">
        <w:t>33</w:t>
      </w:r>
      <w:r>
        <w:t>.</w:t>
      </w:r>
      <w:r w:rsidRPr="005413E9">
        <w:t xml:space="preserve"> According to the constructionist perspective, deviant behavior is </w:t>
      </w:r>
    </w:p>
    <w:p w:rsidR="00944D49" w:rsidRDefault="00944D49" w:rsidP="00113A9F"/>
    <w:p w:rsidR="00944D49" w:rsidRPr="005413E9" w:rsidRDefault="00944D49" w:rsidP="005413E9">
      <w:r>
        <w:t xml:space="preserve">a) </w:t>
      </w:r>
      <w:r w:rsidRPr="005413E9">
        <w:t xml:space="preserve">determined behavior. </w:t>
      </w:r>
    </w:p>
    <w:p w:rsidR="00944D49" w:rsidRPr="005413E9" w:rsidRDefault="00944D49" w:rsidP="005413E9">
      <w:r>
        <w:t xml:space="preserve">b) </w:t>
      </w:r>
      <w:r w:rsidRPr="005413E9">
        <w:t xml:space="preserve">an expression of human volition. </w:t>
      </w:r>
    </w:p>
    <w:p w:rsidR="00944D49" w:rsidRPr="005413E9" w:rsidRDefault="00944D49" w:rsidP="005413E9">
      <w:r>
        <w:t xml:space="preserve">c) </w:t>
      </w:r>
      <w:r w:rsidRPr="005413E9">
        <w:t xml:space="preserve">robot-like behavior. </w:t>
      </w:r>
    </w:p>
    <w:p w:rsidR="00944D49" w:rsidRPr="005413E9" w:rsidRDefault="00944D49" w:rsidP="005413E9">
      <w:r>
        <w:t xml:space="preserve">d) </w:t>
      </w:r>
      <w:r w:rsidRPr="005413E9">
        <w:t xml:space="preserve">passive reaction to social forces.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9-</w:t>
      </w:r>
      <w:r w:rsidRPr="005413E9">
        <w:t xml:space="preserve">10 </w:t>
      </w:r>
    </w:p>
    <w:p w:rsidR="00944D49" w:rsidRPr="005413E9" w:rsidRDefault="00944D49" w:rsidP="005413E9">
      <w:r w:rsidRPr="005413E9">
        <w:t>Answer: b</w:t>
      </w:r>
      <w:r>
        <w:t xml:space="preserve">) </w:t>
      </w:r>
      <w:r w:rsidRPr="005413E9">
        <w:t xml:space="preserve">an expression of human volition. </w:t>
      </w:r>
    </w:p>
    <w:p w:rsidR="00944D49" w:rsidRDefault="00944D49" w:rsidP="00113A9F"/>
    <w:p w:rsidR="00944D49" w:rsidRPr="005413E9" w:rsidRDefault="00944D49" w:rsidP="005413E9">
      <w:r w:rsidRPr="005413E9">
        <w:t>34</w:t>
      </w:r>
      <w:r>
        <w:t>.</w:t>
      </w:r>
      <w:r w:rsidRPr="005413E9">
        <w:t xml:space="preserve"> From the constructionist perspective, deviants are </w:t>
      </w:r>
    </w:p>
    <w:p w:rsidR="00944D49" w:rsidRDefault="00944D49" w:rsidP="00113A9F"/>
    <w:p w:rsidR="00944D49" w:rsidRPr="005413E9" w:rsidRDefault="00944D49" w:rsidP="005413E9">
      <w:r>
        <w:t xml:space="preserve">a) </w:t>
      </w:r>
      <w:r w:rsidRPr="005413E9">
        <w:t xml:space="preserve">actively seeking meaning in the deviant activities. </w:t>
      </w:r>
    </w:p>
    <w:p w:rsidR="00944D49" w:rsidRPr="005413E9" w:rsidRDefault="00944D49" w:rsidP="005413E9">
      <w:r>
        <w:t xml:space="preserve">b) </w:t>
      </w:r>
      <w:r w:rsidRPr="005413E9">
        <w:t xml:space="preserve">totally different from normal people. </w:t>
      </w:r>
    </w:p>
    <w:p w:rsidR="00944D49" w:rsidRPr="005413E9" w:rsidRDefault="00944D49" w:rsidP="005413E9">
      <w:r>
        <w:t xml:space="preserve">c) </w:t>
      </w:r>
      <w:r w:rsidRPr="005413E9">
        <w:t xml:space="preserve">biologically defective. </w:t>
      </w:r>
    </w:p>
    <w:p w:rsidR="00944D49" w:rsidRPr="005413E9" w:rsidRDefault="00944D49" w:rsidP="005413E9">
      <w:r>
        <w:t xml:space="preserve">d) </w:t>
      </w:r>
      <w:r w:rsidRPr="005413E9">
        <w:t>propelled by well</w:t>
      </w:r>
      <w:r>
        <w:t>-</w:t>
      </w:r>
      <w:r w:rsidRPr="005413E9">
        <w:t xml:space="preserve">defined social forces.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7-8</w:t>
      </w:r>
      <w:r w:rsidRPr="005413E9">
        <w:t xml:space="preserve"> </w:t>
      </w:r>
    </w:p>
    <w:p w:rsidR="00944D49" w:rsidRPr="005413E9" w:rsidRDefault="00944D49" w:rsidP="005413E9">
      <w:r w:rsidRPr="005413E9">
        <w:t>Answer: a</w:t>
      </w:r>
      <w:r>
        <w:t xml:space="preserve">) </w:t>
      </w:r>
      <w:r w:rsidRPr="005413E9">
        <w:t xml:space="preserve">actively seeking meaning in the deviant activities. </w:t>
      </w:r>
    </w:p>
    <w:p w:rsidR="00944D49" w:rsidRPr="005413E9" w:rsidRDefault="00944D49" w:rsidP="005413E9"/>
    <w:p w:rsidR="00944D49" w:rsidRPr="005413E9" w:rsidRDefault="00944D49" w:rsidP="005413E9">
      <w:r w:rsidRPr="005413E9">
        <w:t>35</w:t>
      </w:r>
      <w:r>
        <w:t>.</w:t>
      </w:r>
      <w:r w:rsidRPr="005413E9">
        <w:t xml:space="preserve"> The author argues that an integrated definition of deviant behavior must focus on </w:t>
      </w:r>
    </w:p>
    <w:p w:rsidR="00944D49" w:rsidRDefault="00944D49" w:rsidP="00113A9F"/>
    <w:p w:rsidR="00944D49" w:rsidRPr="005413E9" w:rsidRDefault="00944D49" w:rsidP="005413E9">
      <w:r>
        <w:t xml:space="preserve">a) </w:t>
      </w:r>
      <w:r w:rsidRPr="005413E9">
        <w:t xml:space="preserve">the deviant behavior itself. </w:t>
      </w:r>
    </w:p>
    <w:p w:rsidR="00944D49" w:rsidRPr="005413E9" w:rsidRDefault="00944D49" w:rsidP="005413E9">
      <w:r>
        <w:t xml:space="preserve">b) </w:t>
      </w:r>
      <w:r w:rsidRPr="005413E9">
        <w:t xml:space="preserve">the deviant label. </w:t>
      </w:r>
    </w:p>
    <w:p w:rsidR="00944D49" w:rsidRPr="005413E9" w:rsidRDefault="00944D49" w:rsidP="005413E9">
      <w:r>
        <w:t xml:space="preserve">c) </w:t>
      </w:r>
      <w:r w:rsidRPr="005413E9">
        <w:t xml:space="preserve">the methods of sociologists. </w:t>
      </w:r>
    </w:p>
    <w:p w:rsidR="00944D49" w:rsidRPr="005413E9" w:rsidRDefault="00944D49" w:rsidP="005413E9">
      <w:r>
        <w:t xml:space="preserve">d) </w:t>
      </w:r>
      <w:r w:rsidRPr="005413E9">
        <w:t xml:space="preserve">both deviant behavior and the deviant label.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10-</w:t>
      </w:r>
      <w:r w:rsidRPr="005413E9">
        <w:t>11</w:t>
      </w:r>
    </w:p>
    <w:p w:rsidR="00944D49" w:rsidRPr="005413E9" w:rsidRDefault="00944D49" w:rsidP="005413E9">
      <w:r w:rsidRPr="005413E9">
        <w:t>Answer: d</w:t>
      </w:r>
      <w:r>
        <w:t xml:space="preserve">) </w:t>
      </w:r>
      <w:r w:rsidRPr="005413E9">
        <w:t xml:space="preserve">both deviant behavior and the deviant label. </w:t>
      </w:r>
    </w:p>
    <w:p w:rsidR="00944D49" w:rsidRDefault="00944D49" w:rsidP="00113A9F"/>
    <w:p w:rsidR="00944D49" w:rsidRPr="005413E9" w:rsidRDefault="00944D49" w:rsidP="005413E9">
      <w:r w:rsidRPr="005413E9">
        <w:t>36</w:t>
      </w:r>
      <w:r>
        <w:t>.</w:t>
      </w:r>
      <w:r w:rsidRPr="005413E9">
        <w:t xml:space="preserve"> </w:t>
      </w:r>
      <w:r>
        <w:t>T</w:t>
      </w:r>
      <w:r w:rsidRPr="005413E9">
        <w:t xml:space="preserve">he __________ perspective is more pertinent for studying less serious kinds of deviance. </w:t>
      </w:r>
    </w:p>
    <w:p w:rsidR="00944D49" w:rsidRDefault="00944D49" w:rsidP="00113A9F"/>
    <w:p w:rsidR="00944D49" w:rsidRPr="005413E9" w:rsidRDefault="00944D49" w:rsidP="005413E9">
      <w:r>
        <w:t xml:space="preserve">a) </w:t>
      </w:r>
      <w:r w:rsidRPr="005413E9">
        <w:t xml:space="preserve">objective </w:t>
      </w:r>
    </w:p>
    <w:p w:rsidR="00944D49" w:rsidRPr="005413E9" w:rsidRDefault="00944D49" w:rsidP="005413E9">
      <w:r>
        <w:t xml:space="preserve">b) </w:t>
      </w:r>
      <w:r w:rsidRPr="005413E9">
        <w:t xml:space="preserve">constructionist </w:t>
      </w:r>
    </w:p>
    <w:p w:rsidR="00944D49" w:rsidRPr="005413E9" w:rsidRDefault="00944D49" w:rsidP="005413E9">
      <w:r>
        <w:t xml:space="preserve">c) </w:t>
      </w:r>
      <w:r w:rsidRPr="005413E9">
        <w:t xml:space="preserve">deterministic </w:t>
      </w:r>
    </w:p>
    <w:p w:rsidR="00944D49" w:rsidRPr="005413E9" w:rsidRDefault="00944D49" w:rsidP="005413E9">
      <w:r>
        <w:t xml:space="preserve">d) </w:t>
      </w:r>
      <w:r w:rsidRPr="005413E9">
        <w:t xml:space="preserve">psychological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12 </w:t>
      </w:r>
    </w:p>
    <w:p w:rsidR="00944D49" w:rsidRPr="005413E9" w:rsidRDefault="00944D49" w:rsidP="005413E9">
      <w:r w:rsidRPr="005413E9">
        <w:t>Answer: b</w:t>
      </w:r>
      <w:r>
        <w:t xml:space="preserve">) </w:t>
      </w:r>
      <w:r w:rsidRPr="005413E9">
        <w:t xml:space="preserve">constructionist </w:t>
      </w:r>
    </w:p>
    <w:p w:rsidR="00944D49" w:rsidRDefault="00944D49" w:rsidP="00113A9F"/>
    <w:p w:rsidR="00944D49" w:rsidRPr="005413E9" w:rsidRDefault="00944D49" w:rsidP="005413E9">
      <w:r w:rsidRPr="005413E9">
        <w:t>37</w:t>
      </w:r>
      <w:r>
        <w:t>.</w:t>
      </w:r>
      <w:r w:rsidRPr="005413E9">
        <w:t xml:space="preserve"> Which of the following kinds of deviance is best understood through a positivist perspective?</w:t>
      </w:r>
    </w:p>
    <w:p w:rsidR="00944D49" w:rsidRDefault="00944D49" w:rsidP="00113A9F"/>
    <w:p w:rsidR="00944D49" w:rsidRPr="005413E9" w:rsidRDefault="00944D49" w:rsidP="005413E9">
      <w:r>
        <w:t xml:space="preserve">a) </w:t>
      </w:r>
      <w:r w:rsidRPr="005413E9">
        <w:t xml:space="preserve">higher-consensus deviance </w:t>
      </w:r>
    </w:p>
    <w:p w:rsidR="00944D49" w:rsidRPr="005413E9" w:rsidRDefault="00944D49" w:rsidP="005413E9">
      <w:r>
        <w:t xml:space="preserve">b) </w:t>
      </w:r>
      <w:r w:rsidRPr="005413E9">
        <w:t xml:space="preserve">lower-consensus deviance </w:t>
      </w:r>
    </w:p>
    <w:p w:rsidR="00944D49" w:rsidRPr="005413E9" w:rsidRDefault="00944D49" w:rsidP="005413E9">
      <w:r>
        <w:t xml:space="preserve">c) </w:t>
      </w:r>
      <w:r w:rsidRPr="005413E9">
        <w:t xml:space="preserve">immoral deviance </w:t>
      </w:r>
    </w:p>
    <w:p w:rsidR="00944D49" w:rsidRPr="005413E9" w:rsidRDefault="00944D49" w:rsidP="005413E9">
      <w:r>
        <w:t xml:space="preserve">d) </w:t>
      </w:r>
      <w:r w:rsidRPr="005413E9">
        <w:t xml:space="preserve">criminal deviance </w:t>
      </w:r>
    </w:p>
    <w:p w:rsidR="00944D49" w:rsidRPr="005413E9" w:rsidRDefault="00944D49" w:rsidP="005413E9"/>
    <w:p w:rsidR="00944D49" w:rsidRDefault="00944D49" w:rsidP="00113A9F">
      <w:r w:rsidRPr="005413E9">
        <w:t>Difficulty: 2</w:t>
      </w:r>
    </w:p>
    <w:p w:rsidR="00944D49" w:rsidRDefault="00944D49" w:rsidP="00113A9F">
      <w:r w:rsidRPr="005413E9">
        <w:t>Page</w:t>
      </w:r>
      <w:r>
        <w:t xml:space="preserve"> </w:t>
      </w:r>
      <w:r w:rsidRPr="005413E9">
        <w:t xml:space="preserve">Reference: </w:t>
      </w:r>
      <w:r>
        <w:t>11-</w:t>
      </w:r>
      <w:r w:rsidRPr="005413E9">
        <w:t>12</w:t>
      </w:r>
    </w:p>
    <w:p w:rsidR="00944D49" w:rsidRPr="005413E9" w:rsidRDefault="00944D49" w:rsidP="005413E9">
      <w:r w:rsidRPr="005413E9">
        <w:t>Answer: a</w:t>
      </w:r>
      <w:r>
        <w:t xml:space="preserve">) </w:t>
      </w:r>
      <w:r w:rsidRPr="005413E9">
        <w:t xml:space="preserve">higher-consensus deviance </w:t>
      </w:r>
    </w:p>
    <w:p w:rsidR="00944D49" w:rsidRDefault="00944D49" w:rsidP="00113A9F"/>
    <w:p w:rsidR="00944D49" w:rsidRPr="005413E9" w:rsidRDefault="00944D49" w:rsidP="005413E9">
      <w:r w:rsidRPr="005413E9">
        <w:t>38</w:t>
      </w:r>
      <w:r>
        <w:t>.</w:t>
      </w:r>
      <w:r w:rsidRPr="005413E9">
        <w:t xml:space="preserve"> </w:t>
      </w:r>
      <w:r>
        <w:t>D</w:t>
      </w:r>
      <w:r w:rsidRPr="005413E9">
        <w:t xml:space="preserve">eviant behavior is any behavior that </w:t>
      </w:r>
    </w:p>
    <w:p w:rsidR="00944D49" w:rsidRDefault="00944D49" w:rsidP="00113A9F"/>
    <w:p w:rsidR="00944D49" w:rsidRPr="005413E9" w:rsidRDefault="00944D49" w:rsidP="005413E9">
      <w:r>
        <w:t xml:space="preserve">a) </w:t>
      </w:r>
      <w:r w:rsidRPr="005413E9">
        <w:t xml:space="preserve">violates the law. </w:t>
      </w:r>
    </w:p>
    <w:p w:rsidR="00944D49" w:rsidRPr="005413E9" w:rsidRDefault="00944D49" w:rsidP="005413E9">
      <w:r>
        <w:t xml:space="preserve">b) </w:t>
      </w:r>
      <w:r w:rsidRPr="005413E9">
        <w:t xml:space="preserve">violates the norms. </w:t>
      </w:r>
    </w:p>
    <w:p w:rsidR="00944D49" w:rsidRPr="005413E9" w:rsidRDefault="00944D49" w:rsidP="005413E9">
      <w:r>
        <w:t xml:space="preserve">c) </w:t>
      </w:r>
      <w:r w:rsidRPr="005413E9">
        <w:t xml:space="preserve">is considered deviant by public consensus, which may range from maximum to minimum. </w:t>
      </w:r>
    </w:p>
    <w:p w:rsidR="00944D49" w:rsidRPr="005413E9" w:rsidRDefault="00944D49" w:rsidP="005413E9">
      <w:r>
        <w:t xml:space="preserve">d) </w:t>
      </w:r>
      <w:r w:rsidRPr="005413E9">
        <w:t xml:space="preserve">is considered deviant by the police and officials of society, which may range from high to low.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12 </w:t>
      </w:r>
    </w:p>
    <w:p w:rsidR="00944D49" w:rsidRPr="005413E9" w:rsidRDefault="00944D49" w:rsidP="005413E9">
      <w:r w:rsidRPr="005413E9">
        <w:t>Answer : c</w:t>
      </w:r>
      <w:r>
        <w:t xml:space="preserve">) </w:t>
      </w:r>
      <w:r w:rsidRPr="005413E9">
        <w:t xml:space="preserve">is considered deviant by public consensus, which may range from maximum to minimum. </w:t>
      </w:r>
    </w:p>
    <w:p w:rsidR="00944D49" w:rsidRDefault="00944D49" w:rsidP="00113A9F"/>
    <w:p w:rsidR="00944D49" w:rsidRPr="005413E9" w:rsidRDefault="00944D49" w:rsidP="005413E9">
      <w:r w:rsidRPr="005413E9">
        <w:t>39</w:t>
      </w:r>
      <w:r>
        <w:t>.</w:t>
      </w:r>
      <w:r w:rsidRPr="005413E9">
        <w:t xml:space="preserve"> Which of the following conditions separates the positivist and constructionist perspectives on deviance? </w:t>
      </w:r>
    </w:p>
    <w:p w:rsidR="00944D49" w:rsidRDefault="00944D49" w:rsidP="00113A9F"/>
    <w:p w:rsidR="00944D49" w:rsidRPr="005413E9" w:rsidRDefault="00944D49" w:rsidP="005413E9">
      <w:r>
        <w:t xml:space="preserve">a) </w:t>
      </w:r>
      <w:r w:rsidRPr="005413E9">
        <w:t xml:space="preserve">the variety and type of religious attitudes toward deviant behavior. </w:t>
      </w:r>
    </w:p>
    <w:p w:rsidR="00944D49" w:rsidRPr="005413E9" w:rsidRDefault="00944D49" w:rsidP="005413E9">
      <w:r>
        <w:t xml:space="preserve">b) </w:t>
      </w:r>
      <w:r w:rsidRPr="005413E9">
        <w:t xml:space="preserve">the amount of private consensus about what is deviant behavior </w:t>
      </w:r>
    </w:p>
    <w:p w:rsidR="00944D49" w:rsidRPr="005413E9" w:rsidRDefault="00944D49" w:rsidP="005413E9">
      <w:r>
        <w:t xml:space="preserve">c) </w:t>
      </w:r>
      <w:r w:rsidRPr="005413E9">
        <w:t xml:space="preserve">the number of persons involved in deviant behavior </w:t>
      </w:r>
    </w:p>
    <w:p w:rsidR="00944D49" w:rsidRPr="005413E9" w:rsidRDefault="00944D49" w:rsidP="005413E9">
      <w:r>
        <w:t xml:space="preserve">d) </w:t>
      </w:r>
      <w:r w:rsidRPr="005413E9">
        <w:t xml:space="preserve">the amount of public consensus about what type of behavior is deviant.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12 </w:t>
      </w:r>
    </w:p>
    <w:p w:rsidR="00944D49" w:rsidRPr="005413E9" w:rsidRDefault="00944D49" w:rsidP="005413E9">
      <w:r w:rsidRPr="005413E9">
        <w:t>Answer: d</w:t>
      </w:r>
      <w:r>
        <w:t xml:space="preserve">) </w:t>
      </w:r>
      <w:r w:rsidRPr="005413E9">
        <w:t xml:space="preserve">the amount of public consensus about what type of behavior is deviant. </w:t>
      </w:r>
    </w:p>
    <w:p w:rsidR="00944D49" w:rsidRPr="005413E9" w:rsidRDefault="00944D49" w:rsidP="005413E9"/>
    <w:p w:rsidR="00944D49" w:rsidRPr="005413E9" w:rsidRDefault="00944D49" w:rsidP="005413E9">
      <w:r w:rsidRPr="005413E9">
        <w:t>40</w:t>
      </w:r>
      <w:r>
        <w:t>.</w:t>
      </w:r>
      <w:r w:rsidRPr="005413E9">
        <w:t xml:space="preserve"> Which of the following is one reason why, for U.S. citizens, deviant behavior is more or less, rather than completely, deviant? </w:t>
      </w:r>
    </w:p>
    <w:p w:rsidR="00944D49" w:rsidRDefault="00944D49" w:rsidP="00113A9F"/>
    <w:p w:rsidR="00944D49" w:rsidRPr="005413E9" w:rsidRDefault="00944D49" w:rsidP="005413E9">
      <w:r>
        <w:t xml:space="preserve">a) </w:t>
      </w:r>
      <w:r w:rsidRPr="005413E9">
        <w:t xml:space="preserve">Most deviance in the U.S. is low-consensus deviance. </w:t>
      </w:r>
    </w:p>
    <w:p w:rsidR="00944D49" w:rsidRPr="005413E9" w:rsidRDefault="00944D49" w:rsidP="005413E9">
      <w:r>
        <w:t xml:space="preserve">b) </w:t>
      </w:r>
      <w:r w:rsidRPr="005413E9">
        <w:t xml:space="preserve">The causes of deviance are largely unknown. </w:t>
      </w:r>
    </w:p>
    <w:p w:rsidR="00944D49" w:rsidRPr="005413E9" w:rsidRDefault="00944D49" w:rsidP="005413E9">
      <w:r>
        <w:t xml:space="preserve">c) </w:t>
      </w:r>
      <w:r w:rsidRPr="005413E9">
        <w:t xml:space="preserve">U.S. society is pluralistic. </w:t>
      </w:r>
    </w:p>
    <w:p w:rsidR="00944D49" w:rsidRPr="005413E9" w:rsidRDefault="00944D49" w:rsidP="005413E9">
      <w:r>
        <w:t xml:space="preserve">d) </w:t>
      </w:r>
      <w:r w:rsidRPr="005413E9">
        <w:t xml:space="preserve">Most people in the U.S. are immoral.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12</w:t>
      </w:r>
      <w:r w:rsidRPr="00113A9F">
        <w:t xml:space="preserve"> </w:t>
      </w:r>
    </w:p>
    <w:p w:rsidR="00944D49" w:rsidRPr="005413E9" w:rsidRDefault="00944D49" w:rsidP="005413E9">
      <w:r w:rsidRPr="005413E9">
        <w:t>Answer: c</w:t>
      </w:r>
      <w:r>
        <w:t xml:space="preserve">) </w:t>
      </w:r>
      <w:r w:rsidRPr="005413E9">
        <w:t xml:space="preserve">U.S. society is pluralistic. </w:t>
      </w:r>
    </w:p>
    <w:p w:rsidR="00944D49" w:rsidRPr="008C7E1B" w:rsidRDefault="00944D49" w:rsidP="00113A9F">
      <w:pPr>
        <w:rPr>
          <w:b/>
        </w:rPr>
      </w:pPr>
    </w:p>
    <w:p w:rsidR="00944D49" w:rsidRPr="005413E9" w:rsidRDefault="00944D49" w:rsidP="005413E9">
      <w:pPr>
        <w:rPr>
          <w:b/>
        </w:rPr>
      </w:pPr>
      <w:r w:rsidRPr="005413E9">
        <w:rPr>
          <w:b/>
        </w:rPr>
        <w:t xml:space="preserve">True/False Questions </w:t>
      </w:r>
    </w:p>
    <w:p w:rsidR="00944D49" w:rsidRDefault="00944D49" w:rsidP="00113A9F"/>
    <w:p w:rsidR="00944D49" w:rsidRPr="005413E9" w:rsidRDefault="00944D49" w:rsidP="005413E9">
      <w:r w:rsidRPr="005413E9">
        <w:t>1</w:t>
      </w:r>
      <w:r>
        <w:t>.</w:t>
      </w:r>
      <w:r w:rsidRPr="005413E9">
        <w:t xml:space="preserve"> Most U.S. residents generally agree about the definition of deviant behavior. </w:t>
      </w:r>
    </w:p>
    <w:p w:rsidR="00944D49" w:rsidRPr="00113A9F" w:rsidRDefault="00944D49" w:rsidP="00AC581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Pr="005413E9" w:rsidRDefault="00944D49" w:rsidP="005413E9">
      <w:r w:rsidRPr="005413E9">
        <w:t xml:space="preserve">Difficulty: 1 </w:t>
      </w:r>
    </w:p>
    <w:p w:rsidR="00944D49" w:rsidRDefault="00944D49" w:rsidP="00113A9F">
      <w:r w:rsidRPr="005413E9">
        <w:t>Page</w:t>
      </w:r>
      <w:r>
        <w:t xml:space="preserve"> </w:t>
      </w:r>
      <w:r w:rsidRPr="005413E9">
        <w:t xml:space="preserve">Reference: </w:t>
      </w:r>
      <w:r>
        <w:t>3</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2</w:t>
      </w:r>
      <w:r>
        <w:t>.</w:t>
      </w:r>
      <w:r w:rsidRPr="005413E9">
        <w:t xml:space="preserve"> Despite years of research, most sociologists today cannot agree upon a precise definition of deviant behavior. </w:t>
      </w:r>
    </w:p>
    <w:p w:rsidR="00944D49" w:rsidRPr="00113A9F" w:rsidRDefault="00944D49" w:rsidP="008C7E1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Pr="005413E9" w:rsidRDefault="00944D49" w:rsidP="005413E9">
      <w:r w:rsidRPr="005413E9">
        <w:t xml:space="preserve">Difficulty: 2 </w:t>
      </w:r>
    </w:p>
    <w:p w:rsidR="00944D49" w:rsidRDefault="00944D49" w:rsidP="00113A9F">
      <w:r w:rsidRPr="005413E9">
        <w:t>Page</w:t>
      </w:r>
      <w:r>
        <w:t xml:space="preserve"> </w:t>
      </w:r>
      <w:r w:rsidRPr="005413E9">
        <w:t xml:space="preserve">Reference: </w:t>
      </w:r>
      <w:r>
        <w:t>3-</w:t>
      </w:r>
      <w:r w:rsidRPr="005413E9">
        <w:t>4</w:t>
      </w:r>
      <w:r w:rsidRPr="00113A9F">
        <w:t xml:space="preserve"> </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t>3</w:t>
      </w:r>
      <w:r>
        <w:t xml:space="preserve">. </w:t>
      </w:r>
      <w:r w:rsidRPr="005413E9">
        <w:t xml:space="preserve">Most sociologists agree that extreme positive behavior such as a religious fanaticism or social reform is not really </w:t>
      </w:r>
      <w:r>
        <w:t>“</w:t>
      </w:r>
      <w:r w:rsidRPr="005413E9">
        <w:t>deviant.</w:t>
      </w:r>
      <w:r>
        <w:t>”</w:t>
      </w:r>
    </w:p>
    <w:p w:rsidR="00944D49" w:rsidRPr="00113A9F" w:rsidRDefault="00944D49" w:rsidP="008C7E1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Pr="005413E9" w:rsidRDefault="00944D49" w:rsidP="005413E9">
      <w:r w:rsidRPr="005413E9">
        <w:t xml:space="preserve">Difficulty: 1 </w:t>
      </w:r>
    </w:p>
    <w:p w:rsidR="00944D49" w:rsidRDefault="00944D49" w:rsidP="00113A9F">
      <w:r>
        <w:t>Page Reference</w:t>
      </w:r>
      <w:r w:rsidRPr="005413E9">
        <w:t xml:space="preserve">: </w:t>
      </w:r>
      <w:r>
        <w:t>3-</w:t>
      </w:r>
      <w:r w:rsidRPr="005413E9">
        <w:t>4</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4</w:t>
      </w:r>
      <w:r>
        <w:t>.</w:t>
      </w:r>
      <w:r w:rsidRPr="005413E9">
        <w:t xml:space="preserve"> Labeling theorists define deviance as a label imposed upon a given behavior. </w:t>
      </w:r>
    </w:p>
    <w:p w:rsidR="00944D49" w:rsidRPr="00113A9F" w:rsidRDefault="00944D49" w:rsidP="00AC581B">
      <w:pPr>
        <w:ind w:firstLine="720"/>
      </w:pPr>
      <w:r>
        <w:t>T</w:t>
      </w:r>
      <w:r w:rsidRPr="00113A9F">
        <w:t xml:space="preserve">rue </w:t>
      </w:r>
    </w:p>
    <w:p w:rsidR="00944D49" w:rsidRDefault="00944D49" w:rsidP="005B387A">
      <w:pPr>
        <w:ind w:firstLine="720"/>
      </w:pPr>
      <w:r>
        <w:t>False</w:t>
      </w:r>
    </w:p>
    <w:p w:rsidR="00944D49" w:rsidRPr="005413E9" w:rsidRDefault="00944D49" w:rsidP="00C72E7C">
      <w:r w:rsidRPr="005413E9">
        <w:t xml:space="preserve">Difficulty: 1 </w:t>
      </w:r>
    </w:p>
    <w:p w:rsidR="00944D49" w:rsidRDefault="00944D49" w:rsidP="00113A9F">
      <w:r w:rsidRPr="005413E9">
        <w:t>Page</w:t>
      </w:r>
      <w:r>
        <w:t xml:space="preserve"> </w:t>
      </w:r>
      <w:r w:rsidRPr="005413E9">
        <w:t xml:space="preserve">Reference: </w:t>
      </w:r>
      <w:r>
        <w:t>3-</w:t>
      </w:r>
      <w:r w:rsidRPr="005413E9">
        <w:t xml:space="preserve">4 </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t>5</w:t>
      </w:r>
      <w:r>
        <w:t xml:space="preserve">. </w:t>
      </w:r>
      <w:r w:rsidRPr="005413E9">
        <w:t xml:space="preserve">For some sociologists, deviance is any act considered by the powerful at a given time and place to be a violation of some social rule. </w:t>
      </w:r>
    </w:p>
    <w:p w:rsidR="00944D49" w:rsidRPr="00113A9F" w:rsidRDefault="00944D49" w:rsidP="00F05208">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Pr="005413E9" w:rsidRDefault="00944D49" w:rsidP="005413E9">
      <w:r w:rsidRPr="005413E9">
        <w:t xml:space="preserve">Difficulty: 1 </w:t>
      </w:r>
    </w:p>
    <w:p w:rsidR="00944D49" w:rsidRDefault="00944D49" w:rsidP="00113A9F">
      <w:r w:rsidRPr="005413E9">
        <w:t>Page</w:t>
      </w:r>
      <w:r>
        <w:t xml:space="preserve"> </w:t>
      </w:r>
      <w:r w:rsidRPr="005413E9">
        <w:t xml:space="preserve">Reference: </w:t>
      </w:r>
      <w:r>
        <w:t>3-</w:t>
      </w:r>
      <w:r w:rsidRPr="005413E9">
        <w:t>4</w:t>
      </w:r>
    </w:p>
    <w:p w:rsidR="00944D49" w:rsidRPr="005413E9" w:rsidRDefault="00944D49" w:rsidP="005413E9">
      <w:r w:rsidRPr="005413E9">
        <w:t>Answer</w:t>
      </w:r>
      <w:r>
        <w:t>: T</w:t>
      </w:r>
      <w:r w:rsidRPr="00113A9F">
        <w:t>rue</w:t>
      </w:r>
      <w:r w:rsidRPr="005413E9">
        <w:t xml:space="preserve"> </w:t>
      </w:r>
    </w:p>
    <w:p w:rsidR="00944D49" w:rsidRPr="005413E9" w:rsidRDefault="00944D49" w:rsidP="005413E9"/>
    <w:p w:rsidR="00944D49" w:rsidRPr="005413E9" w:rsidRDefault="00944D49" w:rsidP="005413E9">
      <w:r w:rsidRPr="005413E9">
        <w:t>6</w:t>
      </w:r>
      <w:r>
        <w:t xml:space="preserve">. </w:t>
      </w:r>
      <w:r w:rsidRPr="005413E9">
        <w:t>Early positivist criminologists were convinced that a person</w:t>
      </w:r>
      <w:r>
        <w:t>’</w:t>
      </w:r>
      <w:r w:rsidRPr="005413E9">
        <w:t xml:space="preserve">s criminal status changed through time and from </w:t>
      </w:r>
      <w:r>
        <w:t>culture to culture.</w:t>
      </w:r>
    </w:p>
    <w:p w:rsidR="00944D49" w:rsidRDefault="00944D49" w:rsidP="006501D9">
      <w:r>
        <w:tab/>
        <w:t>True</w:t>
      </w:r>
    </w:p>
    <w:p w:rsidR="00944D49" w:rsidRDefault="00944D49" w:rsidP="00113A9F">
      <w:r>
        <w:tab/>
        <w:t>False</w:t>
      </w:r>
    </w:p>
    <w:p w:rsidR="00944D49" w:rsidRDefault="00944D49" w:rsidP="00113A9F"/>
    <w:p w:rsidR="00944D49" w:rsidRDefault="00944D49" w:rsidP="00113A9F">
      <w:r>
        <w:t>Difficulty: 1</w:t>
      </w:r>
    </w:p>
    <w:p w:rsidR="00944D49" w:rsidRDefault="00944D49" w:rsidP="00113A9F">
      <w:r>
        <w:t>Page Reference: 4</w:t>
      </w:r>
    </w:p>
    <w:p w:rsidR="00944D49" w:rsidRDefault="00944D49" w:rsidP="00113A9F">
      <w:r>
        <w:t>Answer: False</w:t>
      </w:r>
    </w:p>
    <w:p w:rsidR="00944D49" w:rsidRDefault="00944D49" w:rsidP="005413E9"/>
    <w:p w:rsidR="00944D49" w:rsidRPr="005413E9" w:rsidRDefault="00944D49" w:rsidP="005413E9">
      <w:r w:rsidRPr="005413E9">
        <w:t>7</w:t>
      </w:r>
      <w:r>
        <w:t xml:space="preserve">. </w:t>
      </w:r>
      <w:r w:rsidRPr="005413E9">
        <w:t xml:space="preserve">The positivist perspective is associated with the humanities, such as art and philosophy, while the constructionist perspective is associated with the sciences, such as physics and biology. </w:t>
      </w:r>
    </w:p>
    <w:p w:rsidR="00944D49" w:rsidRPr="00113A9F" w:rsidRDefault="00944D49" w:rsidP="006501D9">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r w:rsidRPr="005413E9">
        <w:t xml:space="preserve"> </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8</w:t>
      </w:r>
      <w:r>
        <w:t xml:space="preserve">. </w:t>
      </w:r>
      <w:r w:rsidRPr="005413E9">
        <w:t>Positivist sociologists today realize that they are not free from personal bia</w:t>
      </w:r>
      <w:r>
        <w:t>s</w:t>
      </w:r>
      <w:r w:rsidRPr="005413E9">
        <w:t xml:space="preserve">. </w:t>
      </w:r>
    </w:p>
    <w:p w:rsidR="00944D49" w:rsidRPr="00113A9F" w:rsidRDefault="00944D49" w:rsidP="006501D9">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5</w:t>
      </w:r>
      <w:r w:rsidRPr="005413E9">
        <w:t xml:space="preserve"> </w:t>
      </w:r>
    </w:p>
    <w:p w:rsidR="00944D49" w:rsidRPr="00113A9F" w:rsidRDefault="00944D49" w:rsidP="00113A9F">
      <w:r w:rsidRPr="005413E9">
        <w:t>Answer</w:t>
      </w:r>
      <w:r>
        <w:t>: Tr</w:t>
      </w:r>
      <w:r w:rsidRPr="00113A9F">
        <w:t xml:space="preserve">ue </w:t>
      </w:r>
    </w:p>
    <w:p w:rsidR="00944D49" w:rsidRPr="005413E9" w:rsidRDefault="00944D49" w:rsidP="005413E9"/>
    <w:p w:rsidR="00944D49" w:rsidRPr="005413E9" w:rsidRDefault="00944D49" w:rsidP="005413E9">
      <w:r w:rsidRPr="005413E9">
        <w:t>9</w:t>
      </w:r>
      <w:r>
        <w:t>.</w:t>
      </w:r>
      <w:r w:rsidRPr="005413E9">
        <w:t xml:space="preserve"> According to the positivist perspective, deviance is seen as both real and separate from conforming behavior. </w:t>
      </w:r>
    </w:p>
    <w:p w:rsidR="00944D49" w:rsidRPr="00113A9F" w:rsidRDefault="00944D49" w:rsidP="00ED02D3">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7</w:t>
      </w:r>
    </w:p>
    <w:p w:rsidR="00944D49" w:rsidRPr="00113A9F" w:rsidRDefault="00944D49" w:rsidP="00113A9F">
      <w:r w:rsidRPr="005413E9">
        <w:t xml:space="preserve">Answer: </w:t>
      </w:r>
      <w:r>
        <w:t>T</w:t>
      </w:r>
      <w:r w:rsidRPr="00113A9F">
        <w:t xml:space="preserve">rue </w:t>
      </w:r>
    </w:p>
    <w:p w:rsidR="00944D49" w:rsidRPr="005413E9" w:rsidRDefault="00944D49" w:rsidP="005413E9"/>
    <w:p w:rsidR="00944D49" w:rsidRPr="005413E9" w:rsidRDefault="00944D49" w:rsidP="005413E9">
      <w:r w:rsidRPr="005413E9">
        <w:t>10</w:t>
      </w:r>
      <w:r>
        <w:t>.</w:t>
      </w:r>
      <w:r w:rsidRPr="005413E9">
        <w:t xml:space="preserve"> Many traditional criminologists, using the positivist perspective, believed that criminals possessed specific biological and psychological traits that made them different from non-criminals. </w:t>
      </w:r>
    </w:p>
    <w:p w:rsidR="00944D49" w:rsidRPr="00113A9F" w:rsidRDefault="00944D49" w:rsidP="00ED02D3">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4-</w:t>
      </w:r>
      <w:r w:rsidRPr="005413E9">
        <w:t>5</w:t>
      </w:r>
      <w:r w:rsidRPr="00113A9F">
        <w:t xml:space="preserve"> </w:t>
      </w:r>
    </w:p>
    <w:p w:rsidR="00944D49" w:rsidRPr="00113A9F" w:rsidRDefault="00944D49" w:rsidP="00113A9F">
      <w:r w:rsidRPr="005413E9">
        <w:t xml:space="preserve">Answer: </w:t>
      </w:r>
      <w:r>
        <w:t>T</w:t>
      </w:r>
      <w:r w:rsidRPr="00113A9F">
        <w:t xml:space="preserve">rue </w:t>
      </w:r>
    </w:p>
    <w:p w:rsidR="00944D49" w:rsidRPr="005413E9" w:rsidRDefault="00944D49" w:rsidP="005413E9"/>
    <w:p w:rsidR="00944D49" w:rsidRPr="005413E9" w:rsidRDefault="00944D49" w:rsidP="005413E9">
      <w:r w:rsidRPr="005413E9">
        <w:t>11</w:t>
      </w:r>
      <w:r>
        <w:t>.</w:t>
      </w:r>
      <w:r w:rsidRPr="005413E9">
        <w:t xml:space="preserve"> The positivist perspective on deviance assumes that humans are active in determining their own lives, and are not passive subjects of powerful forces. </w:t>
      </w:r>
    </w:p>
    <w:p w:rsidR="00944D49" w:rsidRPr="00113A9F" w:rsidRDefault="00944D49" w:rsidP="00B800C8">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6-</w:t>
      </w:r>
      <w:r w:rsidRPr="005413E9">
        <w:t>7</w:t>
      </w:r>
      <w:r w:rsidRPr="00113A9F">
        <w:t xml:space="preserve"> </w:t>
      </w:r>
    </w:p>
    <w:p w:rsidR="00944D49" w:rsidRPr="005413E9" w:rsidRDefault="00944D49" w:rsidP="005413E9">
      <w:r w:rsidRPr="005413E9">
        <w:t xml:space="preserve">Answer: </w:t>
      </w:r>
      <w:r>
        <w:t>F</w:t>
      </w:r>
      <w:r w:rsidRPr="00113A9F">
        <w:t>alse</w:t>
      </w:r>
      <w:r w:rsidRPr="005413E9">
        <w:t xml:space="preserve"> </w:t>
      </w:r>
    </w:p>
    <w:p w:rsidR="00944D49" w:rsidRPr="005413E9" w:rsidRDefault="00944D49" w:rsidP="005413E9"/>
    <w:p w:rsidR="00944D49" w:rsidRPr="005413E9" w:rsidRDefault="00944D49" w:rsidP="005413E9"/>
    <w:p w:rsidR="00944D49" w:rsidRPr="005413E9" w:rsidRDefault="00944D49" w:rsidP="005413E9">
      <w:r w:rsidRPr="005413E9">
        <w:t>12</w:t>
      </w:r>
      <w:r>
        <w:t>.</w:t>
      </w:r>
      <w:r w:rsidRPr="005413E9">
        <w:t xml:space="preserve"> The positivist perspective on deviance implies that if the deviant is treated as an object, he or she can be studied objectively. </w:t>
      </w:r>
    </w:p>
    <w:p w:rsidR="00944D49" w:rsidRDefault="00944D49" w:rsidP="00113A9F">
      <w:r>
        <w:tab/>
        <w:t>True</w:t>
      </w:r>
    </w:p>
    <w:p w:rsidR="00944D49" w:rsidRDefault="00944D49" w:rsidP="00113A9F">
      <w:r>
        <w:tab/>
        <w:t>False</w:t>
      </w:r>
    </w:p>
    <w:p w:rsidR="00944D49" w:rsidRDefault="00944D49" w:rsidP="00113A9F"/>
    <w:p w:rsidR="00944D49" w:rsidRDefault="00944D49" w:rsidP="00113A9F">
      <w:r w:rsidRPr="005413E9">
        <w:t>Difficulty: 1</w:t>
      </w:r>
    </w:p>
    <w:p w:rsidR="00944D49" w:rsidRDefault="00944D49" w:rsidP="00113A9F">
      <w:r>
        <w:t>Page Reference: 5-6</w:t>
      </w:r>
    </w:p>
    <w:p w:rsidR="00944D49" w:rsidRPr="00113A9F" w:rsidRDefault="00944D49" w:rsidP="00113A9F">
      <w:r>
        <w:t>Answer: True</w:t>
      </w:r>
    </w:p>
    <w:p w:rsidR="00944D49" w:rsidRPr="005413E9" w:rsidRDefault="00944D49" w:rsidP="005413E9"/>
    <w:p w:rsidR="00944D49" w:rsidRPr="005413E9" w:rsidRDefault="00944D49" w:rsidP="005413E9">
      <w:r w:rsidRPr="005413E9">
        <w:t>13</w:t>
      </w:r>
      <w:r>
        <w:t>.</w:t>
      </w:r>
      <w:r w:rsidRPr="005413E9">
        <w:t xml:space="preserve"> According to constructionist sociologists using the labeling perspective, if deviant behavior is not labeled as such, the behavior is not seen as deviant. </w:t>
      </w:r>
    </w:p>
    <w:p w:rsidR="00944D49" w:rsidRPr="00113A9F" w:rsidRDefault="00944D49" w:rsidP="00BD3EA9">
      <w:pPr>
        <w:ind w:firstLine="720"/>
      </w:pPr>
      <w:r>
        <w:t>T</w:t>
      </w:r>
      <w:r w:rsidRPr="00113A9F">
        <w:t xml:space="preserve">rue </w:t>
      </w:r>
    </w:p>
    <w:p w:rsidR="00944D49" w:rsidRPr="00113A9F" w:rsidRDefault="00944D49" w:rsidP="00BD3EA9">
      <w:pPr>
        <w:ind w:firstLine="720"/>
      </w:pPr>
      <w:r>
        <w:t>F</w:t>
      </w:r>
      <w:r w:rsidRPr="00113A9F">
        <w:t xml:space="preserve">alse </w:t>
      </w:r>
    </w:p>
    <w:p w:rsidR="00944D49" w:rsidRPr="00113A9F" w:rsidRDefault="00944D49" w:rsidP="00113A9F"/>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7-</w:t>
      </w:r>
      <w:r w:rsidRPr="005413E9">
        <w:t xml:space="preserve">8 </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t>14</w:t>
      </w:r>
      <w:r>
        <w:t>.</w:t>
      </w:r>
      <w:r w:rsidRPr="005413E9">
        <w:t xml:space="preserve"> According to the </w:t>
      </w:r>
      <w:r>
        <w:t>p</w:t>
      </w:r>
      <w:r w:rsidRPr="005413E9">
        <w:t xml:space="preserve">ositivist perspective, the definition of deviant behavior is subjective. </w:t>
      </w:r>
    </w:p>
    <w:p w:rsidR="00944D49" w:rsidRPr="00113A9F" w:rsidRDefault="00944D49" w:rsidP="00D67DF7">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15</w:t>
      </w:r>
      <w:r>
        <w:t>.</w:t>
      </w:r>
      <w:r w:rsidRPr="005413E9">
        <w:t xml:space="preserve"> The constructionist perspective on deviance centers on the behavior of deviants and does not examine the role of the police or courts in creating deviance. </w:t>
      </w:r>
    </w:p>
    <w:p w:rsidR="00944D49" w:rsidRPr="00113A9F" w:rsidRDefault="00944D49" w:rsidP="00D67DF7">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8</w:t>
      </w:r>
      <w:r w:rsidRPr="005413E9">
        <w:t xml:space="preserve"> </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16</w:t>
      </w:r>
      <w:r>
        <w:t>.</w:t>
      </w:r>
      <w:r w:rsidRPr="005413E9">
        <w:t xml:space="preserve"> Sociologists using the constructionist perspective believe that deviants are passive objects whose behavior is determined by the environment. </w:t>
      </w:r>
    </w:p>
    <w:p w:rsidR="00944D49" w:rsidRPr="00113A9F" w:rsidRDefault="00944D49" w:rsidP="00D67DF7">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10-11 </w:t>
      </w:r>
    </w:p>
    <w:p w:rsidR="00944D49" w:rsidRPr="005413E9" w:rsidRDefault="00944D49" w:rsidP="005413E9">
      <w:r w:rsidRPr="005413E9">
        <w:t>Answer</w:t>
      </w:r>
      <w:r>
        <w:t>: F</w:t>
      </w:r>
      <w:r w:rsidRPr="00113A9F">
        <w:t>alse</w:t>
      </w:r>
      <w:r w:rsidRPr="005413E9">
        <w:t xml:space="preserve"> </w:t>
      </w:r>
    </w:p>
    <w:p w:rsidR="00944D49" w:rsidRDefault="00944D49" w:rsidP="00113A9F"/>
    <w:p w:rsidR="00944D49" w:rsidRPr="005413E9" w:rsidRDefault="00944D49" w:rsidP="005413E9">
      <w:r w:rsidRPr="005413E9">
        <w:t>17</w:t>
      </w:r>
      <w:r>
        <w:t>.</w:t>
      </w:r>
      <w:r w:rsidRPr="005413E9">
        <w:t xml:space="preserve"> </w:t>
      </w:r>
      <w:r w:rsidRPr="00705DAA">
        <w:tab/>
      </w:r>
      <w:r w:rsidRPr="005413E9">
        <w:t xml:space="preserve">Constructionists tend to present deviants as basically the same as conventional people. </w:t>
      </w:r>
    </w:p>
    <w:p w:rsidR="00944D49" w:rsidRPr="00113A9F" w:rsidRDefault="00944D49" w:rsidP="00E97722">
      <w:pPr>
        <w:ind w:firstLine="720"/>
      </w:pPr>
      <w:r>
        <w:t>T</w:t>
      </w:r>
      <w:r w:rsidRPr="00113A9F">
        <w:t xml:space="preserve">rue </w:t>
      </w:r>
    </w:p>
    <w:p w:rsidR="00944D49" w:rsidRPr="005413E9" w:rsidRDefault="00944D49" w:rsidP="00E97722">
      <w:pPr>
        <w:ind w:firstLine="720"/>
      </w:pPr>
      <w:r>
        <w:t>F</w:t>
      </w:r>
      <w:r w:rsidRPr="00113A9F">
        <w:t>alse</w:t>
      </w:r>
      <w:r w:rsidRPr="005413E9">
        <w:t xml:space="preserve"> </w:t>
      </w:r>
    </w:p>
    <w:p w:rsidR="00944D49" w:rsidRPr="005413E9" w:rsidRDefault="00944D49" w:rsidP="00E97722"/>
    <w:p w:rsidR="00944D49" w:rsidRDefault="00944D49" w:rsidP="005413E9">
      <w:r>
        <w:t>Difficulty: 1</w:t>
      </w:r>
    </w:p>
    <w:p w:rsidR="00944D49" w:rsidRPr="005413E9" w:rsidRDefault="00944D49" w:rsidP="005413E9">
      <w:r>
        <w:t>Page Reference</w:t>
      </w:r>
      <w:r w:rsidRPr="005413E9">
        <w:t xml:space="preserve">: </w:t>
      </w:r>
      <w:r>
        <w:t>8-9</w:t>
      </w:r>
    </w:p>
    <w:p w:rsidR="00944D49" w:rsidRPr="005413E9" w:rsidRDefault="00944D49" w:rsidP="005413E9">
      <w:r w:rsidRPr="005413E9">
        <w:t>Answer</w:t>
      </w:r>
      <w:r>
        <w:t>: T</w:t>
      </w:r>
      <w:r w:rsidRPr="00113A9F">
        <w:t>rue</w:t>
      </w:r>
      <w:r w:rsidRPr="005413E9">
        <w:t xml:space="preserve"> </w:t>
      </w:r>
    </w:p>
    <w:p w:rsidR="00944D49" w:rsidRPr="005413E9" w:rsidRDefault="00944D49" w:rsidP="005413E9"/>
    <w:p w:rsidR="00944D49" w:rsidRPr="005413E9" w:rsidRDefault="00944D49" w:rsidP="005413E9">
      <w:r w:rsidRPr="005413E9">
        <w:t>18</w:t>
      </w:r>
      <w:r>
        <w:t>.</w:t>
      </w:r>
      <w:r w:rsidRPr="005413E9">
        <w:t xml:space="preserve"> Murder is one example of lower-consensus deviance. </w:t>
      </w:r>
    </w:p>
    <w:p w:rsidR="00944D49" w:rsidRDefault="00944D49" w:rsidP="00113A9F">
      <w:r>
        <w:tab/>
        <w:t>True</w:t>
      </w:r>
    </w:p>
    <w:p w:rsidR="00944D49" w:rsidRDefault="00944D49" w:rsidP="00113A9F">
      <w:r>
        <w:tab/>
        <w:t>False</w:t>
      </w:r>
    </w:p>
    <w:p w:rsidR="00944D49" w:rsidRDefault="00944D49" w:rsidP="00113A9F"/>
    <w:p w:rsidR="00944D49" w:rsidRDefault="00944D49" w:rsidP="00113A9F">
      <w:r>
        <w:t>Difficulty: 1</w:t>
      </w:r>
      <w:bookmarkStart w:id="0" w:name="_GoBack"/>
      <w:bookmarkEnd w:id="0"/>
    </w:p>
    <w:p w:rsidR="00944D49" w:rsidRDefault="00944D49" w:rsidP="00113A9F">
      <w:r>
        <w:t>Page Reference: 11</w:t>
      </w:r>
    </w:p>
    <w:p w:rsidR="00944D49" w:rsidRPr="00113A9F" w:rsidRDefault="00944D49" w:rsidP="00113A9F">
      <w:r>
        <w:t>Answer: False</w:t>
      </w:r>
    </w:p>
    <w:p w:rsidR="00944D49" w:rsidRDefault="00944D49" w:rsidP="005413E9"/>
    <w:p w:rsidR="00944D49" w:rsidRPr="005413E9" w:rsidRDefault="00944D49" w:rsidP="005413E9">
      <w:r w:rsidRPr="005413E9">
        <w:t>19</w:t>
      </w:r>
      <w:r>
        <w:t>.</w:t>
      </w:r>
      <w:r w:rsidRPr="005413E9">
        <w:t xml:space="preserve"> Deviant behavior is any behavior considered deviant by public consensus, which may range from the maximum to the minimum.</w:t>
      </w:r>
    </w:p>
    <w:p w:rsidR="00944D49" w:rsidRPr="00113A9F" w:rsidRDefault="00944D49" w:rsidP="008022B5">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11-</w:t>
      </w:r>
      <w:r w:rsidRPr="005413E9">
        <w:t>12</w:t>
      </w:r>
    </w:p>
    <w:p w:rsidR="00944D49" w:rsidRPr="00113A9F" w:rsidRDefault="00944D49" w:rsidP="00113A9F">
      <w:r w:rsidRPr="005413E9">
        <w:t>Answer</w:t>
      </w:r>
      <w:r>
        <w:t>: Tr</w:t>
      </w:r>
      <w:r w:rsidRPr="00113A9F">
        <w:t xml:space="preserve">ue </w:t>
      </w:r>
    </w:p>
    <w:p w:rsidR="00944D49" w:rsidRPr="005413E9" w:rsidRDefault="00944D49" w:rsidP="005413E9"/>
    <w:p w:rsidR="00944D49" w:rsidRPr="005413E9" w:rsidRDefault="00944D49" w:rsidP="005413E9">
      <w:r w:rsidRPr="005413E9">
        <w:t>20</w:t>
      </w:r>
      <w:r>
        <w:t>.</w:t>
      </w:r>
      <w:r w:rsidRPr="005413E9">
        <w:t xml:space="preserve"> </w:t>
      </w:r>
      <w:r>
        <w:t>T</w:t>
      </w:r>
      <w:r w:rsidRPr="005413E9">
        <w:t xml:space="preserve">he constructionist perspective on deviance is best suited for the study of low-consensus deviance. </w:t>
      </w:r>
    </w:p>
    <w:p w:rsidR="00944D49" w:rsidRPr="00113A9F" w:rsidRDefault="00944D49" w:rsidP="00A0427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11</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t>21</w:t>
      </w:r>
      <w:r>
        <w:t>.</w:t>
      </w:r>
      <w:r w:rsidRPr="005413E9">
        <w:t xml:space="preserve"> A sociologist is interested in studying the deviant behavior of prostitutes and other night people. He or she </w:t>
      </w:r>
      <w:r>
        <w:t>could</w:t>
      </w:r>
      <w:r w:rsidRPr="005413E9">
        <w:t xml:space="preserve"> utilize a constructionist perspective. </w:t>
      </w:r>
    </w:p>
    <w:p w:rsidR="00944D49" w:rsidRPr="00113A9F" w:rsidRDefault="00944D49" w:rsidP="00A0427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w:t>
      </w:r>
      <w:r>
        <w:t>2</w:t>
      </w:r>
    </w:p>
    <w:p w:rsidR="00944D49" w:rsidRPr="005413E9" w:rsidRDefault="00944D49" w:rsidP="005413E9">
      <w:r w:rsidRPr="005413E9">
        <w:t>Page</w:t>
      </w:r>
      <w:r>
        <w:t xml:space="preserve"> </w:t>
      </w:r>
      <w:r w:rsidRPr="005413E9">
        <w:t xml:space="preserve">Reference: </w:t>
      </w:r>
      <w:r>
        <w:t>11</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t>22</w:t>
      </w:r>
      <w:r>
        <w:t>.</w:t>
      </w:r>
      <w:r w:rsidRPr="005413E9">
        <w:t xml:space="preserve"> An attorney, pleading leniency for his guilty client, asks the judge to take into consideration his client</w:t>
      </w:r>
      <w:r>
        <w:t>’</w:t>
      </w:r>
      <w:r w:rsidRPr="005413E9">
        <w:t xml:space="preserve">s unfortunate background, including child abuse and abandonment, before passing sentence. It is logical to conclude that the attorney is asking the judge to view deviance from a </w:t>
      </w:r>
      <w:r>
        <w:t>p</w:t>
      </w:r>
      <w:r w:rsidRPr="005413E9">
        <w:t xml:space="preserve">ositivist </w:t>
      </w:r>
      <w:r>
        <w:t>p</w:t>
      </w:r>
      <w:r w:rsidRPr="005413E9">
        <w:t xml:space="preserve">erspective. </w:t>
      </w:r>
    </w:p>
    <w:p w:rsidR="00944D49" w:rsidRPr="00113A9F" w:rsidRDefault="00944D49" w:rsidP="00F406CD">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r w:rsidRPr="005413E9">
        <w:t xml:space="preserve"> </w:t>
      </w:r>
    </w:p>
    <w:p w:rsidR="00944D49" w:rsidRPr="00113A9F" w:rsidRDefault="00944D49" w:rsidP="00113A9F">
      <w:r w:rsidRPr="005413E9">
        <w:t xml:space="preserve">Answer: </w:t>
      </w:r>
      <w:r>
        <w:t>Tr</w:t>
      </w:r>
      <w:r w:rsidRPr="00113A9F">
        <w:t xml:space="preserve">ue </w:t>
      </w:r>
    </w:p>
    <w:p w:rsidR="00944D49" w:rsidRPr="005413E9" w:rsidRDefault="00944D49" w:rsidP="005413E9"/>
    <w:p w:rsidR="00944D49" w:rsidRPr="005413E9" w:rsidRDefault="00944D49" w:rsidP="005413E9">
      <w:r w:rsidRPr="005413E9">
        <w:t>23</w:t>
      </w:r>
      <w:r>
        <w:t>.</w:t>
      </w:r>
      <w:r w:rsidRPr="005413E9">
        <w:t xml:space="preserve"> Culture plays a role in determining the definition of deviant behavior.</w:t>
      </w:r>
    </w:p>
    <w:p w:rsidR="00944D49" w:rsidRPr="00113A9F" w:rsidRDefault="00944D49" w:rsidP="00F406CD">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p>
    <w:p w:rsidR="00944D49" w:rsidRPr="005413E9" w:rsidRDefault="00944D49" w:rsidP="005413E9">
      <w:r w:rsidRPr="005413E9">
        <w:t>Answer</w:t>
      </w:r>
      <w:r>
        <w:t>: T</w:t>
      </w:r>
      <w:r w:rsidRPr="00113A9F">
        <w:t>rue</w:t>
      </w:r>
      <w:r w:rsidRPr="005413E9">
        <w:t xml:space="preserve"> </w:t>
      </w:r>
    </w:p>
    <w:p w:rsidR="00944D49" w:rsidRPr="005413E9" w:rsidRDefault="00944D49" w:rsidP="005413E9"/>
    <w:p w:rsidR="00944D49" w:rsidRPr="005413E9" w:rsidRDefault="00944D49" w:rsidP="005413E9">
      <w:r w:rsidRPr="005413E9">
        <w:t>24</w:t>
      </w:r>
      <w:r>
        <w:t>.</w:t>
      </w:r>
      <w:r w:rsidRPr="005413E9">
        <w:t xml:space="preserve"> All deviant behaviors are crimes. </w:t>
      </w:r>
    </w:p>
    <w:p w:rsidR="00944D49" w:rsidRPr="00113A9F" w:rsidRDefault="00944D49" w:rsidP="002163B5">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12-</w:t>
      </w:r>
      <w:r w:rsidRPr="005413E9">
        <w:t xml:space="preserve">13 </w:t>
      </w:r>
    </w:p>
    <w:p w:rsidR="00944D49" w:rsidRPr="005413E9" w:rsidRDefault="00944D49" w:rsidP="005413E9">
      <w:r w:rsidRPr="005413E9">
        <w:t>Answer</w:t>
      </w:r>
      <w:r>
        <w:t>: F</w:t>
      </w:r>
      <w:r w:rsidRPr="00113A9F">
        <w:t>alse</w:t>
      </w:r>
      <w:r w:rsidRPr="005413E9">
        <w:t xml:space="preserve"> </w:t>
      </w:r>
    </w:p>
    <w:p w:rsidR="00944D49" w:rsidRDefault="00944D49" w:rsidP="00113A9F"/>
    <w:p w:rsidR="00944D49" w:rsidRPr="005413E9" w:rsidRDefault="00944D49" w:rsidP="005413E9">
      <w:r w:rsidRPr="005413E9">
        <w:t>25</w:t>
      </w:r>
      <w:r>
        <w:t>.</w:t>
      </w:r>
      <w:r w:rsidRPr="005413E9">
        <w:t xml:space="preserve"> </w:t>
      </w:r>
      <w:r>
        <w:t>Crime is a violation of a formal norm.</w:t>
      </w:r>
      <w:r w:rsidRPr="005413E9">
        <w:t xml:space="preserve"> </w:t>
      </w:r>
    </w:p>
    <w:p w:rsidR="00944D49" w:rsidRPr="00113A9F" w:rsidRDefault="00944D49" w:rsidP="002163B5">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Reference: 13</w:t>
      </w:r>
    </w:p>
    <w:p w:rsidR="00944D49" w:rsidRPr="00113A9F" w:rsidRDefault="00944D49" w:rsidP="00113A9F">
      <w:r w:rsidRPr="005413E9">
        <w:t>Answer</w:t>
      </w:r>
      <w:r>
        <w:t>: True</w:t>
      </w:r>
      <w:r w:rsidRPr="00113A9F">
        <w:t xml:space="preserve"> </w:t>
      </w:r>
    </w:p>
    <w:p w:rsidR="00944D49" w:rsidRPr="005413E9" w:rsidRDefault="00944D49" w:rsidP="005413E9"/>
    <w:p w:rsidR="00944D49" w:rsidRPr="005413E9" w:rsidRDefault="00944D49" w:rsidP="005413E9">
      <w:r w:rsidRPr="005413E9">
        <w:t>26</w:t>
      </w:r>
      <w:r>
        <w:t>.</w:t>
      </w:r>
      <w:r w:rsidRPr="005413E9">
        <w:t xml:space="preserve"> Attributing deviant behavior to one</w:t>
      </w:r>
      <w:r>
        <w:t>’</w:t>
      </w:r>
      <w:r w:rsidRPr="005413E9">
        <w:t xml:space="preserve">s genetic disposition is viewing deviant behavior from a </w:t>
      </w:r>
      <w:r>
        <w:t>c</w:t>
      </w:r>
      <w:r w:rsidRPr="005413E9">
        <w:t xml:space="preserve">onstructionist </w:t>
      </w:r>
      <w:r>
        <w:t>p</w:t>
      </w:r>
      <w:r w:rsidRPr="005413E9">
        <w:t>erspective.</w:t>
      </w:r>
      <w:r>
        <w:t xml:space="preserve"> </w:t>
      </w:r>
    </w:p>
    <w:p w:rsidR="00944D49" w:rsidRPr="00113A9F" w:rsidRDefault="00944D49" w:rsidP="002163B5">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7-10</w:t>
      </w:r>
      <w:r w:rsidRPr="00113A9F">
        <w:t xml:space="preserve"> </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27</w:t>
      </w:r>
      <w:r>
        <w:t>.</w:t>
      </w:r>
      <w:r w:rsidRPr="005413E9">
        <w:t xml:space="preserve"> Those in positions of power do NOT have the ability to define what behavior is deviant or not. </w:t>
      </w:r>
    </w:p>
    <w:p w:rsidR="00944D49" w:rsidRPr="00113A9F" w:rsidRDefault="00944D49" w:rsidP="00D37E61">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9-</w:t>
      </w:r>
      <w:r w:rsidRPr="005413E9">
        <w:t>10</w:t>
      </w:r>
    </w:p>
    <w:p w:rsidR="00944D49" w:rsidRPr="005413E9" w:rsidRDefault="00944D49" w:rsidP="005413E9">
      <w:r w:rsidRPr="005413E9">
        <w:t>Answer</w:t>
      </w:r>
      <w:r>
        <w:t>: F</w:t>
      </w:r>
      <w:r w:rsidRPr="00113A9F">
        <w:t>alse</w:t>
      </w:r>
      <w:r w:rsidRPr="005413E9">
        <w:t xml:space="preserve"> </w:t>
      </w:r>
    </w:p>
    <w:p w:rsidR="00944D49" w:rsidRDefault="00944D49" w:rsidP="00113A9F"/>
    <w:p w:rsidR="00944D49" w:rsidRPr="005413E9" w:rsidRDefault="00944D49" w:rsidP="005413E9">
      <w:pPr>
        <w:rPr>
          <w:b/>
        </w:rPr>
      </w:pPr>
      <w:r w:rsidRPr="005413E9">
        <w:rPr>
          <w:b/>
        </w:rPr>
        <w:t xml:space="preserve">Fill-In Questions </w:t>
      </w:r>
    </w:p>
    <w:p w:rsidR="00944D49" w:rsidRPr="005413E9" w:rsidRDefault="00944D49" w:rsidP="005413E9"/>
    <w:p w:rsidR="00944D49" w:rsidRPr="005413E9" w:rsidRDefault="00944D49" w:rsidP="005413E9">
      <w:r w:rsidRPr="005413E9">
        <w:t>1</w:t>
      </w:r>
      <w:r>
        <w:t xml:space="preserve">. </w:t>
      </w:r>
      <w:r w:rsidRPr="005413E9">
        <w:t>According to the __________</w:t>
      </w:r>
      <w:r>
        <w:t xml:space="preserve"> </w:t>
      </w:r>
      <w:r w:rsidRPr="005413E9">
        <w:t xml:space="preserve">perspective, deviance is a property conferred upon behavior by audiences which directly or indirectly witness them. </w:t>
      </w:r>
    </w:p>
    <w:p w:rsidR="00944D49" w:rsidRPr="005413E9" w:rsidRDefault="00944D49" w:rsidP="005413E9"/>
    <w:p w:rsidR="00944D49" w:rsidRDefault="00944D49" w:rsidP="00113A9F">
      <w:r w:rsidRPr="005413E9">
        <w:t xml:space="preserve">Difficulty: 1 </w:t>
      </w:r>
    </w:p>
    <w:p w:rsidR="00944D49" w:rsidRDefault="00944D49" w:rsidP="00113A9F">
      <w:r>
        <w:t>Page Reference</w:t>
      </w:r>
      <w:r w:rsidRPr="005413E9">
        <w:t xml:space="preserve">: </w:t>
      </w:r>
      <w:r>
        <w:t>3-4</w:t>
      </w:r>
    </w:p>
    <w:p w:rsidR="00944D49" w:rsidRPr="005413E9" w:rsidRDefault="00944D49" w:rsidP="005413E9">
      <w:r w:rsidRPr="005413E9">
        <w:t>Answer</w:t>
      </w:r>
      <w:r>
        <w:t xml:space="preserve">: </w:t>
      </w:r>
      <w:r w:rsidRPr="005413E9">
        <w:t>labeling</w:t>
      </w:r>
    </w:p>
    <w:p w:rsidR="00944D49" w:rsidRPr="005413E9" w:rsidRDefault="00944D49" w:rsidP="005413E9"/>
    <w:p w:rsidR="00944D49" w:rsidRPr="005413E9" w:rsidRDefault="00944D49" w:rsidP="005413E9">
      <w:r w:rsidRPr="005413E9">
        <w:t>2</w:t>
      </w:r>
      <w:r>
        <w:t>.</w:t>
      </w:r>
      <w:r w:rsidRPr="005413E9">
        <w:t xml:space="preserve"> According to the __________ perspective on deviance, deviance is intrinsically real and an objective fact. </w:t>
      </w:r>
    </w:p>
    <w:p w:rsidR="00944D49" w:rsidRPr="005413E9" w:rsidRDefault="00944D49" w:rsidP="005413E9"/>
    <w:p w:rsidR="00944D49" w:rsidRDefault="00944D49" w:rsidP="00113A9F">
      <w:r w:rsidRPr="005413E9">
        <w:t xml:space="preserve">Difficulty: 1 </w:t>
      </w:r>
    </w:p>
    <w:p w:rsidR="00944D49" w:rsidRDefault="00944D49" w:rsidP="00113A9F">
      <w:r>
        <w:t>Page Reference</w:t>
      </w:r>
      <w:r w:rsidRPr="005413E9">
        <w:t xml:space="preserve">: </w:t>
      </w:r>
      <w:r>
        <w:t>4-</w:t>
      </w:r>
      <w:r w:rsidRPr="005413E9">
        <w:t>5</w:t>
      </w:r>
    </w:p>
    <w:p w:rsidR="00944D49" w:rsidRPr="005413E9" w:rsidRDefault="00944D49" w:rsidP="005413E9">
      <w:r w:rsidRPr="005413E9">
        <w:t>Answer</w:t>
      </w:r>
      <w:r>
        <w:t xml:space="preserve">: </w:t>
      </w:r>
      <w:r w:rsidRPr="005413E9">
        <w:t>positivist</w:t>
      </w:r>
    </w:p>
    <w:p w:rsidR="00944D49" w:rsidRPr="005413E9" w:rsidRDefault="00944D49" w:rsidP="005413E9"/>
    <w:p w:rsidR="00944D49" w:rsidRPr="005413E9" w:rsidRDefault="00944D49" w:rsidP="005413E9">
      <w:r w:rsidRPr="005413E9">
        <w:t>3</w:t>
      </w:r>
      <w:r>
        <w:t xml:space="preserve">. </w:t>
      </w:r>
      <w:r w:rsidRPr="005413E9">
        <w:t xml:space="preserve">One aspect of the constructionist perspective on deviance is </w:t>
      </w:r>
      <w:r>
        <w:t>__________</w:t>
      </w:r>
      <w:r w:rsidRPr="00113A9F">
        <w:t>,</w:t>
      </w:r>
      <w:r w:rsidRPr="005413E9">
        <w:t xml:space="preserve"> or studying how the world appears to and is interpreted by the deviant. </w:t>
      </w:r>
    </w:p>
    <w:p w:rsidR="00944D49" w:rsidRPr="005413E9" w:rsidRDefault="00944D49" w:rsidP="005413E9"/>
    <w:p w:rsidR="00944D49" w:rsidRPr="005413E9" w:rsidRDefault="00944D49" w:rsidP="005413E9">
      <w:r w:rsidRPr="005413E9">
        <w:t xml:space="preserve">Difficulty: 1 </w:t>
      </w:r>
    </w:p>
    <w:p w:rsidR="00944D49" w:rsidRDefault="00944D49" w:rsidP="00113A9F">
      <w:r>
        <w:t>Page Reference</w:t>
      </w:r>
      <w:r w:rsidRPr="005413E9">
        <w:t xml:space="preserve">: </w:t>
      </w:r>
      <w:r>
        <w:t>8-</w:t>
      </w:r>
      <w:r w:rsidRPr="005413E9">
        <w:t>9</w:t>
      </w:r>
    </w:p>
    <w:p w:rsidR="00944D49" w:rsidRPr="005413E9" w:rsidRDefault="00944D49" w:rsidP="005413E9">
      <w:r w:rsidRPr="005413E9">
        <w:t>Answer</w:t>
      </w:r>
      <w:r>
        <w:t xml:space="preserve">: </w:t>
      </w:r>
      <w:r w:rsidRPr="005413E9">
        <w:t>subjectivism</w:t>
      </w:r>
    </w:p>
    <w:p w:rsidR="00944D49" w:rsidRPr="005413E9" w:rsidRDefault="00944D49" w:rsidP="005413E9"/>
    <w:p w:rsidR="00944D49" w:rsidRPr="005413E9" w:rsidRDefault="00944D49" w:rsidP="005413E9">
      <w:r w:rsidRPr="005413E9">
        <w:t>4</w:t>
      </w:r>
      <w:r>
        <w:t>. T</w:t>
      </w:r>
      <w:r w:rsidRPr="005413E9">
        <w:t>he</w:t>
      </w:r>
      <w:r>
        <w:t xml:space="preserve"> </w:t>
      </w:r>
      <w:r w:rsidRPr="005413E9">
        <w:t xml:space="preserve">__________ perspective is more pertinent for understanding relatively serious types of deviant behavior. </w:t>
      </w:r>
    </w:p>
    <w:p w:rsidR="00944D49" w:rsidRPr="005413E9" w:rsidRDefault="00944D49" w:rsidP="005413E9"/>
    <w:p w:rsidR="00944D49" w:rsidRDefault="00944D49" w:rsidP="00113A9F">
      <w:r w:rsidRPr="005413E9">
        <w:t xml:space="preserve">Difficulty: 1 </w:t>
      </w:r>
    </w:p>
    <w:p w:rsidR="00944D49" w:rsidRDefault="00944D49" w:rsidP="00113A9F">
      <w:r>
        <w:t>Page Reference</w:t>
      </w:r>
      <w:r w:rsidRPr="005413E9">
        <w:t xml:space="preserve">: </w:t>
      </w:r>
      <w:r>
        <w:t>11</w:t>
      </w:r>
      <w:r w:rsidRPr="00113A9F">
        <w:t xml:space="preserve"> </w:t>
      </w:r>
    </w:p>
    <w:p w:rsidR="00944D49" w:rsidRPr="005413E9" w:rsidRDefault="00944D49" w:rsidP="005413E9">
      <w:r w:rsidRPr="005413E9">
        <w:t>Answer</w:t>
      </w:r>
      <w:r>
        <w:t xml:space="preserve">: </w:t>
      </w:r>
      <w:r w:rsidRPr="005413E9">
        <w:t>positivist</w:t>
      </w:r>
    </w:p>
    <w:p w:rsidR="00944D49" w:rsidRPr="005413E9" w:rsidRDefault="00944D49" w:rsidP="005413E9"/>
    <w:p w:rsidR="00944D49" w:rsidRPr="005413E9" w:rsidRDefault="00944D49" w:rsidP="005413E9">
      <w:r w:rsidRPr="005413E9">
        <w:t>5</w:t>
      </w:r>
      <w:r>
        <w:t>.</w:t>
      </w:r>
      <w:r w:rsidRPr="005413E9">
        <w:t xml:space="preserve"> </w:t>
      </w:r>
      <w:r>
        <w:t xml:space="preserve">___________ </w:t>
      </w:r>
      <w:r w:rsidRPr="005413E9">
        <w:t xml:space="preserve">behavior is any behavior considered deviant by public consensus, which may range from the maximum to the minimum. </w:t>
      </w:r>
    </w:p>
    <w:p w:rsidR="00944D49" w:rsidRPr="005413E9" w:rsidRDefault="00944D49" w:rsidP="005413E9"/>
    <w:p w:rsidR="00944D49" w:rsidRPr="005413E9" w:rsidRDefault="00944D49" w:rsidP="005413E9">
      <w:r w:rsidRPr="005413E9">
        <w:t xml:space="preserve">Difficulty: 1 </w:t>
      </w:r>
    </w:p>
    <w:p w:rsidR="00944D49" w:rsidRDefault="00944D49" w:rsidP="00113A9F">
      <w:r w:rsidRPr="005413E9">
        <w:t>Page</w:t>
      </w:r>
      <w:r>
        <w:t xml:space="preserve"> </w:t>
      </w:r>
      <w:r w:rsidRPr="005413E9">
        <w:t xml:space="preserve">Reference: </w:t>
      </w:r>
      <w:r>
        <w:t>11-</w:t>
      </w:r>
      <w:r w:rsidRPr="005413E9">
        <w:t xml:space="preserve">12 </w:t>
      </w:r>
    </w:p>
    <w:p w:rsidR="00944D49" w:rsidRPr="005413E9" w:rsidRDefault="00944D49" w:rsidP="005413E9">
      <w:r w:rsidRPr="005413E9">
        <w:t>Answer</w:t>
      </w:r>
      <w:r>
        <w:t xml:space="preserve">: </w:t>
      </w:r>
      <w:r w:rsidRPr="005413E9">
        <w:t>Deviant</w:t>
      </w:r>
    </w:p>
    <w:p w:rsidR="00944D49" w:rsidRPr="005413E9" w:rsidRDefault="00944D49" w:rsidP="005413E9"/>
    <w:p w:rsidR="00944D49" w:rsidRPr="005413E9" w:rsidRDefault="00944D49" w:rsidP="005413E9">
      <w:r w:rsidRPr="005413E9">
        <w:t>6</w:t>
      </w:r>
      <w:r>
        <w:t xml:space="preserve">. </w:t>
      </w:r>
      <w:r w:rsidRPr="005413E9">
        <w:t>A judge who takes a guilty person</w:t>
      </w:r>
      <w:r>
        <w:t>’</w:t>
      </w:r>
      <w:r w:rsidRPr="005413E9">
        <w:t>s unfortunate family background into consideration before passing sentence is viewing deviance from a __________ perspective.</w:t>
      </w:r>
      <w:r>
        <w:t xml:space="preserve"> </w:t>
      </w:r>
    </w:p>
    <w:p w:rsidR="00944D49" w:rsidRPr="005413E9" w:rsidRDefault="00944D49" w:rsidP="005413E9"/>
    <w:p w:rsidR="00944D49" w:rsidRPr="005413E9" w:rsidRDefault="00944D49" w:rsidP="005413E9">
      <w:r w:rsidRPr="005413E9">
        <w:t xml:space="preserve">Difficulty: 1 </w:t>
      </w:r>
    </w:p>
    <w:p w:rsidR="00944D49" w:rsidRDefault="00944D49" w:rsidP="00113A9F">
      <w:r w:rsidRPr="005413E9">
        <w:t>Page</w:t>
      </w:r>
      <w:r>
        <w:t xml:space="preserve"> </w:t>
      </w:r>
      <w:r w:rsidRPr="005413E9">
        <w:t xml:space="preserve">Reference: </w:t>
      </w:r>
      <w:r>
        <w:t>4-7</w:t>
      </w:r>
    </w:p>
    <w:p w:rsidR="00944D49" w:rsidRPr="005413E9" w:rsidRDefault="00944D49" w:rsidP="005413E9">
      <w:r w:rsidRPr="005413E9">
        <w:t>Answer</w:t>
      </w:r>
      <w:r>
        <w:t>: p</w:t>
      </w:r>
      <w:r w:rsidRPr="005413E9">
        <w:t>ositivist</w:t>
      </w:r>
    </w:p>
    <w:p w:rsidR="00944D49" w:rsidRDefault="00944D49" w:rsidP="00113A9F"/>
    <w:p w:rsidR="00944D49" w:rsidRPr="005413E9" w:rsidRDefault="00944D49" w:rsidP="005413E9">
      <w:r w:rsidRPr="005413E9">
        <w:t>7</w:t>
      </w:r>
      <w:r>
        <w:t xml:space="preserve">. </w:t>
      </w:r>
      <w:r w:rsidRPr="005413E9">
        <w:t xml:space="preserve">If you tell a child that he or she is a thief often enough, he or she is going to believe it. This statement best fits </w:t>
      </w:r>
      <w:r>
        <w:t xml:space="preserve">the </w:t>
      </w:r>
      <w:r w:rsidRPr="005413E9">
        <w:t xml:space="preserve">__________ </w:t>
      </w:r>
      <w:r>
        <w:t>p</w:t>
      </w:r>
      <w:r w:rsidRPr="005413E9">
        <w:t xml:space="preserve">erspective on deviance. </w:t>
      </w:r>
    </w:p>
    <w:p w:rsidR="00944D49" w:rsidRPr="005413E9" w:rsidRDefault="00944D49" w:rsidP="005413E9">
      <w:r w:rsidRPr="005413E9">
        <w:t xml:space="preserve">Difficulty: 2 </w:t>
      </w:r>
    </w:p>
    <w:p w:rsidR="00944D49" w:rsidRDefault="00944D49" w:rsidP="00113A9F">
      <w:r w:rsidRPr="005413E9">
        <w:t>Page</w:t>
      </w:r>
      <w:r>
        <w:t xml:space="preserve"> </w:t>
      </w:r>
      <w:r w:rsidRPr="005413E9">
        <w:t xml:space="preserve">Reference: </w:t>
      </w:r>
      <w:r>
        <w:t>7-10</w:t>
      </w:r>
    </w:p>
    <w:p w:rsidR="00944D49" w:rsidRPr="00113A9F" w:rsidRDefault="00944D49" w:rsidP="00113A9F">
      <w:r w:rsidRPr="005413E9">
        <w:t>Answer</w:t>
      </w:r>
      <w:r>
        <w:t>: c</w:t>
      </w:r>
      <w:r w:rsidRPr="005413E9">
        <w:t>onstructionist</w:t>
      </w:r>
    </w:p>
    <w:p w:rsidR="00944D49" w:rsidRPr="005413E9" w:rsidRDefault="00944D49" w:rsidP="005413E9"/>
    <w:p w:rsidR="00944D49" w:rsidRPr="005413E9" w:rsidRDefault="00944D49" w:rsidP="005413E9">
      <w:r w:rsidRPr="005413E9">
        <w:t>8</w:t>
      </w:r>
      <w:r>
        <w:t>.</w:t>
      </w:r>
      <w:r w:rsidRPr="005413E9">
        <w:t xml:space="preserve"> The</w:t>
      </w:r>
      <w:r>
        <w:t xml:space="preserve"> </w:t>
      </w:r>
      <w:r w:rsidRPr="005413E9">
        <w:t xml:space="preserve">__________ approach believes that deviant behavior is a natural disposition. </w:t>
      </w:r>
    </w:p>
    <w:p w:rsidR="00944D49" w:rsidRPr="005413E9" w:rsidRDefault="00944D49" w:rsidP="005413E9"/>
    <w:p w:rsidR="00944D49" w:rsidRPr="00113A9F" w:rsidRDefault="00944D49" w:rsidP="00113A9F">
      <w:r w:rsidRPr="00113A9F">
        <w:t xml:space="preserve">Difficulty: 1 </w:t>
      </w:r>
    </w:p>
    <w:p w:rsidR="00944D49" w:rsidRDefault="00944D49" w:rsidP="00113A9F">
      <w:r w:rsidRPr="005413E9">
        <w:t>Page</w:t>
      </w:r>
      <w:r>
        <w:t xml:space="preserve"> </w:t>
      </w:r>
      <w:r w:rsidRPr="005413E9">
        <w:t xml:space="preserve">Reference: </w:t>
      </w:r>
      <w:r>
        <w:t>4-7</w:t>
      </w:r>
    </w:p>
    <w:p w:rsidR="00944D49" w:rsidRPr="00113A9F" w:rsidRDefault="00944D49" w:rsidP="00113A9F">
      <w:r w:rsidRPr="005413E9">
        <w:t>Answer</w:t>
      </w:r>
      <w:r>
        <w:t>: p</w:t>
      </w:r>
      <w:r w:rsidRPr="005413E9">
        <w:t>ositivist</w:t>
      </w:r>
      <w:r w:rsidRPr="00113A9F">
        <w:t xml:space="preserve"> </w:t>
      </w:r>
    </w:p>
    <w:p w:rsidR="00944D49" w:rsidRPr="005413E9" w:rsidRDefault="00944D49" w:rsidP="005413E9"/>
    <w:p w:rsidR="00944D49" w:rsidRPr="005413E9" w:rsidRDefault="00944D49" w:rsidP="005413E9">
      <w:r w:rsidRPr="005413E9">
        <w:t>9</w:t>
      </w:r>
      <w:r>
        <w:t xml:space="preserve">. </w:t>
      </w:r>
      <w:r w:rsidRPr="005413E9">
        <w:t xml:space="preserve">A prosecution attorney trying to prove malice aforethought is approaching deviant behavior from a __________ perspective. </w:t>
      </w:r>
    </w:p>
    <w:p w:rsidR="00944D49" w:rsidRPr="005413E9" w:rsidRDefault="00944D49" w:rsidP="005413E9">
      <w:r w:rsidRPr="005413E9">
        <w:t xml:space="preserve">Difficulty: 2 </w:t>
      </w:r>
    </w:p>
    <w:p w:rsidR="00944D49" w:rsidRDefault="00944D49" w:rsidP="00113A9F">
      <w:r w:rsidRPr="005413E9">
        <w:t>Page</w:t>
      </w:r>
      <w:r>
        <w:t xml:space="preserve"> </w:t>
      </w:r>
      <w:r w:rsidRPr="005413E9">
        <w:t xml:space="preserve">Reference: </w:t>
      </w:r>
      <w:r>
        <w:t>7-10</w:t>
      </w:r>
    </w:p>
    <w:p w:rsidR="00944D49" w:rsidRPr="005413E9" w:rsidRDefault="00944D49" w:rsidP="005413E9">
      <w:r w:rsidRPr="005413E9">
        <w:t>Answer</w:t>
      </w:r>
      <w:r>
        <w:t>: c</w:t>
      </w:r>
      <w:r w:rsidRPr="005413E9">
        <w:t>onstructionist</w:t>
      </w:r>
    </w:p>
    <w:p w:rsidR="00944D49" w:rsidRDefault="00944D49" w:rsidP="00113A9F"/>
    <w:p w:rsidR="00944D49" w:rsidRPr="005413E9" w:rsidRDefault="00944D49" w:rsidP="005413E9">
      <w:pPr>
        <w:rPr>
          <w:b/>
        </w:rPr>
      </w:pPr>
      <w:r w:rsidRPr="005413E9">
        <w:rPr>
          <w:b/>
        </w:rPr>
        <w:t xml:space="preserve">Essay Questions </w:t>
      </w:r>
    </w:p>
    <w:p w:rsidR="00944D49" w:rsidRPr="005413E9" w:rsidRDefault="00944D49" w:rsidP="005413E9"/>
    <w:p w:rsidR="00944D49" w:rsidRPr="005413E9" w:rsidRDefault="00944D49" w:rsidP="005413E9">
      <w:r w:rsidRPr="005413E9">
        <w:t>1</w:t>
      </w:r>
      <w:r>
        <w:t xml:space="preserve">. </w:t>
      </w:r>
      <w:r w:rsidRPr="005413E9">
        <w:t xml:space="preserve">Discuss why the general public and sociologists have failed to agree upon a definition of deviance. Why is achieving a definition so difficult?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p w:rsidR="00944D49" w:rsidRPr="005413E9" w:rsidRDefault="00944D49" w:rsidP="005413E9">
      <w:r w:rsidRPr="005413E9">
        <w:t>2</w:t>
      </w:r>
      <w:r>
        <w:t>.</w:t>
      </w:r>
      <w:r w:rsidRPr="005413E9">
        <w:t xml:space="preserve"> Assess the significance of cultures, norms, and values in the definition of deviant behavior. </w:t>
      </w:r>
    </w:p>
    <w:p w:rsidR="00944D49" w:rsidRDefault="00944D49" w:rsidP="00113A9F">
      <w:r>
        <w:t>Difficulty: 2</w:t>
      </w:r>
    </w:p>
    <w:p w:rsidR="00944D49" w:rsidRPr="00113A9F" w:rsidRDefault="00944D49" w:rsidP="00113A9F">
      <w:r>
        <w:t>Page Reference: 3-4</w:t>
      </w:r>
    </w:p>
    <w:p w:rsidR="00944D49" w:rsidRPr="005413E9" w:rsidRDefault="00944D49" w:rsidP="005413E9"/>
    <w:p w:rsidR="00944D49" w:rsidRPr="005413E9" w:rsidRDefault="00944D49" w:rsidP="005413E9">
      <w:r w:rsidRPr="005413E9">
        <w:t>3</w:t>
      </w:r>
      <w:r>
        <w:t xml:space="preserve">. </w:t>
      </w:r>
      <w:r w:rsidRPr="005413E9">
        <w:t xml:space="preserve">Explain and evaluate the labeling approach to deviant behavior. How do </w:t>
      </w:r>
      <w:r>
        <w:t>labeling sociologists</w:t>
      </w:r>
      <w:r w:rsidRPr="005413E9">
        <w:t xml:space="preserve"> define deviance</w:t>
      </w:r>
      <w:r>
        <w:t>,</w:t>
      </w:r>
      <w:r w:rsidRPr="005413E9">
        <w:t xml:space="preserve"> and why have other sociologists criticized this approach?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 xml:space="preserve">4 </w:t>
      </w:r>
    </w:p>
    <w:p w:rsidR="00944D49" w:rsidRPr="005413E9" w:rsidRDefault="00944D49" w:rsidP="005413E9"/>
    <w:p w:rsidR="00944D49" w:rsidRPr="005413E9" w:rsidRDefault="00944D49" w:rsidP="005413E9">
      <w:r w:rsidRPr="005413E9">
        <w:t>4</w:t>
      </w:r>
      <w:r>
        <w:t xml:space="preserve">. </w:t>
      </w:r>
      <w:r w:rsidRPr="005413E9">
        <w:t xml:space="preserve">In what ways have some sociologists expressed bias in their study of deviant behavior? What kinds of biases do they have, and how do they try to </w:t>
      </w:r>
      <w:r>
        <w:t>address</w:t>
      </w:r>
      <w:r w:rsidRPr="005413E9">
        <w:t xml:space="preserve"> them?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5-</w:t>
      </w:r>
      <w:r w:rsidRPr="005413E9">
        <w:t>6</w:t>
      </w:r>
    </w:p>
    <w:p w:rsidR="00944D49" w:rsidRPr="005413E9" w:rsidRDefault="00944D49" w:rsidP="005413E9"/>
    <w:p w:rsidR="00944D49" w:rsidRPr="005413E9" w:rsidRDefault="00944D49" w:rsidP="005413E9">
      <w:r w:rsidRPr="005413E9">
        <w:t>5</w:t>
      </w:r>
      <w:r>
        <w:t xml:space="preserve">. </w:t>
      </w:r>
      <w:r w:rsidRPr="005413E9">
        <w:t xml:space="preserve">Compare and contrast the positivist and constructionist perspectives on deviance. How do they differ but also work together to provide a better definition of deviance?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4-12</w:t>
      </w:r>
    </w:p>
    <w:p w:rsidR="00944D49" w:rsidRPr="005413E9" w:rsidRDefault="00944D49" w:rsidP="005413E9"/>
    <w:p w:rsidR="00944D49" w:rsidRPr="005413E9" w:rsidRDefault="00944D49" w:rsidP="005413E9">
      <w:r w:rsidRPr="005413E9">
        <w:t>6</w:t>
      </w:r>
      <w:r>
        <w:t xml:space="preserve">. </w:t>
      </w:r>
      <w:r w:rsidRPr="005413E9">
        <w:t xml:space="preserve">Comparing the </w:t>
      </w:r>
      <w:r>
        <w:t>p</w:t>
      </w:r>
      <w:r w:rsidRPr="005413E9">
        <w:t xml:space="preserve">ositivist and </w:t>
      </w:r>
      <w:r>
        <w:t>c</w:t>
      </w:r>
      <w:r w:rsidRPr="005413E9">
        <w:t xml:space="preserve">onstructionist approach, which is more effective in addressing the subject of deviant behavior? What are the inherent strengths and weakness in the theory of your choice? Does the integrated approach totally enhance the </w:t>
      </w:r>
      <w:r w:rsidRPr="00113A9F">
        <w:t>st</w:t>
      </w:r>
      <w:r>
        <w:t>rengths</w:t>
      </w:r>
      <w:r w:rsidRPr="005413E9">
        <w:t xml:space="preserve"> and </w:t>
      </w:r>
      <w:r w:rsidRPr="00113A9F">
        <w:t>weak</w:t>
      </w:r>
      <w:r>
        <w:t>n</w:t>
      </w:r>
      <w:r w:rsidRPr="00113A9F">
        <w:t>esses</w:t>
      </w:r>
      <w:r w:rsidRPr="005413E9">
        <w:t xml:space="preserve"> of the theory of your choice? </w:t>
      </w:r>
    </w:p>
    <w:p w:rsidR="00944D49" w:rsidRPr="005413E9" w:rsidRDefault="00944D49" w:rsidP="005413E9"/>
    <w:p w:rsidR="00944D49" w:rsidRDefault="00944D49" w:rsidP="00113A9F">
      <w:r w:rsidRPr="005413E9">
        <w:t xml:space="preserve">Difficulty: 3 </w:t>
      </w:r>
    </w:p>
    <w:p w:rsidR="00944D49" w:rsidRPr="005413E9" w:rsidRDefault="00944D49" w:rsidP="005413E9">
      <w:r w:rsidRPr="005413E9">
        <w:t>Page</w:t>
      </w:r>
      <w:r>
        <w:t xml:space="preserve"> </w:t>
      </w:r>
      <w:r w:rsidRPr="005413E9">
        <w:t xml:space="preserve">Reference: </w:t>
      </w:r>
      <w:r>
        <w:t>4-12</w:t>
      </w:r>
      <w:r w:rsidRPr="005413E9">
        <w:t xml:space="preserve"> </w:t>
      </w:r>
    </w:p>
    <w:p w:rsidR="00944D49" w:rsidRPr="005413E9" w:rsidRDefault="00944D49" w:rsidP="005413E9"/>
    <w:p w:rsidR="00944D49" w:rsidRPr="005413E9" w:rsidRDefault="00944D49" w:rsidP="005413E9">
      <w:r w:rsidRPr="005413E9">
        <w:t>7</w:t>
      </w:r>
      <w:r>
        <w:t xml:space="preserve">. </w:t>
      </w:r>
      <w:r w:rsidRPr="005413E9">
        <w:t>Define and discuss higher- and lower-consensus deviance. What are some examples of each type of deviance, and why does the public often disagree over whether a form of deviance is higher or lower?</w:t>
      </w:r>
      <w:r>
        <w:t xml:space="preserve"> </w:t>
      </w:r>
    </w:p>
    <w:p w:rsidR="00944D49" w:rsidRPr="005413E9" w:rsidRDefault="00944D49" w:rsidP="005413E9"/>
    <w:p w:rsidR="00944D49" w:rsidRDefault="00944D49" w:rsidP="00113A9F">
      <w:r w:rsidRPr="005413E9">
        <w:t xml:space="preserve">Difficulty: 3 </w:t>
      </w:r>
    </w:p>
    <w:p w:rsidR="00944D49" w:rsidRPr="005413E9" w:rsidRDefault="00944D49" w:rsidP="005413E9">
      <w:r w:rsidRPr="005413E9">
        <w:t>Page</w:t>
      </w:r>
      <w:r>
        <w:t xml:space="preserve"> </w:t>
      </w:r>
      <w:r w:rsidRPr="005413E9">
        <w:t>Reference: 11-</w:t>
      </w:r>
      <w:r>
        <w:t>13</w:t>
      </w:r>
      <w:r w:rsidRPr="005413E9">
        <w:t xml:space="preserve"> </w:t>
      </w:r>
    </w:p>
    <w:p w:rsidR="00944D49" w:rsidRPr="005413E9" w:rsidRDefault="00944D49" w:rsidP="005413E9"/>
    <w:p w:rsidR="00944D49" w:rsidRPr="005413E9" w:rsidRDefault="00944D49" w:rsidP="005413E9">
      <w:r w:rsidRPr="005413E9">
        <w:t>8</w:t>
      </w:r>
      <w:r>
        <w:t>.</w:t>
      </w:r>
      <w:r w:rsidRPr="005413E9">
        <w:t xml:space="preserve"> Assess the difference between deviant behavior and crime.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Reference: 13</w:t>
      </w:r>
      <w:r>
        <w:t>-14</w:t>
      </w:r>
      <w:r w:rsidRPr="005413E9">
        <w:t xml:space="preserve"> </w:t>
      </w:r>
    </w:p>
    <w:p w:rsidR="00944D49" w:rsidRPr="005413E9" w:rsidRDefault="00944D49" w:rsidP="005413E9"/>
    <w:p w:rsidR="00944D49" w:rsidRPr="005413E9" w:rsidRDefault="00944D49" w:rsidP="005413E9">
      <w:r w:rsidRPr="005413E9">
        <w:t>9</w:t>
      </w:r>
      <w:r>
        <w:t xml:space="preserve">. </w:t>
      </w:r>
      <w:r w:rsidRPr="005413E9">
        <w:t xml:space="preserve">Deviant behavior is a natural disposition. What theoretical approach best explains deviant behavior this way? What are the strengths and weaknesses of this approach? </w:t>
      </w:r>
    </w:p>
    <w:p w:rsidR="00944D49" w:rsidRPr="005413E9" w:rsidRDefault="00944D49" w:rsidP="005413E9"/>
    <w:p w:rsidR="00944D49" w:rsidRDefault="00944D49" w:rsidP="00113A9F">
      <w:r w:rsidRPr="005413E9">
        <w:t>Difficulty: 2</w:t>
      </w:r>
    </w:p>
    <w:p w:rsidR="00944D49" w:rsidRPr="005413E9" w:rsidRDefault="00944D49" w:rsidP="005413E9">
      <w:r w:rsidRPr="005413E9">
        <w:t>Page</w:t>
      </w:r>
      <w:r>
        <w:t xml:space="preserve"> </w:t>
      </w:r>
      <w:r w:rsidRPr="005413E9">
        <w:t xml:space="preserve">Reference: </w:t>
      </w:r>
      <w:r>
        <w:t>4-7</w:t>
      </w:r>
      <w:r w:rsidRPr="005413E9">
        <w:t xml:space="preserve"> </w:t>
      </w:r>
    </w:p>
    <w:p w:rsidR="00944D49" w:rsidRPr="005413E9" w:rsidRDefault="00944D49" w:rsidP="005413E9"/>
    <w:p w:rsidR="00944D49" w:rsidRPr="005413E9" w:rsidRDefault="00944D49" w:rsidP="005413E9">
      <w:r w:rsidRPr="005413E9">
        <w:t>10</w:t>
      </w:r>
      <w:r>
        <w:t>.</w:t>
      </w:r>
      <w:r w:rsidRPr="005413E9">
        <w:t xml:space="preserve"> Which theoretical approach argues that deviant behavior is a personal choice? What is the strength and weaknesses of this approach?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7-10</w:t>
      </w:r>
    </w:p>
    <w:p w:rsidR="00944D49" w:rsidRPr="005413E9" w:rsidRDefault="00944D49" w:rsidP="005413E9"/>
    <w:p w:rsidR="00944D49" w:rsidRPr="005413E9" w:rsidRDefault="00944D49" w:rsidP="005413E9">
      <w:r w:rsidRPr="005413E9">
        <w:t>11</w:t>
      </w:r>
      <w:r>
        <w:t>.</w:t>
      </w:r>
      <w:r w:rsidRPr="005413E9">
        <w:t xml:space="preserve"> Does </w:t>
      </w:r>
      <w:r>
        <w:t>the U.S.</w:t>
      </w:r>
      <w:r w:rsidRPr="005413E9">
        <w:t xml:space="preserve"> court system lean toward the </w:t>
      </w:r>
      <w:r>
        <w:t>positi</w:t>
      </w:r>
      <w:r w:rsidRPr="00113A9F">
        <w:t>vist</w:t>
      </w:r>
      <w:r w:rsidRPr="005413E9">
        <w:t xml:space="preserve"> or </w:t>
      </w:r>
      <w:r>
        <w:t>c</w:t>
      </w:r>
      <w:r w:rsidRPr="005413E9">
        <w:t xml:space="preserve">onstructionist approach to deviance? Provide explanations </w:t>
      </w:r>
      <w:r>
        <w:t>for</w:t>
      </w:r>
      <w:r w:rsidRPr="005413E9">
        <w:t xml:space="preserve"> your choice. </w:t>
      </w:r>
    </w:p>
    <w:p w:rsidR="00944D49" w:rsidRPr="005413E9" w:rsidRDefault="00944D49" w:rsidP="005413E9"/>
    <w:p w:rsidR="00944D49" w:rsidRDefault="00944D49" w:rsidP="00113A9F">
      <w:r w:rsidRPr="005413E9">
        <w:t xml:space="preserve">Difficulty: 2 </w:t>
      </w:r>
    </w:p>
    <w:p w:rsidR="00944D49" w:rsidRPr="00113A9F" w:rsidRDefault="00944D49" w:rsidP="00113A9F">
      <w:r w:rsidRPr="005413E9">
        <w:t>Page</w:t>
      </w:r>
      <w:r>
        <w:t xml:space="preserve"> </w:t>
      </w:r>
      <w:r w:rsidRPr="005413E9">
        <w:t xml:space="preserve">Reference: </w:t>
      </w:r>
      <w:r>
        <w:t>4-10</w:t>
      </w:r>
    </w:p>
    <w:sectPr w:rsidR="00944D49" w:rsidRPr="00113A9F" w:rsidSect="0036691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D49" w:rsidRDefault="00944D49" w:rsidP="0021201C">
      <w:r>
        <w:separator/>
      </w:r>
    </w:p>
  </w:endnote>
  <w:endnote w:type="continuationSeparator" w:id="0">
    <w:p w:rsidR="00944D49" w:rsidRDefault="00944D49" w:rsidP="0021201C">
      <w:r>
        <w:continuationSeparator/>
      </w:r>
    </w:p>
  </w:endnote>
  <w:endnote w:type="continuationNotice" w:id="1">
    <w:p w:rsidR="00944D49" w:rsidRDefault="00944D4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l?r ??fc"/>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MS Gothic">
    <w:altName w:val="?l?r ?S?V?b?N"/>
    <w:panose1 w:val="020B0609070205080204"/>
    <w:charset w:val="80"/>
    <w:family w:val="modern"/>
    <w:notTrueType/>
    <w:pitch w:val="fixed"/>
    <w:sig w:usb0="00000001" w:usb1="08070000" w:usb2="00000010" w:usb3="00000000" w:csb0="00020000" w:csb1="00000000"/>
  </w:font>
  <w:font w:name="Lucida Grande">
    <w:altName w:val="Franklin Gothic Medium Cond"/>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enQuanYi Micro Hei">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D49" w:rsidRDefault="00944D49" w:rsidP="001026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4D49" w:rsidRDefault="00944D49" w:rsidP="008A0488">
    <w:pPr>
      <w:pStyle w:val="Footer"/>
      <w:tabs>
        <w:tab w:val="clear" w:pos="4320"/>
        <w:tab w:val="clear" w:pos="8640"/>
        <w:tab w:val="center" w:pos="4680"/>
        <w:tab w:val="right" w:pos="9360"/>
      </w:tabs>
    </w:pPr>
    <w:r>
      <w:t>[Type text]</w:t>
    </w:r>
    <w:r>
      <w:tab/>
      <w:t>[Type text]</w:t>
    </w:r>
    <w:r>
      <w:tab/>
      <w:t>[Type text]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D49" w:rsidRPr="005413E9" w:rsidRDefault="00944D49" w:rsidP="005413E9">
    <w:pPr>
      <w:pStyle w:val="Footer"/>
      <w:tabs>
        <w:tab w:val="clear" w:pos="4320"/>
        <w:tab w:val="center" w:pos="4680"/>
      </w:tabs>
      <w:rPr>
        <w:noProof/>
        <w:sz w:val="20"/>
        <w:szCs w:val="20"/>
      </w:rPr>
    </w:pPr>
    <w:r w:rsidRPr="005413E9">
      <w:rPr>
        <w:sz w:val="20"/>
        <w:szCs w:val="20"/>
      </w:rPr>
      <w:fldChar w:fldCharType="begin"/>
    </w:r>
    <w:r w:rsidRPr="005413E9">
      <w:rPr>
        <w:sz w:val="20"/>
        <w:szCs w:val="20"/>
      </w:rPr>
      <w:instrText xml:space="preserve"> PAGE   </w:instrText>
    </w:r>
    <w:r w:rsidRPr="00705DAA">
      <w:rPr>
        <w:sz w:val="20"/>
        <w:szCs w:val="20"/>
      </w:rPr>
      <w:instrText>\</w:instrText>
    </w:r>
    <w:r w:rsidRPr="005413E9">
      <w:rPr>
        <w:sz w:val="20"/>
        <w:szCs w:val="20"/>
      </w:rPr>
      <w:instrText xml:space="preserve">* MERGEFORMAT </w:instrText>
    </w:r>
    <w:r w:rsidRPr="005413E9">
      <w:rPr>
        <w:sz w:val="20"/>
        <w:szCs w:val="20"/>
      </w:rPr>
      <w:fldChar w:fldCharType="separate"/>
    </w:r>
    <w:r>
      <w:rPr>
        <w:noProof/>
        <w:sz w:val="20"/>
        <w:szCs w:val="20"/>
      </w:rPr>
      <w:t>2</w:t>
    </w:r>
    <w:r w:rsidRPr="005413E9">
      <w:rPr>
        <w:sz w:val="20"/>
        <w:szCs w:val="20"/>
      </w:rPr>
      <w:fldChar w:fldCharType="end"/>
    </w:r>
    <w:r w:rsidRPr="005413E9">
      <w:rPr>
        <w:noProof/>
        <w:sz w:val="20"/>
        <w:szCs w:val="20"/>
      </w:rPr>
      <w:t xml:space="preserve"> </w:t>
    </w:r>
    <w:r>
      <w:rPr>
        <w:noProof/>
        <w:sz w:val="20"/>
        <w:szCs w:val="20"/>
      </w:rPr>
      <w:tab/>
    </w:r>
    <w:r w:rsidRPr="005413E9">
      <w:rPr>
        <w:noProof/>
        <w:sz w:val="20"/>
        <w:szCs w:val="20"/>
      </w:rPr>
      <w:t xml:space="preserve">Copyright © 2013, 2010, 2007 by Pearson Education, Inc., </w:t>
    </w:r>
  </w:p>
  <w:p w:rsidR="00944D49" w:rsidRPr="005413E9" w:rsidRDefault="00944D49" w:rsidP="005413E9">
    <w:pPr>
      <w:pStyle w:val="Footer"/>
      <w:jc w:val="center"/>
      <w:rPr>
        <w:sz w:val="20"/>
        <w:szCs w:val="20"/>
      </w:rPr>
    </w:pPr>
    <w:smartTag w:uri="urn:schemas-microsoft-com:office:smarttags" w:element="place">
      <w:smartTag w:uri="urn:schemas-microsoft-com:office:smarttags" w:element="City">
        <w:r w:rsidRPr="005413E9">
          <w:rPr>
            <w:noProof/>
            <w:sz w:val="20"/>
            <w:szCs w:val="20"/>
          </w:rPr>
          <w:t>Upper Saddle River</w:t>
        </w:r>
      </w:smartTag>
      <w:r w:rsidRPr="005413E9">
        <w:rPr>
          <w:noProof/>
          <w:sz w:val="20"/>
          <w:szCs w:val="20"/>
        </w:rPr>
        <w:t xml:space="preserve">, </w:t>
      </w:r>
      <w:smartTag w:uri="urn:schemas-microsoft-com:office:smarttags" w:element="PostalCode">
        <w:smartTag w:uri="urn:schemas-microsoft-com:office:smarttags" w:element="State">
          <w:r w:rsidRPr="005413E9">
            <w:rPr>
              <w:noProof/>
              <w:sz w:val="20"/>
              <w:szCs w:val="20"/>
            </w:rPr>
            <w:t>NJ</w:t>
          </w:r>
        </w:smartTag>
      </w:smartTag>
      <w:r w:rsidRPr="005413E9">
        <w:rPr>
          <w:noProof/>
          <w:sz w:val="20"/>
          <w:szCs w:val="20"/>
        </w:rPr>
        <w:t xml:space="preserve"> </w:t>
      </w:r>
      <w:smartTag w:uri="urn:schemas-microsoft-com:office:smarttags" w:element="place">
        <w:r w:rsidRPr="005413E9">
          <w:rPr>
            <w:noProof/>
            <w:sz w:val="20"/>
            <w:szCs w:val="20"/>
          </w:rPr>
          <w:t>07458</w:t>
        </w:r>
      </w:smartTag>
    </w:smartTag>
    <w:r w:rsidRPr="005413E9">
      <w:rPr>
        <w:noProof/>
        <w:sz w:val="20"/>
        <w:szCs w:val="20"/>
      </w:rPr>
      <w:t>.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D49" w:rsidRDefault="00944D49" w:rsidP="0021201C">
      <w:r>
        <w:separator/>
      </w:r>
    </w:p>
  </w:footnote>
  <w:footnote w:type="continuationSeparator" w:id="0">
    <w:p w:rsidR="00944D49" w:rsidRDefault="00944D49" w:rsidP="0021201C">
      <w:r>
        <w:continuationSeparator/>
      </w:r>
    </w:p>
  </w:footnote>
  <w:footnote w:type="continuationNotice" w:id="1">
    <w:p w:rsidR="00944D49" w:rsidRDefault="00944D4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616516"/>
    <w:multiLevelType w:val="hybridMultilevel"/>
    <w:tmpl w:val="6BCE56A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85849512"/>
    <w:multiLevelType w:val="hybridMultilevel"/>
    <w:tmpl w:val="D984ABC4"/>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92AF37CB"/>
    <w:multiLevelType w:val="hybridMultilevel"/>
    <w:tmpl w:val="296968C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9E103913"/>
    <w:multiLevelType w:val="hybridMultilevel"/>
    <w:tmpl w:val="D38CBD6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A2954CBA"/>
    <w:multiLevelType w:val="hybridMultilevel"/>
    <w:tmpl w:val="5A774CD4"/>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A899DEC2"/>
    <w:multiLevelType w:val="hybridMultilevel"/>
    <w:tmpl w:val="5B7C642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A8A89465"/>
    <w:multiLevelType w:val="hybridMultilevel"/>
    <w:tmpl w:val="818CE5D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AA26D089"/>
    <w:multiLevelType w:val="hybridMultilevel"/>
    <w:tmpl w:val="E7C36B07"/>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AD0CA346"/>
    <w:multiLevelType w:val="hybridMultilevel"/>
    <w:tmpl w:val="54DDDDB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B299A81B"/>
    <w:multiLevelType w:val="hybridMultilevel"/>
    <w:tmpl w:val="F54CCB0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B4B58C2F"/>
    <w:multiLevelType w:val="hybridMultilevel"/>
    <w:tmpl w:val="4D2FA48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B720363D"/>
    <w:multiLevelType w:val="hybridMultilevel"/>
    <w:tmpl w:val="C217C9F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BDC90489"/>
    <w:multiLevelType w:val="hybridMultilevel"/>
    <w:tmpl w:val="A445DDD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BFB38FF9"/>
    <w:multiLevelType w:val="hybridMultilevel"/>
    <w:tmpl w:val="4F16FD1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CEAA3B71"/>
    <w:multiLevelType w:val="hybridMultilevel"/>
    <w:tmpl w:val="52D3686A"/>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D1F9B74B"/>
    <w:multiLevelType w:val="hybridMultilevel"/>
    <w:tmpl w:val="E62A7AD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DB5798F0"/>
    <w:multiLevelType w:val="hybridMultilevel"/>
    <w:tmpl w:val="85914EA8"/>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DE4FFEEC"/>
    <w:multiLevelType w:val="hybridMultilevel"/>
    <w:tmpl w:val="335C36C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E1AB4962"/>
    <w:multiLevelType w:val="hybridMultilevel"/>
    <w:tmpl w:val="7A9ED9B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F8F5BB71"/>
    <w:multiLevelType w:val="hybridMultilevel"/>
    <w:tmpl w:val="C79A326F"/>
    <w:lvl w:ilvl="0" w:tplc="FFFFFFFF">
      <w:start w:val="1"/>
      <w:numFmt w:val="ideographDigital"/>
      <w:lvlText w:null="1"/>
      <w:lvlJc w:val="left"/>
      <w:rPr>
        <w:rFonts w:cs="Times New Roman"/>
      </w:rPr>
    </w:lvl>
    <w:lvl w:ilvl="1" w:tplc="FFFFFFFF">
      <w:start w:val="1"/>
      <w:numFmt w:val="ideographDigital"/>
      <w:lvlText w:null="1"/>
      <w:lvlJc w:val="left"/>
      <w:rPr>
        <w:rFonts w:cs="Times New Roman"/>
      </w:rPr>
    </w:lvl>
    <w:lvl w:ilvl="2" w:tplc="FFFFFFFF">
      <w:start w:val="1"/>
      <w:numFmt w:val="decimal"/>
      <w:lvlText w:null="1"/>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FBEB1A9C"/>
    <w:multiLevelType w:val="hybridMultilevel"/>
    <w:tmpl w:val="FC7EF5B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14AFEB5"/>
    <w:multiLevelType w:val="hybridMultilevel"/>
    <w:tmpl w:val="200DF4A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2AA1A1F"/>
    <w:multiLevelType w:val="hybridMultilevel"/>
    <w:tmpl w:val="EFC1A0F8"/>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308447A"/>
    <w:multiLevelType w:val="hybridMultilevel"/>
    <w:tmpl w:val="D515F270"/>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3980C7C"/>
    <w:multiLevelType w:val="hybridMultilevel"/>
    <w:tmpl w:val="2DB600BC"/>
    <w:lvl w:ilvl="0" w:tplc="04090005">
      <w:start w:val="1"/>
      <w:numFmt w:val="bullet"/>
      <w:pStyle w:val="squarebullet"/>
      <w:lvlText w:val=""/>
      <w:lvlJc w:val="left"/>
      <w:pPr>
        <w:ind w:left="720" w:hanging="360"/>
      </w:pPr>
      <w:rPr>
        <w:rFonts w:ascii="Wingdings" w:hAnsi="Wingdings" w:hint="default"/>
        <w:color w:val="auto"/>
        <w:sz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7AB8A80"/>
    <w:multiLevelType w:val="hybridMultilevel"/>
    <w:tmpl w:val="3B0D3FE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117C71F5"/>
    <w:multiLevelType w:val="hybridMultilevel"/>
    <w:tmpl w:val="0B90B0BC"/>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16171C2E"/>
    <w:multiLevelType w:val="hybridMultilevel"/>
    <w:tmpl w:val="D6C6D0EB"/>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1748612D"/>
    <w:multiLevelType w:val="hybridMultilevel"/>
    <w:tmpl w:val="3A3CC223"/>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19930625"/>
    <w:multiLevelType w:val="hybridMultilevel"/>
    <w:tmpl w:val="2E62477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1B9A1CF4"/>
    <w:multiLevelType w:val="hybridMultilevel"/>
    <w:tmpl w:val="23222104"/>
    <w:lvl w:ilvl="0" w:tplc="04090005">
      <w:start w:val="1"/>
      <w:numFmt w:val="bullet"/>
      <w:lvlText w:val=""/>
      <w:lvlJc w:val="left"/>
      <w:pPr>
        <w:ind w:left="720" w:hanging="360"/>
      </w:pPr>
      <w:rPr>
        <w:rFonts w:ascii="Wingdings" w:hAnsi="Wingdings" w:hint="default"/>
        <w:color w:val="auto"/>
      </w:rPr>
    </w:lvl>
    <w:lvl w:ilvl="1" w:tplc="04090001">
      <w:start w:val="1"/>
      <w:numFmt w:val="bullet"/>
      <w:pStyle w:val="subtosqu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F750107"/>
    <w:multiLevelType w:val="hybridMultilevel"/>
    <w:tmpl w:val="3ECF5DBA"/>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217046DB"/>
    <w:multiLevelType w:val="hybridMultilevel"/>
    <w:tmpl w:val="194678A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232EFF97"/>
    <w:multiLevelType w:val="hybridMultilevel"/>
    <w:tmpl w:val="E7F27880"/>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250D983E"/>
    <w:multiLevelType w:val="hybridMultilevel"/>
    <w:tmpl w:val="923C50B0"/>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25A7C05B"/>
    <w:multiLevelType w:val="hybridMultilevel"/>
    <w:tmpl w:val="EC7AD2CA"/>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29C4C4AC"/>
    <w:multiLevelType w:val="hybridMultilevel"/>
    <w:tmpl w:val="915A31A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2A854C48"/>
    <w:multiLevelType w:val="hybridMultilevel"/>
    <w:tmpl w:val="8ADB24DB"/>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2E694870"/>
    <w:multiLevelType w:val="hybridMultilevel"/>
    <w:tmpl w:val="3F1F0D7B"/>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32353E1B"/>
    <w:multiLevelType w:val="hybridMultilevel"/>
    <w:tmpl w:val="10C4EB8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33CFAAB7"/>
    <w:multiLevelType w:val="hybridMultilevel"/>
    <w:tmpl w:val="114A6D3D"/>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343F5435"/>
    <w:multiLevelType w:val="hybridMultilevel"/>
    <w:tmpl w:val="592F8544"/>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38BE3472"/>
    <w:multiLevelType w:val="hybridMultilevel"/>
    <w:tmpl w:val="337E557D"/>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3CC3B533"/>
    <w:multiLevelType w:val="hybridMultilevel"/>
    <w:tmpl w:val="2C909D32"/>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410C3C4C"/>
    <w:multiLevelType w:val="hybridMultilevel"/>
    <w:tmpl w:val="0EA3D19B"/>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443BFD71"/>
    <w:multiLevelType w:val="hybridMultilevel"/>
    <w:tmpl w:val="1152119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46207599"/>
    <w:multiLevelType w:val="hybridMultilevel"/>
    <w:tmpl w:val="0DB13A89"/>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49959F65"/>
    <w:multiLevelType w:val="hybridMultilevel"/>
    <w:tmpl w:val="D6A0F43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4C31A2A2"/>
    <w:multiLevelType w:val="hybridMultilevel"/>
    <w:tmpl w:val="312F8F43"/>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549E6C03"/>
    <w:multiLevelType w:val="hybridMultilevel"/>
    <w:tmpl w:val="CD9DBC0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555AABC2"/>
    <w:multiLevelType w:val="hybridMultilevel"/>
    <w:tmpl w:val="B0F463F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578EA384"/>
    <w:multiLevelType w:val="hybridMultilevel"/>
    <w:tmpl w:val="291EAA3C"/>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5A736932"/>
    <w:multiLevelType w:val="hybridMultilevel"/>
    <w:tmpl w:val="D5DDA253"/>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607AF10B"/>
    <w:multiLevelType w:val="hybridMultilevel"/>
    <w:tmpl w:val="84938C54"/>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6084FCB0"/>
    <w:multiLevelType w:val="hybridMultilevel"/>
    <w:tmpl w:val="B835F377"/>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66D0B3E5"/>
    <w:multiLevelType w:val="hybridMultilevel"/>
    <w:tmpl w:val="A9B5B2F2"/>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671334BC"/>
    <w:multiLevelType w:val="hybridMultilevel"/>
    <w:tmpl w:val="946A97C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6A586089"/>
    <w:multiLevelType w:val="hybridMultilevel"/>
    <w:tmpl w:val="87D2CFAA"/>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6FCC6AA0"/>
    <w:multiLevelType w:val="hybridMultilevel"/>
    <w:tmpl w:val="FD39140D"/>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70761270"/>
    <w:multiLevelType w:val="hybridMultilevel"/>
    <w:tmpl w:val="48669B4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708AE564"/>
    <w:multiLevelType w:val="hybridMultilevel"/>
    <w:tmpl w:val="F326B6D7"/>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740141D6"/>
    <w:multiLevelType w:val="hybridMultilevel"/>
    <w:tmpl w:val="70DDE710"/>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740DFDC4"/>
    <w:multiLevelType w:val="hybridMultilevel"/>
    <w:tmpl w:val="5D74695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77F100D0"/>
    <w:multiLevelType w:val="hybridMultilevel"/>
    <w:tmpl w:val="C4766528"/>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78E96951"/>
    <w:multiLevelType w:val="hybridMultilevel"/>
    <w:tmpl w:val="E9BA39DD"/>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7D090DD0"/>
    <w:multiLevelType w:val="hybridMultilevel"/>
    <w:tmpl w:val="0D656217"/>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6"/>
  </w:num>
  <w:num w:numId="2">
    <w:abstractNumId w:val="5"/>
  </w:num>
  <w:num w:numId="3">
    <w:abstractNumId w:val="61"/>
  </w:num>
  <w:num w:numId="4">
    <w:abstractNumId w:val="52"/>
  </w:num>
  <w:num w:numId="5">
    <w:abstractNumId w:val="27"/>
  </w:num>
  <w:num w:numId="6">
    <w:abstractNumId w:val="1"/>
  </w:num>
  <w:num w:numId="7">
    <w:abstractNumId w:val="17"/>
  </w:num>
  <w:num w:numId="8">
    <w:abstractNumId w:val="6"/>
  </w:num>
  <w:num w:numId="9">
    <w:abstractNumId w:val="48"/>
  </w:num>
  <w:num w:numId="10">
    <w:abstractNumId w:val="55"/>
  </w:num>
  <w:num w:numId="11">
    <w:abstractNumId w:val="12"/>
  </w:num>
  <w:num w:numId="12">
    <w:abstractNumId w:val="36"/>
  </w:num>
  <w:num w:numId="13">
    <w:abstractNumId w:val="33"/>
  </w:num>
  <w:num w:numId="14">
    <w:abstractNumId w:val="29"/>
  </w:num>
  <w:num w:numId="15">
    <w:abstractNumId w:val="37"/>
  </w:num>
  <w:num w:numId="16">
    <w:abstractNumId w:val="44"/>
  </w:num>
  <w:num w:numId="17">
    <w:abstractNumId w:val="11"/>
  </w:num>
  <w:num w:numId="18">
    <w:abstractNumId w:val="45"/>
  </w:num>
  <w:num w:numId="19">
    <w:abstractNumId w:val="23"/>
  </w:num>
  <w:num w:numId="20">
    <w:abstractNumId w:val="4"/>
  </w:num>
  <w:num w:numId="21">
    <w:abstractNumId w:val="43"/>
  </w:num>
  <w:num w:numId="22">
    <w:abstractNumId w:val="53"/>
  </w:num>
  <w:num w:numId="23">
    <w:abstractNumId w:val="41"/>
  </w:num>
  <w:num w:numId="24">
    <w:abstractNumId w:val="7"/>
  </w:num>
  <w:num w:numId="25">
    <w:abstractNumId w:val="51"/>
  </w:num>
  <w:num w:numId="26">
    <w:abstractNumId w:val="57"/>
  </w:num>
  <w:num w:numId="27">
    <w:abstractNumId w:val="42"/>
  </w:num>
  <w:num w:numId="28">
    <w:abstractNumId w:val="49"/>
  </w:num>
  <w:num w:numId="29">
    <w:abstractNumId w:val="16"/>
  </w:num>
  <w:num w:numId="30">
    <w:abstractNumId w:val="9"/>
  </w:num>
  <w:num w:numId="31">
    <w:abstractNumId w:val="31"/>
  </w:num>
  <w:num w:numId="32">
    <w:abstractNumId w:val="28"/>
  </w:num>
  <w:num w:numId="33">
    <w:abstractNumId w:val="62"/>
  </w:num>
  <w:num w:numId="34">
    <w:abstractNumId w:val="47"/>
  </w:num>
  <w:num w:numId="35">
    <w:abstractNumId w:val="15"/>
  </w:num>
  <w:num w:numId="36">
    <w:abstractNumId w:val="40"/>
  </w:num>
  <w:num w:numId="37">
    <w:abstractNumId w:val="60"/>
  </w:num>
  <w:num w:numId="38">
    <w:abstractNumId w:val="58"/>
  </w:num>
  <w:num w:numId="39">
    <w:abstractNumId w:val="10"/>
  </w:num>
  <w:num w:numId="40">
    <w:abstractNumId w:val="20"/>
  </w:num>
  <w:num w:numId="41">
    <w:abstractNumId w:val="25"/>
  </w:num>
  <w:num w:numId="42">
    <w:abstractNumId w:val="46"/>
  </w:num>
  <w:num w:numId="43">
    <w:abstractNumId w:val="54"/>
  </w:num>
  <w:num w:numId="44">
    <w:abstractNumId w:val="14"/>
  </w:num>
  <w:num w:numId="45">
    <w:abstractNumId w:val="38"/>
  </w:num>
  <w:num w:numId="46">
    <w:abstractNumId w:val="65"/>
  </w:num>
  <w:num w:numId="47">
    <w:abstractNumId w:val="22"/>
  </w:num>
  <w:num w:numId="48">
    <w:abstractNumId w:val="39"/>
  </w:num>
  <w:num w:numId="49">
    <w:abstractNumId w:val="63"/>
  </w:num>
  <w:num w:numId="50">
    <w:abstractNumId w:val="19"/>
  </w:num>
  <w:num w:numId="51">
    <w:abstractNumId w:val="56"/>
  </w:num>
  <w:num w:numId="52">
    <w:abstractNumId w:val="21"/>
  </w:num>
  <w:num w:numId="53">
    <w:abstractNumId w:val="64"/>
  </w:num>
  <w:num w:numId="54">
    <w:abstractNumId w:val="32"/>
  </w:num>
  <w:num w:numId="55">
    <w:abstractNumId w:val="0"/>
  </w:num>
  <w:num w:numId="56">
    <w:abstractNumId w:val="18"/>
  </w:num>
  <w:num w:numId="57">
    <w:abstractNumId w:val="59"/>
  </w:num>
  <w:num w:numId="58">
    <w:abstractNumId w:val="35"/>
  </w:num>
  <w:num w:numId="59">
    <w:abstractNumId w:val="8"/>
  </w:num>
  <w:num w:numId="60">
    <w:abstractNumId w:val="13"/>
  </w:num>
  <w:num w:numId="61">
    <w:abstractNumId w:val="3"/>
  </w:num>
  <w:num w:numId="62">
    <w:abstractNumId w:val="50"/>
  </w:num>
  <w:num w:numId="63">
    <w:abstractNumId w:val="34"/>
  </w:num>
  <w:num w:numId="64">
    <w:abstractNumId w:val="2"/>
  </w:num>
  <w:num w:numId="65">
    <w:abstractNumId w:val="24"/>
  </w:num>
  <w:num w:numId="66">
    <w:abstractNumId w:val="30"/>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252D"/>
    <w:rsid w:val="00072FC7"/>
    <w:rsid w:val="000C2F49"/>
    <w:rsid w:val="001026CB"/>
    <w:rsid w:val="00113A9F"/>
    <w:rsid w:val="001479BE"/>
    <w:rsid w:val="001525E4"/>
    <w:rsid w:val="00166A39"/>
    <w:rsid w:val="00184CC6"/>
    <w:rsid w:val="00202FB0"/>
    <w:rsid w:val="0021201C"/>
    <w:rsid w:val="002163B5"/>
    <w:rsid w:val="002C252D"/>
    <w:rsid w:val="002D13B7"/>
    <w:rsid w:val="002E7357"/>
    <w:rsid w:val="002F70E3"/>
    <w:rsid w:val="00356262"/>
    <w:rsid w:val="00366911"/>
    <w:rsid w:val="003A23E3"/>
    <w:rsid w:val="003E4960"/>
    <w:rsid w:val="004434E8"/>
    <w:rsid w:val="00482E18"/>
    <w:rsid w:val="004A65EC"/>
    <w:rsid w:val="004C741B"/>
    <w:rsid w:val="004D5789"/>
    <w:rsid w:val="004F0FA1"/>
    <w:rsid w:val="00506B21"/>
    <w:rsid w:val="0054120C"/>
    <w:rsid w:val="005413E9"/>
    <w:rsid w:val="005635FE"/>
    <w:rsid w:val="00577CD1"/>
    <w:rsid w:val="00583396"/>
    <w:rsid w:val="00586196"/>
    <w:rsid w:val="005B387A"/>
    <w:rsid w:val="005E35DA"/>
    <w:rsid w:val="00645080"/>
    <w:rsid w:val="006501D9"/>
    <w:rsid w:val="00677600"/>
    <w:rsid w:val="0068102D"/>
    <w:rsid w:val="006A6B7C"/>
    <w:rsid w:val="006F4CD6"/>
    <w:rsid w:val="00705DAA"/>
    <w:rsid w:val="00714C7A"/>
    <w:rsid w:val="007427EF"/>
    <w:rsid w:val="00753639"/>
    <w:rsid w:val="00764C5C"/>
    <w:rsid w:val="00795ECD"/>
    <w:rsid w:val="008022B5"/>
    <w:rsid w:val="008932AD"/>
    <w:rsid w:val="008A0488"/>
    <w:rsid w:val="008C022B"/>
    <w:rsid w:val="008C208D"/>
    <w:rsid w:val="008C307F"/>
    <w:rsid w:val="008C771F"/>
    <w:rsid w:val="008C7E1B"/>
    <w:rsid w:val="009018E2"/>
    <w:rsid w:val="00907615"/>
    <w:rsid w:val="00914D9E"/>
    <w:rsid w:val="00944D49"/>
    <w:rsid w:val="00947718"/>
    <w:rsid w:val="00961C8B"/>
    <w:rsid w:val="009F5A29"/>
    <w:rsid w:val="00A0427B"/>
    <w:rsid w:val="00A06C17"/>
    <w:rsid w:val="00A452DE"/>
    <w:rsid w:val="00A84875"/>
    <w:rsid w:val="00AC581B"/>
    <w:rsid w:val="00AD2221"/>
    <w:rsid w:val="00B4643B"/>
    <w:rsid w:val="00B534E7"/>
    <w:rsid w:val="00B6422D"/>
    <w:rsid w:val="00B64884"/>
    <w:rsid w:val="00B71E07"/>
    <w:rsid w:val="00B800C8"/>
    <w:rsid w:val="00BD3EA9"/>
    <w:rsid w:val="00BE5D99"/>
    <w:rsid w:val="00C02D8F"/>
    <w:rsid w:val="00C72E7C"/>
    <w:rsid w:val="00C76C70"/>
    <w:rsid w:val="00C828E9"/>
    <w:rsid w:val="00CB00BF"/>
    <w:rsid w:val="00CC79EF"/>
    <w:rsid w:val="00CF69CE"/>
    <w:rsid w:val="00D05D37"/>
    <w:rsid w:val="00D30522"/>
    <w:rsid w:val="00D37E61"/>
    <w:rsid w:val="00D53767"/>
    <w:rsid w:val="00D6130A"/>
    <w:rsid w:val="00D67DF7"/>
    <w:rsid w:val="00DA0377"/>
    <w:rsid w:val="00DB77E9"/>
    <w:rsid w:val="00DC1BA4"/>
    <w:rsid w:val="00E0375B"/>
    <w:rsid w:val="00E86D1D"/>
    <w:rsid w:val="00E97722"/>
    <w:rsid w:val="00EB64F4"/>
    <w:rsid w:val="00ED02D3"/>
    <w:rsid w:val="00ED36AE"/>
    <w:rsid w:val="00F05208"/>
    <w:rsid w:val="00F13AF4"/>
    <w:rsid w:val="00F406CD"/>
    <w:rsid w:val="00F743BD"/>
    <w:rsid w:val="00F915B4"/>
    <w:rsid w:val="00FF52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C252D"/>
    <w:rPr>
      <w:rFonts w:ascii="Times New Roman" w:hAnsi="Times New Roman"/>
      <w:sz w:val="24"/>
      <w:szCs w:val="24"/>
    </w:rPr>
  </w:style>
  <w:style w:type="paragraph" w:styleId="Heading1">
    <w:name w:val="heading 1"/>
    <w:basedOn w:val="Normal"/>
    <w:next w:val="Normal"/>
    <w:link w:val="Heading1Char"/>
    <w:uiPriority w:val="99"/>
    <w:qFormat/>
    <w:rsid w:val="00B6422D"/>
    <w:pPr>
      <w:keepNext/>
      <w:keepLines/>
      <w:spacing w:before="480"/>
      <w:outlineLvl w:val="0"/>
    </w:pPr>
    <w:rPr>
      <w:rFonts w:ascii="Calibri" w:eastAsia="MS Gothic" w:hAnsi="Calibri"/>
      <w:b/>
      <w:bCs/>
      <w:color w:val="365F91"/>
      <w:sz w:val="28"/>
      <w:szCs w:val="28"/>
    </w:rPr>
  </w:style>
  <w:style w:type="paragraph" w:styleId="Heading2">
    <w:name w:val="heading 2"/>
    <w:basedOn w:val="Normal"/>
    <w:next w:val="Normal"/>
    <w:link w:val="Heading2Char"/>
    <w:autoRedefine/>
    <w:uiPriority w:val="99"/>
    <w:qFormat/>
    <w:rsid w:val="00B6422D"/>
    <w:pPr>
      <w:spacing w:after="200"/>
      <w:outlineLvl w:val="1"/>
    </w:pPr>
    <w:rPr>
      <w:b/>
    </w:rPr>
  </w:style>
  <w:style w:type="paragraph" w:styleId="Heading3">
    <w:name w:val="heading 3"/>
    <w:basedOn w:val="Normal"/>
    <w:next w:val="Normal"/>
    <w:link w:val="Heading3Char"/>
    <w:uiPriority w:val="99"/>
    <w:qFormat/>
    <w:rsid w:val="00B6422D"/>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uiPriority w:val="99"/>
    <w:qFormat/>
    <w:rsid w:val="00B6422D"/>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uiPriority w:val="99"/>
    <w:qFormat/>
    <w:rsid w:val="00B6422D"/>
    <w:pPr>
      <w:keepNext/>
      <w:keepLines/>
      <w:spacing w:before="200"/>
      <w:outlineLvl w:val="4"/>
    </w:pPr>
    <w:rPr>
      <w:rFonts w:ascii="Calibri" w:eastAsia="MS Gothic" w:hAnsi="Calibri"/>
      <w:color w:val="243F60"/>
    </w:rPr>
  </w:style>
  <w:style w:type="paragraph" w:styleId="Heading6">
    <w:name w:val="heading 6"/>
    <w:basedOn w:val="Normal"/>
    <w:next w:val="Normal"/>
    <w:link w:val="Heading6Char"/>
    <w:uiPriority w:val="99"/>
    <w:qFormat/>
    <w:rsid w:val="00B6422D"/>
    <w:pPr>
      <w:keepNext/>
      <w:keepLines/>
      <w:spacing w:before="200"/>
      <w:outlineLvl w:val="5"/>
    </w:pPr>
    <w:rPr>
      <w:rFonts w:ascii="Calibri" w:eastAsia="MS Gothic" w:hAnsi="Calibri"/>
      <w:i/>
      <w:iCs/>
      <w:color w:val="243F60"/>
    </w:rPr>
  </w:style>
  <w:style w:type="paragraph" w:styleId="Heading7">
    <w:name w:val="heading 7"/>
    <w:basedOn w:val="Normal"/>
    <w:next w:val="Normal"/>
    <w:link w:val="Heading7Char"/>
    <w:uiPriority w:val="99"/>
    <w:qFormat/>
    <w:rsid w:val="00B6422D"/>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uiPriority w:val="99"/>
    <w:qFormat/>
    <w:rsid w:val="00B6422D"/>
    <w:pPr>
      <w:keepNext/>
      <w:keepLines/>
      <w:spacing w:before="200"/>
      <w:outlineLvl w:val="7"/>
    </w:pPr>
    <w:rPr>
      <w:rFonts w:ascii="Calibri" w:eastAsia="MS Gothic" w:hAnsi="Calibri"/>
      <w:color w:val="4F81BD"/>
      <w:sz w:val="20"/>
      <w:szCs w:val="20"/>
    </w:rPr>
  </w:style>
  <w:style w:type="paragraph" w:styleId="Heading9">
    <w:name w:val="heading 9"/>
    <w:basedOn w:val="Normal"/>
    <w:next w:val="Normal"/>
    <w:link w:val="Heading9Char"/>
    <w:uiPriority w:val="99"/>
    <w:qFormat/>
    <w:rsid w:val="00B6422D"/>
    <w:pPr>
      <w:keepNext/>
      <w:keepLines/>
      <w:spacing w:before="200"/>
      <w:outlineLvl w:val="8"/>
    </w:pPr>
    <w:rPr>
      <w:rFonts w:ascii="Calibri" w:eastAsia="MS Gothic" w:hAnsi="Calibri"/>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422D"/>
    <w:rPr>
      <w:rFonts w:ascii="Calibri" w:eastAsia="MS Gothic" w:hAnsi="Calibri" w:cs="Times New Roman"/>
      <w:b/>
      <w:bCs/>
      <w:color w:val="365F91"/>
      <w:sz w:val="28"/>
      <w:szCs w:val="28"/>
    </w:rPr>
  </w:style>
  <w:style w:type="character" w:customStyle="1" w:styleId="Heading2Char">
    <w:name w:val="Heading 2 Char"/>
    <w:basedOn w:val="DefaultParagraphFont"/>
    <w:link w:val="Heading2"/>
    <w:uiPriority w:val="99"/>
    <w:locked/>
    <w:rsid w:val="00B6422D"/>
    <w:rPr>
      <w:rFonts w:ascii="Times New Roman" w:hAnsi="Times New Roman" w:cs="Times New Roman"/>
      <w:b/>
      <w:sz w:val="24"/>
      <w:szCs w:val="24"/>
      <w:lang w:val="en-US" w:eastAsia="en-US" w:bidi="ar-SA"/>
    </w:rPr>
  </w:style>
  <w:style w:type="character" w:customStyle="1" w:styleId="Heading3Char">
    <w:name w:val="Heading 3 Char"/>
    <w:basedOn w:val="DefaultParagraphFont"/>
    <w:link w:val="Heading3"/>
    <w:uiPriority w:val="99"/>
    <w:semiHidden/>
    <w:locked/>
    <w:rsid w:val="00B6422D"/>
    <w:rPr>
      <w:rFonts w:ascii="Calibri" w:eastAsia="MS Gothic" w:hAnsi="Calibri" w:cs="Times New Roman"/>
      <w:b/>
      <w:bCs/>
      <w:color w:val="4F81BD"/>
    </w:rPr>
  </w:style>
  <w:style w:type="character" w:customStyle="1" w:styleId="Heading4Char">
    <w:name w:val="Heading 4 Char"/>
    <w:basedOn w:val="DefaultParagraphFont"/>
    <w:link w:val="Heading4"/>
    <w:uiPriority w:val="99"/>
    <w:semiHidden/>
    <w:locked/>
    <w:rsid w:val="00B6422D"/>
    <w:rPr>
      <w:rFonts w:ascii="Calibri" w:eastAsia="MS Gothic" w:hAnsi="Calibri" w:cs="Times New Roman"/>
      <w:b/>
      <w:bCs/>
      <w:i/>
      <w:iCs/>
      <w:color w:val="4F81BD"/>
    </w:rPr>
  </w:style>
  <w:style w:type="character" w:customStyle="1" w:styleId="Heading5Char">
    <w:name w:val="Heading 5 Char"/>
    <w:basedOn w:val="DefaultParagraphFont"/>
    <w:link w:val="Heading5"/>
    <w:uiPriority w:val="99"/>
    <w:semiHidden/>
    <w:locked/>
    <w:rsid w:val="00B6422D"/>
    <w:rPr>
      <w:rFonts w:ascii="Calibri" w:eastAsia="MS Gothic" w:hAnsi="Calibri" w:cs="Times New Roman"/>
      <w:color w:val="243F60"/>
    </w:rPr>
  </w:style>
  <w:style w:type="character" w:customStyle="1" w:styleId="Heading6Char">
    <w:name w:val="Heading 6 Char"/>
    <w:basedOn w:val="DefaultParagraphFont"/>
    <w:link w:val="Heading6"/>
    <w:uiPriority w:val="99"/>
    <w:semiHidden/>
    <w:locked/>
    <w:rsid w:val="00B6422D"/>
    <w:rPr>
      <w:rFonts w:ascii="Calibri" w:eastAsia="MS Gothic" w:hAnsi="Calibri" w:cs="Times New Roman"/>
      <w:i/>
      <w:iCs/>
      <w:color w:val="243F60"/>
    </w:rPr>
  </w:style>
  <w:style w:type="character" w:customStyle="1" w:styleId="Heading7Char">
    <w:name w:val="Heading 7 Char"/>
    <w:basedOn w:val="DefaultParagraphFont"/>
    <w:link w:val="Heading7"/>
    <w:uiPriority w:val="99"/>
    <w:semiHidden/>
    <w:locked/>
    <w:rsid w:val="00B6422D"/>
    <w:rPr>
      <w:rFonts w:ascii="Calibri" w:eastAsia="MS Gothic" w:hAnsi="Calibri" w:cs="Times New Roman"/>
      <w:i/>
      <w:iCs/>
      <w:color w:val="404040"/>
    </w:rPr>
  </w:style>
  <w:style w:type="character" w:customStyle="1" w:styleId="Heading8Char">
    <w:name w:val="Heading 8 Char"/>
    <w:basedOn w:val="DefaultParagraphFont"/>
    <w:link w:val="Heading8"/>
    <w:uiPriority w:val="99"/>
    <w:semiHidden/>
    <w:locked/>
    <w:rsid w:val="00B6422D"/>
    <w:rPr>
      <w:rFonts w:ascii="Calibri" w:eastAsia="MS Gothic" w:hAnsi="Calibri" w:cs="Times New Roman"/>
      <w:color w:val="4F81BD"/>
      <w:sz w:val="20"/>
      <w:szCs w:val="20"/>
    </w:rPr>
  </w:style>
  <w:style w:type="character" w:customStyle="1" w:styleId="Heading9Char">
    <w:name w:val="Heading 9 Char"/>
    <w:basedOn w:val="DefaultParagraphFont"/>
    <w:link w:val="Heading9"/>
    <w:uiPriority w:val="99"/>
    <w:semiHidden/>
    <w:locked/>
    <w:rsid w:val="00B6422D"/>
    <w:rPr>
      <w:rFonts w:ascii="Calibri" w:eastAsia="MS Gothic" w:hAnsi="Calibri" w:cs="Times New Roman"/>
      <w:i/>
      <w:iCs/>
      <w:color w:val="404040"/>
      <w:sz w:val="20"/>
      <w:szCs w:val="20"/>
    </w:rPr>
  </w:style>
  <w:style w:type="paragraph" w:customStyle="1" w:styleId="Default">
    <w:name w:val="Default"/>
    <w:uiPriority w:val="99"/>
    <w:rsid w:val="002C252D"/>
    <w:pPr>
      <w:widowControl w:val="0"/>
      <w:autoSpaceDE w:val="0"/>
      <w:autoSpaceDN w:val="0"/>
      <w:adjustRightInd w:val="0"/>
    </w:pPr>
    <w:rPr>
      <w:rFonts w:ascii="Times New Roman" w:hAnsi="Times New Roman"/>
      <w:color w:val="000000"/>
      <w:sz w:val="24"/>
      <w:szCs w:val="24"/>
    </w:rPr>
  </w:style>
  <w:style w:type="paragraph" w:customStyle="1" w:styleId="CM143">
    <w:name w:val="CM143"/>
    <w:basedOn w:val="Default"/>
    <w:next w:val="Default"/>
    <w:uiPriority w:val="99"/>
    <w:rsid w:val="002C252D"/>
    <w:rPr>
      <w:color w:val="auto"/>
    </w:rPr>
  </w:style>
  <w:style w:type="paragraph" w:customStyle="1" w:styleId="CM145">
    <w:name w:val="CM145"/>
    <w:basedOn w:val="Default"/>
    <w:next w:val="Default"/>
    <w:uiPriority w:val="99"/>
    <w:rsid w:val="002C252D"/>
    <w:rPr>
      <w:color w:val="auto"/>
    </w:rPr>
  </w:style>
  <w:style w:type="paragraph" w:customStyle="1" w:styleId="CM146">
    <w:name w:val="CM146"/>
    <w:basedOn w:val="Default"/>
    <w:next w:val="Default"/>
    <w:uiPriority w:val="99"/>
    <w:rsid w:val="002C252D"/>
    <w:rPr>
      <w:color w:val="auto"/>
    </w:rPr>
  </w:style>
  <w:style w:type="paragraph" w:customStyle="1" w:styleId="CM149">
    <w:name w:val="CM149"/>
    <w:basedOn w:val="Default"/>
    <w:next w:val="Default"/>
    <w:uiPriority w:val="99"/>
    <w:rsid w:val="002C252D"/>
    <w:rPr>
      <w:color w:val="auto"/>
    </w:rPr>
  </w:style>
  <w:style w:type="paragraph" w:customStyle="1" w:styleId="CM151">
    <w:name w:val="CM151"/>
    <w:basedOn w:val="Default"/>
    <w:next w:val="Default"/>
    <w:uiPriority w:val="99"/>
    <w:rsid w:val="002C252D"/>
    <w:rPr>
      <w:color w:val="auto"/>
    </w:rPr>
  </w:style>
  <w:style w:type="paragraph" w:customStyle="1" w:styleId="CM46">
    <w:name w:val="CM46"/>
    <w:basedOn w:val="Default"/>
    <w:next w:val="Default"/>
    <w:uiPriority w:val="99"/>
    <w:rsid w:val="002C252D"/>
    <w:rPr>
      <w:color w:val="auto"/>
    </w:rPr>
  </w:style>
  <w:style w:type="paragraph" w:customStyle="1" w:styleId="CM48">
    <w:name w:val="CM48"/>
    <w:basedOn w:val="Default"/>
    <w:next w:val="Default"/>
    <w:uiPriority w:val="99"/>
    <w:rsid w:val="002C252D"/>
    <w:pPr>
      <w:spacing w:line="231" w:lineRule="atLeast"/>
    </w:pPr>
    <w:rPr>
      <w:color w:val="auto"/>
    </w:rPr>
  </w:style>
  <w:style w:type="paragraph" w:customStyle="1" w:styleId="CM49">
    <w:name w:val="CM49"/>
    <w:basedOn w:val="Default"/>
    <w:next w:val="Default"/>
    <w:uiPriority w:val="99"/>
    <w:rsid w:val="002C252D"/>
    <w:pPr>
      <w:spacing w:line="231" w:lineRule="atLeast"/>
    </w:pPr>
    <w:rPr>
      <w:color w:val="auto"/>
    </w:rPr>
  </w:style>
  <w:style w:type="paragraph" w:customStyle="1" w:styleId="CM51">
    <w:name w:val="CM51"/>
    <w:basedOn w:val="Default"/>
    <w:next w:val="Default"/>
    <w:uiPriority w:val="99"/>
    <w:rsid w:val="002C252D"/>
    <w:pPr>
      <w:spacing w:line="233" w:lineRule="atLeast"/>
    </w:pPr>
    <w:rPr>
      <w:color w:val="auto"/>
    </w:rPr>
  </w:style>
  <w:style w:type="paragraph" w:customStyle="1" w:styleId="CM152">
    <w:name w:val="CM152"/>
    <w:basedOn w:val="Default"/>
    <w:next w:val="Default"/>
    <w:uiPriority w:val="99"/>
    <w:rsid w:val="002C252D"/>
    <w:rPr>
      <w:color w:val="auto"/>
    </w:rPr>
  </w:style>
  <w:style w:type="paragraph" w:customStyle="1" w:styleId="CM53">
    <w:name w:val="CM53"/>
    <w:basedOn w:val="Default"/>
    <w:next w:val="Default"/>
    <w:uiPriority w:val="99"/>
    <w:rsid w:val="002C252D"/>
    <w:pPr>
      <w:spacing w:line="228" w:lineRule="atLeast"/>
    </w:pPr>
    <w:rPr>
      <w:color w:val="auto"/>
    </w:rPr>
  </w:style>
  <w:style w:type="paragraph" w:customStyle="1" w:styleId="CM54">
    <w:name w:val="CM54"/>
    <w:basedOn w:val="Default"/>
    <w:next w:val="Default"/>
    <w:uiPriority w:val="99"/>
    <w:rsid w:val="002C252D"/>
    <w:pPr>
      <w:spacing w:line="228" w:lineRule="atLeast"/>
    </w:pPr>
    <w:rPr>
      <w:color w:val="auto"/>
    </w:rPr>
  </w:style>
  <w:style w:type="paragraph" w:customStyle="1" w:styleId="CM153">
    <w:name w:val="CM153"/>
    <w:basedOn w:val="Default"/>
    <w:next w:val="Default"/>
    <w:uiPriority w:val="99"/>
    <w:rsid w:val="002C252D"/>
    <w:rPr>
      <w:color w:val="auto"/>
    </w:rPr>
  </w:style>
  <w:style w:type="paragraph" w:customStyle="1" w:styleId="CM57">
    <w:name w:val="CM57"/>
    <w:basedOn w:val="Default"/>
    <w:next w:val="Default"/>
    <w:uiPriority w:val="99"/>
    <w:rsid w:val="002C252D"/>
    <w:pPr>
      <w:spacing w:line="228" w:lineRule="atLeast"/>
    </w:pPr>
    <w:rPr>
      <w:color w:val="auto"/>
    </w:rPr>
  </w:style>
  <w:style w:type="paragraph" w:customStyle="1" w:styleId="CM58">
    <w:name w:val="CM58"/>
    <w:basedOn w:val="Default"/>
    <w:next w:val="Default"/>
    <w:uiPriority w:val="99"/>
    <w:rsid w:val="002C252D"/>
    <w:pPr>
      <w:spacing w:line="228" w:lineRule="atLeast"/>
    </w:pPr>
    <w:rPr>
      <w:color w:val="auto"/>
    </w:rPr>
  </w:style>
  <w:style w:type="paragraph" w:customStyle="1" w:styleId="CM59">
    <w:name w:val="CM59"/>
    <w:basedOn w:val="Default"/>
    <w:next w:val="Default"/>
    <w:uiPriority w:val="99"/>
    <w:rsid w:val="002C252D"/>
    <w:rPr>
      <w:color w:val="auto"/>
    </w:rPr>
  </w:style>
  <w:style w:type="paragraph" w:customStyle="1" w:styleId="CM61">
    <w:name w:val="CM61"/>
    <w:basedOn w:val="Default"/>
    <w:next w:val="Default"/>
    <w:uiPriority w:val="99"/>
    <w:rsid w:val="002C252D"/>
    <w:pPr>
      <w:spacing w:line="228" w:lineRule="atLeast"/>
    </w:pPr>
    <w:rPr>
      <w:color w:val="auto"/>
    </w:rPr>
  </w:style>
  <w:style w:type="paragraph" w:customStyle="1" w:styleId="CM62">
    <w:name w:val="CM62"/>
    <w:basedOn w:val="Default"/>
    <w:next w:val="Default"/>
    <w:uiPriority w:val="99"/>
    <w:rsid w:val="002C252D"/>
    <w:pPr>
      <w:spacing w:line="231" w:lineRule="atLeast"/>
    </w:pPr>
    <w:rPr>
      <w:color w:val="auto"/>
    </w:rPr>
  </w:style>
  <w:style w:type="paragraph" w:customStyle="1" w:styleId="CM63">
    <w:name w:val="CM63"/>
    <w:basedOn w:val="Default"/>
    <w:next w:val="Default"/>
    <w:uiPriority w:val="99"/>
    <w:rsid w:val="002C252D"/>
    <w:pPr>
      <w:spacing w:line="231" w:lineRule="atLeast"/>
    </w:pPr>
    <w:rPr>
      <w:color w:val="auto"/>
    </w:rPr>
  </w:style>
  <w:style w:type="paragraph" w:customStyle="1" w:styleId="CM65">
    <w:name w:val="CM65"/>
    <w:basedOn w:val="Default"/>
    <w:next w:val="Default"/>
    <w:uiPriority w:val="99"/>
    <w:rsid w:val="002C252D"/>
    <w:pPr>
      <w:spacing w:line="231" w:lineRule="atLeast"/>
    </w:pPr>
    <w:rPr>
      <w:color w:val="auto"/>
    </w:rPr>
  </w:style>
  <w:style w:type="paragraph" w:customStyle="1" w:styleId="CM66">
    <w:name w:val="CM66"/>
    <w:basedOn w:val="Default"/>
    <w:next w:val="Default"/>
    <w:uiPriority w:val="99"/>
    <w:rsid w:val="002C252D"/>
    <w:rPr>
      <w:color w:val="auto"/>
    </w:rPr>
  </w:style>
  <w:style w:type="paragraph" w:customStyle="1" w:styleId="CM154">
    <w:name w:val="CM154"/>
    <w:basedOn w:val="Default"/>
    <w:next w:val="Default"/>
    <w:uiPriority w:val="99"/>
    <w:rsid w:val="002C252D"/>
    <w:rPr>
      <w:color w:val="auto"/>
    </w:rPr>
  </w:style>
  <w:style w:type="paragraph" w:customStyle="1" w:styleId="CM69">
    <w:name w:val="CM69"/>
    <w:basedOn w:val="Default"/>
    <w:next w:val="Default"/>
    <w:uiPriority w:val="99"/>
    <w:rsid w:val="002C252D"/>
    <w:pPr>
      <w:spacing w:line="231" w:lineRule="atLeast"/>
    </w:pPr>
    <w:rPr>
      <w:color w:val="auto"/>
    </w:rPr>
  </w:style>
  <w:style w:type="paragraph" w:customStyle="1" w:styleId="CM155">
    <w:name w:val="CM155"/>
    <w:basedOn w:val="Default"/>
    <w:next w:val="Default"/>
    <w:uiPriority w:val="99"/>
    <w:rsid w:val="002C252D"/>
    <w:rPr>
      <w:color w:val="auto"/>
    </w:rPr>
  </w:style>
  <w:style w:type="paragraph" w:customStyle="1" w:styleId="CM156">
    <w:name w:val="CM156"/>
    <w:basedOn w:val="Default"/>
    <w:next w:val="Default"/>
    <w:uiPriority w:val="99"/>
    <w:rsid w:val="002C252D"/>
    <w:rPr>
      <w:color w:val="auto"/>
    </w:rPr>
  </w:style>
  <w:style w:type="paragraph" w:customStyle="1" w:styleId="CM157">
    <w:name w:val="CM157"/>
    <w:basedOn w:val="Default"/>
    <w:next w:val="Default"/>
    <w:uiPriority w:val="99"/>
    <w:rsid w:val="002C252D"/>
    <w:rPr>
      <w:color w:val="auto"/>
    </w:rPr>
  </w:style>
  <w:style w:type="paragraph" w:customStyle="1" w:styleId="CM73">
    <w:name w:val="CM73"/>
    <w:basedOn w:val="Default"/>
    <w:next w:val="Default"/>
    <w:uiPriority w:val="99"/>
    <w:rsid w:val="002C252D"/>
    <w:pPr>
      <w:spacing w:line="231" w:lineRule="atLeast"/>
    </w:pPr>
    <w:rPr>
      <w:color w:val="auto"/>
    </w:rPr>
  </w:style>
  <w:style w:type="paragraph" w:customStyle="1" w:styleId="CM75">
    <w:name w:val="CM75"/>
    <w:basedOn w:val="Default"/>
    <w:next w:val="Default"/>
    <w:uiPriority w:val="99"/>
    <w:rsid w:val="002C252D"/>
    <w:pPr>
      <w:spacing w:line="231" w:lineRule="atLeast"/>
    </w:pPr>
    <w:rPr>
      <w:color w:val="auto"/>
    </w:rPr>
  </w:style>
  <w:style w:type="paragraph" w:customStyle="1" w:styleId="CM76">
    <w:name w:val="CM76"/>
    <w:basedOn w:val="Default"/>
    <w:next w:val="Default"/>
    <w:uiPriority w:val="99"/>
    <w:rsid w:val="002C252D"/>
    <w:pPr>
      <w:spacing w:line="231" w:lineRule="atLeast"/>
    </w:pPr>
    <w:rPr>
      <w:color w:val="auto"/>
    </w:rPr>
  </w:style>
  <w:style w:type="paragraph" w:customStyle="1" w:styleId="CM77">
    <w:name w:val="CM77"/>
    <w:basedOn w:val="Default"/>
    <w:next w:val="Default"/>
    <w:uiPriority w:val="99"/>
    <w:rsid w:val="002C252D"/>
    <w:pPr>
      <w:spacing w:line="231" w:lineRule="atLeast"/>
    </w:pPr>
    <w:rPr>
      <w:color w:val="auto"/>
    </w:rPr>
  </w:style>
  <w:style w:type="paragraph" w:customStyle="1" w:styleId="CM78">
    <w:name w:val="CM78"/>
    <w:basedOn w:val="Default"/>
    <w:next w:val="Default"/>
    <w:uiPriority w:val="99"/>
    <w:rsid w:val="002C252D"/>
    <w:rPr>
      <w:color w:val="auto"/>
    </w:rPr>
  </w:style>
  <w:style w:type="paragraph" w:customStyle="1" w:styleId="CM80">
    <w:name w:val="CM80"/>
    <w:basedOn w:val="Default"/>
    <w:next w:val="Default"/>
    <w:uiPriority w:val="99"/>
    <w:rsid w:val="002C252D"/>
    <w:pPr>
      <w:spacing w:line="231" w:lineRule="atLeast"/>
    </w:pPr>
    <w:rPr>
      <w:color w:val="auto"/>
    </w:rPr>
  </w:style>
  <w:style w:type="paragraph" w:styleId="BalloonText">
    <w:name w:val="Balloon Text"/>
    <w:basedOn w:val="Normal"/>
    <w:link w:val="BalloonTextChar"/>
    <w:uiPriority w:val="99"/>
    <w:semiHidden/>
    <w:rsid w:val="00B642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2C252D"/>
    <w:rPr>
      <w:rFonts w:ascii="Lucida Grande" w:hAnsi="Lucida Grande" w:cs="Lucida Grande"/>
      <w:sz w:val="18"/>
      <w:szCs w:val="18"/>
    </w:rPr>
  </w:style>
  <w:style w:type="paragraph" w:styleId="Header">
    <w:name w:val="header"/>
    <w:basedOn w:val="Normal"/>
    <w:link w:val="HeaderChar"/>
    <w:uiPriority w:val="99"/>
    <w:rsid w:val="00B6422D"/>
    <w:pPr>
      <w:tabs>
        <w:tab w:val="center" w:pos="4320"/>
        <w:tab w:val="right" w:pos="8640"/>
      </w:tabs>
    </w:pPr>
  </w:style>
  <w:style w:type="character" w:customStyle="1" w:styleId="HeaderChar">
    <w:name w:val="Header Char"/>
    <w:basedOn w:val="DefaultParagraphFont"/>
    <w:link w:val="Header"/>
    <w:uiPriority w:val="99"/>
    <w:locked/>
    <w:rsid w:val="0021201C"/>
    <w:rPr>
      <w:rFonts w:ascii="Times New Roman" w:hAnsi="Times New Roman" w:cs="Times New Roman"/>
    </w:rPr>
  </w:style>
  <w:style w:type="paragraph" w:styleId="Footer">
    <w:name w:val="footer"/>
    <w:basedOn w:val="Normal"/>
    <w:link w:val="FooterChar"/>
    <w:uiPriority w:val="99"/>
    <w:rsid w:val="00B6422D"/>
    <w:pPr>
      <w:tabs>
        <w:tab w:val="center" w:pos="4320"/>
        <w:tab w:val="right" w:pos="8640"/>
      </w:tabs>
    </w:pPr>
  </w:style>
  <w:style w:type="character" w:customStyle="1" w:styleId="FooterChar">
    <w:name w:val="Footer Char"/>
    <w:basedOn w:val="DefaultParagraphFont"/>
    <w:link w:val="Footer"/>
    <w:uiPriority w:val="99"/>
    <w:locked/>
    <w:rsid w:val="0021201C"/>
    <w:rPr>
      <w:rFonts w:ascii="Times New Roman" w:hAnsi="Times New Roman" w:cs="Times New Roman"/>
    </w:rPr>
  </w:style>
  <w:style w:type="paragraph" w:customStyle="1" w:styleId="yiv191057271msofooter">
    <w:name w:val="yiv191057271msofooter"/>
    <w:basedOn w:val="Normal"/>
    <w:uiPriority w:val="99"/>
    <w:rsid w:val="0021201C"/>
    <w:pPr>
      <w:spacing w:before="100" w:beforeAutospacing="1" w:after="100" w:afterAutospacing="1"/>
    </w:pPr>
    <w:rPr>
      <w:rFonts w:ascii="Times" w:hAnsi="Times"/>
      <w:sz w:val="20"/>
      <w:szCs w:val="20"/>
    </w:rPr>
  </w:style>
  <w:style w:type="character" w:styleId="PageNumber">
    <w:name w:val="page number"/>
    <w:basedOn w:val="DefaultParagraphFont"/>
    <w:uiPriority w:val="99"/>
    <w:semiHidden/>
    <w:rsid w:val="0021201C"/>
    <w:rPr>
      <w:rFonts w:cs="Times New Roman"/>
    </w:rPr>
  </w:style>
  <w:style w:type="character" w:styleId="CommentReference">
    <w:name w:val="annotation reference"/>
    <w:basedOn w:val="DefaultParagraphFont"/>
    <w:uiPriority w:val="99"/>
    <w:semiHidden/>
    <w:rsid w:val="00ED36AE"/>
    <w:rPr>
      <w:rFonts w:cs="Times New Roman"/>
      <w:sz w:val="18"/>
      <w:szCs w:val="18"/>
    </w:rPr>
  </w:style>
  <w:style w:type="paragraph" w:styleId="CommentText">
    <w:name w:val="annotation text"/>
    <w:basedOn w:val="Normal"/>
    <w:link w:val="CommentTextChar"/>
    <w:uiPriority w:val="99"/>
    <w:semiHidden/>
    <w:rsid w:val="00ED36AE"/>
  </w:style>
  <w:style w:type="character" w:customStyle="1" w:styleId="CommentTextChar">
    <w:name w:val="Comment Text Char"/>
    <w:basedOn w:val="DefaultParagraphFont"/>
    <w:link w:val="CommentText"/>
    <w:uiPriority w:val="99"/>
    <w:semiHidden/>
    <w:locked/>
    <w:rsid w:val="00ED36AE"/>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ED36AE"/>
    <w:rPr>
      <w:b/>
      <w:bCs/>
      <w:sz w:val="20"/>
      <w:szCs w:val="20"/>
    </w:rPr>
  </w:style>
  <w:style w:type="character" w:customStyle="1" w:styleId="CommentSubjectChar">
    <w:name w:val="Comment Subject Char"/>
    <w:basedOn w:val="CommentTextChar"/>
    <w:link w:val="CommentSubject"/>
    <w:uiPriority w:val="99"/>
    <w:semiHidden/>
    <w:locked/>
    <w:rsid w:val="00ED36AE"/>
    <w:rPr>
      <w:b/>
      <w:bCs/>
      <w:sz w:val="20"/>
      <w:szCs w:val="20"/>
    </w:rPr>
  </w:style>
  <w:style w:type="paragraph" w:customStyle="1" w:styleId="squarebullet">
    <w:name w:val="square bullet"/>
    <w:basedOn w:val="Normal"/>
    <w:uiPriority w:val="99"/>
    <w:rsid w:val="00B6422D"/>
    <w:pPr>
      <w:numPr>
        <w:numId w:val="65"/>
      </w:numPr>
      <w:spacing w:line="360" w:lineRule="auto"/>
    </w:pPr>
    <w:rPr>
      <w:rFonts w:cs="Arial"/>
      <w:szCs w:val="20"/>
    </w:rPr>
  </w:style>
  <w:style w:type="paragraph" w:customStyle="1" w:styleId="underlinesubhead">
    <w:name w:val="underline subhead"/>
    <w:basedOn w:val="Normal"/>
    <w:uiPriority w:val="99"/>
    <w:rsid w:val="00B6422D"/>
    <w:pPr>
      <w:spacing w:line="360" w:lineRule="auto"/>
    </w:pPr>
    <w:rPr>
      <w:rFonts w:cs="Arial"/>
      <w:b/>
      <w:szCs w:val="20"/>
      <w:u w:val="single"/>
    </w:rPr>
  </w:style>
  <w:style w:type="paragraph" w:customStyle="1" w:styleId="body">
    <w:name w:val="body"/>
    <w:basedOn w:val="Normal"/>
    <w:link w:val="bodyChar"/>
    <w:uiPriority w:val="99"/>
    <w:rsid w:val="00B6422D"/>
    <w:pPr>
      <w:spacing w:line="360" w:lineRule="auto"/>
    </w:pPr>
    <w:rPr>
      <w:rFonts w:cs="Arial"/>
      <w:szCs w:val="20"/>
    </w:rPr>
  </w:style>
  <w:style w:type="character" w:customStyle="1" w:styleId="bodyChar">
    <w:name w:val="body Char"/>
    <w:basedOn w:val="DefaultParagraphFont"/>
    <w:link w:val="body"/>
    <w:uiPriority w:val="99"/>
    <w:locked/>
    <w:rsid w:val="00B6422D"/>
    <w:rPr>
      <w:rFonts w:ascii="Times New Roman" w:hAnsi="Times New Roman" w:cs="Arial"/>
      <w:sz w:val="20"/>
      <w:szCs w:val="20"/>
    </w:rPr>
  </w:style>
  <w:style w:type="paragraph" w:customStyle="1" w:styleId="bodybold">
    <w:name w:val="body bold"/>
    <w:basedOn w:val="body"/>
    <w:uiPriority w:val="99"/>
    <w:rsid w:val="00B6422D"/>
    <w:rPr>
      <w:b/>
    </w:rPr>
  </w:style>
  <w:style w:type="paragraph" w:customStyle="1" w:styleId="unithead">
    <w:name w:val="unit head"/>
    <w:basedOn w:val="Normal"/>
    <w:uiPriority w:val="99"/>
    <w:rsid w:val="00B6422D"/>
    <w:pPr>
      <w:pBdr>
        <w:bottom w:val="single" w:sz="12" w:space="1" w:color="auto"/>
      </w:pBdr>
    </w:pPr>
    <w:rPr>
      <w:rFonts w:cs="Arial"/>
      <w:b/>
      <w:sz w:val="32"/>
      <w:szCs w:val="32"/>
    </w:rPr>
  </w:style>
  <w:style w:type="paragraph" w:customStyle="1" w:styleId="Remindershead">
    <w:name w:val="Reminders head"/>
    <w:basedOn w:val="Normal"/>
    <w:uiPriority w:val="99"/>
    <w:rsid w:val="00B6422D"/>
    <w:pPr>
      <w:spacing w:after="240"/>
      <w:jc w:val="center"/>
    </w:pPr>
    <w:rPr>
      <w:rFonts w:cs="Arial"/>
      <w:b/>
      <w:caps/>
      <w:szCs w:val="20"/>
    </w:rPr>
  </w:style>
  <w:style w:type="paragraph" w:customStyle="1" w:styleId="bodyunderline">
    <w:name w:val="body underline"/>
    <w:basedOn w:val="Footer"/>
    <w:uiPriority w:val="99"/>
    <w:rsid w:val="00B6422D"/>
    <w:pPr>
      <w:tabs>
        <w:tab w:val="clear" w:pos="4320"/>
        <w:tab w:val="clear" w:pos="8640"/>
        <w:tab w:val="center" w:pos="720"/>
        <w:tab w:val="right" w:pos="1080"/>
      </w:tabs>
    </w:pPr>
    <w:rPr>
      <w:rFonts w:eastAsia="WenQuanYi Micro Hei" w:cs="Arial"/>
      <w:szCs w:val="20"/>
      <w:u w:val="single"/>
    </w:rPr>
  </w:style>
  <w:style w:type="paragraph" w:customStyle="1" w:styleId="subtosqubullet">
    <w:name w:val="sub to squ bullet"/>
    <w:basedOn w:val="Normal"/>
    <w:uiPriority w:val="99"/>
    <w:rsid w:val="00B6422D"/>
    <w:pPr>
      <w:numPr>
        <w:ilvl w:val="1"/>
        <w:numId w:val="66"/>
      </w:numPr>
      <w:spacing w:line="360" w:lineRule="auto"/>
    </w:pPr>
    <w:rPr>
      <w:rFonts w:cs="Arial"/>
      <w:szCs w:val="20"/>
    </w:rPr>
  </w:style>
  <w:style w:type="paragraph" w:customStyle="1" w:styleId="bodybullet">
    <w:name w:val="body bullet"/>
    <w:basedOn w:val="body"/>
    <w:uiPriority w:val="99"/>
    <w:rsid w:val="00B6422D"/>
  </w:style>
  <w:style w:type="paragraph" w:customStyle="1" w:styleId="bodyindent">
    <w:name w:val="body indent"/>
    <w:basedOn w:val="body"/>
    <w:uiPriority w:val="99"/>
    <w:rsid w:val="00B6422D"/>
    <w:pPr>
      <w:ind w:left="720"/>
    </w:pPr>
  </w:style>
  <w:style w:type="paragraph" w:customStyle="1" w:styleId="newactivity">
    <w:name w:val="new activity"/>
    <w:basedOn w:val="Normal"/>
    <w:uiPriority w:val="99"/>
    <w:rsid w:val="00B6422D"/>
    <w:pPr>
      <w:pBdr>
        <w:bottom w:val="single" w:sz="4" w:space="1" w:color="auto"/>
      </w:pBdr>
      <w:spacing w:after="120"/>
      <w:contextualSpacing/>
    </w:pPr>
    <w:rPr>
      <w:rFonts w:cs="Arial"/>
      <w:b/>
    </w:rPr>
  </w:style>
  <w:style w:type="paragraph" w:customStyle="1" w:styleId="objectives">
    <w:name w:val="objectives"/>
    <w:basedOn w:val="body"/>
    <w:uiPriority w:val="99"/>
    <w:rsid w:val="00B6422D"/>
    <w:pPr>
      <w:ind w:left="990" w:hanging="630"/>
    </w:pPr>
  </w:style>
  <w:style w:type="paragraph" w:customStyle="1" w:styleId="cover3">
    <w:name w:val="cover 3"/>
    <w:basedOn w:val="Header"/>
    <w:uiPriority w:val="99"/>
    <w:rsid w:val="00B6422D"/>
    <w:pPr>
      <w:tabs>
        <w:tab w:val="clear" w:pos="8640"/>
      </w:tabs>
      <w:spacing w:line="360" w:lineRule="auto"/>
      <w:jc w:val="center"/>
    </w:pPr>
    <w:rPr>
      <w:sz w:val="48"/>
      <w:szCs w:val="48"/>
    </w:rPr>
  </w:style>
  <w:style w:type="paragraph" w:styleId="NoSpacing">
    <w:name w:val="No Spacing"/>
    <w:link w:val="NoSpacingChar"/>
    <w:uiPriority w:val="99"/>
    <w:qFormat/>
    <w:rsid w:val="00B6422D"/>
  </w:style>
  <w:style w:type="character" w:customStyle="1" w:styleId="NoSpacingChar">
    <w:name w:val="No Spacing Char"/>
    <w:basedOn w:val="DefaultParagraphFont"/>
    <w:link w:val="NoSpacing"/>
    <w:uiPriority w:val="99"/>
    <w:locked/>
    <w:rsid w:val="00B6422D"/>
    <w:rPr>
      <w:rFonts w:cs="Times New Roman"/>
      <w:sz w:val="22"/>
      <w:szCs w:val="22"/>
      <w:lang w:val="en-US" w:eastAsia="en-US" w:bidi="ar-SA"/>
    </w:rPr>
  </w:style>
  <w:style w:type="paragraph" w:styleId="ListParagraph">
    <w:name w:val="List Paragraph"/>
    <w:basedOn w:val="Normal"/>
    <w:link w:val="ListParagraphChar"/>
    <w:uiPriority w:val="99"/>
    <w:qFormat/>
    <w:rsid w:val="00B6422D"/>
    <w:pPr>
      <w:ind w:left="720"/>
      <w:contextualSpacing/>
    </w:pPr>
    <w:rPr>
      <w:sz w:val="20"/>
      <w:szCs w:val="20"/>
    </w:rPr>
  </w:style>
  <w:style w:type="character" w:customStyle="1" w:styleId="ListParagraphChar">
    <w:name w:val="List Paragraph Char"/>
    <w:link w:val="ListParagraph"/>
    <w:uiPriority w:val="99"/>
    <w:locked/>
    <w:rsid w:val="00B6422D"/>
    <w:rPr>
      <w:rFonts w:ascii="Times New Roman" w:hAnsi="Times New Roman"/>
    </w:rPr>
  </w:style>
  <w:style w:type="paragraph" w:styleId="Caption">
    <w:name w:val="caption"/>
    <w:basedOn w:val="Normal"/>
    <w:next w:val="Normal"/>
    <w:uiPriority w:val="99"/>
    <w:qFormat/>
    <w:rsid w:val="00B6422D"/>
    <w:rPr>
      <w:b/>
      <w:bCs/>
      <w:color w:val="4F81BD"/>
      <w:sz w:val="18"/>
      <w:szCs w:val="18"/>
    </w:rPr>
  </w:style>
  <w:style w:type="paragraph" w:styleId="Title">
    <w:name w:val="Title"/>
    <w:basedOn w:val="Normal"/>
    <w:next w:val="Normal"/>
    <w:link w:val="TitleChar"/>
    <w:uiPriority w:val="99"/>
    <w:qFormat/>
    <w:rsid w:val="00B6422D"/>
    <w:pPr>
      <w:pBdr>
        <w:bottom w:val="single" w:sz="8" w:space="4" w:color="4F81BD"/>
      </w:pBdr>
      <w:spacing w:after="300"/>
      <w:contextualSpacing/>
    </w:pPr>
    <w:rPr>
      <w:rFonts w:ascii="Calibri" w:eastAsia="MS Gothic" w:hAnsi="Calibri"/>
      <w:color w:val="17365D"/>
      <w:spacing w:val="5"/>
      <w:kern w:val="28"/>
      <w:sz w:val="52"/>
      <w:szCs w:val="52"/>
    </w:rPr>
  </w:style>
  <w:style w:type="character" w:customStyle="1" w:styleId="TitleChar">
    <w:name w:val="Title Char"/>
    <w:basedOn w:val="DefaultParagraphFont"/>
    <w:link w:val="Title"/>
    <w:uiPriority w:val="99"/>
    <w:locked/>
    <w:rsid w:val="00B6422D"/>
    <w:rPr>
      <w:rFonts w:ascii="Calibri" w:eastAsia="MS Gothic" w:hAnsi="Calibri" w:cs="Times New Roman"/>
      <w:color w:val="17365D"/>
      <w:spacing w:val="5"/>
      <w:kern w:val="28"/>
      <w:sz w:val="52"/>
      <w:szCs w:val="52"/>
    </w:rPr>
  </w:style>
  <w:style w:type="paragraph" w:styleId="Subtitle">
    <w:name w:val="Subtitle"/>
    <w:basedOn w:val="Normal"/>
    <w:next w:val="Normal"/>
    <w:link w:val="SubtitleChar"/>
    <w:uiPriority w:val="99"/>
    <w:qFormat/>
    <w:rsid w:val="00B6422D"/>
    <w:pPr>
      <w:numPr>
        <w:ilvl w:val="1"/>
      </w:numPr>
      <w:ind w:firstLine="720"/>
    </w:pPr>
    <w:rPr>
      <w:rFonts w:ascii="Calibri" w:eastAsia="MS Gothic" w:hAnsi="Calibri"/>
      <w:i/>
      <w:iCs/>
      <w:color w:val="4F81BD"/>
      <w:spacing w:val="15"/>
    </w:rPr>
  </w:style>
  <w:style w:type="character" w:customStyle="1" w:styleId="SubtitleChar">
    <w:name w:val="Subtitle Char"/>
    <w:basedOn w:val="DefaultParagraphFont"/>
    <w:link w:val="Subtitle"/>
    <w:uiPriority w:val="99"/>
    <w:locked/>
    <w:rsid w:val="00B6422D"/>
    <w:rPr>
      <w:rFonts w:ascii="Calibri" w:eastAsia="MS Gothic" w:hAnsi="Calibri" w:cs="Times New Roman"/>
      <w:i/>
      <w:iCs/>
      <w:color w:val="4F81BD"/>
      <w:spacing w:val="15"/>
    </w:rPr>
  </w:style>
  <w:style w:type="character" w:styleId="Strong">
    <w:name w:val="Strong"/>
    <w:basedOn w:val="DefaultParagraphFont"/>
    <w:uiPriority w:val="99"/>
    <w:qFormat/>
    <w:rsid w:val="00B6422D"/>
    <w:rPr>
      <w:rFonts w:cs="Times New Roman"/>
      <w:b/>
      <w:bCs/>
    </w:rPr>
  </w:style>
  <w:style w:type="character" w:styleId="Emphasis">
    <w:name w:val="Emphasis"/>
    <w:basedOn w:val="DefaultParagraphFont"/>
    <w:uiPriority w:val="99"/>
    <w:qFormat/>
    <w:rsid w:val="00B6422D"/>
    <w:rPr>
      <w:rFonts w:cs="Times New Roman"/>
      <w:i/>
      <w:iCs/>
    </w:rPr>
  </w:style>
  <w:style w:type="paragraph" w:styleId="Quote">
    <w:name w:val="Quote"/>
    <w:basedOn w:val="Normal"/>
    <w:next w:val="Normal"/>
    <w:link w:val="QuoteChar"/>
    <w:uiPriority w:val="99"/>
    <w:qFormat/>
    <w:rsid w:val="00B6422D"/>
    <w:rPr>
      <w:i/>
      <w:iCs/>
      <w:color w:val="000000"/>
    </w:rPr>
  </w:style>
  <w:style w:type="character" w:customStyle="1" w:styleId="QuoteChar">
    <w:name w:val="Quote Char"/>
    <w:basedOn w:val="DefaultParagraphFont"/>
    <w:link w:val="Quote"/>
    <w:uiPriority w:val="99"/>
    <w:locked/>
    <w:rsid w:val="00B6422D"/>
    <w:rPr>
      <w:rFonts w:ascii="Times New Roman" w:hAnsi="Times New Roman" w:cs="Times New Roman"/>
      <w:i/>
      <w:iCs/>
      <w:color w:val="000000"/>
    </w:rPr>
  </w:style>
  <w:style w:type="paragraph" w:styleId="IntenseQuote">
    <w:name w:val="Intense Quote"/>
    <w:basedOn w:val="Normal"/>
    <w:next w:val="Normal"/>
    <w:link w:val="IntenseQuoteChar"/>
    <w:uiPriority w:val="99"/>
    <w:qFormat/>
    <w:rsid w:val="00B6422D"/>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B6422D"/>
    <w:rPr>
      <w:rFonts w:ascii="Times New Roman" w:hAnsi="Times New Roman" w:cs="Times New Roman"/>
      <w:b/>
      <w:bCs/>
      <w:i/>
      <w:iCs/>
      <w:color w:val="4F81BD"/>
    </w:rPr>
  </w:style>
  <w:style w:type="character" w:styleId="SubtleEmphasis">
    <w:name w:val="Subtle Emphasis"/>
    <w:basedOn w:val="DefaultParagraphFont"/>
    <w:uiPriority w:val="99"/>
    <w:qFormat/>
    <w:rsid w:val="00B6422D"/>
    <w:rPr>
      <w:rFonts w:cs="Times New Roman"/>
      <w:i/>
      <w:iCs/>
      <w:color w:val="808080"/>
    </w:rPr>
  </w:style>
  <w:style w:type="character" w:styleId="IntenseEmphasis">
    <w:name w:val="Intense Emphasis"/>
    <w:basedOn w:val="DefaultParagraphFont"/>
    <w:uiPriority w:val="99"/>
    <w:qFormat/>
    <w:rsid w:val="00B6422D"/>
    <w:rPr>
      <w:rFonts w:cs="Times New Roman"/>
      <w:b/>
      <w:bCs/>
      <w:i/>
      <w:iCs/>
      <w:color w:val="4F81BD"/>
    </w:rPr>
  </w:style>
  <w:style w:type="character" w:styleId="SubtleReference">
    <w:name w:val="Subtle Reference"/>
    <w:basedOn w:val="DefaultParagraphFont"/>
    <w:uiPriority w:val="99"/>
    <w:qFormat/>
    <w:rsid w:val="00B6422D"/>
    <w:rPr>
      <w:rFonts w:cs="Times New Roman"/>
      <w:smallCaps/>
      <w:color w:val="C0504D"/>
      <w:u w:val="single"/>
    </w:rPr>
  </w:style>
  <w:style w:type="character" w:styleId="IntenseReference">
    <w:name w:val="Intense Reference"/>
    <w:basedOn w:val="DefaultParagraphFont"/>
    <w:uiPriority w:val="99"/>
    <w:qFormat/>
    <w:rsid w:val="00B6422D"/>
    <w:rPr>
      <w:rFonts w:cs="Times New Roman"/>
      <w:b/>
      <w:bCs/>
      <w:smallCaps/>
      <w:color w:val="C0504D"/>
      <w:spacing w:val="5"/>
      <w:u w:val="single"/>
    </w:rPr>
  </w:style>
  <w:style w:type="character" w:styleId="BookTitle">
    <w:name w:val="Book Title"/>
    <w:basedOn w:val="DefaultParagraphFont"/>
    <w:uiPriority w:val="99"/>
    <w:qFormat/>
    <w:rsid w:val="00B6422D"/>
    <w:rPr>
      <w:rFonts w:cs="Times New Roman"/>
      <w:b/>
      <w:bCs/>
      <w:smallCaps/>
      <w:spacing w:val="5"/>
    </w:rPr>
  </w:style>
  <w:style w:type="paragraph" w:styleId="TOCHeading">
    <w:name w:val="TOC Heading"/>
    <w:basedOn w:val="Heading1"/>
    <w:next w:val="Normal"/>
    <w:uiPriority w:val="99"/>
    <w:qFormat/>
    <w:rsid w:val="00B6422D"/>
    <w:pPr>
      <w:outlineLvl w:val="9"/>
    </w:pPr>
  </w:style>
  <w:style w:type="paragraph" w:customStyle="1" w:styleId="Body0">
    <w:name w:val="Body"/>
    <w:basedOn w:val="Normal"/>
    <w:link w:val="BodyChar0"/>
    <w:uiPriority w:val="99"/>
    <w:rsid w:val="00B6422D"/>
    <w:pPr>
      <w:spacing w:line="480" w:lineRule="auto"/>
    </w:pPr>
  </w:style>
  <w:style w:type="character" w:customStyle="1" w:styleId="BodyChar1">
    <w:name w:val="Body Char1"/>
    <w:basedOn w:val="DefaultParagraphFont"/>
    <w:uiPriority w:val="99"/>
    <w:rsid w:val="00B6422D"/>
    <w:rPr>
      <w:rFonts w:cs="Times New Roman"/>
    </w:rPr>
  </w:style>
  <w:style w:type="character" w:customStyle="1" w:styleId="BodyChar0">
    <w:name w:val="Body Char"/>
    <w:basedOn w:val="DefaultParagraphFont"/>
    <w:link w:val="Body0"/>
    <w:uiPriority w:val="99"/>
    <w:locked/>
    <w:rsid w:val="00B6422D"/>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32277226">
      <w:marLeft w:val="0"/>
      <w:marRight w:val="0"/>
      <w:marTop w:val="0"/>
      <w:marBottom w:val="0"/>
      <w:divBdr>
        <w:top w:val="none" w:sz="0" w:space="0" w:color="auto"/>
        <w:left w:val="none" w:sz="0" w:space="0" w:color="auto"/>
        <w:bottom w:val="none" w:sz="0" w:space="0" w:color="auto"/>
        <w:right w:val="none" w:sz="0" w:space="0" w:color="auto"/>
      </w:divBdr>
      <w:divsChild>
        <w:div w:id="232277224">
          <w:marLeft w:val="0"/>
          <w:marRight w:val="0"/>
          <w:marTop w:val="0"/>
          <w:marBottom w:val="0"/>
          <w:divBdr>
            <w:top w:val="none" w:sz="0" w:space="0" w:color="auto"/>
            <w:left w:val="none" w:sz="0" w:space="0" w:color="auto"/>
            <w:bottom w:val="none" w:sz="0" w:space="0" w:color="auto"/>
            <w:right w:val="none" w:sz="0" w:space="0" w:color="auto"/>
          </w:divBdr>
        </w:div>
        <w:div w:id="232277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19</Pages>
  <Words>3516</Words>
  <Characters>20047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 Westmoreland Bouchard</dc:creator>
  <cp:keywords/>
  <dc:description/>
  <cp:lastModifiedBy>Molly White</cp:lastModifiedBy>
  <cp:revision>16</cp:revision>
  <dcterms:created xsi:type="dcterms:W3CDTF">2012-08-10T15:29:00Z</dcterms:created>
  <dcterms:modified xsi:type="dcterms:W3CDTF">2012-10-10T18:05:00Z</dcterms:modified>
</cp:coreProperties>
</file>