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AD8FB" w14:textId="77777777" w:rsidR="00221A2B" w:rsidRPr="00761CF1" w:rsidRDefault="00221A2B" w:rsidP="00157204">
      <w:pPr>
        <w:rPr>
          <w:b w:val="0"/>
        </w:rPr>
      </w:pPr>
      <w:bookmarkStart w:id="0" w:name="_GoBack"/>
      <w:r w:rsidRPr="00761CF1">
        <w:rPr>
          <w:rFonts w:hint="eastAsia"/>
          <w:b w:val="0"/>
        </w:rPr>
        <w:t xml:space="preserve">2.1 </w:t>
      </w:r>
    </w:p>
    <w:bookmarkEnd w:id="0"/>
    <w:p w14:paraId="7042DB2A" w14:textId="77777777" w:rsidR="00221A2B" w:rsidRPr="00B65DC7" w:rsidRDefault="00221A2B" w:rsidP="00157204">
      <w:pPr>
        <w:rPr>
          <w:b w:val="0"/>
        </w:rPr>
      </w:pPr>
      <w:r w:rsidRPr="00B65DC7">
        <w:rPr>
          <w:b w:val="0"/>
        </w:rPr>
        <w:object w:dxaOrig="7320" w:dyaOrig="1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75pt;height:85.5pt" o:ole="">
            <v:imagedata r:id="rId8" o:title=""/>
          </v:shape>
          <o:OLEObject Type="Embed" ProgID="Equation.3" ShapeID="_x0000_i1025" DrawAspect="Content" ObjectID="_1330453556" r:id="rId9"/>
        </w:object>
      </w:r>
    </w:p>
    <w:sectPr w:rsidR="00221A2B" w:rsidRPr="00B65DC7" w:rsidSect="00221A2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2B027" w14:textId="77777777" w:rsidR="00744E11" w:rsidRDefault="00744E11" w:rsidP="00764224">
      <w:r>
        <w:separator/>
      </w:r>
    </w:p>
  </w:endnote>
  <w:endnote w:type="continuationSeparator" w:id="0">
    <w:p w14:paraId="5293CAE0" w14:textId="77777777" w:rsidR="00744E11" w:rsidRDefault="00744E11" w:rsidP="0076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Palermo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0ECF9" w14:textId="77777777" w:rsidR="00D55CD7" w:rsidRPr="007710F6" w:rsidRDefault="00D55CD7" w:rsidP="00D55CD7">
    <w:pPr>
      <w:pStyle w:val="Footer"/>
      <w:pBdr>
        <w:top w:val="thinThickSmallGap" w:sz="24" w:space="1" w:color="622423"/>
      </w:pBdr>
      <w:tabs>
        <w:tab w:val="clear" w:pos="4680"/>
      </w:tabs>
      <w:rPr>
        <w:b w:val="0"/>
        <w:sz w:val="20"/>
        <w:szCs w:val="20"/>
      </w:rPr>
    </w:pPr>
    <w:r w:rsidRPr="007710F6">
      <w:rPr>
        <w:b w:val="0"/>
        <w:sz w:val="20"/>
        <w:szCs w:val="20"/>
      </w:rPr>
      <w:t>September 21, 2009</w:t>
    </w:r>
    <w:r w:rsidRPr="007710F6">
      <w:rPr>
        <w:b w:val="0"/>
        <w:sz w:val="20"/>
        <w:szCs w:val="20"/>
      </w:rPr>
      <w:tab/>
      <w:t xml:space="preserve">Page </w:t>
    </w:r>
    <w:r w:rsidRPr="007710F6">
      <w:rPr>
        <w:b w:val="0"/>
        <w:sz w:val="20"/>
        <w:szCs w:val="20"/>
      </w:rPr>
      <w:fldChar w:fldCharType="begin"/>
    </w:r>
    <w:r w:rsidRPr="007710F6">
      <w:rPr>
        <w:b w:val="0"/>
        <w:sz w:val="20"/>
        <w:szCs w:val="20"/>
      </w:rPr>
      <w:instrText xml:space="preserve"> PAGE   \* MERGEFORMAT </w:instrText>
    </w:r>
    <w:r w:rsidRPr="007710F6">
      <w:rPr>
        <w:b w:val="0"/>
        <w:sz w:val="20"/>
        <w:szCs w:val="20"/>
      </w:rPr>
      <w:fldChar w:fldCharType="separate"/>
    </w:r>
    <w:r w:rsidR="00761CF1">
      <w:rPr>
        <w:b w:val="0"/>
        <w:noProof/>
        <w:sz w:val="20"/>
        <w:szCs w:val="20"/>
      </w:rPr>
      <w:t>1</w:t>
    </w:r>
    <w:r w:rsidRPr="007710F6">
      <w:rPr>
        <w:b w:val="0"/>
        <w:sz w:val="20"/>
        <w:szCs w:val="20"/>
      </w:rPr>
      <w:fldChar w:fldCharType="end"/>
    </w:r>
  </w:p>
  <w:p w14:paraId="1F6FC9C0" w14:textId="77777777" w:rsidR="00D55CD7" w:rsidRDefault="00D55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255DC" w14:textId="77777777" w:rsidR="00744E11" w:rsidRDefault="00744E11" w:rsidP="00764224">
      <w:r>
        <w:separator/>
      </w:r>
    </w:p>
  </w:footnote>
  <w:footnote w:type="continuationSeparator" w:id="0">
    <w:p w14:paraId="640349B8" w14:textId="77777777" w:rsidR="00744E11" w:rsidRDefault="00744E11" w:rsidP="00764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7694D7" w14:textId="44D93AE7" w:rsidR="00761CF1" w:rsidRDefault="00761CF1">
    <w:pPr>
      <w:pStyle w:val="Header"/>
    </w:pPr>
    <w:r>
      <w:t>Chapter 2</w:t>
    </w:r>
  </w:p>
  <w:p w14:paraId="0E9B7DF9" w14:textId="77777777" w:rsidR="007710F6" w:rsidRDefault="007710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496"/>
    <w:multiLevelType w:val="hybridMultilevel"/>
    <w:tmpl w:val="E5EE80D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91318B"/>
    <w:multiLevelType w:val="hybridMultilevel"/>
    <w:tmpl w:val="9A68190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B4310A"/>
    <w:multiLevelType w:val="hybridMultilevel"/>
    <w:tmpl w:val="2ED64B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6730B"/>
    <w:multiLevelType w:val="singleLevel"/>
    <w:tmpl w:val="FB7092AC"/>
    <w:lvl w:ilvl="0">
      <w:start w:val="2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">
    <w:nsid w:val="62EC5376"/>
    <w:multiLevelType w:val="hybridMultilevel"/>
    <w:tmpl w:val="059C74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47063"/>
    <w:multiLevelType w:val="hybridMultilevel"/>
    <w:tmpl w:val="B8E6FC3A"/>
    <w:lvl w:ilvl="0" w:tplc="B2143F96">
      <w:start w:val="1"/>
      <w:numFmt w:val="lowerLetter"/>
      <w:pStyle w:val="Subproblem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78E"/>
    <w:rsid w:val="0001207A"/>
    <w:rsid w:val="00027DDD"/>
    <w:rsid w:val="000317AF"/>
    <w:rsid w:val="00074AAB"/>
    <w:rsid w:val="000867C9"/>
    <w:rsid w:val="00094F29"/>
    <w:rsid w:val="000A442B"/>
    <w:rsid w:val="000D66F8"/>
    <w:rsid w:val="00157204"/>
    <w:rsid w:val="001731FC"/>
    <w:rsid w:val="0019431E"/>
    <w:rsid w:val="001A03DF"/>
    <w:rsid w:val="001C3EDA"/>
    <w:rsid w:val="001E5F47"/>
    <w:rsid w:val="001F69F8"/>
    <w:rsid w:val="00221A2B"/>
    <w:rsid w:val="00221BCD"/>
    <w:rsid w:val="002568AE"/>
    <w:rsid w:val="00280C1B"/>
    <w:rsid w:val="002E2AF7"/>
    <w:rsid w:val="002E381A"/>
    <w:rsid w:val="002E464B"/>
    <w:rsid w:val="00305818"/>
    <w:rsid w:val="003107C3"/>
    <w:rsid w:val="00327C5F"/>
    <w:rsid w:val="00340C2D"/>
    <w:rsid w:val="003645F0"/>
    <w:rsid w:val="003A0D3F"/>
    <w:rsid w:val="003B1653"/>
    <w:rsid w:val="003C38C8"/>
    <w:rsid w:val="003C4610"/>
    <w:rsid w:val="00403D86"/>
    <w:rsid w:val="004212E0"/>
    <w:rsid w:val="00425BBC"/>
    <w:rsid w:val="004517E7"/>
    <w:rsid w:val="00454FA8"/>
    <w:rsid w:val="00482910"/>
    <w:rsid w:val="00482E8A"/>
    <w:rsid w:val="004D3813"/>
    <w:rsid w:val="00511E7D"/>
    <w:rsid w:val="00512C8A"/>
    <w:rsid w:val="00513529"/>
    <w:rsid w:val="00546626"/>
    <w:rsid w:val="005657E8"/>
    <w:rsid w:val="00582920"/>
    <w:rsid w:val="0059078E"/>
    <w:rsid w:val="005A2AAE"/>
    <w:rsid w:val="005B1A50"/>
    <w:rsid w:val="005B45B4"/>
    <w:rsid w:val="005F169D"/>
    <w:rsid w:val="00671A36"/>
    <w:rsid w:val="00673B60"/>
    <w:rsid w:val="00690290"/>
    <w:rsid w:val="006A7735"/>
    <w:rsid w:val="006C27B6"/>
    <w:rsid w:val="006E546E"/>
    <w:rsid w:val="00744E11"/>
    <w:rsid w:val="00761CF1"/>
    <w:rsid w:val="00764224"/>
    <w:rsid w:val="007710F6"/>
    <w:rsid w:val="007C344A"/>
    <w:rsid w:val="007C5249"/>
    <w:rsid w:val="008216BB"/>
    <w:rsid w:val="008267E6"/>
    <w:rsid w:val="00833175"/>
    <w:rsid w:val="00863EBD"/>
    <w:rsid w:val="008724FA"/>
    <w:rsid w:val="00886AC6"/>
    <w:rsid w:val="008A1B5F"/>
    <w:rsid w:val="00903252"/>
    <w:rsid w:val="00922DB2"/>
    <w:rsid w:val="00966B47"/>
    <w:rsid w:val="009A69BB"/>
    <w:rsid w:val="009C1647"/>
    <w:rsid w:val="009E503D"/>
    <w:rsid w:val="00A4031B"/>
    <w:rsid w:val="00A519CF"/>
    <w:rsid w:val="00A526B5"/>
    <w:rsid w:val="00A70A1E"/>
    <w:rsid w:val="00AB006A"/>
    <w:rsid w:val="00AC7D22"/>
    <w:rsid w:val="00AE5E9A"/>
    <w:rsid w:val="00AE65F5"/>
    <w:rsid w:val="00AE6BB1"/>
    <w:rsid w:val="00B40B49"/>
    <w:rsid w:val="00B60342"/>
    <w:rsid w:val="00B625A9"/>
    <w:rsid w:val="00B65DC7"/>
    <w:rsid w:val="00B766D4"/>
    <w:rsid w:val="00BA7600"/>
    <w:rsid w:val="00BC01D0"/>
    <w:rsid w:val="00BD584D"/>
    <w:rsid w:val="00BD6F88"/>
    <w:rsid w:val="00C31E8F"/>
    <w:rsid w:val="00C37AE6"/>
    <w:rsid w:val="00C506BF"/>
    <w:rsid w:val="00C649FE"/>
    <w:rsid w:val="00C80783"/>
    <w:rsid w:val="00CE7DBD"/>
    <w:rsid w:val="00CE7ECC"/>
    <w:rsid w:val="00D235C3"/>
    <w:rsid w:val="00D46A1C"/>
    <w:rsid w:val="00D55CD7"/>
    <w:rsid w:val="00D90329"/>
    <w:rsid w:val="00DB3DD5"/>
    <w:rsid w:val="00DD069A"/>
    <w:rsid w:val="00DF4E3E"/>
    <w:rsid w:val="00E32BB2"/>
    <w:rsid w:val="00E470BE"/>
    <w:rsid w:val="00E504FC"/>
    <w:rsid w:val="00E650CB"/>
    <w:rsid w:val="00E65FE7"/>
    <w:rsid w:val="00E90688"/>
    <w:rsid w:val="00E9585B"/>
    <w:rsid w:val="00EC06B9"/>
    <w:rsid w:val="00EC398F"/>
    <w:rsid w:val="00F0054D"/>
    <w:rsid w:val="00F36FFE"/>
    <w:rsid w:val="00F62DD9"/>
    <w:rsid w:val="00FA0AFF"/>
    <w:rsid w:val="00FA2C99"/>
    <w:rsid w:val="00FB0643"/>
    <w:rsid w:val="00FC49C8"/>
    <w:rsid w:val="00FC63B7"/>
    <w:rsid w:val="00FD49C0"/>
    <w:rsid w:val="00FD4DEA"/>
    <w:rsid w:val="00FE53DC"/>
    <w:rsid w:val="00FF03DA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731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224"/>
    <w:pPr>
      <w:widowControl w:val="0"/>
    </w:pPr>
    <w:rPr>
      <w:rFonts w:ascii="Times New Roman" w:eastAsia="PMingLiU" w:hAnsi="Times New Roman"/>
      <w:b/>
      <w:kern w:val="2"/>
      <w:sz w:val="24"/>
      <w:szCs w:val="24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1653"/>
    <w:pPr>
      <w:keepNext/>
      <w:keepLines/>
      <w:widowControl/>
      <w:spacing w:before="480"/>
      <w:outlineLvl w:val="0"/>
    </w:pPr>
    <w:rPr>
      <w:rFonts w:ascii="Cambria" w:eastAsia="Times New Roman" w:hAnsi="Cambria"/>
      <w:bCs/>
      <w:smallCaps/>
      <w:kern w:val="0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653"/>
    <w:pPr>
      <w:keepNext/>
      <w:widowControl/>
      <w:spacing w:before="240" w:after="60"/>
      <w:outlineLvl w:val="1"/>
    </w:pPr>
    <w:rPr>
      <w:rFonts w:ascii="Cambria" w:eastAsia="Times New Roman" w:hAnsi="Cambria"/>
      <w:bCs/>
      <w:i/>
      <w:iCs/>
      <w:kern w:val="0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1653"/>
    <w:pPr>
      <w:keepNext/>
      <w:widowControl/>
      <w:spacing w:before="240" w:after="60"/>
      <w:outlineLvl w:val="2"/>
    </w:pPr>
    <w:rPr>
      <w:rFonts w:ascii="Cambria" w:eastAsia="Times New Roman" w:hAnsi="Cambria"/>
      <w:bCs/>
      <w:kern w:val="0"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3B1653"/>
    <w:pPr>
      <w:keepNext/>
      <w:widowControl/>
      <w:ind w:left="450"/>
      <w:outlineLvl w:val="5"/>
    </w:pPr>
    <w:rPr>
      <w:rFonts w:eastAsia="Times New Roman"/>
      <w:kern w:val="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7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78E"/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5907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8E"/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78E"/>
    <w:rPr>
      <w:rFonts w:ascii="Tahoma" w:eastAsia="PMingLiU" w:hAnsi="Tahoma" w:cs="Tahoma"/>
      <w:kern w:val="2"/>
      <w:sz w:val="16"/>
      <w:szCs w:val="16"/>
      <w:lang w:eastAsia="zh-TW"/>
    </w:rPr>
  </w:style>
  <w:style w:type="character" w:customStyle="1" w:styleId="Heading1Char">
    <w:name w:val="Heading 1 Char"/>
    <w:basedOn w:val="DefaultParagraphFont"/>
    <w:link w:val="Heading1"/>
    <w:uiPriority w:val="9"/>
    <w:rsid w:val="003B1653"/>
    <w:rPr>
      <w:rFonts w:ascii="Cambria" w:eastAsia="Times New Roman" w:hAnsi="Cambria" w:cs="Times New Roman"/>
      <w:b/>
      <w:bCs/>
      <w:small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165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B16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B1653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3B1653"/>
    <w:pPr>
      <w:widowControl/>
    </w:pPr>
    <w:rPr>
      <w:rFonts w:eastAsia="Times New Roman"/>
      <w:kern w:val="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3B1653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3B1653"/>
    <w:pPr>
      <w:widowControl/>
      <w:ind w:firstLine="720"/>
    </w:pPr>
    <w:rPr>
      <w:rFonts w:eastAsia="Times New Roman"/>
      <w:kern w:val="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3B1653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3B1653"/>
    <w:pPr>
      <w:widowControl/>
      <w:ind w:left="720" w:hanging="720"/>
    </w:pPr>
    <w:rPr>
      <w:rFonts w:eastAsia="Times New Roman"/>
      <w:kern w:val="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B165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B1653"/>
    <w:pPr>
      <w:widowControl/>
      <w:ind w:left="720"/>
    </w:pPr>
    <w:rPr>
      <w:rFonts w:eastAsia="Times New Roman"/>
      <w:kern w:val="0"/>
      <w:szCs w:val="20"/>
      <w:lang w:eastAsia="en-US"/>
    </w:rPr>
  </w:style>
  <w:style w:type="paragraph" w:customStyle="1" w:styleId="Subproblem">
    <w:name w:val="Subproblem"/>
    <w:basedOn w:val="Normal"/>
    <w:rsid w:val="003B1653"/>
    <w:pPr>
      <w:keepNext/>
      <w:widowControl/>
      <w:numPr>
        <w:numId w:val="2"/>
      </w:numPr>
      <w:spacing w:before="120" w:after="120"/>
    </w:pPr>
    <w:rPr>
      <w:rFonts w:eastAsia="Times New Roman"/>
      <w:kern w:val="0"/>
      <w:sz w:val="22"/>
      <w:szCs w:val="20"/>
      <w:lang w:eastAsia="en-US"/>
    </w:rPr>
  </w:style>
  <w:style w:type="paragraph" w:customStyle="1" w:styleId="Equation">
    <w:name w:val="Equation"/>
    <w:basedOn w:val="Normal"/>
    <w:next w:val="Normal"/>
    <w:qFormat/>
    <w:rsid w:val="003B1653"/>
    <w:pPr>
      <w:widowControl/>
      <w:tabs>
        <w:tab w:val="center" w:pos="5040"/>
        <w:tab w:val="right" w:pos="10080"/>
      </w:tabs>
      <w:spacing w:before="120" w:after="240"/>
    </w:pPr>
    <w:rPr>
      <w:rFonts w:ascii="Cambria Math" w:eastAsia="Calibri" w:hAnsi="Cambria Math"/>
      <w:i/>
      <w:kern w:val="0"/>
      <w:sz w:val="22"/>
      <w:szCs w:val="22"/>
      <w:lang w:eastAsia="en-US"/>
    </w:rPr>
  </w:style>
  <w:style w:type="paragraph" w:customStyle="1" w:styleId="Problem">
    <w:name w:val="Problem"/>
    <w:basedOn w:val="ListParagraph"/>
    <w:next w:val="Normal"/>
    <w:qFormat/>
    <w:rsid w:val="003B1653"/>
    <w:pPr>
      <w:keepNext/>
      <w:pBdr>
        <w:top w:val="single" w:sz="4" w:space="1" w:color="auto"/>
      </w:pBdr>
      <w:spacing w:before="360"/>
      <w:ind w:left="0"/>
    </w:pPr>
    <w:rPr>
      <w:rFonts w:ascii="Calibri" w:eastAsia="Calibri" w:hAnsi="Calibri"/>
      <w:smallCaps/>
      <w:sz w:val="28"/>
      <w:szCs w:val="28"/>
    </w:rPr>
  </w:style>
  <w:style w:type="paragraph" w:customStyle="1" w:styleId="a">
    <w:name w:val="(a)"/>
    <w:basedOn w:val="Normal"/>
    <w:rsid w:val="003B1653"/>
    <w:pPr>
      <w:widowControl/>
      <w:tabs>
        <w:tab w:val="left" w:pos="540"/>
      </w:tabs>
      <w:ind w:left="900" w:hanging="900"/>
      <w:jc w:val="both"/>
    </w:pPr>
    <w:rPr>
      <w:rFonts w:ascii="Palermo" w:eastAsia="Times New Roman" w:hAnsi="Palermo"/>
      <w:kern w:val="0"/>
      <w:sz w:val="20"/>
      <w:szCs w:val="20"/>
      <w:lang w:eastAsia="en-US"/>
    </w:rPr>
  </w:style>
  <w:style w:type="paragraph" w:customStyle="1" w:styleId="eqnumber">
    <w:name w:val="eq+number"/>
    <w:basedOn w:val="Normal"/>
    <w:rsid w:val="003B1653"/>
    <w:pPr>
      <w:widowControl/>
      <w:tabs>
        <w:tab w:val="center" w:pos="4050"/>
        <w:tab w:val="right" w:pos="7200"/>
      </w:tabs>
    </w:pPr>
    <w:rPr>
      <w:rFonts w:ascii="Palermo" w:eastAsia="Times New Roman" w:hAnsi="Palermo"/>
      <w:kern w:val="0"/>
      <w:sz w:val="20"/>
      <w:szCs w:val="20"/>
      <w:lang w:eastAsia="en-US"/>
    </w:rPr>
  </w:style>
  <w:style w:type="paragraph" w:customStyle="1" w:styleId="nosubs">
    <w:name w:val="no subs"/>
    <w:basedOn w:val="Normal"/>
    <w:rsid w:val="003B1653"/>
    <w:pPr>
      <w:widowControl/>
      <w:ind w:left="540" w:hanging="540"/>
      <w:jc w:val="both"/>
    </w:pPr>
    <w:rPr>
      <w:rFonts w:ascii="Palermo" w:eastAsia="Times New Roman" w:hAnsi="Palermo"/>
      <w:kern w:val="0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653"/>
    <w:rPr>
      <w:rFonts w:ascii="Calibri" w:eastAsia="Calibri" w:hAnsi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653"/>
    <w:pPr>
      <w:widowControl/>
      <w:spacing w:before="12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3B1653"/>
    <w:rPr>
      <w:rFonts w:ascii="Times New Roman" w:eastAsia="PMingLiU" w:hAnsi="Times New Roman" w:cs="Times New Roman"/>
      <w:kern w:val="2"/>
      <w:sz w:val="20"/>
      <w:szCs w:val="20"/>
      <w:lang w:eastAsia="zh-TW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653"/>
    <w:rPr>
      <w:rFonts w:ascii="Calibri" w:eastAsia="Calibri" w:hAnsi="Calibri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653"/>
    <w:rPr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B1653"/>
    <w:rPr>
      <w:rFonts w:ascii="Times New Roman" w:eastAsia="PMingLiU" w:hAnsi="Times New Roman" w:cs="Times New Roman"/>
      <w:b/>
      <w:bCs/>
      <w:kern w:val="2"/>
      <w:sz w:val="20"/>
      <w:szCs w:val="20"/>
      <w:lang w:eastAsia="zh-TW"/>
    </w:rPr>
  </w:style>
  <w:style w:type="paragraph" w:customStyle="1" w:styleId="Equation2">
    <w:name w:val="Equation2"/>
    <w:basedOn w:val="Normal"/>
    <w:next w:val="Normal"/>
    <w:qFormat/>
    <w:rsid w:val="003B1653"/>
    <w:pPr>
      <w:widowControl/>
      <w:tabs>
        <w:tab w:val="left" w:pos="4320"/>
        <w:tab w:val="left" w:pos="7200"/>
      </w:tabs>
      <w:spacing w:before="240" w:after="240"/>
      <w:ind w:left="720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leGrid">
    <w:name w:val="Table Grid"/>
    <w:basedOn w:val="TableNormal"/>
    <w:rsid w:val="003B1653"/>
    <w:pPr>
      <w:widowControl w:val="0"/>
    </w:pPr>
    <w:rPr>
      <w:rFonts w:ascii="Times New Roman" w:eastAsia="PMingLiU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AE6BB1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AE6BB1"/>
    <w:rPr>
      <w:rFonts w:ascii="Times New Roman" w:eastAsia="PMingLiU" w:hAnsi="Times New Roman" w:cs="Times New Roman"/>
      <w:kern w:val="2"/>
      <w:sz w:val="24"/>
      <w:szCs w:val="24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224"/>
    <w:pPr>
      <w:widowControl w:val="0"/>
    </w:pPr>
    <w:rPr>
      <w:rFonts w:ascii="Times New Roman" w:eastAsia="PMingLiU" w:hAnsi="Times New Roman"/>
      <w:b/>
      <w:kern w:val="2"/>
      <w:sz w:val="24"/>
      <w:szCs w:val="24"/>
      <w:lang w:eastAsia="zh-TW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1653"/>
    <w:pPr>
      <w:keepNext/>
      <w:keepLines/>
      <w:widowControl/>
      <w:spacing w:before="480"/>
      <w:outlineLvl w:val="0"/>
    </w:pPr>
    <w:rPr>
      <w:rFonts w:ascii="Cambria" w:eastAsia="Times New Roman" w:hAnsi="Cambria"/>
      <w:bCs/>
      <w:smallCaps/>
      <w:kern w:val="0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653"/>
    <w:pPr>
      <w:keepNext/>
      <w:widowControl/>
      <w:spacing w:before="240" w:after="60"/>
      <w:outlineLvl w:val="1"/>
    </w:pPr>
    <w:rPr>
      <w:rFonts w:ascii="Cambria" w:eastAsia="Times New Roman" w:hAnsi="Cambria"/>
      <w:bCs/>
      <w:i/>
      <w:iCs/>
      <w:kern w:val="0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1653"/>
    <w:pPr>
      <w:keepNext/>
      <w:widowControl/>
      <w:spacing w:before="240" w:after="60"/>
      <w:outlineLvl w:val="2"/>
    </w:pPr>
    <w:rPr>
      <w:rFonts w:ascii="Cambria" w:eastAsia="Times New Roman" w:hAnsi="Cambria"/>
      <w:bCs/>
      <w:kern w:val="0"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3B1653"/>
    <w:pPr>
      <w:keepNext/>
      <w:widowControl/>
      <w:ind w:left="450"/>
      <w:outlineLvl w:val="5"/>
    </w:pPr>
    <w:rPr>
      <w:rFonts w:eastAsia="Times New Roman"/>
      <w:kern w:val="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07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078E"/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5907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078E"/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7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78E"/>
    <w:rPr>
      <w:rFonts w:ascii="Tahoma" w:eastAsia="PMingLiU" w:hAnsi="Tahoma" w:cs="Tahoma"/>
      <w:kern w:val="2"/>
      <w:sz w:val="16"/>
      <w:szCs w:val="16"/>
      <w:lang w:eastAsia="zh-TW"/>
    </w:rPr>
  </w:style>
  <w:style w:type="character" w:customStyle="1" w:styleId="Heading1Char">
    <w:name w:val="Heading 1 Char"/>
    <w:basedOn w:val="DefaultParagraphFont"/>
    <w:link w:val="Heading1"/>
    <w:uiPriority w:val="9"/>
    <w:rsid w:val="003B1653"/>
    <w:rPr>
      <w:rFonts w:ascii="Cambria" w:eastAsia="Times New Roman" w:hAnsi="Cambria" w:cs="Times New Roman"/>
      <w:b/>
      <w:bCs/>
      <w:small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165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B165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3B1653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semiHidden/>
    <w:rsid w:val="003B1653"/>
    <w:pPr>
      <w:widowControl/>
    </w:pPr>
    <w:rPr>
      <w:rFonts w:eastAsia="Times New Roman"/>
      <w:kern w:val="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3B1653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3B1653"/>
    <w:pPr>
      <w:widowControl/>
      <w:ind w:firstLine="720"/>
    </w:pPr>
    <w:rPr>
      <w:rFonts w:eastAsia="Times New Roman"/>
      <w:kern w:val="0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3B1653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semiHidden/>
    <w:rsid w:val="003B1653"/>
    <w:pPr>
      <w:widowControl/>
      <w:ind w:left="720" w:hanging="720"/>
    </w:pPr>
    <w:rPr>
      <w:rFonts w:eastAsia="Times New Roman"/>
      <w:kern w:val="0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3B165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B1653"/>
    <w:pPr>
      <w:widowControl/>
      <w:ind w:left="720"/>
    </w:pPr>
    <w:rPr>
      <w:rFonts w:eastAsia="Times New Roman"/>
      <w:kern w:val="0"/>
      <w:szCs w:val="20"/>
      <w:lang w:eastAsia="en-US"/>
    </w:rPr>
  </w:style>
  <w:style w:type="paragraph" w:customStyle="1" w:styleId="Subproblem">
    <w:name w:val="Subproblem"/>
    <w:basedOn w:val="Normal"/>
    <w:rsid w:val="003B1653"/>
    <w:pPr>
      <w:keepNext/>
      <w:widowControl/>
      <w:numPr>
        <w:numId w:val="2"/>
      </w:numPr>
      <w:spacing w:before="120" w:after="120"/>
    </w:pPr>
    <w:rPr>
      <w:rFonts w:eastAsia="Times New Roman"/>
      <w:kern w:val="0"/>
      <w:sz w:val="22"/>
      <w:szCs w:val="20"/>
      <w:lang w:eastAsia="en-US"/>
    </w:rPr>
  </w:style>
  <w:style w:type="paragraph" w:customStyle="1" w:styleId="Equation">
    <w:name w:val="Equation"/>
    <w:basedOn w:val="Normal"/>
    <w:next w:val="Normal"/>
    <w:qFormat/>
    <w:rsid w:val="003B1653"/>
    <w:pPr>
      <w:widowControl/>
      <w:tabs>
        <w:tab w:val="center" w:pos="5040"/>
        <w:tab w:val="right" w:pos="10080"/>
      </w:tabs>
      <w:spacing w:before="120" w:after="240"/>
    </w:pPr>
    <w:rPr>
      <w:rFonts w:ascii="Cambria Math" w:eastAsia="Calibri" w:hAnsi="Cambria Math"/>
      <w:i/>
      <w:kern w:val="0"/>
      <w:sz w:val="22"/>
      <w:szCs w:val="22"/>
      <w:lang w:eastAsia="en-US"/>
    </w:rPr>
  </w:style>
  <w:style w:type="paragraph" w:customStyle="1" w:styleId="Problem">
    <w:name w:val="Problem"/>
    <w:basedOn w:val="ListParagraph"/>
    <w:next w:val="Normal"/>
    <w:qFormat/>
    <w:rsid w:val="003B1653"/>
    <w:pPr>
      <w:keepNext/>
      <w:pBdr>
        <w:top w:val="single" w:sz="4" w:space="1" w:color="auto"/>
      </w:pBdr>
      <w:spacing w:before="360"/>
      <w:ind w:left="0"/>
    </w:pPr>
    <w:rPr>
      <w:rFonts w:ascii="Calibri" w:eastAsia="Calibri" w:hAnsi="Calibri"/>
      <w:smallCaps/>
      <w:sz w:val="28"/>
      <w:szCs w:val="28"/>
    </w:rPr>
  </w:style>
  <w:style w:type="paragraph" w:customStyle="1" w:styleId="a">
    <w:name w:val="(a)"/>
    <w:basedOn w:val="Normal"/>
    <w:rsid w:val="003B1653"/>
    <w:pPr>
      <w:widowControl/>
      <w:tabs>
        <w:tab w:val="left" w:pos="540"/>
      </w:tabs>
      <w:ind w:left="900" w:hanging="900"/>
      <w:jc w:val="both"/>
    </w:pPr>
    <w:rPr>
      <w:rFonts w:ascii="Palermo" w:eastAsia="Times New Roman" w:hAnsi="Palermo"/>
      <w:kern w:val="0"/>
      <w:sz w:val="20"/>
      <w:szCs w:val="20"/>
      <w:lang w:eastAsia="en-US"/>
    </w:rPr>
  </w:style>
  <w:style w:type="paragraph" w:customStyle="1" w:styleId="eqnumber">
    <w:name w:val="eq+number"/>
    <w:basedOn w:val="Normal"/>
    <w:rsid w:val="003B1653"/>
    <w:pPr>
      <w:widowControl/>
      <w:tabs>
        <w:tab w:val="center" w:pos="4050"/>
        <w:tab w:val="right" w:pos="7200"/>
      </w:tabs>
    </w:pPr>
    <w:rPr>
      <w:rFonts w:ascii="Palermo" w:eastAsia="Times New Roman" w:hAnsi="Palermo"/>
      <w:kern w:val="0"/>
      <w:sz w:val="20"/>
      <w:szCs w:val="20"/>
      <w:lang w:eastAsia="en-US"/>
    </w:rPr>
  </w:style>
  <w:style w:type="paragraph" w:customStyle="1" w:styleId="nosubs">
    <w:name w:val="no subs"/>
    <w:basedOn w:val="Normal"/>
    <w:rsid w:val="003B1653"/>
    <w:pPr>
      <w:widowControl/>
      <w:ind w:left="540" w:hanging="540"/>
      <w:jc w:val="both"/>
    </w:pPr>
    <w:rPr>
      <w:rFonts w:ascii="Palermo" w:eastAsia="Times New Roman" w:hAnsi="Palermo"/>
      <w:kern w:val="0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1653"/>
    <w:rPr>
      <w:rFonts w:ascii="Calibri" w:eastAsia="Calibri" w:hAnsi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1653"/>
    <w:pPr>
      <w:widowControl/>
      <w:spacing w:before="12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3B1653"/>
    <w:rPr>
      <w:rFonts w:ascii="Times New Roman" w:eastAsia="PMingLiU" w:hAnsi="Times New Roman" w:cs="Times New Roman"/>
      <w:kern w:val="2"/>
      <w:sz w:val="20"/>
      <w:szCs w:val="20"/>
      <w:lang w:eastAsia="zh-TW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1653"/>
    <w:rPr>
      <w:rFonts w:ascii="Calibri" w:eastAsia="Calibri" w:hAnsi="Calibri"/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653"/>
    <w:rPr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3B1653"/>
    <w:rPr>
      <w:rFonts w:ascii="Times New Roman" w:eastAsia="PMingLiU" w:hAnsi="Times New Roman" w:cs="Times New Roman"/>
      <w:b/>
      <w:bCs/>
      <w:kern w:val="2"/>
      <w:sz w:val="20"/>
      <w:szCs w:val="20"/>
      <w:lang w:eastAsia="zh-TW"/>
    </w:rPr>
  </w:style>
  <w:style w:type="paragraph" w:customStyle="1" w:styleId="Equation2">
    <w:name w:val="Equation2"/>
    <w:basedOn w:val="Normal"/>
    <w:next w:val="Normal"/>
    <w:qFormat/>
    <w:rsid w:val="003B1653"/>
    <w:pPr>
      <w:widowControl/>
      <w:tabs>
        <w:tab w:val="left" w:pos="4320"/>
        <w:tab w:val="left" w:pos="7200"/>
      </w:tabs>
      <w:spacing w:before="240" w:after="240"/>
      <w:ind w:left="720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leGrid">
    <w:name w:val="Table Grid"/>
    <w:basedOn w:val="TableNormal"/>
    <w:rsid w:val="003B1653"/>
    <w:pPr>
      <w:widowControl w:val="0"/>
    </w:pPr>
    <w:rPr>
      <w:rFonts w:ascii="Times New Roman" w:eastAsia="PMingLiU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Normal"/>
    <w:next w:val="Normal"/>
    <w:link w:val="MTDisplayEquationChar"/>
    <w:rsid w:val="00AE6BB1"/>
    <w:pPr>
      <w:tabs>
        <w:tab w:val="center" w:pos="4680"/>
        <w:tab w:val="right" w:pos="936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AE6BB1"/>
    <w:rPr>
      <w:rFonts w:ascii="Times New Roman" w:eastAsia="PMingLiU" w:hAnsi="Times New Roman" w:cs="Times New Roman"/>
      <w:kern w:val="2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SandlerPC</dc:creator>
  <cp:keywords/>
  <cp:lastModifiedBy>Sandler</cp:lastModifiedBy>
  <cp:revision>3</cp:revision>
  <cp:lastPrinted>2009-08-28T13:09:00Z</cp:lastPrinted>
  <dcterms:created xsi:type="dcterms:W3CDTF">2010-03-19T01:11:00Z</dcterms:created>
  <dcterms:modified xsi:type="dcterms:W3CDTF">2010-03-19T01:39:00Z</dcterms:modified>
</cp:coreProperties>
</file>