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0572" w:rsidRPr="001A56C2" w:rsidRDefault="004F0572" w:rsidP="00CC12D1">
      <w:pPr>
        <w:rPr>
          <w:b/>
        </w:rPr>
      </w:pPr>
      <w:r w:rsidRPr="001A56C2">
        <w:rPr>
          <w:b/>
        </w:rPr>
        <w:t>CHAPTER 1</w:t>
      </w:r>
    </w:p>
    <w:p w:rsidR="004F0572" w:rsidRPr="001A56C2" w:rsidRDefault="004F0572" w:rsidP="00CC12D1"/>
    <w:p w:rsidR="004F0572" w:rsidRPr="001A56C2" w:rsidRDefault="004F0572" w:rsidP="00CC12D1">
      <w:pPr>
        <w:rPr>
          <w:b/>
          <w:i/>
        </w:rPr>
      </w:pPr>
      <w:r w:rsidRPr="001A56C2">
        <w:rPr>
          <w:b/>
          <w:i/>
        </w:rPr>
        <w:t>THE GLOBALIZATION OF INTERNATIONAL RELATIONS</w:t>
      </w:r>
    </w:p>
    <w:p w:rsidR="004F0572" w:rsidRPr="001A56C2" w:rsidRDefault="004F0572" w:rsidP="00CC12D1"/>
    <w:p w:rsidR="004F0572" w:rsidRPr="001A56C2" w:rsidRDefault="004F0572" w:rsidP="00CC12D1">
      <w:pPr>
        <w:rPr>
          <w:b/>
        </w:rPr>
      </w:pPr>
    </w:p>
    <w:p w:rsidR="004F0572" w:rsidRPr="001A56C2" w:rsidRDefault="004F0572" w:rsidP="00CC12D1">
      <w:pPr>
        <w:rPr>
          <w:b/>
        </w:rPr>
      </w:pPr>
      <w:r w:rsidRPr="001A56C2">
        <w:rPr>
          <w:b/>
        </w:rPr>
        <w:t>CHAPTER OVERVIEW</w:t>
      </w:r>
    </w:p>
    <w:p w:rsidR="004F0572" w:rsidRPr="001A56C2" w:rsidRDefault="004F0572" w:rsidP="00CC12D1"/>
    <w:p w:rsidR="004F0572" w:rsidRPr="001A56C2" w:rsidRDefault="004F0572" w:rsidP="00CC12D1">
      <w:r w:rsidRPr="001A56C2">
        <w:t xml:space="preserve">Chapter 1 sets the foundation for the rest of the textbook by introducing the core principles of </w:t>
      </w:r>
      <w:r>
        <w:t>i</w:t>
      </w:r>
      <w:r w:rsidRPr="001A56C2">
        <w:t xml:space="preserve">nternational </w:t>
      </w:r>
      <w:r>
        <w:t>r</w:t>
      </w:r>
      <w:r w:rsidRPr="001A56C2">
        <w:t xml:space="preserve">elations (IR), describing state and nonstate actors in IR, discussing four levels of analysis by which to explain events in IR, discussing the geographical context of IR, and presenting the historical context of IR since the beginning of the </w:t>
      </w:r>
      <w:r>
        <w:t>twentie</w:t>
      </w:r>
      <w:r w:rsidRPr="001A56C2">
        <w:t>th century.</w:t>
      </w:r>
    </w:p>
    <w:p w:rsidR="004F0572" w:rsidRPr="001A56C2" w:rsidRDefault="004F0572" w:rsidP="00CC12D1"/>
    <w:p w:rsidR="004F0572" w:rsidRPr="001A56C2" w:rsidRDefault="004F0572" w:rsidP="00CC12D1">
      <w:r>
        <w:t>The concept of collective-</w:t>
      </w:r>
      <w:r w:rsidRPr="001A56C2">
        <w:t>goods problems is discussed</w:t>
      </w:r>
      <w:r>
        <w:t>,</w:t>
      </w:r>
      <w:r w:rsidRPr="001A56C2">
        <w:t xml:space="preserve"> and three core principles of IR are introduced as possible solutions to these problems: 1) dom</w:t>
      </w:r>
      <w:r>
        <w:t>inance, which solves collective-</w:t>
      </w:r>
      <w:r w:rsidRPr="001A56C2">
        <w:t>goods problems by establishing a power hierarchy in which those at the top control those below, 2) reciprocity, which solves collectiv</w:t>
      </w:r>
      <w:r>
        <w:t>e-</w:t>
      </w:r>
      <w:r w:rsidRPr="001A56C2">
        <w:t>goods problems by rewarding behavior that contributes to the group and punishing behavior that pursues self-interest at the expense of the group, and 3) identity, specifically the identities of participants in IR as members of a community; members of an identity community care about the interests of others in the community enough to sacrifice their own interests to benefit others.</w:t>
      </w:r>
    </w:p>
    <w:p w:rsidR="004F0572" w:rsidRPr="001A56C2" w:rsidRDefault="004F0572" w:rsidP="00CC12D1"/>
    <w:p w:rsidR="004F0572" w:rsidRPr="001A56C2" w:rsidRDefault="004F0572" w:rsidP="00CC12D1">
      <w:r w:rsidRPr="001A56C2">
        <w:t>The characteristics of states are outlined; specifically, territory, government, population, and sovereignty.</w:t>
      </w:r>
      <w:r>
        <w:t xml:space="preserve"> </w:t>
      </w:r>
      <w:r w:rsidRPr="001A56C2">
        <w:t>A clear case is made for the variety and importance of the roles played by nonstate as well as state actors.</w:t>
      </w:r>
      <w:r>
        <w:t xml:space="preserve"> </w:t>
      </w:r>
      <w:r w:rsidRPr="001A56C2">
        <w:t>Nonstate actors include transnational actors (intergovernmental organizations, nongovernmental organizations, and multinational corporations) and substate actors (actors within a country that influence its foreign policy and/or operate internationally).</w:t>
      </w:r>
    </w:p>
    <w:p w:rsidR="004F0572" w:rsidRPr="001A56C2" w:rsidRDefault="004F0572" w:rsidP="00CC12D1"/>
    <w:p w:rsidR="004F0572" w:rsidRPr="001A56C2" w:rsidRDefault="004F0572" w:rsidP="00CC12D1">
      <w:r w:rsidRPr="001A56C2">
        <w:t>Four levels of analysis employed in the study of IR are defined—individual, domestic, interstate, and global—together with a discussion of how they inform distinct explanations that compete for understanding IR.</w:t>
      </w:r>
      <w:r>
        <w:t xml:space="preserve"> </w:t>
      </w:r>
      <w:r w:rsidRPr="001A56C2">
        <w:t>The issue of globalization is also addressed.</w:t>
      </w:r>
    </w:p>
    <w:p w:rsidR="004F0572" w:rsidRPr="001A56C2" w:rsidRDefault="004F0572" w:rsidP="00CC12D1"/>
    <w:p w:rsidR="004F0572" w:rsidRPr="001A56C2" w:rsidRDefault="004F0572" w:rsidP="00CC12D1">
      <w:r w:rsidRPr="001A56C2">
        <w:t>States are divided into nine regions, based on their geographic proximity, cultural and linguistic similarities, global influence comparability, and economic and military prowess. The North-South gap is described as the most important geographical element at the global level of analysis.</w:t>
      </w:r>
      <w:r>
        <w:t xml:space="preserve"> </w:t>
      </w:r>
      <w:r w:rsidRPr="001A56C2">
        <w:t xml:space="preserve">The North consists of four regions: North America, </w:t>
      </w:r>
      <w:smartTag w:uri="urn:schemas-microsoft-com:office:smarttags" w:element="City">
        <w:smartTag w:uri="urn:schemas-microsoft-com:office:smarttags" w:element="place">
          <w:smartTag w:uri="urn:schemas-microsoft-com:office:smarttags" w:element="City">
            <w:r w:rsidRPr="001A56C2">
              <w:t>Western Europe</w:t>
            </w:r>
          </w:smartTag>
          <w:r w:rsidRPr="001A56C2">
            <w:t xml:space="preserve">, </w:t>
          </w:r>
          <w:smartTag w:uri="urn:schemas-microsoft-com:office:smarttags" w:element="country-region">
            <w:r w:rsidRPr="001A56C2">
              <w:t>Japan</w:t>
            </w:r>
          </w:smartTag>
        </w:smartTag>
      </w:smartTag>
      <w:r w:rsidRPr="001A56C2">
        <w:t>/Pacific, and Russia/Eastern Europe.</w:t>
      </w:r>
      <w:r>
        <w:t xml:space="preserve"> </w:t>
      </w:r>
      <w:r w:rsidRPr="001A56C2">
        <w:t xml:space="preserve">The South consists of five regions: Latin America, Africa, </w:t>
      </w:r>
      <w:smartTag w:uri="urn:schemas-microsoft-com:office:smarttags" w:element="City">
        <w:r w:rsidRPr="001A56C2">
          <w:t>Middle East</w:t>
        </w:r>
      </w:smartTag>
      <w:r w:rsidRPr="001A56C2">
        <w:t xml:space="preserve">, </w:t>
      </w:r>
      <w:smartTag w:uri="urn:schemas-microsoft-com:office:smarttags" w:element="country-region">
        <w:r w:rsidRPr="001A56C2">
          <w:t>China</w:t>
        </w:r>
      </w:smartTag>
      <w:r w:rsidRPr="001A56C2">
        <w:t xml:space="preserve">, and </w:t>
      </w:r>
      <w:smartTag w:uri="urn:schemas-microsoft-com:office:smarttags" w:element="place">
        <w:r w:rsidRPr="001A56C2">
          <w:t>South Asia</w:t>
        </w:r>
      </w:smartTag>
      <w:r w:rsidRPr="001A56C2">
        <w:t>.</w:t>
      </w:r>
      <w:r>
        <w:t xml:space="preserve"> </w:t>
      </w:r>
      <w:r w:rsidRPr="001A56C2">
        <w:t xml:space="preserve">To aid students in their knowledge of geography, specifically the location of states in the world, maps for review and testing immediately </w:t>
      </w:r>
      <w:r>
        <w:t>precede</w:t>
      </w:r>
      <w:r w:rsidRPr="001A56C2">
        <w:t xml:space="preserve"> this Chapter Overview</w:t>
      </w:r>
      <w:r>
        <w:t>, and map assessment follows in the Exam Questions section</w:t>
      </w:r>
      <w:r w:rsidRPr="001A56C2">
        <w:t>.</w:t>
      </w:r>
    </w:p>
    <w:p w:rsidR="004F0572" w:rsidRPr="001A56C2" w:rsidRDefault="004F0572" w:rsidP="00CC12D1"/>
    <w:p w:rsidR="004F0572" w:rsidRPr="001A56C2" w:rsidRDefault="004F0572" w:rsidP="00CC12D1">
      <w:r w:rsidRPr="001A56C2">
        <w:t xml:space="preserve">The chapter concludes with a discussion of the historical context of IR since the beginning of the </w:t>
      </w:r>
      <w:r>
        <w:t>twentie</w:t>
      </w:r>
      <w:r w:rsidRPr="001A56C2">
        <w:t>th century.</w:t>
      </w:r>
      <w:r>
        <w:t xml:space="preserve"> </w:t>
      </w:r>
      <w:r w:rsidRPr="001A56C2">
        <w:t>T</w:t>
      </w:r>
      <w:r>
        <w:t>he discussion is broken into two</w:t>
      </w:r>
      <w:r w:rsidRPr="001A56C2">
        <w:t xml:space="preserve"> parts: The Cold War (1945</w:t>
      </w:r>
      <w:r>
        <w:t>–</w:t>
      </w:r>
      <w:r w:rsidRPr="001A56C2">
        <w:t>1990), and The Post-Cold War Era (1990</w:t>
      </w:r>
      <w:r>
        <w:t>–</w:t>
      </w:r>
      <w:r w:rsidRPr="001A56C2">
        <w:t>present). Major e</w:t>
      </w:r>
      <w:bookmarkStart w:id="0" w:name="_GoBack"/>
      <w:bookmarkEnd w:id="0"/>
      <w:r w:rsidRPr="001A56C2">
        <w:t>vents in IR are introduced and placed in their proper historical context.</w:t>
      </w:r>
      <w:r>
        <w:t xml:space="preserve"> </w:t>
      </w:r>
    </w:p>
    <w:p w:rsidR="004F0572" w:rsidRDefault="004F0572" w:rsidP="00CC12D1">
      <w:pPr>
        <w:rPr>
          <w:b/>
        </w:rPr>
      </w:pPr>
    </w:p>
    <w:p w:rsidR="004F0572" w:rsidRDefault="004F0572" w:rsidP="00CC12D1">
      <w:pPr>
        <w:rPr>
          <w:b/>
        </w:rPr>
      </w:pPr>
    </w:p>
    <w:p w:rsidR="004F0572" w:rsidRPr="001A56C2" w:rsidRDefault="004F0572" w:rsidP="00CC12D1">
      <w:pPr>
        <w:rPr>
          <w:b/>
        </w:rPr>
      </w:pPr>
      <w:r w:rsidRPr="001A56C2">
        <w:rPr>
          <w:b/>
        </w:rPr>
        <w:t>LEARNING OBJECTIVES</w:t>
      </w:r>
    </w:p>
    <w:p w:rsidR="004F0572" w:rsidRPr="001A56C2" w:rsidRDefault="004F0572" w:rsidP="00CC12D1"/>
    <w:p w:rsidR="004F0572" w:rsidRPr="001A56C2" w:rsidRDefault="004F0572" w:rsidP="00CC12D1">
      <w:r w:rsidRPr="001A56C2">
        <w:t>Upon completion of this chapter, students will be able to</w:t>
      </w:r>
      <w:r>
        <w:t xml:space="preserve"> do the following</w:t>
      </w:r>
      <w:r w:rsidRPr="001A56C2">
        <w:t>:</w:t>
      </w:r>
    </w:p>
    <w:p w:rsidR="004F0572" w:rsidRDefault="004F0572" w:rsidP="0080084E"/>
    <w:p w:rsidR="004F0572" w:rsidRDefault="004F0572" w:rsidP="00321ABA">
      <w:pPr>
        <w:pStyle w:val="ListParagraph"/>
        <w:numPr>
          <w:ilvl w:val="0"/>
          <w:numId w:val="13"/>
        </w:numPr>
      </w:pPr>
      <w:r>
        <w:t>Understand and apply core principles and models of international relations</w:t>
      </w:r>
    </w:p>
    <w:p w:rsidR="004F0572" w:rsidRDefault="004F0572" w:rsidP="00321ABA">
      <w:pPr>
        <w:pStyle w:val="ListParagraph"/>
        <w:numPr>
          <w:ilvl w:val="0"/>
          <w:numId w:val="13"/>
        </w:numPr>
      </w:pPr>
      <w:r>
        <w:t>Distinguish between various types of actors in international relations and their influences</w:t>
      </w:r>
    </w:p>
    <w:p w:rsidR="004F0572" w:rsidRDefault="004F0572" w:rsidP="00321ABA">
      <w:pPr>
        <w:pStyle w:val="ListParagraph"/>
        <w:numPr>
          <w:ilvl w:val="0"/>
          <w:numId w:val="13"/>
        </w:numPr>
      </w:pPr>
      <w:r>
        <w:t>Describe the global geography and its impact on international relations</w:t>
      </w:r>
    </w:p>
    <w:p w:rsidR="004F0572" w:rsidRPr="001A56C2" w:rsidRDefault="004F0572" w:rsidP="00321ABA">
      <w:pPr>
        <w:pStyle w:val="ListParagraph"/>
        <w:numPr>
          <w:ilvl w:val="0"/>
          <w:numId w:val="13"/>
        </w:numPr>
      </w:pPr>
      <w:r>
        <w:t>Recognize patterns in the historical development of the international system</w:t>
      </w:r>
    </w:p>
    <w:p w:rsidR="004F0572" w:rsidRPr="001A56C2" w:rsidRDefault="004F0572" w:rsidP="00CC12D1"/>
    <w:p w:rsidR="004F0572" w:rsidRPr="001A56C2" w:rsidRDefault="004F0572" w:rsidP="00CC12D1">
      <w:pPr>
        <w:rPr>
          <w:b/>
        </w:rPr>
      </w:pPr>
      <w:r w:rsidRPr="001A56C2">
        <w:rPr>
          <w:b/>
        </w:rPr>
        <w:t>LECTURE OUTLINE</w:t>
      </w:r>
    </w:p>
    <w:p w:rsidR="004F0572" w:rsidRPr="001A56C2" w:rsidRDefault="004F0572" w:rsidP="00CC12D1"/>
    <w:p w:rsidR="004F0572" w:rsidRPr="001A56C2" w:rsidRDefault="004F0572" w:rsidP="00321ABA">
      <w:pPr>
        <w:numPr>
          <w:ilvl w:val="0"/>
          <w:numId w:val="2"/>
        </w:numPr>
      </w:pPr>
      <w:r w:rsidRPr="001A56C2">
        <w:t>International Relations</w:t>
      </w:r>
    </w:p>
    <w:p w:rsidR="004F0572" w:rsidRPr="001A56C2" w:rsidRDefault="004F0572" w:rsidP="00321ABA">
      <w:pPr>
        <w:numPr>
          <w:ilvl w:val="1"/>
          <w:numId w:val="2"/>
        </w:numPr>
      </w:pPr>
      <w:r w:rsidRPr="001A56C2">
        <w:t>Narrowly defined – relationships among the world’s governments</w:t>
      </w:r>
    </w:p>
    <w:p w:rsidR="004F0572" w:rsidRPr="001A56C2" w:rsidRDefault="004F0572" w:rsidP="00321ABA">
      <w:pPr>
        <w:numPr>
          <w:ilvl w:val="1"/>
          <w:numId w:val="2"/>
        </w:numPr>
      </w:pPr>
      <w:r w:rsidRPr="001A56C2">
        <w:t>Relationships closely connected with other actors, social structures, geographical and historical influences</w:t>
      </w:r>
    </w:p>
    <w:p w:rsidR="004F0572" w:rsidRPr="001A56C2" w:rsidRDefault="004F0572" w:rsidP="00321ABA">
      <w:pPr>
        <w:numPr>
          <w:ilvl w:val="1"/>
          <w:numId w:val="2"/>
        </w:numPr>
      </w:pPr>
      <w:r w:rsidRPr="001A56C2">
        <w:t>Together these elements power the central trend in IR today – globalization</w:t>
      </w:r>
    </w:p>
    <w:p w:rsidR="004F0572" w:rsidRPr="001A56C2" w:rsidRDefault="004F0572" w:rsidP="00321ABA">
      <w:pPr>
        <w:numPr>
          <w:ilvl w:val="1"/>
          <w:numId w:val="2"/>
        </w:numPr>
      </w:pPr>
      <w:r w:rsidRPr="001A56C2">
        <w:t>Two events reflect globalization – September 11 attacks and global economic recession of 2008</w:t>
      </w:r>
      <w:r>
        <w:t>–</w:t>
      </w:r>
      <w:r w:rsidRPr="001A56C2">
        <w:t xml:space="preserve">2009 </w:t>
      </w:r>
    </w:p>
    <w:p w:rsidR="004F0572" w:rsidRPr="001A56C2" w:rsidRDefault="004F0572" w:rsidP="00321ABA">
      <w:pPr>
        <w:numPr>
          <w:ilvl w:val="0"/>
          <w:numId w:val="2"/>
        </w:numPr>
      </w:pPr>
      <w:r w:rsidRPr="001A56C2">
        <w:t>Core Principles of IR</w:t>
      </w:r>
    </w:p>
    <w:p w:rsidR="004F0572" w:rsidRPr="001A56C2" w:rsidRDefault="004F0572" w:rsidP="00321ABA">
      <w:pPr>
        <w:numPr>
          <w:ilvl w:val="1"/>
          <w:numId w:val="2"/>
        </w:numPr>
      </w:pPr>
      <w:r w:rsidRPr="001A56C2">
        <w:t>IR revolves around one key problem: how can a group – in this case two or more countries – serve its collective interests when doing so requires its members to forgo their individual interests?</w:t>
      </w:r>
    </w:p>
    <w:p w:rsidR="004F0572" w:rsidRPr="001A56C2" w:rsidRDefault="004F0572" w:rsidP="00321ABA">
      <w:pPr>
        <w:numPr>
          <w:ilvl w:val="1"/>
          <w:numId w:val="2"/>
        </w:numPr>
      </w:pPr>
      <w:r>
        <w:t>Collective-</w:t>
      </w:r>
      <w:r w:rsidRPr="001A56C2">
        <w:t>goods problem – the problem of how to provide something that benefits all members of a group regardless of what each member contributes to it</w:t>
      </w:r>
    </w:p>
    <w:p w:rsidR="004F0572" w:rsidRPr="001A56C2" w:rsidRDefault="004F0572" w:rsidP="00321ABA">
      <w:pPr>
        <w:numPr>
          <w:ilvl w:val="1"/>
          <w:numId w:val="2"/>
        </w:numPr>
      </w:pPr>
      <w:r w:rsidRPr="001A56C2">
        <w:t>Three basic principles offer p</w:t>
      </w:r>
      <w:r>
        <w:t>ossible solutions to collective-</w:t>
      </w:r>
      <w:r w:rsidRPr="001A56C2">
        <w:t>goods problems</w:t>
      </w:r>
      <w:r>
        <w:t>.</w:t>
      </w:r>
    </w:p>
    <w:p w:rsidR="004F0572" w:rsidRPr="001A56C2" w:rsidRDefault="004F0572" w:rsidP="00321ABA">
      <w:pPr>
        <w:numPr>
          <w:ilvl w:val="2"/>
          <w:numId w:val="2"/>
        </w:numPr>
      </w:pPr>
      <w:r>
        <w:t>Dominance – solves collective-</w:t>
      </w:r>
      <w:r w:rsidRPr="001A56C2">
        <w:t>goods problem by establishing a power hierarchy in which those at the top control those below</w:t>
      </w:r>
    </w:p>
    <w:p w:rsidR="004F0572" w:rsidRPr="001A56C2" w:rsidRDefault="004F0572" w:rsidP="00321ABA">
      <w:pPr>
        <w:numPr>
          <w:ilvl w:val="2"/>
          <w:numId w:val="2"/>
        </w:numPr>
      </w:pPr>
      <w:r>
        <w:t>Reciprocity – solves collective-</w:t>
      </w:r>
      <w:r w:rsidRPr="001A56C2">
        <w:t>goods problem by rewarding behavior that contributes to the group and punishing behavior that pursues self-interest at the expense of the group</w:t>
      </w:r>
    </w:p>
    <w:p w:rsidR="004F0572" w:rsidRPr="001A56C2" w:rsidRDefault="004F0572" w:rsidP="00321ABA">
      <w:pPr>
        <w:numPr>
          <w:ilvl w:val="2"/>
          <w:numId w:val="2"/>
        </w:numPr>
      </w:pPr>
      <w:r w:rsidRPr="001A56C2">
        <w:t>Identity – identities of participants as members of a community – members of an identity community care about the interests of others in the community enough to sacrifice their own interests to benefit others</w:t>
      </w:r>
    </w:p>
    <w:p w:rsidR="004F0572" w:rsidRPr="001A56C2" w:rsidRDefault="004F0572" w:rsidP="00321ABA">
      <w:pPr>
        <w:numPr>
          <w:ilvl w:val="2"/>
          <w:numId w:val="2"/>
        </w:numPr>
      </w:pPr>
      <w:r w:rsidRPr="001A56C2">
        <w:t>Example of nuclear proliferation</w:t>
      </w:r>
    </w:p>
    <w:p w:rsidR="004F0572" w:rsidRPr="001A56C2" w:rsidRDefault="004F0572" w:rsidP="00321ABA">
      <w:pPr>
        <w:numPr>
          <w:ilvl w:val="0"/>
          <w:numId w:val="2"/>
        </w:numPr>
      </w:pPr>
      <w:r w:rsidRPr="001A56C2">
        <w:t>IR as a Field of Study</w:t>
      </w:r>
    </w:p>
    <w:p w:rsidR="004F0572" w:rsidRPr="001A56C2" w:rsidRDefault="004F0572" w:rsidP="00321ABA">
      <w:pPr>
        <w:numPr>
          <w:ilvl w:val="1"/>
          <w:numId w:val="2"/>
        </w:numPr>
      </w:pPr>
      <w:r w:rsidRPr="001A56C2">
        <w:t>As a part of political science, IR is about international politics – the decision</w:t>
      </w:r>
      <w:r>
        <w:t>s</w:t>
      </w:r>
      <w:r w:rsidRPr="001A56C2">
        <w:t xml:space="preserve"> of governments about foreign actors, especially other governments</w:t>
      </w:r>
    </w:p>
    <w:p w:rsidR="004F0572" w:rsidRPr="001A56C2" w:rsidRDefault="004F0572" w:rsidP="00321ABA">
      <w:pPr>
        <w:numPr>
          <w:ilvl w:val="1"/>
          <w:numId w:val="2"/>
        </w:numPr>
      </w:pPr>
      <w:r w:rsidRPr="001A56C2">
        <w:t>But field is interdisciplinary – relating international politics to economics, history, sociology</w:t>
      </w:r>
    </w:p>
    <w:p w:rsidR="004F0572" w:rsidRPr="001A56C2" w:rsidRDefault="004F0572" w:rsidP="00321ABA">
      <w:pPr>
        <w:numPr>
          <w:ilvl w:val="1"/>
          <w:numId w:val="2"/>
        </w:numPr>
      </w:pPr>
      <w:r w:rsidRPr="001A56C2">
        <w:t>Mix of conflict and cooperation in relationships among countries</w:t>
      </w:r>
    </w:p>
    <w:p w:rsidR="004F0572" w:rsidRPr="001A56C2" w:rsidRDefault="004F0572" w:rsidP="00321ABA">
      <w:pPr>
        <w:numPr>
          <w:ilvl w:val="1"/>
          <w:numId w:val="2"/>
        </w:numPr>
      </w:pPr>
      <w:r w:rsidRPr="001A56C2">
        <w:t>Subfields – international securit</w:t>
      </w:r>
      <w:r>
        <w:t>y (questions of war and peace),</w:t>
      </w:r>
      <w:r w:rsidRPr="001A56C2">
        <w:t xml:space="preserve"> international political economy (trade and financial relations)</w:t>
      </w:r>
    </w:p>
    <w:p w:rsidR="004F0572" w:rsidRPr="001A56C2" w:rsidRDefault="004F0572" w:rsidP="00321ABA">
      <w:pPr>
        <w:numPr>
          <w:ilvl w:val="0"/>
          <w:numId w:val="2"/>
        </w:numPr>
      </w:pPr>
      <w:r w:rsidRPr="001A56C2">
        <w:t>Actors and Influences</w:t>
      </w:r>
    </w:p>
    <w:p w:rsidR="004F0572" w:rsidRPr="001A56C2" w:rsidRDefault="004F0572" w:rsidP="00321ABA">
      <w:pPr>
        <w:numPr>
          <w:ilvl w:val="1"/>
          <w:numId w:val="2"/>
        </w:numPr>
      </w:pPr>
      <w:r w:rsidRPr="001A56C2">
        <w:t>State actors – territory, government, population, sovereignty</w:t>
      </w:r>
    </w:p>
    <w:p w:rsidR="004F0572" w:rsidRPr="001A56C2" w:rsidRDefault="004F0572" w:rsidP="00321ABA">
      <w:pPr>
        <w:numPr>
          <w:ilvl w:val="1"/>
          <w:numId w:val="2"/>
        </w:numPr>
      </w:pPr>
      <w:r w:rsidRPr="001A56C2">
        <w:t>International system – set of relationships among world’s states</w:t>
      </w:r>
    </w:p>
    <w:p w:rsidR="004F0572" w:rsidRPr="001A56C2" w:rsidRDefault="004F0572" w:rsidP="00321ABA">
      <w:pPr>
        <w:numPr>
          <w:ilvl w:val="2"/>
          <w:numId w:val="2"/>
        </w:numPr>
      </w:pPr>
      <w:r w:rsidRPr="001A56C2">
        <w:t>Modern international system existed for less than 500 years</w:t>
      </w:r>
    </w:p>
    <w:p w:rsidR="004F0572" w:rsidRPr="001A56C2" w:rsidRDefault="004F0572" w:rsidP="00321ABA">
      <w:pPr>
        <w:numPr>
          <w:ilvl w:val="2"/>
          <w:numId w:val="2"/>
        </w:numPr>
      </w:pPr>
      <w:r w:rsidRPr="001A56C2">
        <w:t>Before then – city-states, empires, feudal fiefs</w:t>
      </w:r>
    </w:p>
    <w:p w:rsidR="004F0572" w:rsidRPr="001A56C2" w:rsidRDefault="004F0572" w:rsidP="00321ABA">
      <w:pPr>
        <w:numPr>
          <w:ilvl w:val="2"/>
          <w:numId w:val="2"/>
        </w:numPr>
      </w:pPr>
      <w:r w:rsidRPr="001A56C2">
        <w:t>Idea that nations should have own states – nation-states</w:t>
      </w:r>
    </w:p>
    <w:p w:rsidR="004F0572" w:rsidRPr="001A56C2" w:rsidRDefault="004F0572" w:rsidP="00321ABA">
      <w:pPr>
        <w:numPr>
          <w:ilvl w:val="2"/>
          <w:numId w:val="2"/>
        </w:numPr>
      </w:pPr>
      <w:r w:rsidRPr="001A56C2">
        <w:t xml:space="preserve">Some political entities not formally recognized as states – e.g., </w:t>
      </w:r>
      <w:smartTag w:uri="urn:schemas-microsoft-com:office:smarttags" w:element="country-region">
        <w:smartTag w:uri="urn:schemas-microsoft-com:office:smarttags" w:element="place">
          <w:r w:rsidRPr="001A56C2">
            <w:t>Taiwan</w:t>
          </w:r>
        </w:smartTag>
      </w:smartTag>
      <w:r w:rsidRPr="001A56C2">
        <w:t xml:space="preserve"> and others</w:t>
      </w:r>
    </w:p>
    <w:p w:rsidR="004F0572" w:rsidRPr="001A56C2" w:rsidRDefault="004F0572" w:rsidP="00321ABA">
      <w:pPr>
        <w:numPr>
          <w:ilvl w:val="1"/>
          <w:numId w:val="2"/>
        </w:numPr>
      </w:pPr>
      <w:r w:rsidRPr="001A56C2">
        <w:t>Nonstate actors</w:t>
      </w:r>
    </w:p>
    <w:p w:rsidR="004F0572" w:rsidRPr="001A56C2" w:rsidRDefault="004F0572" w:rsidP="00321ABA">
      <w:pPr>
        <w:numPr>
          <w:ilvl w:val="2"/>
          <w:numId w:val="2"/>
        </w:numPr>
      </w:pPr>
      <w:r w:rsidRPr="001A56C2">
        <w:t>Called transnational actors when they operate across international borders</w:t>
      </w:r>
    </w:p>
    <w:p w:rsidR="004F0572" w:rsidRPr="001A56C2" w:rsidRDefault="004F0572" w:rsidP="00321ABA">
      <w:pPr>
        <w:numPr>
          <w:ilvl w:val="2"/>
          <w:numId w:val="2"/>
        </w:numPr>
      </w:pPr>
      <w:r w:rsidRPr="001A56C2">
        <w:t>Intergovernmental organizations (IGOs) – organizations whose members are national governments, e.g., OPEC, WTO, NATO, African Union</w:t>
      </w:r>
    </w:p>
    <w:p w:rsidR="004F0572" w:rsidRPr="001A56C2" w:rsidRDefault="004F0572" w:rsidP="00321ABA">
      <w:pPr>
        <w:numPr>
          <w:ilvl w:val="2"/>
          <w:numId w:val="2"/>
        </w:numPr>
      </w:pPr>
      <w:r w:rsidRPr="001A56C2">
        <w:t>Nongovernmental Organizations (NGOs) – private organizations</w:t>
      </w:r>
    </w:p>
    <w:p w:rsidR="004F0572" w:rsidRPr="001A56C2" w:rsidRDefault="004F0572" w:rsidP="00321ABA">
      <w:pPr>
        <w:numPr>
          <w:ilvl w:val="2"/>
          <w:numId w:val="2"/>
        </w:numPr>
      </w:pPr>
      <w:r w:rsidRPr="001A56C2">
        <w:t>Multinational corporations (MNCs) – companies that span multiple countries</w:t>
      </w:r>
    </w:p>
    <w:p w:rsidR="004F0572" w:rsidRPr="001A56C2" w:rsidRDefault="004F0572" w:rsidP="00321ABA">
      <w:pPr>
        <w:numPr>
          <w:ilvl w:val="2"/>
          <w:numId w:val="2"/>
        </w:numPr>
      </w:pPr>
      <w:r w:rsidRPr="001A56C2">
        <w:t>Substate actors – exist within one country but either influence the country’s foreign policy or operate internationally or both</w:t>
      </w:r>
    </w:p>
    <w:p w:rsidR="004F0572" w:rsidRPr="001A56C2" w:rsidRDefault="004F0572" w:rsidP="00321ABA">
      <w:pPr>
        <w:numPr>
          <w:ilvl w:val="0"/>
          <w:numId w:val="2"/>
        </w:numPr>
      </w:pPr>
      <w:r w:rsidRPr="001A56C2">
        <w:t>Levels of Analysis</w:t>
      </w:r>
    </w:p>
    <w:p w:rsidR="004F0572" w:rsidRPr="001A56C2" w:rsidRDefault="004F0572" w:rsidP="00321ABA">
      <w:pPr>
        <w:numPr>
          <w:ilvl w:val="1"/>
          <w:numId w:val="2"/>
        </w:numPr>
      </w:pPr>
      <w:r w:rsidRPr="001A56C2">
        <w:t>Individual</w:t>
      </w:r>
    </w:p>
    <w:p w:rsidR="004F0572" w:rsidRPr="001A56C2" w:rsidRDefault="004F0572" w:rsidP="00321ABA">
      <w:pPr>
        <w:numPr>
          <w:ilvl w:val="1"/>
          <w:numId w:val="2"/>
        </w:numPr>
      </w:pPr>
      <w:r w:rsidRPr="001A56C2">
        <w:t>Domestic</w:t>
      </w:r>
    </w:p>
    <w:p w:rsidR="004F0572" w:rsidRPr="001A56C2" w:rsidRDefault="004F0572" w:rsidP="00321ABA">
      <w:pPr>
        <w:numPr>
          <w:ilvl w:val="1"/>
          <w:numId w:val="2"/>
        </w:numPr>
      </w:pPr>
      <w:r w:rsidRPr="001A56C2">
        <w:t>Interstate</w:t>
      </w:r>
    </w:p>
    <w:p w:rsidR="004F0572" w:rsidRPr="001A56C2" w:rsidRDefault="004F0572" w:rsidP="00321ABA">
      <w:pPr>
        <w:numPr>
          <w:ilvl w:val="1"/>
          <w:numId w:val="2"/>
        </w:numPr>
      </w:pPr>
      <w:r w:rsidRPr="001A56C2">
        <w:t>Global</w:t>
      </w:r>
    </w:p>
    <w:p w:rsidR="004F0572" w:rsidRPr="001A56C2" w:rsidRDefault="004F0572" w:rsidP="00321ABA">
      <w:pPr>
        <w:numPr>
          <w:ilvl w:val="1"/>
          <w:numId w:val="2"/>
        </w:numPr>
      </w:pPr>
      <w:r w:rsidRPr="001A56C2">
        <w:t>Different sorts of explanations for international events</w:t>
      </w:r>
    </w:p>
    <w:p w:rsidR="004F0572" w:rsidRPr="001A56C2" w:rsidRDefault="004F0572" w:rsidP="00321ABA">
      <w:pPr>
        <w:numPr>
          <w:ilvl w:val="0"/>
          <w:numId w:val="2"/>
        </w:numPr>
      </w:pPr>
      <w:r w:rsidRPr="001A56C2">
        <w:t>Globalization</w:t>
      </w:r>
    </w:p>
    <w:p w:rsidR="004F0572" w:rsidRPr="001A56C2" w:rsidRDefault="004F0572" w:rsidP="00321ABA">
      <w:pPr>
        <w:numPr>
          <w:ilvl w:val="1"/>
          <w:numId w:val="2"/>
        </w:numPr>
      </w:pPr>
      <w:r w:rsidRPr="001A56C2">
        <w:t>Expanded international trade, telecommunications, monetary coordination, multinational corporations, technical and scientific cooperation, cultural exchanges, migration and refugee flows, relations between world’s rich and poor countries</w:t>
      </w:r>
    </w:p>
    <w:p w:rsidR="004F0572" w:rsidRPr="001A56C2" w:rsidRDefault="004F0572" w:rsidP="00321ABA">
      <w:pPr>
        <w:numPr>
          <w:ilvl w:val="1"/>
          <w:numId w:val="2"/>
        </w:numPr>
      </w:pPr>
      <w:r w:rsidRPr="001A56C2">
        <w:t>One view – result of liberal economic principles – global marketplace</w:t>
      </w:r>
    </w:p>
    <w:p w:rsidR="004F0572" w:rsidRPr="001A56C2" w:rsidRDefault="004F0572" w:rsidP="00321ABA">
      <w:pPr>
        <w:numPr>
          <w:ilvl w:val="1"/>
          <w:numId w:val="2"/>
        </w:numPr>
      </w:pPr>
      <w:r w:rsidRPr="001A56C2">
        <w:t>Second view – world’s major economies no more integrated today than before World War I, North-South gap increasing</w:t>
      </w:r>
    </w:p>
    <w:p w:rsidR="004F0572" w:rsidRPr="001A56C2" w:rsidRDefault="004F0572" w:rsidP="00321ABA">
      <w:pPr>
        <w:numPr>
          <w:ilvl w:val="1"/>
          <w:numId w:val="2"/>
        </w:numPr>
      </w:pPr>
      <w:r w:rsidRPr="001A56C2">
        <w:t>Third view – transformationalists – sta</w:t>
      </w:r>
      <w:r>
        <w:t>te sovereignty eroded by EU, WTO</w:t>
      </w:r>
    </w:p>
    <w:p w:rsidR="004F0572" w:rsidRPr="001A56C2" w:rsidRDefault="004F0572" w:rsidP="00321ABA">
      <w:pPr>
        <w:numPr>
          <w:ilvl w:val="0"/>
          <w:numId w:val="2"/>
        </w:numPr>
      </w:pPr>
      <w:r w:rsidRPr="001A56C2">
        <w:t>Global Geography</w:t>
      </w:r>
    </w:p>
    <w:p w:rsidR="004F0572" w:rsidRPr="001A56C2" w:rsidRDefault="004F0572" w:rsidP="00321ABA">
      <w:pPr>
        <w:numPr>
          <w:ilvl w:val="1"/>
          <w:numId w:val="2"/>
        </w:numPr>
      </w:pPr>
      <w:r w:rsidRPr="001A56C2">
        <w:t>North-South gap most important geographical element at the global level of analysis</w:t>
      </w:r>
    </w:p>
    <w:p w:rsidR="004F0572" w:rsidRPr="001A56C2" w:rsidRDefault="004F0572" w:rsidP="00321ABA">
      <w:pPr>
        <w:numPr>
          <w:ilvl w:val="1"/>
          <w:numId w:val="2"/>
        </w:numPr>
      </w:pPr>
      <w:r w:rsidRPr="001A56C2">
        <w:t>North</w:t>
      </w:r>
    </w:p>
    <w:p w:rsidR="004F0572" w:rsidRPr="001A56C2" w:rsidRDefault="004F0572" w:rsidP="00321ABA">
      <w:pPr>
        <w:numPr>
          <w:ilvl w:val="2"/>
          <w:numId w:val="2"/>
        </w:numPr>
      </w:pPr>
      <w:r w:rsidRPr="001A56C2">
        <w:t xml:space="preserve">West – North America, </w:t>
      </w:r>
      <w:smartTag w:uri="urn:schemas-microsoft-com:office:smarttags" w:element="City">
        <w:smartTag w:uri="urn:schemas-microsoft-com:office:smarttags" w:element="place">
          <w:smartTag w:uri="urn:schemas-microsoft-com:office:smarttags" w:element="City">
            <w:r w:rsidRPr="001A56C2">
              <w:t>Western Europe</w:t>
            </w:r>
          </w:smartTag>
          <w:r w:rsidRPr="001A56C2">
            <w:t xml:space="preserve">, </w:t>
          </w:r>
          <w:smartTag w:uri="urn:schemas-microsoft-com:office:smarttags" w:element="country-region">
            <w:r w:rsidRPr="001A56C2">
              <w:t>Japan</w:t>
            </w:r>
          </w:smartTag>
        </w:smartTag>
      </w:smartTag>
      <w:r w:rsidRPr="001A56C2">
        <w:t>/Pacific</w:t>
      </w:r>
    </w:p>
    <w:p w:rsidR="004F0572" w:rsidRPr="001A56C2" w:rsidRDefault="004F0572" w:rsidP="00321ABA">
      <w:pPr>
        <w:numPr>
          <w:ilvl w:val="2"/>
          <w:numId w:val="2"/>
        </w:numPr>
      </w:pPr>
      <w:r w:rsidRPr="001A56C2">
        <w:t xml:space="preserve">Old East – </w:t>
      </w:r>
      <w:smartTag w:uri="urn:schemas-microsoft-com:office:smarttags" w:element="country-region">
        <w:r w:rsidRPr="001A56C2">
          <w:t>Russia</w:t>
        </w:r>
      </w:smartTag>
      <w:r w:rsidRPr="001A56C2">
        <w:t xml:space="preserve"> and </w:t>
      </w:r>
      <w:smartTag w:uri="urn:schemas-microsoft-com:office:smarttags" w:element="PlaceType">
        <w:smartTag w:uri="urn:schemas-microsoft-com:office:smarttags" w:element="place">
          <w:smartTag w:uri="urn:schemas-microsoft-com:office:smarttags" w:element="PlaceType">
            <w:r w:rsidRPr="001A56C2">
              <w:t>Commonwealth</w:t>
            </w:r>
          </w:smartTag>
          <w:r w:rsidRPr="001A56C2">
            <w:t xml:space="preserve"> of </w:t>
          </w:r>
          <w:smartTag w:uri="urn:schemas-microsoft-com:office:smarttags" w:element="PlaceName">
            <w:r w:rsidRPr="001A56C2">
              <w:t>Independent</w:t>
            </w:r>
          </w:smartTag>
        </w:smartTag>
      </w:smartTag>
      <w:r w:rsidRPr="001A56C2">
        <w:t xml:space="preserve"> States (CIS)</w:t>
      </w:r>
    </w:p>
    <w:p w:rsidR="004F0572" w:rsidRPr="001A56C2" w:rsidRDefault="004F0572" w:rsidP="00321ABA">
      <w:pPr>
        <w:numPr>
          <w:ilvl w:val="1"/>
          <w:numId w:val="2"/>
        </w:numPr>
      </w:pPr>
      <w:r w:rsidRPr="001A56C2">
        <w:t>South</w:t>
      </w:r>
    </w:p>
    <w:p w:rsidR="004F0572" w:rsidRPr="001A56C2" w:rsidRDefault="004F0572" w:rsidP="00321ABA">
      <w:pPr>
        <w:numPr>
          <w:ilvl w:val="2"/>
          <w:numId w:val="2"/>
        </w:numPr>
      </w:pPr>
      <w:smartTag w:uri="urn:schemas-microsoft-com:office:smarttags" w:element="place">
        <w:r w:rsidRPr="001A56C2">
          <w:t>Latin America</w:t>
        </w:r>
      </w:smartTag>
    </w:p>
    <w:p w:rsidR="004F0572" w:rsidRPr="001A56C2" w:rsidRDefault="004F0572" w:rsidP="00321ABA">
      <w:pPr>
        <w:numPr>
          <w:ilvl w:val="2"/>
          <w:numId w:val="2"/>
        </w:numPr>
      </w:pPr>
      <w:smartTag w:uri="urn:schemas-microsoft-com:office:smarttags" w:element="place">
        <w:r w:rsidRPr="001A56C2">
          <w:t>Africa</w:t>
        </w:r>
      </w:smartTag>
    </w:p>
    <w:p w:rsidR="004F0572" w:rsidRPr="001A56C2" w:rsidRDefault="004F0572" w:rsidP="00321ABA">
      <w:pPr>
        <w:numPr>
          <w:ilvl w:val="2"/>
          <w:numId w:val="2"/>
        </w:numPr>
      </w:pPr>
      <w:smartTag w:uri="urn:schemas-microsoft-com:office:smarttags" w:element="place">
        <w:r w:rsidRPr="001A56C2">
          <w:t>Middle East</w:t>
        </w:r>
      </w:smartTag>
    </w:p>
    <w:p w:rsidR="004F0572" w:rsidRPr="001A56C2" w:rsidRDefault="004F0572" w:rsidP="00321ABA">
      <w:pPr>
        <w:numPr>
          <w:ilvl w:val="2"/>
          <w:numId w:val="2"/>
        </w:numPr>
      </w:pPr>
      <w:r w:rsidRPr="001A56C2">
        <w:t xml:space="preserve">Much of </w:t>
      </w:r>
      <w:smartTag w:uri="urn:schemas-microsoft-com:office:smarttags" w:element="place">
        <w:r w:rsidRPr="001A56C2">
          <w:t>Asia</w:t>
        </w:r>
      </w:smartTag>
    </w:p>
    <w:p w:rsidR="004F0572" w:rsidRPr="001A56C2" w:rsidRDefault="004F0572" w:rsidP="00321ABA">
      <w:pPr>
        <w:numPr>
          <w:ilvl w:val="0"/>
          <w:numId w:val="2"/>
        </w:numPr>
      </w:pPr>
      <w:r w:rsidRPr="001A56C2">
        <w:t>The Evolving International System</w:t>
      </w:r>
    </w:p>
    <w:p w:rsidR="004F0572" w:rsidRPr="001A56C2" w:rsidRDefault="004F0572" w:rsidP="00321ABA">
      <w:pPr>
        <w:numPr>
          <w:ilvl w:val="1"/>
          <w:numId w:val="2"/>
        </w:numPr>
      </w:pPr>
      <w:r w:rsidRPr="001A56C2">
        <w:t>The Cold War, 1945</w:t>
      </w:r>
      <w:r>
        <w:t>–</w:t>
      </w:r>
      <w:r w:rsidRPr="001A56C2">
        <w:t>1990</w:t>
      </w:r>
    </w:p>
    <w:p w:rsidR="004F0572" w:rsidRPr="001A56C2" w:rsidRDefault="004F0572" w:rsidP="00321ABA">
      <w:pPr>
        <w:numPr>
          <w:ilvl w:val="2"/>
          <w:numId w:val="2"/>
        </w:numPr>
      </w:pPr>
      <w:smartTag w:uri="urn:schemas-microsoft-com:office:smarttags" w:element="City">
        <w:smartTag w:uri="urn:schemas-microsoft-com:office:smarttags" w:element="place">
          <w:r w:rsidRPr="001A56C2">
            <w:t>Yalta</w:t>
          </w:r>
        </w:smartTag>
      </w:smartTag>
      <w:r w:rsidRPr="001A56C2">
        <w:t>, Marshall Plan</w:t>
      </w:r>
    </w:p>
    <w:p w:rsidR="004F0572" w:rsidRPr="001A56C2" w:rsidRDefault="004F0572" w:rsidP="00321ABA">
      <w:pPr>
        <w:numPr>
          <w:ilvl w:val="2"/>
          <w:numId w:val="2"/>
        </w:numPr>
      </w:pPr>
      <w:r w:rsidRPr="001A56C2">
        <w:t>NATO and Warsaw Pact, containment</w:t>
      </w:r>
    </w:p>
    <w:p w:rsidR="004F0572" w:rsidRPr="001A56C2" w:rsidRDefault="004F0572" w:rsidP="00321ABA">
      <w:pPr>
        <w:numPr>
          <w:ilvl w:val="2"/>
          <w:numId w:val="2"/>
        </w:numPr>
      </w:pPr>
      <w:r w:rsidRPr="001A56C2">
        <w:t>Sino-Soviet split</w:t>
      </w:r>
    </w:p>
    <w:p w:rsidR="004F0572" w:rsidRPr="001A56C2" w:rsidRDefault="004F0572" w:rsidP="00321ABA">
      <w:pPr>
        <w:numPr>
          <w:ilvl w:val="2"/>
          <w:numId w:val="2"/>
        </w:numPr>
      </w:pPr>
      <w:r w:rsidRPr="001A56C2">
        <w:t>Korean War</w:t>
      </w:r>
    </w:p>
    <w:p w:rsidR="004F0572" w:rsidRPr="001A56C2" w:rsidRDefault="004F0572" w:rsidP="00321ABA">
      <w:pPr>
        <w:numPr>
          <w:ilvl w:val="2"/>
          <w:numId w:val="2"/>
        </w:numPr>
      </w:pPr>
      <w:r w:rsidRPr="001A56C2">
        <w:t xml:space="preserve">Sputnik, U-2 spy plane, </w:t>
      </w:r>
      <w:smartTag w:uri="urn:schemas-microsoft-com:office:smarttags" w:element="place">
        <w:r w:rsidRPr="001A56C2">
          <w:t>Bay of Pigs</w:t>
        </w:r>
      </w:smartTag>
    </w:p>
    <w:p w:rsidR="004F0572" w:rsidRPr="001A56C2" w:rsidRDefault="004F0572" w:rsidP="00321ABA">
      <w:pPr>
        <w:numPr>
          <w:ilvl w:val="2"/>
          <w:numId w:val="2"/>
        </w:numPr>
      </w:pPr>
      <w:r w:rsidRPr="001A56C2">
        <w:t>Cuban Missile Crisis</w:t>
      </w:r>
    </w:p>
    <w:p w:rsidR="004F0572" w:rsidRPr="001A56C2" w:rsidRDefault="004F0572" w:rsidP="00321ABA">
      <w:pPr>
        <w:numPr>
          <w:ilvl w:val="2"/>
          <w:numId w:val="2"/>
        </w:numPr>
      </w:pPr>
      <w:r w:rsidRPr="001A56C2">
        <w:t>Proxy wars</w:t>
      </w:r>
    </w:p>
    <w:p w:rsidR="004F0572" w:rsidRPr="001A56C2" w:rsidRDefault="004F0572" w:rsidP="00321ABA">
      <w:pPr>
        <w:numPr>
          <w:ilvl w:val="2"/>
          <w:numId w:val="2"/>
        </w:numPr>
      </w:pPr>
      <w:r w:rsidRPr="001A56C2">
        <w:t>Vietnam War</w:t>
      </w:r>
    </w:p>
    <w:p w:rsidR="004F0572" w:rsidRPr="001A56C2" w:rsidRDefault="004F0572" w:rsidP="00321ABA">
      <w:pPr>
        <w:numPr>
          <w:ilvl w:val="2"/>
          <w:numId w:val="2"/>
        </w:numPr>
      </w:pPr>
      <w:smartTag w:uri="urn:schemas-microsoft-com:office:smarttags" w:element="place">
        <w:r w:rsidRPr="001A56C2">
          <w:t>Tiananmen Square</w:t>
        </w:r>
      </w:smartTag>
    </w:p>
    <w:p w:rsidR="004F0572" w:rsidRPr="001A56C2" w:rsidRDefault="004F0572" w:rsidP="00321ABA">
      <w:pPr>
        <w:numPr>
          <w:ilvl w:val="2"/>
          <w:numId w:val="2"/>
        </w:numPr>
      </w:pPr>
      <w:r w:rsidRPr="001A56C2">
        <w:t xml:space="preserve">Perestroika and glasnost – fall of </w:t>
      </w:r>
      <w:smartTag w:uri="urn:schemas-microsoft-com:office:smarttags" w:element="place">
        <w:r w:rsidRPr="001A56C2">
          <w:t>Soviet Union</w:t>
        </w:r>
      </w:smartTag>
    </w:p>
    <w:p w:rsidR="004F0572" w:rsidRPr="001A56C2" w:rsidRDefault="004F0572" w:rsidP="00321ABA">
      <w:pPr>
        <w:numPr>
          <w:ilvl w:val="1"/>
          <w:numId w:val="2"/>
        </w:numPr>
      </w:pPr>
      <w:r w:rsidRPr="001A56C2">
        <w:t>The Post-Cold War Era, 1990</w:t>
      </w:r>
      <w:r>
        <w:t>–</w:t>
      </w:r>
      <w:r w:rsidRPr="001A56C2">
        <w:t>present</w:t>
      </w:r>
    </w:p>
    <w:p w:rsidR="004F0572" w:rsidRPr="001A56C2" w:rsidRDefault="004F0572" w:rsidP="00321ABA">
      <w:pPr>
        <w:numPr>
          <w:ilvl w:val="2"/>
          <w:numId w:val="2"/>
        </w:numPr>
      </w:pPr>
      <w:r w:rsidRPr="001A56C2">
        <w:t xml:space="preserve">Gulf War – </w:t>
      </w:r>
      <w:smartTag w:uri="urn:schemas-microsoft-com:office:smarttags" w:element="country-region">
        <w:r w:rsidRPr="001A56C2">
          <w:t>Iraq</w:t>
        </w:r>
      </w:smartTag>
      <w:r w:rsidRPr="001A56C2">
        <w:t xml:space="preserve"> occupied </w:t>
      </w:r>
      <w:smartTag w:uri="urn:schemas-microsoft-com:office:smarttags" w:element="country-region">
        <w:smartTag w:uri="urn:schemas-microsoft-com:office:smarttags" w:element="place">
          <w:r w:rsidRPr="001A56C2">
            <w:t>Kuwait</w:t>
          </w:r>
        </w:smartTag>
      </w:smartTag>
    </w:p>
    <w:p w:rsidR="004F0572" w:rsidRPr="001A56C2" w:rsidRDefault="004F0572" w:rsidP="00321ABA">
      <w:pPr>
        <w:numPr>
          <w:ilvl w:val="2"/>
          <w:numId w:val="2"/>
        </w:numPr>
      </w:pPr>
      <w:smartTag w:uri="urn:schemas-microsoft-com:office:smarttags" w:element="PlaceType">
        <w:smartTag w:uri="urn:schemas-microsoft-com:office:smarttags" w:element="place">
          <w:smartTag w:uri="urn:schemas-microsoft-com:office:smarttags" w:element="PlaceType">
            <w:r w:rsidRPr="001A56C2">
              <w:t>Commonwealth</w:t>
            </w:r>
          </w:smartTag>
          <w:r w:rsidRPr="001A56C2">
            <w:t xml:space="preserve"> of </w:t>
          </w:r>
          <w:smartTag w:uri="urn:schemas-microsoft-com:office:smarttags" w:element="PlaceName">
            <w:r w:rsidRPr="001A56C2">
              <w:t>Independent</w:t>
            </w:r>
          </w:smartTag>
        </w:smartTag>
      </w:smartTag>
      <w:r w:rsidRPr="001A56C2">
        <w:t xml:space="preserve"> States (CIS)</w:t>
      </w:r>
    </w:p>
    <w:p w:rsidR="004F0572" w:rsidRPr="001A56C2" w:rsidRDefault="004F0572" w:rsidP="00321ABA">
      <w:pPr>
        <w:numPr>
          <w:ilvl w:val="2"/>
          <w:numId w:val="2"/>
        </w:numPr>
      </w:pPr>
      <w:r w:rsidRPr="001A56C2">
        <w:t xml:space="preserve">Breakup of </w:t>
      </w:r>
      <w:smartTag w:uri="urn:schemas-microsoft-com:office:smarttags" w:element="country-region">
        <w:smartTag w:uri="urn:schemas-microsoft-com:office:smarttags" w:element="place">
          <w:r w:rsidRPr="001A56C2">
            <w:t>Yugoslavia</w:t>
          </w:r>
        </w:smartTag>
      </w:smartTag>
    </w:p>
    <w:p w:rsidR="004F0572" w:rsidRPr="001A56C2" w:rsidRDefault="004F0572" w:rsidP="00321ABA">
      <w:pPr>
        <w:numPr>
          <w:ilvl w:val="2"/>
          <w:numId w:val="2"/>
        </w:numPr>
      </w:pPr>
      <w:smartTag w:uri="urn:schemas-microsoft-com:office:smarttags" w:element="country-region">
        <w:r w:rsidRPr="001A56C2">
          <w:t>Somalia</w:t>
        </w:r>
      </w:smartTag>
      <w:r w:rsidRPr="001A56C2">
        <w:t xml:space="preserve"> and </w:t>
      </w:r>
      <w:smartTag w:uri="urn:schemas-microsoft-com:office:smarttags" w:element="country-region">
        <w:smartTag w:uri="urn:schemas-microsoft-com:office:smarttags" w:element="place">
          <w:r w:rsidRPr="001A56C2">
            <w:t>Rwanda</w:t>
          </w:r>
        </w:smartTag>
      </w:smartTag>
    </w:p>
    <w:p w:rsidR="004F0572" w:rsidRPr="001A56C2" w:rsidRDefault="004F0572" w:rsidP="00321ABA">
      <w:pPr>
        <w:numPr>
          <w:ilvl w:val="2"/>
          <w:numId w:val="2"/>
        </w:numPr>
      </w:pPr>
      <w:r w:rsidRPr="001A56C2">
        <w:t xml:space="preserve">September 11, 2001; </w:t>
      </w:r>
      <w:smartTag w:uri="urn:schemas-microsoft-com:office:smarttags" w:element="country-region">
        <w:r w:rsidRPr="001A56C2">
          <w:t>Afghanistan</w:t>
        </w:r>
      </w:smartTag>
      <w:r w:rsidRPr="001A56C2">
        <w:t xml:space="preserve">, </w:t>
      </w:r>
      <w:smartTag w:uri="urn:schemas-microsoft-com:office:smarttags" w:element="country-region">
        <w:smartTag w:uri="urn:schemas-microsoft-com:office:smarttags" w:element="place">
          <w:r w:rsidRPr="001A56C2">
            <w:t>Iraq</w:t>
          </w:r>
        </w:smartTag>
      </w:smartTag>
    </w:p>
    <w:p w:rsidR="004F0572" w:rsidRPr="001A56C2" w:rsidRDefault="004F0572" w:rsidP="00321ABA">
      <w:pPr>
        <w:numPr>
          <w:ilvl w:val="2"/>
          <w:numId w:val="2"/>
        </w:numPr>
      </w:pPr>
      <w:r w:rsidRPr="001A56C2">
        <w:t>More peaceful than Cold War</w:t>
      </w:r>
    </w:p>
    <w:p w:rsidR="004F0572" w:rsidRPr="001A56C2" w:rsidRDefault="004F0572" w:rsidP="00321ABA">
      <w:pPr>
        <w:numPr>
          <w:ilvl w:val="2"/>
          <w:numId w:val="2"/>
        </w:numPr>
      </w:pPr>
      <w:r w:rsidRPr="001A56C2">
        <w:t>Globalization in international economic relations</w:t>
      </w:r>
    </w:p>
    <w:p w:rsidR="004F0572" w:rsidRPr="001A56C2" w:rsidRDefault="004F0572" w:rsidP="00321ABA">
      <w:pPr>
        <w:numPr>
          <w:ilvl w:val="2"/>
          <w:numId w:val="2"/>
        </w:numPr>
      </w:pPr>
      <w:smartTag w:uri="urn:schemas-microsoft-com:office:smarttags" w:element="country-region">
        <w:smartTag w:uri="urn:schemas-microsoft-com:office:smarttags" w:element="place">
          <w:r w:rsidRPr="001A56C2">
            <w:t>China</w:t>
          </w:r>
        </w:smartTag>
      </w:smartTag>
      <w:r w:rsidRPr="001A56C2">
        <w:t xml:space="preserve"> more central to world politics</w:t>
      </w:r>
    </w:p>
    <w:p w:rsidR="004F0572" w:rsidRDefault="004F0572" w:rsidP="00CC12D1"/>
    <w:p w:rsidR="004F0572" w:rsidRDefault="004F0572" w:rsidP="00E91557">
      <w:pPr>
        <w:spacing w:after="120"/>
      </w:pPr>
    </w:p>
    <w:p w:rsidR="004F0572" w:rsidRDefault="004F0572" w:rsidP="00E91557">
      <w:pPr>
        <w:spacing w:after="120"/>
        <w:rPr>
          <w:b/>
          <w:caps/>
        </w:rPr>
      </w:pPr>
      <w:r w:rsidRPr="003E0F93">
        <w:rPr>
          <w:b/>
          <w:caps/>
        </w:rPr>
        <w:t>Problem-based learning activities</w:t>
      </w:r>
    </w:p>
    <w:p w:rsidR="004F0572" w:rsidRDefault="004F0572" w:rsidP="00321ABA">
      <w:pPr>
        <w:widowControl w:val="0"/>
        <w:numPr>
          <w:ilvl w:val="0"/>
          <w:numId w:val="1"/>
        </w:numPr>
        <w:suppressAutoHyphens/>
      </w:pPr>
      <w:r w:rsidRPr="003735AA">
        <w:rPr>
          <w:i/>
        </w:rPr>
        <w:t xml:space="preserve">Geographic </w:t>
      </w:r>
      <w:r>
        <w:rPr>
          <w:i/>
        </w:rPr>
        <w:t>D</w:t>
      </w:r>
      <w:r w:rsidRPr="003735AA">
        <w:rPr>
          <w:i/>
        </w:rPr>
        <w:t xml:space="preserve">ata </w:t>
      </w:r>
      <w:r>
        <w:rPr>
          <w:i/>
        </w:rPr>
        <w:t>E</w:t>
      </w:r>
      <w:r w:rsidRPr="003735AA">
        <w:rPr>
          <w:i/>
        </w:rPr>
        <w:t>xercise</w:t>
      </w:r>
      <w:r>
        <w:t xml:space="preserve">: Using the </w:t>
      </w:r>
      <w:r w:rsidRPr="00D96CD0">
        <w:rPr>
          <w:i/>
        </w:rPr>
        <w:t>CIA World Factbook</w:t>
      </w:r>
      <w:r>
        <w:t xml:space="preserve"> (</w:t>
      </w:r>
      <w:hyperlink r:id="rId7" w:history="1">
        <w:r w:rsidRPr="005D0061">
          <w:rPr>
            <w:rStyle w:val="Hyperlink"/>
          </w:rPr>
          <w:t>https://www.cia.gov/library/publications/the-world-factbook/</w:t>
        </w:r>
      </w:hyperlink>
      <w:r>
        <w:t xml:space="preserve">), look up the following statistics for TWO countries from EACH map you studied in Chapter 1: life expectancy at birth, literacy, GDP per capita, population below the poverty line, and public debt. </w:t>
      </w:r>
    </w:p>
    <w:p w:rsidR="004F0572" w:rsidRDefault="004F0572" w:rsidP="00321ABA">
      <w:pPr>
        <w:widowControl w:val="0"/>
        <w:numPr>
          <w:ilvl w:val="1"/>
          <w:numId w:val="1"/>
        </w:numPr>
        <w:suppressAutoHyphens/>
      </w:pPr>
      <w:r>
        <w:t>Briefly describe the data you find, particularly focusing on patterns among countries and regions.</w:t>
      </w:r>
    </w:p>
    <w:p w:rsidR="004F0572" w:rsidRDefault="004F0572" w:rsidP="00321ABA">
      <w:pPr>
        <w:widowControl w:val="0"/>
        <w:numPr>
          <w:ilvl w:val="1"/>
          <w:numId w:val="1"/>
        </w:numPr>
        <w:suppressAutoHyphens/>
      </w:pPr>
      <w:r>
        <w:t>What are three potential explanations for the differences you found?</w:t>
      </w:r>
    </w:p>
    <w:p w:rsidR="004F0572" w:rsidRDefault="004F0572" w:rsidP="00321ABA">
      <w:pPr>
        <w:widowControl w:val="0"/>
        <w:numPr>
          <w:ilvl w:val="1"/>
          <w:numId w:val="1"/>
        </w:numPr>
        <w:suppressAutoHyphens/>
      </w:pPr>
      <w:r>
        <w:t>What are three potential consequences for the differences you found?</w:t>
      </w:r>
    </w:p>
    <w:p w:rsidR="004F0572" w:rsidRDefault="004F0572" w:rsidP="00321ABA">
      <w:pPr>
        <w:widowControl w:val="0"/>
        <w:numPr>
          <w:ilvl w:val="1"/>
          <w:numId w:val="1"/>
        </w:numPr>
        <w:suppressAutoHyphens/>
      </w:pPr>
      <w:r>
        <w:t>What, if anything, could the international community do in order to decrease these differences?</w:t>
      </w:r>
    </w:p>
    <w:p w:rsidR="004F0572" w:rsidRDefault="004F0572" w:rsidP="00E91557">
      <w:pPr>
        <w:widowControl w:val="0"/>
        <w:suppressAutoHyphens/>
        <w:spacing w:before="120"/>
        <w:ind w:left="720"/>
        <w:rPr>
          <w:i/>
        </w:rPr>
      </w:pPr>
      <w:r w:rsidRPr="00E91557">
        <w:rPr>
          <w:i/>
        </w:rPr>
        <w:t>Reference: LO 1.3 and LO 1.4</w:t>
      </w:r>
    </w:p>
    <w:p w:rsidR="004F0572" w:rsidRPr="00E91557" w:rsidRDefault="004F0572" w:rsidP="00F73FFC">
      <w:pPr>
        <w:widowControl w:val="0"/>
        <w:suppressAutoHyphens/>
        <w:ind w:left="720"/>
        <w:rPr>
          <w:i/>
        </w:rPr>
      </w:pPr>
      <w:r>
        <w:rPr>
          <w:i/>
        </w:rPr>
        <w:t>Skill: Analysis</w:t>
      </w:r>
    </w:p>
    <w:p w:rsidR="004F0572" w:rsidRDefault="004F0572" w:rsidP="00E91557">
      <w:pPr>
        <w:widowControl w:val="0"/>
        <w:suppressAutoHyphens/>
        <w:ind w:left="720"/>
      </w:pPr>
    </w:p>
    <w:p w:rsidR="004F0572" w:rsidRDefault="004F0572" w:rsidP="00321ABA">
      <w:pPr>
        <w:pStyle w:val="ListParagraph"/>
        <w:numPr>
          <w:ilvl w:val="0"/>
          <w:numId w:val="1"/>
        </w:numPr>
        <w:rPr>
          <w:szCs w:val="24"/>
        </w:rPr>
      </w:pPr>
      <w:r w:rsidRPr="002C09CD">
        <w:rPr>
          <w:i/>
          <w:szCs w:val="24"/>
        </w:rPr>
        <w:t xml:space="preserve">Geographic </w:t>
      </w:r>
      <w:r>
        <w:rPr>
          <w:i/>
          <w:szCs w:val="24"/>
        </w:rPr>
        <w:t>D</w:t>
      </w:r>
      <w:r w:rsidRPr="002C09CD">
        <w:rPr>
          <w:i/>
          <w:szCs w:val="24"/>
        </w:rPr>
        <w:t xml:space="preserve">ata </w:t>
      </w:r>
      <w:r>
        <w:rPr>
          <w:i/>
          <w:szCs w:val="24"/>
        </w:rPr>
        <w:t>E</w:t>
      </w:r>
      <w:r w:rsidRPr="002C09CD">
        <w:rPr>
          <w:i/>
          <w:szCs w:val="24"/>
        </w:rPr>
        <w:t>xercise</w:t>
      </w:r>
      <w:r>
        <w:rPr>
          <w:szCs w:val="24"/>
        </w:rPr>
        <w:t>: Please go to Freedomhouse’s website (</w:t>
      </w:r>
      <w:hyperlink r:id="rId8" w:history="1">
        <w:r w:rsidRPr="005D0061">
          <w:rPr>
            <w:rStyle w:val="Hyperlink"/>
          </w:rPr>
          <w:t>http://www.freedomhouse.org/template.cfm?page=363&amp;year=2010</w:t>
        </w:r>
      </w:hyperlink>
      <w:r>
        <w:rPr>
          <w:szCs w:val="24"/>
        </w:rPr>
        <w:t xml:space="preserve">) and use the global map of freedom to look up the following data for TWO countries from EACH map you studied in Chapter 1: political rights score, political liberties score, status of freedom, and the trend compared to the previous year. </w:t>
      </w:r>
    </w:p>
    <w:p w:rsidR="004F0572" w:rsidRDefault="004F0572" w:rsidP="00321ABA">
      <w:pPr>
        <w:pStyle w:val="ListParagraph"/>
        <w:numPr>
          <w:ilvl w:val="1"/>
          <w:numId w:val="1"/>
        </w:numPr>
        <w:rPr>
          <w:szCs w:val="24"/>
        </w:rPr>
      </w:pPr>
      <w:r>
        <w:rPr>
          <w:szCs w:val="24"/>
        </w:rPr>
        <w:t>Briefly describe the data you find, particularly focusing on patterns among countries and regions.</w:t>
      </w:r>
    </w:p>
    <w:p w:rsidR="004F0572" w:rsidRDefault="004F0572" w:rsidP="00321ABA">
      <w:pPr>
        <w:pStyle w:val="ListParagraph"/>
        <w:numPr>
          <w:ilvl w:val="1"/>
          <w:numId w:val="1"/>
        </w:numPr>
        <w:rPr>
          <w:szCs w:val="24"/>
        </w:rPr>
      </w:pPr>
      <w:r>
        <w:rPr>
          <w:szCs w:val="24"/>
        </w:rPr>
        <w:t>How would you explain the similarities and differences you found?</w:t>
      </w:r>
    </w:p>
    <w:p w:rsidR="004F0572" w:rsidRDefault="004F0572" w:rsidP="00321ABA">
      <w:pPr>
        <w:pStyle w:val="ListParagraph"/>
        <w:numPr>
          <w:ilvl w:val="1"/>
          <w:numId w:val="1"/>
        </w:numPr>
        <w:rPr>
          <w:szCs w:val="24"/>
        </w:rPr>
      </w:pPr>
      <w:r>
        <w:rPr>
          <w:szCs w:val="24"/>
        </w:rPr>
        <w:t>What do the trend arrows you found suggest for the future of democracy in the countries you looked up?</w:t>
      </w:r>
    </w:p>
    <w:p w:rsidR="004F0572" w:rsidRDefault="004F0572" w:rsidP="00321ABA">
      <w:pPr>
        <w:pStyle w:val="ListParagraph"/>
        <w:numPr>
          <w:ilvl w:val="1"/>
          <w:numId w:val="1"/>
        </w:numPr>
        <w:rPr>
          <w:szCs w:val="24"/>
        </w:rPr>
      </w:pPr>
      <w:r>
        <w:rPr>
          <w:szCs w:val="24"/>
        </w:rPr>
        <w:t xml:space="preserve">How does the data on democracy you found compare with other data for each country, such as the economic and social data you looked up for the previous exercise? </w:t>
      </w:r>
    </w:p>
    <w:p w:rsidR="004F0572" w:rsidRDefault="004F0572" w:rsidP="00B2730A">
      <w:pPr>
        <w:spacing w:before="120"/>
        <w:ind w:left="720"/>
        <w:rPr>
          <w:i/>
        </w:rPr>
      </w:pPr>
      <w:r w:rsidRPr="00B2730A">
        <w:rPr>
          <w:i/>
        </w:rPr>
        <w:t>Reference: LO 1.3 and LO 1.4</w:t>
      </w:r>
    </w:p>
    <w:p w:rsidR="004F0572" w:rsidRPr="00B2730A" w:rsidRDefault="004F0572" w:rsidP="00F73FFC">
      <w:pPr>
        <w:ind w:left="720"/>
        <w:rPr>
          <w:i/>
        </w:rPr>
      </w:pPr>
      <w:r>
        <w:rPr>
          <w:i/>
        </w:rPr>
        <w:t>Skill: Analysis</w:t>
      </w:r>
    </w:p>
    <w:p w:rsidR="004F0572" w:rsidRPr="00B2730A" w:rsidRDefault="004F0572" w:rsidP="00B2730A">
      <w:pPr>
        <w:ind w:left="720"/>
      </w:pPr>
    </w:p>
    <w:p w:rsidR="004F0572" w:rsidRDefault="004F0572" w:rsidP="00321ABA">
      <w:pPr>
        <w:pStyle w:val="ListParagraph"/>
        <w:numPr>
          <w:ilvl w:val="0"/>
          <w:numId w:val="1"/>
        </w:numPr>
        <w:rPr>
          <w:szCs w:val="24"/>
        </w:rPr>
      </w:pPr>
      <w:r w:rsidRPr="002C09CD">
        <w:rPr>
          <w:i/>
          <w:szCs w:val="24"/>
        </w:rPr>
        <w:t xml:space="preserve">Levels of </w:t>
      </w:r>
      <w:r>
        <w:rPr>
          <w:i/>
          <w:szCs w:val="24"/>
        </w:rPr>
        <w:t>A</w:t>
      </w:r>
      <w:r w:rsidRPr="002C09CD">
        <w:rPr>
          <w:i/>
          <w:szCs w:val="24"/>
        </w:rPr>
        <w:t xml:space="preserve">nalysis </w:t>
      </w:r>
      <w:r>
        <w:rPr>
          <w:i/>
          <w:szCs w:val="24"/>
        </w:rPr>
        <w:t>E</w:t>
      </w:r>
      <w:r w:rsidRPr="002C09CD">
        <w:rPr>
          <w:i/>
          <w:szCs w:val="24"/>
        </w:rPr>
        <w:t>xercise</w:t>
      </w:r>
      <w:r>
        <w:rPr>
          <w:szCs w:val="24"/>
        </w:rPr>
        <w:t>: The domestic riots that erupted in Egypt in January of 2011 shook the entire international community. If you do not feel informed enough about the riots, search the archives of different online newspapers to find relevant information before answering the following questions:</w:t>
      </w:r>
    </w:p>
    <w:p w:rsidR="004F0572" w:rsidRDefault="004F0572" w:rsidP="00321ABA">
      <w:pPr>
        <w:pStyle w:val="ListParagraph"/>
        <w:numPr>
          <w:ilvl w:val="1"/>
          <w:numId w:val="1"/>
        </w:numPr>
        <w:rPr>
          <w:szCs w:val="24"/>
        </w:rPr>
      </w:pPr>
      <w:r>
        <w:rPr>
          <w:szCs w:val="24"/>
        </w:rPr>
        <w:t>Using the different levels of analysis you learned about in Chapter 1, please analyze the potential causes for the riots. Try to identify at least 2–3 factors on each level of analysis that can enhance your understanding of this event.</w:t>
      </w:r>
    </w:p>
    <w:p w:rsidR="004F0572" w:rsidRDefault="004F0572" w:rsidP="00321ABA">
      <w:pPr>
        <w:pStyle w:val="ListParagraph"/>
        <w:numPr>
          <w:ilvl w:val="2"/>
          <w:numId w:val="1"/>
        </w:numPr>
        <w:rPr>
          <w:szCs w:val="24"/>
        </w:rPr>
      </w:pPr>
      <w:r w:rsidRPr="00881CBE">
        <w:rPr>
          <w:i/>
          <w:szCs w:val="24"/>
        </w:rPr>
        <w:t>Individual level</w:t>
      </w:r>
      <w:r>
        <w:rPr>
          <w:szCs w:val="24"/>
        </w:rPr>
        <w:t>: Try to think of the role different individuals played in the riots, e.g., protesters, police, Egyptian president Mubarak, Egyptian government officials, foreign leaders, reporters, etc.</w:t>
      </w:r>
    </w:p>
    <w:p w:rsidR="004F0572" w:rsidRDefault="004F0572" w:rsidP="00321ABA">
      <w:pPr>
        <w:pStyle w:val="ListParagraph"/>
        <w:numPr>
          <w:ilvl w:val="2"/>
          <w:numId w:val="1"/>
        </w:numPr>
        <w:rPr>
          <w:szCs w:val="24"/>
        </w:rPr>
      </w:pPr>
      <w:r w:rsidRPr="00881CBE">
        <w:rPr>
          <w:i/>
          <w:szCs w:val="24"/>
        </w:rPr>
        <w:t>Domestic level</w:t>
      </w:r>
      <w:r>
        <w:rPr>
          <w:szCs w:val="24"/>
        </w:rPr>
        <w:t xml:space="preserve">: Consider the impact of domestic politics, the state of the economy, the media, public opinion, religion, political ideologies, interest groups, etc. </w:t>
      </w:r>
    </w:p>
    <w:p w:rsidR="004F0572" w:rsidRDefault="004F0572" w:rsidP="00321ABA">
      <w:pPr>
        <w:pStyle w:val="ListParagraph"/>
        <w:numPr>
          <w:ilvl w:val="2"/>
          <w:numId w:val="1"/>
        </w:numPr>
        <w:rPr>
          <w:szCs w:val="24"/>
        </w:rPr>
      </w:pPr>
      <w:r w:rsidRPr="00617E72">
        <w:rPr>
          <w:i/>
          <w:szCs w:val="24"/>
        </w:rPr>
        <w:t>Interstate level</w:t>
      </w:r>
      <w:r>
        <w:rPr>
          <w:szCs w:val="24"/>
        </w:rPr>
        <w:t xml:space="preserve">: Identify regional or international influences that may have impacted the riots, such as the preceding events in Tunisia, Egypt’s regional and global alliances, etc. </w:t>
      </w:r>
    </w:p>
    <w:p w:rsidR="004F0572" w:rsidRDefault="004F0572" w:rsidP="00321ABA">
      <w:pPr>
        <w:pStyle w:val="ListParagraph"/>
        <w:numPr>
          <w:ilvl w:val="2"/>
          <w:numId w:val="1"/>
        </w:numPr>
        <w:rPr>
          <w:szCs w:val="24"/>
        </w:rPr>
      </w:pPr>
      <w:r w:rsidRPr="00E44562">
        <w:rPr>
          <w:i/>
          <w:szCs w:val="24"/>
        </w:rPr>
        <w:t>Global level:</w:t>
      </w:r>
      <w:r>
        <w:rPr>
          <w:szCs w:val="24"/>
        </w:rPr>
        <w:t xml:space="preserve"> How have factors such as the international media, global communication, the Internet (e.g., Facebook), international organizations, or other global factors affected the event?</w:t>
      </w:r>
    </w:p>
    <w:p w:rsidR="004F0572" w:rsidRDefault="004F0572" w:rsidP="00321ABA">
      <w:pPr>
        <w:pStyle w:val="ListParagraph"/>
        <w:numPr>
          <w:ilvl w:val="1"/>
          <w:numId w:val="1"/>
        </w:numPr>
        <w:rPr>
          <w:szCs w:val="24"/>
        </w:rPr>
      </w:pPr>
      <w:r>
        <w:rPr>
          <w:szCs w:val="24"/>
        </w:rPr>
        <w:t>Which of the levels, if any, do you consider most important in understanding the causes of the riots, and why?</w:t>
      </w:r>
    </w:p>
    <w:p w:rsidR="004F0572" w:rsidRDefault="004F0572" w:rsidP="00F73FFC">
      <w:pPr>
        <w:spacing w:before="120"/>
        <w:ind w:left="1080"/>
        <w:rPr>
          <w:i/>
        </w:rPr>
      </w:pPr>
      <w:r w:rsidRPr="00F73FFC">
        <w:rPr>
          <w:i/>
        </w:rPr>
        <w:t>Reference: LO 1.2</w:t>
      </w:r>
    </w:p>
    <w:p w:rsidR="004F0572" w:rsidRPr="00F73FFC" w:rsidRDefault="004F0572" w:rsidP="00001DEB">
      <w:pPr>
        <w:ind w:left="1080"/>
        <w:rPr>
          <w:i/>
        </w:rPr>
      </w:pPr>
      <w:r>
        <w:rPr>
          <w:i/>
        </w:rPr>
        <w:t>Skill: Application and Analysis</w:t>
      </w:r>
    </w:p>
    <w:p w:rsidR="004F0572" w:rsidRDefault="004F0572" w:rsidP="00C401FE">
      <w:pPr>
        <w:pStyle w:val="ListParagraph"/>
        <w:ind w:left="1440"/>
        <w:rPr>
          <w:szCs w:val="24"/>
        </w:rPr>
      </w:pPr>
    </w:p>
    <w:p w:rsidR="004F0572" w:rsidRPr="00A50C8B" w:rsidRDefault="004F0572" w:rsidP="00321ABA">
      <w:pPr>
        <w:pStyle w:val="ListParagraph"/>
        <w:numPr>
          <w:ilvl w:val="0"/>
          <w:numId w:val="1"/>
        </w:numPr>
        <w:tabs>
          <w:tab w:val="left" w:pos="-1440"/>
        </w:tabs>
      </w:pPr>
      <w:r w:rsidRPr="00173E65">
        <w:rPr>
          <w:i/>
          <w:szCs w:val="24"/>
        </w:rPr>
        <w:t xml:space="preserve">Foreign </w:t>
      </w:r>
      <w:r>
        <w:rPr>
          <w:i/>
          <w:szCs w:val="24"/>
        </w:rPr>
        <w:t>P</w:t>
      </w:r>
      <w:r w:rsidRPr="00173E65">
        <w:rPr>
          <w:i/>
          <w:szCs w:val="24"/>
        </w:rPr>
        <w:t xml:space="preserve">olicy </w:t>
      </w:r>
      <w:r>
        <w:rPr>
          <w:i/>
          <w:szCs w:val="24"/>
        </w:rPr>
        <w:t>S</w:t>
      </w:r>
      <w:r w:rsidRPr="00173E65">
        <w:rPr>
          <w:i/>
          <w:szCs w:val="24"/>
        </w:rPr>
        <w:t xml:space="preserve">trategy </w:t>
      </w:r>
      <w:r>
        <w:rPr>
          <w:i/>
          <w:szCs w:val="24"/>
        </w:rPr>
        <w:t>E</w:t>
      </w:r>
      <w:r w:rsidRPr="00173E65">
        <w:rPr>
          <w:i/>
          <w:szCs w:val="24"/>
        </w:rPr>
        <w:t>xercise</w:t>
      </w:r>
      <w:r>
        <w:rPr>
          <w:szCs w:val="24"/>
        </w:rPr>
        <w:t xml:space="preserve">: One of the most pressing international security concerns for the United States and the international community is the potential development of nuclear weapons by Iran and North Korea. Divide into groups of 4–6 students. Imagine that you are policy analysts working for the National Security Council. It is your job to analyze the different foreign policy strategies used by the United States in the past 50 years and to determine which, if any, might be relevant for dealing with Iran and North Korea. Based on your analysis, you will need to come up with a recommendation for how the United States should react to Iran and North Korea’s attempts to develop nuclear weapons. </w:t>
      </w:r>
    </w:p>
    <w:p w:rsidR="004F0572" w:rsidRPr="00A50C8B" w:rsidRDefault="004F0572" w:rsidP="00A50C8B">
      <w:pPr>
        <w:pStyle w:val="ListParagraph"/>
        <w:tabs>
          <w:tab w:val="left" w:pos="-1440"/>
        </w:tabs>
        <w:spacing w:before="120"/>
        <w:contextualSpacing w:val="0"/>
        <w:rPr>
          <w:i/>
        </w:rPr>
      </w:pPr>
      <w:r w:rsidRPr="00A50C8B">
        <w:rPr>
          <w:i/>
        </w:rPr>
        <w:t>Reference: LO 1.4</w:t>
      </w:r>
    </w:p>
    <w:p w:rsidR="004F0572" w:rsidRDefault="004F0572" w:rsidP="00B57401">
      <w:pPr>
        <w:pStyle w:val="ListParagraph"/>
        <w:tabs>
          <w:tab w:val="left" w:pos="-1440"/>
        </w:tabs>
        <w:rPr>
          <w:i/>
        </w:rPr>
      </w:pPr>
      <w:r w:rsidRPr="00A50C8B">
        <w:rPr>
          <w:i/>
        </w:rPr>
        <w:t>Skill: Analysis and Application</w:t>
      </w:r>
    </w:p>
    <w:p w:rsidR="004F0572" w:rsidRDefault="004F0572" w:rsidP="00B57401">
      <w:pPr>
        <w:tabs>
          <w:tab w:val="left" w:pos="-1440"/>
        </w:tabs>
        <w:rPr>
          <w:i/>
        </w:rPr>
      </w:pPr>
    </w:p>
    <w:p w:rsidR="004F0572" w:rsidRPr="00B57401" w:rsidRDefault="004F0572" w:rsidP="00321ABA">
      <w:pPr>
        <w:pStyle w:val="ListParagraph"/>
        <w:numPr>
          <w:ilvl w:val="0"/>
          <w:numId w:val="1"/>
        </w:numPr>
        <w:tabs>
          <w:tab w:val="left" w:pos="-1440"/>
        </w:tabs>
        <w:rPr>
          <w:i/>
        </w:rPr>
      </w:pPr>
      <w:r w:rsidRPr="00BF65C8">
        <w:rPr>
          <w:i/>
        </w:rPr>
        <w:t xml:space="preserve">Globalization </w:t>
      </w:r>
      <w:r>
        <w:rPr>
          <w:i/>
        </w:rPr>
        <w:t>D</w:t>
      </w:r>
      <w:r w:rsidRPr="00BF65C8">
        <w:rPr>
          <w:i/>
        </w:rPr>
        <w:t>ebate</w:t>
      </w:r>
      <w:r>
        <w:t>: Divide the class into groups of 4–6 students. Half of the groups are designated as globalization supporters, the other half as antiglobalization protesters. Students should work together to identify a range of arguments to support their respective positions. Once completed, one group from each side will debate each other on the impact of globalization in the following areas:</w:t>
      </w:r>
    </w:p>
    <w:p w:rsidR="004F0572" w:rsidRPr="00E764E2" w:rsidRDefault="004F0572" w:rsidP="00321ABA">
      <w:pPr>
        <w:pStyle w:val="ListParagraph"/>
        <w:numPr>
          <w:ilvl w:val="1"/>
          <w:numId w:val="1"/>
        </w:numPr>
        <w:tabs>
          <w:tab w:val="left" w:pos="-1440"/>
        </w:tabs>
        <w:rPr>
          <w:i/>
        </w:rPr>
      </w:pPr>
      <w:r>
        <w:t>Global trade</w:t>
      </w:r>
    </w:p>
    <w:p w:rsidR="004F0572" w:rsidRPr="00E764E2" w:rsidRDefault="004F0572" w:rsidP="00321ABA">
      <w:pPr>
        <w:pStyle w:val="ListParagraph"/>
        <w:numPr>
          <w:ilvl w:val="1"/>
          <w:numId w:val="1"/>
        </w:numPr>
        <w:tabs>
          <w:tab w:val="left" w:pos="-1440"/>
        </w:tabs>
        <w:rPr>
          <w:i/>
        </w:rPr>
      </w:pPr>
      <w:r>
        <w:t>Global economic development</w:t>
      </w:r>
    </w:p>
    <w:p w:rsidR="004F0572" w:rsidRPr="00873B02" w:rsidRDefault="004F0572" w:rsidP="00321ABA">
      <w:pPr>
        <w:pStyle w:val="ListParagraph"/>
        <w:numPr>
          <w:ilvl w:val="1"/>
          <w:numId w:val="1"/>
        </w:numPr>
        <w:tabs>
          <w:tab w:val="left" w:pos="-1440"/>
        </w:tabs>
        <w:rPr>
          <w:i/>
        </w:rPr>
      </w:pPr>
      <w:r>
        <w:t>Global poverty</w:t>
      </w:r>
    </w:p>
    <w:p w:rsidR="004F0572" w:rsidRPr="00873B02" w:rsidRDefault="004F0572" w:rsidP="00321ABA">
      <w:pPr>
        <w:pStyle w:val="ListParagraph"/>
        <w:numPr>
          <w:ilvl w:val="1"/>
          <w:numId w:val="1"/>
        </w:numPr>
        <w:tabs>
          <w:tab w:val="left" w:pos="-1440"/>
        </w:tabs>
        <w:rPr>
          <w:i/>
        </w:rPr>
      </w:pPr>
      <w:r>
        <w:t>Democratization</w:t>
      </w:r>
    </w:p>
    <w:p w:rsidR="004F0572" w:rsidRPr="00873B02" w:rsidRDefault="004F0572" w:rsidP="00321ABA">
      <w:pPr>
        <w:pStyle w:val="ListParagraph"/>
        <w:numPr>
          <w:ilvl w:val="1"/>
          <w:numId w:val="1"/>
        </w:numPr>
        <w:tabs>
          <w:tab w:val="left" w:pos="-1440"/>
        </w:tabs>
        <w:rPr>
          <w:i/>
        </w:rPr>
      </w:pPr>
      <w:r>
        <w:t>Cultural and social development</w:t>
      </w:r>
    </w:p>
    <w:p w:rsidR="004F0572" w:rsidRPr="00873B02" w:rsidRDefault="004F0572" w:rsidP="00873B02">
      <w:pPr>
        <w:tabs>
          <w:tab w:val="left" w:pos="-1440"/>
        </w:tabs>
        <w:spacing w:before="120"/>
        <w:rPr>
          <w:i/>
        </w:rPr>
      </w:pPr>
      <w:r>
        <w:tab/>
      </w:r>
      <w:r w:rsidRPr="00873B02">
        <w:rPr>
          <w:i/>
        </w:rPr>
        <w:t>Reference: LO 1.1 and LO 1.2</w:t>
      </w:r>
    </w:p>
    <w:p w:rsidR="004F0572" w:rsidRPr="00873B02" w:rsidRDefault="004F0572" w:rsidP="00873B02">
      <w:pPr>
        <w:tabs>
          <w:tab w:val="left" w:pos="-1440"/>
        </w:tabs>
        <w:rPr>
          <w:i/>
        </w:rPr>
      </w:pPr>
      <w:r w:rsidRPr="00873B02">
        <w:rPr>
          <w:i/>
        </w:rPr>
        <w:tab/>
        <w:t xml:space="preserve">Skill: Application </w:t>
      </w:r>
    </w:p>
    <w:p w:rsidR="004F0572" w:rsidRPr="001A56C2" w:rsidRDefault="004F0572" w:rsidP="00B729EC">
      <w:pPr>
        <w:tabs>
          <w:tab w:val="left" w:pos="-1440"/>
        </w:tabs>
      </w:pPr>
    </w:p>
    <w:p w:rsidR="004F0572" w:rsidRPr="001E3E82" w:rsidRDefault="004F0572" w:rsidP="00CC12D1">
      <w:pPr>
        <w:jc w:val="center"/>
        <w:rPr>
          <w:b/>
          <w:i/>
        </w:rPr>
      </w:pPr>
      <w:r>
        <w:rPr>
          <w:b/>
        </w:rPr>
        <w:br w:type="page"/>
      </w:r>
      <w:r w:rsidRPr="001E3E82">
        <w:rPr>
          <w:b/>
          <w:i/>
        </w:rPr>
        <w:t>EXAM QUESTIONS: CHAPTER 1</w:t>
      </w:r>
    </w:p>
    <w:p w:rsidR="004F0572" w:rsidRPr="001E3E82" w:rsidRDefault="004F0572" w:rsidP="00CC12D1"/>
    <w:p w:rsidR="004F0572" w:rsidRPr="001E3E82" w:rsidRDefault="004F0572" w:rsidP="00CC12D1">
      <w:pPr>
        <w:rPr>
          <w:b/>
        </w:rPr>
      </w:pPr>
      <w:r>
        <w:rPr>
          <w:b/>
        </w:rPr>
        <w:t xml:space="preserve">MULTIPLE </w:t>
      </w:r>
      <w:r w:rsidRPr="001E3E82">
        <w:rPr>
          <w:b/>
        </w:rPr>
        <w:t>CHOICE</w:t>
      </w:r>
    </w:p>
    <w:p w:rsidR="004F0572" w:rsidRPr="001E3E82" w:rsidRDefault="004F0572" w:rsidP="00CC12D1"/>
    <w:p w:rsidR="004F0572" w:rsidRPr="001E3E82" w:rsidRDefault="004F0572" w:rsidP="00321ABA">
      <w:pPr>
        <w:pStyle w:val="ListParagraph"/>
        <w:numPr>
          <w:ilvl w:val="0"/>
          <w:numId w:val="14"/>
        </w:numPr>
      </w:pPr>
      <w:r w:rsidRPr="001E3E82">
        <w:t xml:space="preserve">International relations </w:t>
      </w:r>
    </w:p>
    <w:p w:rsidR="004F0572" w:rsidRPr="001E3E82" w:rsidRDefault="004F0572" w:rsidP="00321ABA">
      <w:pPr>
        <w:pStyle w:val="ListParagraph"/>
        <w:numPr>
          <w:ilvl w:val="1"/>
          <w:numId w:val="15"/>
        </w:numPr>
        <w:ind w:left="1440"/>
      </w:pPr>
      <w:r w:rsidRPr="001E3E82">
        <w:t>involves only presidents, generals, and diplomats.</w:t>
      </w:r>
    </w:p>
    <w:p w:rsidR="004F0572" w:rsidRPr="001E3E82" w:rsidRDefault="004F0572" w:rsidP="00321ABA">
      <w:pPr>
        <w:pStyle w:val="ListParagraph"/>
        <w:numPr>
          <w:ilvl w:val="1"/>
          <w:numId w:val="15"/>
        </w:numPr>
        <w:ind w:left="1440"/>
      </w:pPr>
      <w:r w:rsidRPr="001E3E82">
        <w:t>influences daily life only when war occurs.</w:t>
      </w:r>
    </w:p>
    <w:p w:rsidR="004F0572" w:rsidRPr="001E3E82" w:rsidRDefault="004F0572" w:rsidP="00321ABA">
      <w:pPr>
        <w:pStyle w:val="ListParagraph"/>
        <w:numPr>
          <w:ilvl w:val="1"/>
          <w:numId w:val="15"/>
        </w:numPr>
        <w:ind w:left="1440"/>
      </w:pPr>
      <w:r>
        <w:t>concerns the relationships among the world’s governments</w:t>
      </w:r>
      <w:r w:rsidRPr="001E3E82">
        <w:t xml:space="preserve">. </w:t>
      </w:r>
    </w:p>
    <w:p w:rsidR="004F0572" w:rsidRPr="001E3E82" w:rsidRDefault="004F0572" w:rsidP="00321ABA">
      <w:pPr>
        <w:pStyle w:val="ListParagraph"/>
        <w:numPr>
          <w:ilvl w:val="1"/>
          <w:numId w:val="15"/>
        </w:numPr>
        <w:ind w:left="1440"/>
      </w:pPr>
      <w:r>
        <w:t>is largely concerned with bilateral relations between states</w:t>
      </w:r>
      <w:r w:rsidRPr="001E3E82">
        <w:t>.</w:t>
      </w:r>
    </w:p>
    <w:p w:rsidR="004F0572" w:rsidRDefault="004F0572" w:rsidP="00321ABA">
      <w:pPr>
        <w:pStyle w:val="ListParagraph"/>
        <w:numPr>
          <w:ilvl w:val="1"/>
          <w:numId w:val="15"/>
        </w:numPr>
        <w:ind w:left="1440"/>
      </w:pPr>
      <w:r w:rsidRPr="001E3E82">
        <w:t>involves only states.</w:t>
      </w:r>
    </w:p>
    <w:p w:rsidR="004F0572" w:rsidRPr="006A6DD7" w:rsidRDefault="004F0572" w:rsidP="00CC12D1">
      <w:pPr>
        <w:spacing w:before="120"/>
        <w:ind w:left="720"/>
      </w:pPr>
      <w:r>
        <w:t>Answer: C</w:t>
      </w:r>
    </w:p>
    <w:p w:rsidR="004F0572" w:rsidRPr="00225DDA" w:rsidRDefault="004F0572" w:rsidP="00CC12D1">
      <w:pPr>
        <w:ind w:left="720"/>
        <w:rPr>
          <w:i/>
        </w:rPr>
      </w:pPr>
      <w:r w:rsidRPr="00225DDA">
        <w:rPr>
          <w:i/>
        </w:rPr>
        <w:t xml:space="preserve">Reference: </w:t>
      </w:r>
      <w:r>
        <w:rPr>
          <w:i/>
        </w:rPr>
        <w:t>LO 1.1, p. 2</w:t>
      </w:r>
    </w:p>
    <w:p w:rsidR="004F0572" w:rsidRPr="007C28A5" w:rsidRDefault="004F0572" w:rsidP="007C28A5">
      <w:pPr>
        <w:ind w:left="720"/>
        <w:rPr>
          <w:i/>
        </w:rPr>
      </w:pPr>
      <w:r w:rsidRPr="00225DDA">
        <w:rPr>
          <w:i/>
        </w:rPr>
        <w:t>Skill: Understanding</w:t>
      </w:r>
    </w:p>
    <w:p w:rsidR="004F0572" w:rsidRDefault="004F0572" w:rsidP="00CC12D1"/>
    <w:p w:rsidR="004F0572" w:rsidRDefault="004F0572" w:rsidP="00321ABA">
      <w:pPr>
        <w:pStyle w:val="ListParagraph"/>
        <w:numPr>
          <w:ilvl w:val="0"/>
          <w:numId w:val="14"/>
        </w:numPr>
      </w:pPr>
      <w:r>
        <w:t>The central trend in international relations today is</w:t>
      </w:r>
    </w:p>
    <w:p w:rsidR="004F0572" w:rsidRDefault="004F0572" w:rsidP="00321ABA">
      <w:pPr>
        <w:pStyle w:val="ListParagraph"/>
        <w:numPr>
          <w:ilvl w:val="1"/>
          <w:numId w:val="14"/>
        </w:numPr>
      </w:pPr>
      <w:r>
        <w:t>terrorism.</w:t>
      </w:r>
    </w:p>
    <w:p w:rsidR="004F0572" w:rsidRDefault="004F0572" w:rsidP="00321ABA">
      <w:pPr>
        <w:pStyle w:val="ListParagraph"/>
        <w:numPr>
          <w:ilvl w:val="1"/>
          <w:numId w:val="14"/>
        </w:numPr>
      </w:pPr>
      <w:r>
        <w:t>economic development.</w:t>
      </w:r>
    </w:p>
    <w:p w:rsidR="004F0572" w:rsidRDefault="004F0572" w:rsidP="00321ABA">
      <w:pPr>
        <w:pStyle w:val="ListParagraph"/>
        <w:numPr>
          <w:ilvl w:val="1"/>
          <w:numId w:val="14"/>
        </w:numPr>
      </w:pPr>
      <w:r>
        <w:t>diplomacy.</w:t>
      </w:r>
    </w:p>
    <w:p w:rsidR="004F0572" w:rsidRDefault="004F0572" w:rsidP="00321ABA">
      <w:pPr>
        <w:pStyle w:val="ListParagraph"/>
        <w:numPr>
          <w:ilvl w:val="1"/>
          <w:numId w:val="14"/>
        </w:numPr>
      </w:pPr>
      <w:r>
        <w:t>globalization.</w:t>
      </w:r>
    </w:p>
    <w:p w:rsidR="004F0572" w:rsidRDefault="004F0572" w:rsidP="00321ABA">
      <w:pPr>
        <w:pStyle w:val="ListParagraph"/>
        <w:numPr>
          <w:ilvl w:val="1"/>
          <w:numId w:val="14"/>
        </w:numPr>
      </w:pPr>
      <w:r>
        <w:t>democratization.</w:t>
      </w:r>
    </w:p>
    <w:p w:rsidR="004F0572" w:rsidRPr="006A6DD7" w:rsidRDefault="004F0572" w:rsidP="006A22DE">
      <w:pPr>
        <w:pStyle w:val="ListParagraph"/>
        <w:spacing w:before="120"/>
        <w:contextualSpacing w:val="0"/>
      </w:pPr>
      <w:r>
        <w:t>Answer: D</w:t>
      </w:r>
    </w:p>
    <w:p w:rsidR="004F0572" w:rsidRPr="006A22DE" w:rsidRDefault="004F0572" w:rsidP="006A22DE">
      <w:pPr>
        <w:pStyle w:val="ListParagraph"/>
        <w:rPr>
          <w:i/>
        </w:rPr>
      </w:pPr>
      <w:r>
        <w:rPr>
          <w:i/>
        </w:rPr>
        <w:t>Reference: LO 1.1, p. 2</w:t>
      </w:r>
    </w:p>
    <w:p w:rsidR="004F0572" w:rsidRPr="006A22DE" w:rsidRDefault="004F0572" w:rsidP="006A22DE">
      <w:pPr>
        <w:pStyle w:val="ListParagraph"/>
        <w:rPr>
          <w:i/>
        </w:rPr>
      </w:pPr>
      <w:r w:rsidRPr="006A22DE">
        <w:rPr>
          <w:i/>
        </w:rPr>
        <w:t>Skill: Understanding</w:t>
      </w:r>
    </w:p>
    <w:p w:rsidR="004F0572" w:rsidRDefault="004F0572" w:rsidP="006A22DE">
      <w:pPr>
        <w:pStyle w:val="ListParagraph"/>
        <w:ind w:left="1080"/>
      </w:pPr>
    </w:p>
    <w:p w:rsidR="004F0572" w:rsidRDefault="004F0572" w:rsidP="00321ABA">
      <w:pPr>
        <w:pStyle w:val="ListParagraph"/>
        <w:numPr>
          <w:ilvl w:val="0"/>
          <w:numId w:val="14"/>
        </w:numPr>
      </w:pPr>
      <w:r>
        <w:t>International relations revolves around the key problem of how</w:t>
      </w:r>
    </w:p>
    <w:p w:rsidR="004F0572" w:rsidRDefault="004F0572" w:rsidP="00321ABA">
      <w:pPr>
        <w:numPr>
          <w:ilvl w:val="0"/>
          <w:numId w:val="3"/>
        </w:numPr>
        <w:ind w:left="1440"/>
      </w:pPr>
      <w:r>
        <w:t>to deal with the issue of global warming.</w:t>
      </w:r>
    </w:p>
    <w:p w:rsidR="004F0572" w:rsidRDefault="004F0572" w:rsidP="00321ABA">
      <w:pPr>
        <w:numPr>
          <w:ilvl w:val="0"/>
          <w:numId w:val="3"/>
        </w:numPr>
        <w:ind w:left="1440"/>
      </w:pPr>
      <w:r>
        <w:t>to solve global poverty.</w:t>
      </w:r>
    </w:p>
    <w:p w:rsidR="004F0572" w:rsidRDefault="004F0572" w:rsidP="00321ABA">
      <w:pPr>
        <w:numPr>
          <w:ilvl w:val="0"/>
          <w:numId w:val="3"/>
        </w:numPr>
        <w:ind w:left="1440"/>
      </w:pPr>
      <w:r>
        <w:t xml:space="preserve">a group can reconcile its collective and individual interests. </w:t>
      </w:r>
    </w:p>
    <w:p w:rsidR="004F0572" w:rsidRDefault="004F0572" w:rsidP="00321ABA">
      <w:pPr>
        <w:numPr>
          <w:ilvl w:val="0"/>
          <w:numId w:val="3"/>
        </w:numPr>
        <w:ind w:left="1440"/>
      </w:pPr>
      <w:r>
        <w:t>to properly negotiate treaties.</w:t>
      </w:r>
    </w:p>
    <w:p w:rsidR="004F0572" w:rsidRDefault="004F0572" w:rsidP="00321ABA">
      <w:pPr>
        <w:numPr>
          <w:ilvl w:val="0"/>
          <w:numId w:val="3"/>
        </w:numPr>
        <w:ind w:left="1440"/>
      </w:pPr>
      <w:r>
        <w:t>to manage territorial conflict.</w:t>
      </w:r>
    </w:p>
    <w:p w:rsidR="004F0572" w:rsidRPr="006A6DD7" w:rsidRDefault="004F0572" w:rsidP="00CC12D1">
      <w:pPr>
        <w:spacing w:before="120"/>
        <w:ind w:left="720"/>
      </w:pPr>
      <w:r w:rsidRPr="006A6DD7">
        <w:t xml:space="preserve">Answer: </w:t>
      </w:r>
      <w:r>
        <w:t>C</w:t>
      </w:r>
    </w:p>
    <w:p w:rsidR="004F0572" w:rsidRPr="00225DDA" w:rsidRDefault="004F0572" w:rsidP="00CC12D1">
      <w:pPr>
        <w:ind w:firstLine="720"/>
        <w:rPr>
          <w:i/>
        </w:rPr>
      </w:pPr>
      <w:r w:rsidRPr="00225DDA">
        <w:rPr>
          <w:i/>
        </w:rPr>
        <w:t xml:space="preserve">Reference: </w:t>
      </w:r>
      <w:r>
        <w:rPr>
          <w:i/>
        </w:rPr>
        <w:t>LO 1.1, p. 3</w:t>
      </w:r>
    </w:p>
    <w:p w:rsidR="004F0572" w:rsidRDefault="004F0572" w:rsidP="00CC12D1">
      <w:pPr>
        <w:ind w:firstLine="720"/>
        <w:rPr>
          <w:i/>
        </w:rPr>
      </w:pPr>
      <w:r w:rsidRPr="00225DDA">
        <w:rPr>
          <w:i/>
        </w:rPr>
        <w:t>Skill: Understanding</w:t>
      </w:r>
    </w:p>
    <w:p w:rsidR="004F0572" w:rsidRDefault="004F0572" w:rsidP="00F41B0C"/>
    <w:p w:rsidR="004F0572" w:rsidRDefault="004F0572" w:rsidP="00321ABA">
      <w:pPr>
        <w:pStyle w:val="ListParagraph"/>
        <w:numPr>
          <w:ilvl w:val="0"/>
          <w:numId w:val="14"/>
        </w:numPr>
      </w:pPr>
      <w:r>
        <w:t>The collective-goods problem is</w:t>
      </w:r>
    </w:p>
    <w:p w:rsidR="004F0572" w:rsidRDefault="004F0572" w:rsidP="00321ABA">
      <w:pPr>
        <w:numPr>
          <w:ilvl w:val="0"/>
          <w:numId w:val="5"/>
        </w:numPr>
        <w:tabs>
          <w:tab w:val="left" w:pos="1440"/>
        </w:tabs>
        <w:ind w:left="1440"/>
      </w:pPr>
      <w:r>
        <w:t xml:space="preserve">the problem of how to provide something that benefits all members of a group regardless of what each member contributes. </w:t>
      </w:r>
    </w:p>
    <w:p w:rsidR="004F0572" w:rsidRDefault="004F0572" w:rsidP="00321ABA">
      <w:pPr>
        <w:numPr>
          <w:ilvl w:val="0"/>
          <w:numId w:val="5"/>
        </w:numPr>
        <w:tabs>
          <w:tab w:val="left" w:pos="1440"/>
        </w:tabs>
        <w:ind w:left="1440"/>
      </w:pPr>
      <w:r>
        <w:t>that states are taking unilateral security actions.</w:t>
      </w:r>
    </w:p>
    <w:p w:rsidR="004F0572" w:rsidRDefault="004F0572" w:rsidP="00321ABA">
      <w:pPr>
        <w:numPr>
          <w:ilvl w:val="0"/>
          <w:numId w:val="5"/>
        </w:numPr>
        <w:tabs>
          <w:tab w:val="left" w:pos="1440"/>
        </w:tabs>
        <w:ind w:left="1440"/>
      </w:pPr>
      <w:r>
        <w:t>that the majority of the world’s resources are consumed by a small percentage of the world population.</w:t>
      </w:r>
    </w:p>
    <w:p w:rsidR="004F0572" w:rsidRDefault="004F0572" w:rsidP="00321ABA">
      <w:pPr>
        <w:numPr>
          <w:ilvl w:val="0"/>
          <w:numId w:val="5"/>
        </w:numPr>
        <w:tabs>
          <w:tab w:val="left" w:pos="1440"/>
        </w:tabs>
        <w:ind w:left="1440"/>
      </w:pPr>
      <w:r>
        <w:t>that communes are no longer promoting economic growth.</w:t>
      </w:r>
    </w:p>
    <w:p w:rsidR="004F0572" w:rsidRDefault="004F0572" w:rsidP="00321ABA">
      <w:pPr>
        <w:numPr>
          <w:ilvl w:val="0"/>
          <w:numId w:val="5"/>
        </w:numPr>
        <w:tabs>
          <w:tab w:val="left" w:pos="1440"/>
        </w:tabs>
        <w:ind w:left="1440"/>
      </w:pPr>
      <w:r>
        <w:t>that the global financial system is increasingly interconnected.</w:t>
      </w:r>
    </w:p>
    <w:p w:rsidR="004F0572" w:rsidRPr="006A6DD7" w:rsidRDefault="004F0572" w:rsidP="00F41B0C">
      <w:pPr>
        <w:spacing w:before="120"/>
        <w:ind w:left="720"/>
      </w:pPr>
      <w:r>
        <w:t>Answer: A</w:t>
      </w:r>
    </w:p>
    <w:p w:rsidR="004F0572" w:rsidRPr="00225DDA" w:rsidRDefault="004F0572" w:rsidP="00F41B0C">
      <w:pPr>
        <w:ind w:firstLine="720"/>
        <w:rPr>
          <w:i/>
        </w:rPr>
      </w:pPr>
      <w:r w:rsidRPr="00225DDA">
        <w:rPr>
          <w:i/>
        </w:rPr>
        <w:t xml:space="preserve">Reference: </w:t>
      </w:r>
      <w:r>
        <w:rPr>
          <w:i/>
        </w:rPr>
        <w:t>LO 1.1, p. 3</w:t>
      </w:r>
    </w:p>
    <w:p w:rsidR="004F0572" w:rsidRPr="00225DDA" w:rsidRDefault="004F0572" w:rsidP="00F41B0C">
      <w:pPr>
        <w:ind w:firstLine="720"/>
        <w:rPr>
          <w:i/>
        </w:rPr>
      </w:pPr>
      <w:r w:rsidRPr="00225DDA">
        <w:rPr>
          <w:i/>
        </w:rPr>
        <w:t>Skill: Understanding</w:t>
      </w:r>
    </w:p>
    <w:p w:rsidR="004F0572" w:rsidRDefault="004F0572" w:rsidP="00321ABA">
      <w:pPr>
        <w:pStyle w:val="ListParagraph"/>
        <w:numPr>
          <w:ilvl w:val="0"/>
          <w:numId w:val="14"/>
        </w:numPr>
      </w:pPr>
      <w:r>
        <w:t>A current example of a collective-goods problem is that</w:t>
      </w:r>
    </w:p>
    <w:p w:rsidR="004F0572" w:rsidRDefault="004F0572" w:rsidP="00321ABA">
      <w:pPr>
        <w:numPr>
          <w:ilvl w:val="0"/>
          <w:numId w:val="4"/>
        </w:numPr>
        <w:ind w:left="1440"/>
      </w:pPr>
      <w:r>
        <w:t>poverty is so common around the globe.</w:t>
      </w:r>
    </w:p>
    <w:p w:rsidR="004F0572" w:rsidRDefault="004F0572" w:rsidP="00321ABA">
      <w:pPr>
        <w:numPr>
          <w:ilvl w:val="0"/>
          <w:numId w:val="4"/>
        </w:numPr>
        <w:ind w:left="1440"/>
      </w:pPr>
      <w:r>
        <w:t>states find it hard to cooperate on monetary policy.</w:t>
      </w:r>
    </w:p>
    <w:p w:rsidR="004F0572" w:rsidRDefault="004F0572" w:rsidP="00321ABA">
      <w:pPr>
        <w:numPr>
          <w:ilvl w:val="0"/>
          <w:numId w:val="4"/>
        </w:numPr>
        <w:ind w:left="1440"/>
      </w:pPr>
      <w:r>
        <w:t>states have a hard time communicating.</w:t>
      </w:r>
    </w:p>
    <w:p w:rsidR="004F0572" w:rsidRDefault="004F0572" w:rsidP="00321ABA">
      <w:pPr>
        <w:numPr>
          <w:ilvl w:val="0"/>
          <w:numId w:val="4"/>
        </w:numPr>
        <w:ind w:left="1440"/>
      </w:pPr>
      <w:r>
        <w:t xml:space="preserve">states find it hard to cooperate to reduce environmental damage. </w:t>
      </w:r>
    </w:p>
    <w:p w:rsidR="004F0572" w:rsidRDefault="004F0572" w:rsidP="00321ABA">
      <w:pPr>
        <w:numPr>
          <w:ilvl w:val="0"/>
          <w:numId w:val="4"/>
        </w:numPr>
        <w:ind w:left="1440"/>
      </w:pPr>
      <w:r>
        <w:t>states cannot agree on what they have in common.</w:t>
      </w:r>
    </w:p>
    <w:p w:rsidR="004F0572" w:rsidRPr="006A6DD7" w:rsidRDefault="004F0572" w:rsidP="00CC12D1">
      <w:pPr>
        <w:spacing w:before="120"/>
        <w:ind w:left="720"/>
      </w:pPr>
      <w:r>
        <w:t>Answer: D</w:t>
      </w:r>
    </w:p>
    <w:p w:rsidR="004F0572" w:rsidRPr="00225DDA" w:rsidRDefault="004F0572" w:rsidP="00CC12D1">
      <w:pPr>
        <w:ind w:firstLine="720"/>
        <w:rPr>
          <w:i/>
        </w:rPr>
      </w:pPr>
      <w:r w:rsidRPr="00225DDA">
        <w:rPr>
          <w:i/>
        </w:rPr>
        <w:t xml:space="preserve">Reference: </w:t>
      </w:r>
      <w:r>
        <w:rPr>
          <w:i/>
        </w:rPr>
        <w:t>LO 1.1, p. 3</w:t>
      </w:r>
    </w:p>
    <w:p w:rsidR="004F0572" w:rsidRPr="00225DDA" w:rsidRDefault="004F0572" w:rsidP="00CC12D1">
      <w:pPr>
        <w:ind w:firstLine="720"/>
        <w:rPr>
          <w:i/>
        </w:rPr>
      </w:pPr>
      <w:r>
        <w:rPr>
          <w:i/>
        </w:rPr>
        <w:t>S</w:t>
      </w:r>
      <w:r w:rsidRPr="00225DDA">
        <w:rPr>
          <w:i/>
        </w:rPr>
        <w:t xml:space="preserve">kill: </w:t>
      </w:r>
      <w:r>
        <w:rPr>
          <w:i/>
        </w:rPr>
        <w:t>Application</w:t>
      </w:r>
    </w:p>
    <w:p w:rsidR="004F0572" w:rsidRPr="001E3E82" w:rsidRDefault="004F0572" w:rsidP="00B0670C"/>
    <w:p w:rsidR="004F0572" w:rsidRPr="001E3E82" w:rsidRDefault="004F0572" w:rsidP="00321ABA">
      <w:pPr>
        <w:pStyle w:val="ListParagraph"/>
        <w:numPr>
          <w:ilvl w:val="0"/>
          <w:numId w:val="14"/>
        </w:numPr>
      </w:pPr>
      <w:r w:rsidRPr="001E3E82">
        <w:t>Why are collective goods easier to provide in small groups than large groups?</w:t>
      </w:r>
    </w:p>
    <w:p w:rsidR="004F0572" w:rsidRDefault="004F0572" w:rsidP="00321ABA">
      <w:pPr>
        <w:pStyle w:val="ListParagraph"/>
        <w:numPr>
          <w:ilvl w:val="1"/>
          <w:numId w:val="14"/>
        </w:numPr>
      </w:pPr>
      <w:r w:rsidRPr="001E3E82">
        <w:t>The defection of one member is harder to conceal.</w:t>
      </w:r>
    </w:p>
    <w:p w:rsidR="004F0572" w:rsidRDefault="004F0572" w:rsidP="00321ABA">
      <w:pPr>
        <w:pStyle w:val="ListParagraph"/>
        <w:numPr>
          <w:ilvl w:val="1"/>
          <w:numId w:val="14"/>
        </w:numPr>
      </w:pPr>
      <w:r w:rsidRPr="001E3E82">
        <w:t xml:space="preserve">The defection of one member has a </w:t>
      </w:r>
      <w:r>
        <w:t>smaller</w:t>
      </w:r>
      <w:r w:rsidRPr="001E3E82">
        <w:t xml:space="preserve"> impact on the overall collective good.</w:t>
      </w:r>
    </w:p>
    <w:p w:rsidR="004F0572" w:rsidRPr="001E3E82" w:rsidRDefault="004F0572" w:rsidP="00321ABA">
      <w:pPr>
        <w:pStyle w:val="ListParagraph"/>
        <w:numPr>
          <w:ilvl w:val="1"/>
          <w:numId w:val="14"/>
        </w:numPr>
      </w:pPr>
      <w:r>
        <w:t xml:space="preserve">Small groups want to cooperate more than large groups. </w:t>
      </w:r>
    </w:p>
    <w:p w:rsidR="004F0572" w:rsidRPr="001E3E82" w:rsidRDefault="004F0572" w:rsidP="00321ABA">
      <w:pPr>
        <w:pStyle w:val="ListParagraph"/>
        <w:numPr>
          <w:ilvl w:val="1"/>
          <w:numId w:val="14"/>
        </w:numPr>
      </w:pPr>
      <w:r w:rsidRPr="001E3E82">
        <w:t>Small groups tend to have a central authority to enforce rules on members.</w:t>
      </w:r>
    </w:p>
    <w:p w:rsidR="004F0572" w:rsidRPr="001E3E82" w:rsidRDefault="004F0572" w:rsidP="00321ABA">
      <w:pPr>
        <w:pStyle w:val="ListParagraph"/>
        <w:numPr>
          <w:ilvl w:val="1"/>
          <w:numId w:val="14"/>
        </w:numPr>
      </w:pPr>
      <w:r w:rsidRPr="001E3E82">
        <w:t>They are not easier to provide in small groups because in large groups there are more members to punish the defector.</w:t>
      </w:r>
    </w:p>
    <w:p w:rsidR="004F0572" w:rsidRPr="006A6DD7" w:rsidRDefault="004F0572" w:rsidP="0070437D">
      <w:pPr>
        <w:spacing w:before="120"/>
        <w:ind w:left="720"/>
      </w:pPr>
      <w:r>
        <w:t>Answer: A</w:t>
      </w:r>
    </w:p>
    <w:p w:rsidR="004F0572" w:rsidRPr="00225DDA" w:rsidRDefault="004F0572" w:rsidP="00B0670C">
      <w:pPr>
        <w:ind w:left="720"/>
        <w:rPr>
          <w:i/>
        </w:rPr>
      </w:pPr>
      <w:r w:rsidRPr="00225DDA">
        <w:rPr>
          <w:i/>
        </w:rPr>
        <w:t xml:space="preserve">Reference: </w:t>
      </w:r>
      <w:r>
        <w:rPr>
          <w:i/>
        </w:rPr>
        <w:t>LO 1.1, p. 3</w:t>
      </w:r>
    </w:p>
    <w:p w:rsidR="004F0572" w:rsidRPr="001E3E82" w:rsidRDefault="004F0572" w:rsidP="00B0670C">
      <w:pPr>
        <w:ind w:firstLine="720"/>
      </w:pPr>
      <w:r w:rsidRPr="00225DDA">
        <w:rPr>
          <w:i/>
        </w:rPr>
        <w:t>Skill: Understanding</w:t>
      </w:r>
    </w:p>
    <w:p w:rsidR="004F0572" w:rsidRDefault="004F0572" w:rsidP="00CC12D1"/>
    <w:p w:rsidR="004F0572" w:rsidRDefault="004F0572" w:rsidP="00321ABA">
      <w:pPr>
        <w:pStyle w:val="ListParagraph"/>
        <w:numPr>
          <w:ilvl w:val="0"/>
          <w:numId w:val="14"/>
        </w:numPr>
      </w:pPr>
      <w:r>
        <w:t>ALL BUT WHICH of the following makes collective-goods problems more likely at the international level?</w:t>
      </w:r>
    </w:p>
    <w:p w:rsidR="004F0572" w:rsidRDefault="004F0572" w:rsidP="00321ABA">
      <w:pPr>
        <w:numPr>
          <w:ilvl w:val="0"/>
          <w:numId w:val="6"/>
        </w:numPr>
        <w:ind w:left="1440"/>
      </w:pPr>
      <w:r>
        <w:t>State sovereignty</w:t>
      </w:r>
    </w:p>
    <w:p w:rsidR="004F0572" w:rsidRDefault="004F0572" w:rsidP="00321ABA">
      <w:pPr>
        <w:numPr>
          <w:ilvl w:val="0"/>
          <w:numId w:val="6"/>
        </w:numPr>
        <w:ind w:left="1440"/>
      </w:pPr>
      <w:r>
        <w:t>The lack of a central authority</w:t>
      </w:r>
    </w:p>
    <w:p w:rsidR="004F0572" w:rsidRDefault="004F0572" w:rsidP="00321ABA">
      <w:pPr>
        <w:numPr>
          <w:ilvl w:val="0"/>
          <w:numId w:val="6"/>
        </w:numPr>
        <w:ind w:left="1440"/>
      </w:pPr>
      <w:r>
        <w:t>The greater willingness of domestic societies to cooperate</w:t>
      </w:r>
    </w:p>
    <w:p w:rsidR="004F0572" w:rsidRDefault="004F0572" w:rsidP="00321ABA">
      <w:pPr>
        <w:numPr>
          <w:ilvl w:val="0"/>
          <w:numId w:val="6"/>
        </w:numPr>
        <w:ind w:left="1440"/>
      </w:pPr>
      <w:r>
        <w:t>The lack of punishment for defections</w:t>
      </w:r>
    </w:p>
    <w:p w:rsidR="004F0572" w:rsidRDefault="004F0572" w:rsidP="00321ABA">
      <w:pPr>
        <w:numPr>
          <w:ilvl w:val="0"/>
          <w:numId w:val="6"/>
        </w:numPr>
        <w:ind w:left="1440"/>
      </w:pPr>
      <w:r>
        <w:t>The nature of “global” problems that do not affect a single state.</w:t>
      </w:r>
    </w:p>
    <w:p w:rsidR="004F0572" w:rsidRPr="006A6DD7" w:rsidRDefault="004F0572" w:rsidP="0070437D">
      <w:pPr>
        <w:spacing w:before="120"/>
        <w:ind w:left="720"/>
      </w:pPr>
      <w:r>
        <w:t>Answer: C</w:t>
      </w:r>
    </w:p>
    <w:p w:rsidR="004F0572" w:rsidRPr="00225DDA" w:rsidRDefault="004F0572" w:rsidP="00CC12D1">
      <w:pPr>
        <w:ind w:firstLine="720"/>
        <w:rPr>
          <w:i/>
        </w:rPr>
      </w:pPr>
      <w:r w:rsidRPr="00225DDA">
        <w:rPr>
          <w:i/>
        </w:rPr>
        <w:t xml:space="preserve">Reference: </w:t>
      </w:r>
      <w:r>
        <w:rPr>
          <w:i/>
        </w:rPr>
        <w:t>LO 1.1, pgs. 3–4</w:t>
      </w:r>
    </w:p>
    <w:p w:rsidR="004F0572" w:rsidRDefault="004F0572" w:rsidP="00CC12D1">
      <w:pPr>
        <w:ind w:firstLine="720"/>
        <w:rPr>
          <w:i/>
        </w:rPr>
      </w:pPr>
      <w:r w:rsidRPr="00225DDA">
        <w:rPr>
          <w:i/>
        </w:rPr>
        <w:t xml:space="preserve">Skill: </w:t>
      </w:r>
      <w:r>
        <w:rPr>
          <w:i/>
        </w:rPr>
        <w:t>Analysis</w:t>
      </w:r>
    </w:p>
    <w:p w:rsidR="004F0572" w:rsidRPr="00225DDA" w:rsidRDefault="004F0572" w:rsidP="00CC12D1">
      <w:pPr>
        <w:ind w:firstLine="720"/>
        <w:rPr>
          <w:i/>
        </w:rPr>
      </w:pPr>
    </w:p>
    <w:p w:rsidR="004F0572" w:rsidRPr="001E3E82" w:rsidRDefault="004F0572" w:rsidP="00321ABA">
      <w:pPr>
        <w:pStyle w:val="ListParagraph"/>
        <w:numPr>
          <w:ilvl w:val="0"/>
          <w:numId w:val="14"/>
        </w:numPr>
      </w:pPr>
      <w:r w:rsidRPr="001E3E82">
        <w:t>How do dominance and reciprocity com</w:t>
      </w:r>
      <w:r>
        <w:t>pare as solutions to collective-</w:t>
      </w:r>
      <w:r w:rsidRPr="001E3E82">
        <w:t>goods problems?</w:t>
      </w:r>
      <w:r>
        <w:t xml:space="preserve"> Dominance</w:t>
      </w:r>
    </w:p>
    <w:p w:rsidR="004F0572" w:rsidRPr="001E3E82" w:rsidRDefault="004F0572" w:rsidP="00321ABA">
      <w:pPr>
        <w:pStyle w:val="ListParagraph"/>
        <w:numPr>
          <w:ilvl w:val="1"/>
          <w:numId w:val="14"/>
        </w:numPr>
      </w:pPr>
      <w:r w:rsidRPr="001E3E82">
        <w:t xml:space="preserve">relies on a power hierarchy acting as a central authority, whereas reciprocity operates </w:t>
      </w:r>
      <w:r>
        <w:t xml:space="preserve">without any central authority. </w:t>
      </w:r>
    </w:p>
    <w:p w:rsidR="004F0572" w:rsidRPr="001E3E82" w:rsidRDefault="004F0572" w:rsidP="00321ABA">
      <w:pPr>
        <w:pStyle w:val="ListParagraph"/>
        <w:numPr>
          <w:ilvl w:val="1"/>
          <w:numId w:val="14"/>
        </w:numPr>
      </w:pPr>
      <w:r w:rsidRPr="001E3E82">
        <w:t>has advantages and disadvantages, whereas reciprocity has only advantages.</w:t>
      </w:r>
    </w:p>
    <w:p w:rsidR="004F0572" w:rsidRPr="001E3E82" w:rsidRDefault="004F0572" w:rsidP="00321ABA">
      <w:pPr>
        <w:pStyle w:val="ListParagraph"/>
        <w:numPr>
          <w:ilvl w:val="1"/>
          <w:numId w:val="14"/>
        </w:numPr>
      </w:pPr>
      <w:r w:rsidRPr="001E3E82">
        <w:t>forms the basis of most institutions in the international system, whereas reciprocity has limited application.</w:t>
      </w:r>
    </w:p>
    <w:p w:rsidR="004F0572" w:rsidRPr="001E3E82" w:rsidRDefault="004F0572" w:rsidP="00321ABA">
      <w:pPr>
        <w:pStyle w:val="ListParagraph"/>
        <w:numPr>
          <w:ilvl w:val="1"/>
          <w:numId w:val="14"/>
        </w:numPr>
      </w:pPr>
      <w:r w:rsidRPr="001E3E82">
        <w:t>is the basis of cooperation in IR, whereas reciprocity typically leads to conflict.</w:t>
      </w:r>
    </w:p>
    <w:p w:rsidR="004F0572" w:rsidRPr="001E3E82" w:rsidRDefault="004F0572" w:rsidP="00321ABA">
      <w:pPr>
        <w:pStyle w:val="ListParagraph"/>
        <w:numPr>
          <w:ilvl w:val="1"/>
          <w:numId w:val="14"/>
        </w:numPr>
      </w:pPr>
      <w:r w:rsidRPr="001E3E82">
        <w:t>works best in groups of small states, whereas reciprocity works best in groups of large states.</w:t>
      </w:r>
    </w:p>
    <w:p w:rsidR="004F0572" w:rsidRPr="006A6DD7" w:rsidRDefault="004F0572" w:rsidP="001F65DE">
      <w:pPr>
        <w:spacing w:before="120"/>
        <w:ind w:left="720"/>
      </w:pPr>
      <w:r>
        <w:t>Answer: A</w:t>
      </w:r>
    </w:p>
    <w:p w:rsidR="004F0572" w:rsidRPr="00225DDA" w:rsidRDefault="004F0572" w:rsidP="001F65DE">
      <w:pPr>
        <w:ind w:left="720"/>
        <w:rPr>
          <w:i/>
        </w:rPr>
      </w:pPr>
      <w:r w:rsidRPr="00225DDA">
        <w:rPr>
          <w:i/>
        </w:rPr>
        <w:t xml:space="preserve">Reference: </w:t>
      </w:r>
      <w:r>
        <w:rPr>
          <w:i/>
        </w:rPr>
        <w:t>LO 1.1, pgs. 4–6</w:t>
      </w:r>
    </w:p>
    <w:p w:rsidR="004F0572" w:rsidRDefault="004F0572" w:rsidP="001F65DE">
      <w:pPr>
        <w:ind w:firstLine="720"/>
        <w:rPr>
          <w:i/>
        </w:rPr>
      </w:pPr>
      <w:r w:rsidRPr="00225DDA">
        <w:rPr>
          <w:i/>
        </w:rPr>
        <w:t xml:space="preserve">Skill: </w:t>
      </w:r>
      <w:r>
        <w:rPr>
          <w:i/>
        </w:rPr>
        <w:t>Analysis</w:t>
      </w:r>
    </w:p>
    <w:p w:rsidR="004F0572" w:rsidRPr="001E3E82" w:rsidRDefault="004F0572" w:rsidP="001F65DE"/>
    <w:p w:rsidR="004F0572" w:rsidRPr="001E3E82" w:rsidRDefault="004F0572" w:rsidP="00321ABA">
      <w:pPr>
        <w:pStyle w:val="ListParagraph"/>
        <w:numPr>
          <w:ilvl w:val="0"/>
          <w:numId w:val="14"/>
        </w:numPr>
      </w:pPr>
      <w:r w:rsidRPr="001E3E82">
        <w:t>The disadvantages of dominance</w:t>
      </w:r>
      <w:r>
        <w:t xml:space="preserve"> as a solution to collective-goods problems</w:t>
      </w:r>
      <w:r w:rsidRPr="001E3E82">
        <w:t xml:space="preserve"> include which of the following?</w:t>
      </w:r>
    </w:p>
    <w:p w:rsidR="004F0572" w:rsidRPr="001E3E82" w:rsidRDefault="004F0572" w:rsidP="00321ABA">
      <w:pPr>
        <w:pStyle w:val="ListParagraph"/>
        <w:numPr>
          <w:ilvl w:val="1"/>
          <w:numId w:val="14"/>
        </w:numPr>
      </w:pPr>
      <w:r w:rsidRPr="001E3E82">
        <w:t>A downward spiral as each side punishes what it believes t</w:t>
      </w:r>
      <w:r>
        <w:t>o be negative acts by the other</w:t>
      </w:r>
    </w:p>
    <w:p w:rsidR="004F0572" w:rsidRPr="001E3E82" w:rsidRDefault="004F0572" w:rsidP="00321ABA">
      <w:pPr>
        <w:pStyle w:val="ListParagraph"/>
        <w:numPr>
          <w:ilvl w:val="1"/>
          <w:numId w:val="14"/>
        </w:numPr>
      </w:pPr>
      <w:r w:rsidRPr="001E3E82">
        <w:t xml:space="preserve">Stability </w:t>
      </w:r>
      <w:r>
        <w:t xml:space="preserve">that </w:t>
      </w:r>
      <w:r w:rsidRPr="001E3E82">
        <w:t>comes at a cost of c</w:t>
      </w:r>
      <w:r>
        <w:t>onstant oppression of the lower-</w:t>
      </w:r>
      <w:r w:rsidRPr="001E3E82">
        <w:t xml:space="preserve">ranking </w:t>
      </w:r>
      <w:r>
        <w:t>members in the status hierarchy</w:t>
      </w:r>
    </w:p>
    <w:p w:rsidR="004F0572" w:rsidRPr="001E3E82" w:rsidRDefault="004F0572" w:rsidP="00321ABA">
      <w:pPr>
        <w:pStyle w:val="ListParagraph"/>
        <w:numPr>
          <w:ilvl w:val="1"/>
          <w:numId w:val="14"/>
        </w:numPr>
      </w:pPr>
      <w:r>
        <w:t>Other groups being unlikely to challenge the top group’s power position</w:t>
      </w:r>
    </w:p>
    <w:p w:rsidR="004F0572" w:rsidRPr="001E3E82" w:rsidRDefault="004F0572" w:rsidP="00321ABA">
      <w:pPr>
        <w:pStyle w:val="ListParagraph"/>
        <w:numPr>
          <w:ilvl w:val="1"/>
          <w:numId w:val="14"/>
        </w:numPr>
      </w:pPr>
      <w:r w:rsidRPr="001E3E82">
        <w:t xml:space="preserve">Fueling arms races </w:t>
      </w:r>
      <w:r>
        <w:t>in which</w:t>
      </w:r>
      <w:r w:rsidRPr="001E3E82">
        <w:t xml:space="preserve"> members respond to ot</w:t>
      </w:r>
      <w:r>
        <w:t>her members’ buildup of weapons</w:t>
      </w:r>
    </w:p>
    <w:p w:rsidR="004F0572" w:rsidRPr="001E3E82" w:rsidRDefault="004F0572" w:rsidP="00321ABA">
      <w:pPr>
        <w:pStyle w:val="ListParagraph"/>
        <w:numPr>
          <w:ilvl w:val="1"/>
          <w:numId w:val="14"/>
        </w:numPr>
      </w:pPr>
      <w:r>
        <w:t>A loss of credibility, if too many threats are made</w:t>
      </w:r>
    </w:p>
    <w:p w:rsidR="004F0572" w:rsidRPr="006A6DD7" w:rsidRDefault="004F0572" w:rsidP="001F65DE">
      <w:pPr>
        <w:spacing w:before="120"/>
        <w:ind w:left="720"/>
      </w:pPr>
      <w:r>
        <w:t>Answer: B</w:t>
      </w:r>
    </w:p>
    <w:p w:rsidR="004F0572" w:rsidRPr="00225DDA" w:rsidRDefault="004F0572" w:rsidP="001F65DE">
      <w:pPr>
        <w:ind w:left="720"/>
        <w:rPr>
          <w:i/>
        </w:rPr>
      </w:pPr>
      <w:r w:rsidRPr="00225DDA">
        <w:rPr>
          <w:i/>
        </w:rPr>
        <w:t xml:space="preserve">Reference: </w:t>
      </w:r>
      <w:r>
        <w:rPr>
          <w:i/>
        </w:rPr>
        <w:t>LO 1.1, p. 4</w:t>
      </w:r>
    </w:p>
    <w:p w:rsidR="004F0572" w:rsidRDefault="004F0572" w:rsidP="001F65DE">
      <w:pPr>
        <w:ind w:firstLine="720"/>
        <w:rPr>
          <w:i/>
        </w:rPr>
      </w:pPr>
      <w:r w:rsidRPr="00225DDA">
        <w:rPr>
          <w:i/>
        </w:rPr>
        <w:t xml:space="preserve">Skill: </w:t>
      </w:r>
      <w:r>
        <w:rPr>
          <w:i/>
        </w:rPr>
        <w:t>Analysis</w:t>
      </w:r>
    </w:p>
    <w:p w:rsidR="004F0572" w:rsidRPr="001E3E82" w:rsidRDefault="004F0572" w:rsidP="001F65DE"/>
    <w:p w:rsidR="004F0572" w:rsidRPr="001E3E82" w:rsidRDefault="004F0572" w:rsidP="00321ABA">
      <w:pPr>
        <w:pStyle w:val="ListParagraph"/>
        <w:numPr>
          <w:ilvl w:val="0"/>
          <w:numId w:val="14"/>
        </w:numPr>
      </w:pPr>
      <w:r w:rsidRPr="001E3E82">
        <w:t>How is the identity principle distinguished from the dominance and reciprocity principles?</w:t>
      </w:r>
    </w:p>
    <w:p w:rsidR="004F0572" w:rsidRPr="001E3E82" w:rsidRDefault="004F0572" w:rsidP="00321ABA">
      <w:pPr>
        <w:pStyle w:val="ListParagraph"/>
        <w:numPr>
          <w:ilvl w:val="1"/>
          <w:numId w:val="14"/>
        </w:numPr>
      </w:pPr>
      <w:r w:rsidRPr="001E3E82">
        <w:t>The identity principle relies on mutually beneficial arrangements, whereas the dominance and reciprocity principles rely on members to sacrifice their own interests to benefit others.</w:t>
      </w:r>
    </w:p>
    <w:p w:rsidR="004F0572" w:rsidRPr="001E3E82" w:rsidRDefault="004F0572" w:rsidP="00321ABA">
      <w:pPr>
        <w:pStyle w:val="ListParagraph"/>
        <w:numPr>
          <w:ilvl w:val="1"/>
          <w:numId w:val="14"/>
        </w:numPr>
      </w:pPr>
      <w:r w:rsidRPr="001E3E82">
        <w:t>Contributions to development assistance or UN peacekeeping missions are better explained by the dominance and reciprocity principles than the identity principle.</w:t>
      </w:r>
    </w:p>
    <w:p w:rsidR="004F0572" w:rsidRPr="001E3E82" w:rsidRDefault="004F0572" w:rsidP="00321ABA">
      <w:pPr>
        <w:pStyle w:val="ListParagraph"/>
        <w:numPr>
          <w:ilvl w:val="1"/>
          <w:numId w:val="14"/>
        </w:numPr>
      </w:pPr>
      <w:r w:rsidRPr="001E3E82">
        <w:t>The identity principle plays no role in preventing nuclear proliferation, whereas the dominance and reciprocity principle</w:t>
      </w:r>
      <w:r>
        <w:t>s</w:t>
      </w:r>
      <w:r w:rsidRPr="001E3E82">
        <w:t xml:space="preserve"> do play a role.</w:t>
      </w:r>
    </w:p>
    <w:p w:rsidR="004F0572" w:rsidRPr="001E3E82" w:rsidRDefault="004F0572" w:rsidP="00321ABA">
      <w:pPr>
        <w:pStyle w:val="ListParagraph"/>
        <w:numPr>
          <w:ilvl w:val="1"/>
          <w:numId w:val="14"/>
        </w:numPr>
      </w:pPr>
      <w:r w:rsidRPr="001E3E82">
        <w:t>The identity principle does not rely on self-interest, whereas the dominance and reciprocity principles rely on achieving individual self-intere</w:t>
      </w:r>
      <w:r>
        <w:t xml:space="preserve">st. </w:t>
      </w:r>
    </w:p>
    <w:p w:rsidR="004F0572" w:rsidRPr="001E3E82" w:rsidRDefault="004F0572" w:rsidP="00321ABA">
      <w:pPr>
        <w:pStyle w:val="ListParagraph"/>
        <w:numPr>
          <w:ilvl w:val="1"/>
          <w:numId w:val="14"/>
        </w:numPr>
      </w:pPr>
      <w:r w:rsidRPr="001E3E82">
        <w:t>Nonstate actors rely on the dominance and reciprocity principles more than the identity principle.</w:t>
      </w:r>
    </w:p>
    <w:p w:rsidR="004F0572" w:rsidRPr="006A6DD7" w:rsidRDefault="004F0572" w:rsidP="001F65DE">
      <w:pPr>
        <w:spacing w:before="120"/>
        <w:ind w:left="720"/>
      </w:pPr>
      <w:r>
        <w:t>Answer: D</w:t>
      </w:r>
    </w:p>
    <w:p w:rsidR="004F0572" w:rsidRPr="00225DDA" w:rsidRDefault="004F0572" w:rsidP="001F65DE">
      <w:pPr>
        <w:ind w:left="720"/>
        <w:rPr>
          <w:i/>
        </w:rPr>
      </w:pPr>
      <w:r w:rsidRPr="00225DDA">
        <w:rPr>
          <w:i/>
        </w:rPr>
        <w:t xml:space="preserve">Reference: </w:t>
      </w:r>
      <w:r>
        <w:rPr>
          <w:i/>
        </w:rPr>
        <w:t>LO 1.1, pgs. 4–6</w:t>
      </w:r>
    </w:p>
    <w:p w:rsidR="004F0572" w:rsidRPr="001E3E82" w:rsidRDefault="004F0572" w:rsidP="001F65DE">
      <w:pPr>
        <w:ind w:firstLine="720"/>
        <w:rPr>
          <w:color w:val="7030A0"/>
        </w:rPr>
      </w:pPr>
      <w:r w:rsidRPr="00225DDA">
        <w:rPr>
          <w:i/>
        </w:rPr>
        <w:t xml:space="preserve">Skill: </w:t>
      </w:r>
      <w:r>
        <w:rPr>
          <w:i/>
        </w:rPr>
        <w:t>Analysis</w:t>
      </w:r>
    </w:p>
    <w:p w:rsidR="004F0572" w:rsidRPr="001E3E82" w:rsidRDefault="004F0572" w:rsidP="00CC12D1"/>
    <w:p w:rsidR="004F0572" w:rsidRDefault="004F0572" w:rsidP="00321ABA">
      <w:pPr>
        <w:pStyle w:val="ListParagraph"/>
        <w:numPr>
          <w:ilvl w:val="0"/>
          <w:numId w:val="14"/>
        </w:numPr>
      </w:pPr>
      <w:r>
        <w:t>In 2010, Russia offered to give Iran nuclear fuel in return for its enriched uranium. This type of nuclear deal can be considered an example of which principle?</w:t>
      </w:r>
    </w:p>
    <w:p w:rsidR="004F0572" w:rsidRDefault="004F0572" w:rsidP="00321ABA">
      <w:pPr>
        <w:pStyle w:val="ListParagraph"/>
        <w:numPr>
          <w:ilvl w:val="1"/>
          <w:numId w:val="14"/>
        </w:numPr>
      </w:pPr>
      <w:r>
        <w:t>Dominance</w:t>
      </w:r>
    </w:p>
    <w:p w:rsidR="004F0572" w:rsidRDefault="004F0572" w:rsidP="00321ABA">
      <w:pPr>
        <w:pStyle w:val="ListParagraph"/>
        <w:numPr>
          <w:ilvl w:val="1"/>
          <w:numId w:val="14"/>
        </w:numPr>
      </w:pPr>
      <w:r>
        <w:t>Reciprocity</w:t>
      </w:r>
    </w:p>
    <w:p w:rsidR="004F0572" w:rsidRDefault="004F0572" w:rsidP="00321ABA">
      <w:pPr>
        <w:pStyle w:val="ListParagraph"/>
        <w:numPr>
          <w:ilvl w:val="1"/>
          <w:numId w:val="14"/>
        </w:numPr>
      </w:pPr>
      <w:r>
        <w:t>Identity</w:t>
      </w:r>
    </w:p>
    <w:p w:rsidR="004F0572" w:rsidRDefault="004F0572" w:rsidP="00321ABA">
      <w:pPr>
        <w:pStyle w:val="ListParagraph"/>
        <w:numPr>
          <w:ilvl w:val="1"/>
          <w:numId w:val="14"/>
        </w:numPr>
      </w:pPr>
      <w:r>
        <w:t>Collective interest</w:t>
      </w:r>
    </w:p>
    <w:p w:rsidR="004F0572" w:rsidRDefault="004F0572" w:rsidP="00321ABA">
      <w:pPr>
        <w:pStyle w:val="ListParagraph"/>
        <w:numPr>
          <w:ilvl w:val="1"/>
          <w:numId w:val="14"/>
        </w:numPr>
      </w:pPr>
      <w:r>
        <w:t>Collective good</w:t>
      </w:r>
    </w:p>
    <w:p w:rsidR="004F0572" w:rsidRPr="006A6DD7" w:rsidRDefault="004F0572" w:rsidP="007612F0">
      <w:pPr>
        <w:pStyle w:val="ListParagraph"/>
        <w:spacing w:before="120"/>
        <w:contextualSpacing w:val="0"/>
      </w:pPr>
      <w:r>
        <w:t>Answer: B</w:t>
      </w:r>
    </w:p>
    <w:p w:rsidR="004F0572" w:rsidRPr="007612F0" w:rsidRDefault="004F0572" w:rsidP="007612F0">
      <w:pPr>
        <w:pStyle w:val="ListParagraph"/>
        <w:rPr>
          <w:i/>
        </w:rPr>
      </w:pPr>
      <w:r w:rsidRPr="007612F0">
        <w:rPr>
          <w:i/>
        </w:rPr>
        <w:t xml:space="preserve">Reference: </w:t>
      </w:r>
      <w:r>
        <w:rPr>
          <w:i/>
        </w:rPr>
        <w:t>LO 1.1, p. 8</w:t>
      </w:r>
    </w:p>
    <w:p w:rsidR="004F0572" w:rsidRPr="007612F0" w:rsidRDefault="004F0572" w:rsidP="007612F0">
      <w:pPr>
        <w:pStyle w:val="ListParagraph"/>
        <w:rPr>
          <w:color w:val="7030A0"/>
        </w:rPr>
      </w:pPr>
      <w:r w:rsidRPr="007612F0">
        <w:rPr>
          <w:i/>
        </w:rPr>
        <w:t xml:space="preserve">Skill: </w:t>
      </w:r>
      <w:r>
        <w:rPr>
          <w:i/>
        </w:rPr>
        <w:t>Application</w:t>
      </w:r>
    </w:p>
    <w:p w:rsidR="004F0572" w:rsidRDefault="004F0572">
      <w:r>
        <w:br w:type="page"/>
      </w:r>
    </w:p>
    <w:p w:rsidR="004F0572" w:rsidRDefault="004F0572" w:rsidP="007612F0">
      <w:pPr>
        <w:ind w:left="1080"/>
      </w:pPr>
    </w:p>
    <w:p w:rsidR="004F0572" w:rsidRDefault="004F0572" w:rsidP="00321ABA">
      <w:pPr>
        <w:pStyle w:val="ListParagraph"/>
        <w:numPr>
          <w:ilvl w:val="0"/>
          <w:numId w:val="14"/>
        </w:numPr>
      </w:pPr>
      <w:r>
        <w:t>International relations is largely a/n _________ discipline.</w:t>
      </w:r>
    </w:p>
    <w:p w:rsidR="004F0572" w:rsidRDefault="004F0572" w:rsidP="00321ABA">
      <w:pPr>
        <w:pStyle w:val="ListParagraph"/>
        <w:numPr>
          <w:ilvl w:val="1"/>
          <w:numId w:val="14"/>
        </w:numPr>
      </w:pPr>
      <w:r>
        <w:t>historical</w:t>
      </w:r>
    </w:p>
    <w:p w:rsidR="004F0572" w:rsidRDefault="004F0572" w:rsidP="00321ABA">
      <w:pPr>
        <w:pStyle w:val="ListParagraph"/>
        <w:numPr>
          <w:ilvl w:val="1"/>
          <w:numId w:val="14"/>
        </w:numPr>
      </w:pPr>
      <w:r>
        <w:t>theoretical</w:t>
      </w:r>
    </w:p>
    <w:p w:rsidR="004F0572" w:rsidRDefault="004F0572" w:rsidP="00321ABA">
      <w:pPr>
        <w:pStyle w:val="ListParagraph"/>
        <w:numPr>
          <w:ilvl w:val="1"/>
          <w:numId w:val="14"/>
        </w:numPr>
      </w:pPr>
      <w:r>
        <w:t>economic</w:t>
      </w:r>
    </w:p>
    <w:p w:rsidR="004F0572" w:rsidRDefault="004F0572" w:rsidP="00321ABA">
      <w:pPr>
        <w:pStyle w:val="ListParagraph"/>
        <w:numPr>
          <w:ilvl w:val="1"/>
          <w:numId w:val="14"/>
        </w:numPr>
      </w:pPr>
      <w:r>
        <w:t>practical</w:t>
      </w:r>
    </w:p>
    <w:p w:rsidR="004F0572" w:rsidRDefault="004F0572" w:rsidP="00321ABA">
      <w:pPr>
        <w:pStyle w:val="ListParagraph"/>
        <w:numPr>
          <w:ilvl w:val="1"/>
          <w:numId w:val="14"/>
        </w:numPr>
      </w:pPr>
      <w:r>
        <w:t>political</w:t>
      </w:r>
    </w:p>
    <w:p w:rsidR="004F0572" w:rsidRPr="006A6DD7" w:rsidRDefault="004F0572" w:rsidP="00F22D6E">
      <w:pPr>
        <w:pStyle w:val="ListParagraph"/>
        <w:spacing w:before="120"/>
        <w:contextualSpacing w:val="0"/>
      </w:pPr>
      <w:r>
        <w:t>Answer: D</w:t>
      </w:r>
    </w:p>
    <w:p w:rsidR="004F0572" w:rsidRPr="007612F0" w:rsidRDefault="004F0572" w:rsidP="00F22D6E">
      <w:pPr>
        <w:pStyle w:val="ListParagraph"/>
        <w:rPr>
          <w:i/>
        </w:rPr>
      </w:pPr>
      <w:r w:rsidRPr="007612F0">
        <w:rPr>
          <w:i/>
        </w:rPr>
        <w:t xml:space="preserve">Reference: </w:t>
      </w:r>
      <w:r>
        <w:rPr>
          <w:i/>
        </w:rPr>
        <w:t>LO 1.1, p. 9</w:t>
      </w:r>
    </w:p>
    <w:p w:rsidR="004F0572" w:rsidRPr="007612F0" w:rsidRDefault="004F0572" w:rsidP="00F22D6E">
      <w:pPr>
        <w:pStyle w:val="ListParagraph"/>
        <w:rPr>
          <w:color w:val="7030A0"/>
        </w:rPr>
      </w:pPr>
      <w:r w:rsidRPr="007612F0">
        <w:rPr>
          <w:i/>
        </w:rPr>
        <w:t>Skill</w:t>
      </w:r>
      <w:r>
        <w:rPr>
          <w:i/>
        </w:rPr>
        <w:t>: Understanding</w:t>
      </w:r>
    </w:p>
    <w:p w:rsidR="004F0572" w:rsidRDefault="004F0572" w:rsidP="00F22D6E">
      <w:pPr>
        <w:pStyle w:val="ListParagraph"/>
        <w:ind w:left="1440"/>
      </w:pPr>
    </w:p>
    <w:p w:rsidR="004F0572" w:rsidRPr="001E3E82" w:rsidRDefault="004F0572" w:rsidP="00321ABA">
      <w:pPr>
        <w:pStyle w:val="ListParagraph"/>
        <w:numPr>
          <w:ilvl w:val="0"/>
          <w:numId w:val="14"/>
        </w:numPr>
      </w:pPr>
      <w:r w:rsidRPr="001E3E82">
        <w:t xml:space="preserve">The two major subfields of </w:t>
      </w:r>
      <w:r w:rsidRPr="001E3E82" w:rsidDel="00D71F9A">
        <w:t>i</w:t>
      </w:r>
      <w:r w:rsidRPr="001E3E82">
        <w:t>nternational relations are</w:t>
      </w:r>
    </w:p>
    <w:p w:rsidR="004F0572" w:rsidRPr="001E3E82" w:rsidRDefault="004F0572" w:rsidP="00321ABA">
      <w:pPr>
        <w:pStyle w:val="ListParagraph"/>
        <w:numPr>
          <w:ilvl w:val="1"/>
          <w:numId w:val="14"/>
        </w:numPr>
      </w:pPr>
      <w:r w:rsidRPr="001E3E82">
        <w:t>conflict and cooperation.</w:t>
      </w:r>
    </w:p>
    <w:p w:rsidR="004F0572" w:rsidRPr="001E3E82" w:rsidRDefault="004F0572" w:rsidP="00321ABA">
      <w:pPr>
        <w:pStyle w:val="ListParagraph"/>
        <w:numPr>
          <w:ilvl w:val="1"/>
          <w:numId w:val="14"/>
        </w:numPr>
      </w:pPr>
      <w:r w:rsidRPr="001E3E82">
        <w:t>comparative politics and international security.</w:t>
      </w:r>
    </w:p>
    <w:p w:rsidR="004F0572" w:rsidRPr="001E3E82" w:rsidRDefault="004F0572" w:rsidP="00321ABA">
      <w:pPr>
        <w:pStyle w:val="ListParagraph"/>
        <w:numPr>
          <w:ilvl w:val="1"/>
          <w:numId w:val="14"/>
        </w:numPr>
      </w:pPr>
      <w:r w:rsidRPr="001E3E82">
        <w:t>international security and in</w:t>
      </w:r>
      <w:r>
        <w:t xml:space="preserve">ternational political economy. </w:t>
      </w:r>
    </w:p>
    <w:p w:rsidR="004F0572" w:rsidRPr="001E3E82" w:rsidRDefault="004F0572" w:rsidP="00321ABA">
      <w:pPr>
        <w:pStyle w:val="ListParagraph"/>
        <w:numPr>
          <w:ilvl w:val="1"/>
          <w:numId w:val="14"/>
        </w:numPr>
      </w:pPr>
      <w:r w:rsidRPr="001E3E82">
        <w:t>international political economy and comparative politics.</w:t>
      </w:r>
    </w:p>
    <w:p w:rsidR="004F0572" w:rsidRPr="001E3E82" w:rsidRDefault="004F0572" w:rsidP="00321ABA">
      <w:pPr>
        <w:pStyle w:val="ListParagraph"/>
        <w:numPr>
          <w:ilvl w:val="1"/>
          <w:numId w:val="14"/>
        </w:numPr>
      </w:pPr>
      <w:r w:rsidRPr="001E3E82">
        <w:t>international organization and international law.</w:t>
      </w:r>
    </w:p>
    <w:p w:rsidR="004F0572" w:rsidRPr="006A6DD7" w:rsidRDefault="004F0572" w:rsidP="00CC12D1">
      <w:pPr>
        <w:spacing w:before="120"/>
        <w:ind w:left="720"/>
      </w:pPr>
      <w:r>
        <w:t>Answer: C</w:t>
      </w:r>
    </w:p>
    <w:p w:rsidR="004F0572" w:rsidRPr="00225DDA" w:rsidRDefault="004F0572" w:rsidP="00CC12D1">
      <w:pPr>
        <w:ind w:left="720"/>
        <w:rPr>
          <w:i/>
        </w:rPr>
      </w:pPr>
      <w:r w:rsidRPr="00225DDA">
        <w:rPr>
          <w:i/>
        </w:rPr>
        <w:t xml:space="preserve">Reference: </w:t>
      </w:r>
      <w:r>
        <w:rPr>
          <w:i/>
        </w:rPr>
        <w:t>LO 1.1, p. 9</w:t>
      </w:r>
    </w:p>
    <w:p w:rsidR="004F0572" w:rsidRPr="00225DDA" w:rsidRDefault="004F0572" w:rsidP="00CC12D1">
      <w:pPr>
        <w:ind w:left="720"/>
        <w:rPr>
          <w:i/>
        </w:rPr>
      </w:pPr>
      <w:r w:rsidRPr="00225DDA">
        <w:rPr>
          <w:i/>
        </w:rPr>
        <w:t>Skill: Understanding</w:t>
      </w:r>
    </w:p>
    <w:p w:rsidR="004F0572" w:rsidRPr="001E3E82" w:rsidRDefault="004F0572" w:rsidP="00CC12D1"/>
    <w:p w:rsidR="004F0572" w:rsidRPr="001E3E82" w:rsidRDefault="004F0572" w:rsidP="00321ABA">
      <w:pPr>
        <w:pStyle w:val="ListParagraph"/>
        <w:numPr>
          <w:ilvl w:val="0"/>
          <w:numId w:val="14"/>
        </w:numPr>
      </w:pPr>
      <w:r w:rsidRPr="001E3E82">
        <w:t xml:space="preserve">Which of the following is NOT a </w:t>
      </w:r>
      <w:r>
        <w:t xml:space="preserve">necessary </w:t>
      </w:r>
      <w:r w:rsidRPr="001E3E82">
        <w:t>component of a state?</w:t>
      </w:r>
    </w:p>
    <w:p w:rsidR="004F0572" w:rsidRPr="001E3E82" w:rsidRDefault="004F0572" w:rsidP="00321ABA">
      <w:pPr>
        <w:pStyle w:val="ListParagraph"/>
        <w:numPr>
          <w:ilvl w:val="1"/>
          <w:numId w:val="14"/>
        </w:numPr>
      </w:pPr>
      <w:r w:rsidRPr="001E3E82">
        <w:t>Territory</w:t>
      </w:r>
    </w:p>
    <w:p w:rsidR="004F0572" w:rsidRPr="001E3E82" w:rsidRDefault="004F0572" w:rsidP="00321ABA">
      <w:pPr>
        <w:pStyle w:val="ListParagraph"/>
        <w:numPr>
          <w:ilvl w:val="1"/>
          <w:numId w:val="14"/>
        </w:numPr>
      </w:pPr>
      <w:r w:rsidRPr="001E3E82">
        <w:t>Government</w:t>
      </w:r>
    </w:p>
    <w:p w:rsidR="004F0572" w:rsidRPr="001E3E82" w:rsidRDefault="004F0572" w:rsidP="00321ABA">
      <w:pPr>
        <w:pStyle w:val="ListParagraph"/>
        <w:numPr>
          <w:ilvl w:val="1"/>
          <w:numId w:val="14"/>
        </w:numPr>
      </w:pPr>
      <w:r w:rsidRPr="001E3E82">
        <w:t xml:space="preserve">Sovereignty </w:t>
      </w:r>
    </w:p>
    <w:p w:rsidR="004F0572" w:rsidRPr="001E3E82" w:rsidRDefault="004F0572" w:rsidP="00321ABA">
      <w:pPr>
        <w:pStyle w:val="ListParagraph"/>
        <w:numPr>
          <w:ilvl w:val="1"/>
          <w:numId w:val="14"/>
        </w:numPr>
      </w:pPr>
      <w:r w:rsidRPr="001E3E82">
        <w:t>Population</w:t>
      </w:r>
    </w:p>
    <w:p w:rsidR="004F0572" w:rsidRPr="001E3E82" w:rsidRDefault="004F0572" w:rsidP="00321ABA">
      <w:pPr>
        <w:pStyle w:val="ListParagraph"/>
        <w:numPr>
          <w:ilvl w:val="1"/>
          <w:numId w:val="14"/>
        </w:numPr>
      </w:pPr>
      <w:r>
        <w:t xml:space="preserve">Democracy </w:t>
      </w:r>
    </w:p>
    <w:p w:rsidR="004F0572" w:rsidRPr="006A6DD7" w:rsidRDefault="004F0572" w:rsidP="00CC12D1">
      <w:pPr>
        <w:spacing w:before="120"/>
        <w:ind w:left="720"/>
      </w:pPr>
      <w:r>
        <w:t>Answer: E</w:t>
      </w:r>
    </w:p>
    <w:p w:rsidR="004F0572" w:rsidRPr="00225DDA" w:rsidRDefault="004F0572" w:rsidP="00CC12D1">
      <w:pPr>
        <w:ind w:left="720"/>
        <w:rPr>
          <w:i/>
        </w:rPr>
      </w:pPr>
      <w:r w:rsidRPr="00225DDA">
        <w:rPr>
          <w:i/>
        </w:rPr>
        <w:t xml:space="preserve">Reference: </w:t>
      </w:r>
      <w:r>
        <w:rPr>
          <w:i/>
        </w:rPr>
        <w:t>LO 1.2, p. 10</w:t>
      </w:r>
    </w:p>
    <w:p w:rsidR="004F0572" w:rsidRPr="00225DDA" w:rsidRDefault="004F0572" w:rsidP="00CC12D1">
      <w:pPr>
        <w:ind w:left="720"/>
        <w:rPr>
          <w:i/>
        </w:rPr>
      </w:pPr>
      <w:r w:rsidRPr="00225DDA">
        <w:rPr>
          <w:i/>
        </w:rPr>
        <w:t>Skill: Understanding</w:t>
      </w:r>
    </w:p>
    <w:p w:rsidR="004F0572" w:rsidRPr="001E3E82" w:rsidRDefault="004F0572" w:rsidP="00CC12D1"/>
    <w:p w:rsidR="004F0572" w:rsidRPr="001E3E82" w:rsidRDefault="004F0572" w:rsidP="00321ABA">
      <w:pPr>
        <w:pStyle w:val="ListParagraph"/>
        <w:numPr>
          <w:ilvl w:val="0"/>
          <w:numId w:val="14"/>
        </w:numPr>
      </w:pPr>
      <w:r w:rsidRPr="001E3E82">
        <w:t>Sovereignty is</w:t>
      </w:r>
    </w:p>
    <w:p w:rsidR="004F0572" w:rsidRPr="001E3E82" w:rsidRDefault="004F0572" w:rsidP="00321ABA">
      <w:pPr>
        <w:pStyle w:val="ListParagraph"/>
        <w:numPr>
          <w:ilvl w:val="1"/>
          <w:numId w:val="14"/>
        </w:numPr>
      </w:pPr>
      <w:r w:rsidRPr="001E3E82">
        <w:t>a state government ans</w:t>
      </w:r>
      <w:r>
        <w:t xml:space="preserve">wering to no higher authority. </w:t>
      </w:r>
    </w:p>
    <w:p w:rsidR="004F0572" w:rsidRPr="001E3E82" w:rsidRDefault="004F0572" w:rsidP="00321ABA">
      <w:pPr>
        <w:pStyle w:val="ListParagraph"/>
        <w:numPr>
          <w:ilvl w:val="1"/>
          <w:numId w:val="14"/>
        </w:numPr>
      </w:pPr>
      <w:r w:rsidRPr="001E3E82">
        <w:t>a goal of international organizations in world affairs.</w:t>
      </w:r>
    </w:p>
    <w:p w:rsidR="004F0572" w:rsidRPr="001E3E82" w:rsidRDefault="004F0572" w:rsidP="00321ABA">
      <w:pPr>
        <w:pStyle w:val="ListParagraph"/>
        <w:numPr>
          <w:ilvl w:val="1"/>
          <w:numId w:val="14"/>
        </w:numPr>
      </w:pPr>
      <w:r w:rsidRPr="001E3E82">
        <w:t>the ability of one country to have influence over another.</w:t>
      </w:r>
    </w:p>
    <w:p w:rsidR="004F0572" w:rsidRPr="001E3E82" w:rsidRDefault="004F0572" w:rsidP="00321ABA">
      <w:pPr>
        <w:pStyle w:val="ListParagraph"/>
        <w:numPr>
          <w:ilvl w:val="1"/>
          <w:numId w:val="14"/>
        </w:numPr>
      </w:pPr>
      <w:r w:rsidRPr="001E3E82">
        <w:t>the development of participatory institutions of social life.</w:t>
      </w:r>
    </w:p>
    <w:p w:rsidR="004F0572" w:rsidRPr="001E3E82" w:rsidRDefault="004F0572" w:rsidP="00321ABA">
      <w:pPr>
        <w:pStyle w:val="ListParagraph"/>
        <w:numPr>
          <w:ilvl w:val="1"/>
          <w:numId w:val="14"/>
        </w:numPr>
      </w:pPr>
      <w:r w:rsidRPr="001E3E82">
        <w:t>political control over the military.</w:t>
      </w:r>
    </w:p>
    <w:p w:rsidR="004F0572" w:rsidRPr="006A6DD7" w:rsidRDefault="004F0572" w:rsidP="00CC12D1">
      <w:pPr>
        <w:spacing w:before="120"/>
        <w:ind w:left="720"/>
      </w:pPr>
      <w:r>
        <w:t>Answer: A</w:t>
      </w:r>
    </w:p>
    <w:p w:rsidR="004F0572" w:rsidRPr="00225DDA" w:rsidRDefault="004F0572" w:rsidP="00CC12D1">
      <w:pPr>
        <w:ind w:left="720"/>
        <w:rPr>
          <w:i/>
        </w:rPr>
      </w:pPr>
      <w:r w:rsidRPr="00225DDA">
        <w:rPr>
          <w:i/>
        </w:rPr>
        <w:t xml:space="preserve">Reference: </w:t>
      </w:r>
      <w:r>
        <w:rPr>
          <w:i/>
        </w:rPr>
        <w:t>LO 1.2, p. 10</w:t>
      </w:r>
    </w:p>
    <w:p w:rsidR="004F0572" w:rsidRPr="00225DDA" w:rsidRDefault="004F0572" w:rsidP="00CC12D1">
      <w:pPr>
        <w:ind w:left="720"/>
        <w:rPr>
          <w:i/>
        </w:rPr>
      </w:pPr>
      <w:r w:rsidRPr="00225DDA">
        <w:rPr>
          <w:i/>
        </w:rPr>
        <w:t>Skill: Understanding</w:t>
      </w:r>
    </w:p>
    <w:p w:rsidR="004F0572" w:rsidRDefault="004F0572">
      <w:r>
        <w:br w:type="page"/>
      </w:r>
    </w:p>
    <w:p w:rsidR="004F0572" w:rsidRPr="001E3E82" w:rsidRDefault="004F0572" w:rsidP="00CC12D1"/>
    <w:p w:rsidR="004F0572" w:rsidRPr="001E3E82" w:rsidRDefault="004F0572" w:rsidP="00321ABA">
      <w:pPr>
        <w:pStyle w:val="ListParagraph"/>
        <w:numPr>
          <w:ilvl w:val="0"/>
          <w:numId w:val="14"/>
        </w:numPr>
      </w:pPr>
      <w:r w:rsidRPr="001E3E82">
        <w:t>A nation is a</w:t>
      </w:r>
    </w:p>
    <w:p w:rsidR="004F0572" w:rsidRPr="001E3E82" w:rsidRDefault="004F0572" w:rsidP="00321ABA">
      <w:pPr>
        <w:pStyle w:val="ListParagraph"/>
        <w:numPr>
          <w:ilvl w:val="1"/>
          <w:numId w:val="14"/>
        </w:numPr>
      </w:pPr>
      <w:r w:rsidRPr="001E3E82">
        <w:t>territorial entity controlled by a government and inhabited by a population.</w:t>
      </w:r>
    </w:p>
    <w:p w:rsidR="004F0572" w:rsidRPr="001E3E82" w:rsidRDefault="004F0572" w:rsidP="00321ABA">
      <w:pPr>
        <w:pStyle w:val="ListParagraph"/>
        <w:numPr>
          <w:ilvl w:val="1"/>
          <w:numId w:val="14"/>
        </w:numPr>
      </w:pPr>
      <w:r w:rsidRPr="001E3E82">
        <w:t>group of people who share characteristics such as language</w:t>
      </w:r>
      <w:r>
        <w:t xml:space="preserve"> and culture. </w:t>
      </w:r>
    </w:p>
    <w:p w:rsidR="004F0572" w:rsidRPr="001E3E82" w:rsidRDefault="004F0572" w:rsidP="00321ABA">
      <w:pPr>
        <w:pStyle w:val="ListParagraph"/>
        <w:numPr>
          <w:ilvl w:val="1"/>
          <w:numId w:val="14"/>
        </w:numPr>
      </w:pPr>
      <w:r w:rsidRPr="001E3E82">
        <w:t>set of relationships among the world</w:t>
      </w:r>
      <w:r>
        <w:t>’</w:t>
      </w:r>
      <w:r w:rsidRPr="001E3E82">
        <w:t>s states.</w:t>
      </w:r>
    </w:p>
    <w:p w:rsidR="004F0572" w:rsidRPr="001E3E82" w:rsidRDefault="004F0572" w:rsidP="00321ABA">
      <w:pPr>
        <w:pStyle w:val="ListParagraph"/>
        <w:numPr>
          <w:ilvl w:val="1"/>
          <w:numId w:val="14"/>
        </w:numPr>
      </w:pPr>
      <w:r w:rsidRPr="001E3E82">
        <w:t>middle step between being a colony and being an independent state.</w:t>
      </w:r>
    </w:p>
    <w:p w:rsidR="004F0572" w:rsidRPr="001E3E82" w:rsidRDefault="004F0572" w:rsidP="00321ABA">
      <w:pPr>
        <w:pStyle w:val="ListParagraph"/>
        <w:numPr>
          <w:ilvl w:val="1"/>
          <w:numId w:val="14"/>
        </w:numPr>
      </w:pPr>
      <w:r w:rsidRPr="001E3E82">
        <w:t>member of the United Nations.</w:t>
      </w:r>
    </w:p>
    <w:p w:rsidR="004F0572" w:rsidRPr="006A6DD7" w:rsidRDefault="004F0572" w:rsidP="00CC12D1">
      <w:pPr>
        <w:spacing w:before="120"/>
        <w:ind w:left="720"/>
      </w:pPr>
      <w:r w:rsidRPr="006A6DD7">
        <w:t>Answer: B</w:t>
      </w:r>
    </w:p>
    <w:p w:rsidR="004F0572" w:rsidRPr="00225DDA" w:rsidRDefault="004F0572" w:rsidP="00CC12D1">
      <w:pPr>
        <w:ind w:left="720"/>
        <w:rPr>
          <w:i/>
        </w:rPr>
      </w:pPr>
      <w:r w:rsidRPr="00225DDA">
        <w:rPr>
          <w:i/>
        </w:rPr>
        <w:t xml:space="preserve">Reference: </w:t>
      </w:r>
      <w:r>
        <w:rPr>
          <w:i/>
        </w:rPr>
        <w:t>LO 1.2, p. 10</w:t>
      </w:r>
    </w:p>
    <w:p w:rsidR="004F0572" w:rsidRPr="00225DDA" w:rsidRDefault="004F0572" w:rsidP="00CC12D1">
      <w:pPr>
        <w:ind w:left="720"/>
        <w:rPr>
          <w:i/>
        </w:rPr>
      </w:pPr>
      <w:r w:rsidRPr="00225DDA">
        <w:rPr>
          <w:i/>
        </w:rPr>
        <w:t>Skill: Understanding</w:t>
      </w:r>
    </w:p>
    <w:p w:rsidR="004F0572" w:rsidRPr="001E3E82" w:rsidRDefault="004F0572" w:rsidP="00CC12D1"/>
    <w:p w:rsidR="004F0572" w:rsidRDefault="004F0572" w:rsidP="00321ABA">
      <w:pPr>
        <w:pStyle w:val="ListParagraph"/>
        <w:numPr>
          <w:ilvl w:val="0"/>
          <w:numId w:val="14"/>
        </w:numPr>
      </w:pPr>
      <w:r>
        <w:t>Palestinians can be considered to be members of a</w:t>
      </w:r>
    </w:p>
    <w:p w:rsidR="004F0572" w:rsidRDefault="004F0572" w:rsidP="00321ABA">
      <w:pPr>
        <w:pStyle w:val="ListParagraph"/>
        <w:numPr>
          <w:ilvl w:val="1"/>
          <w:numId w:val="14"/>
        </w:numPr>
      </w:pPr>
      <w:r>
        <w:t>sovereign state.</w:t>
      </w:r>
    </w:p>
    <w:p w:rsidR="004F0572" w:rsidRDefault="004F0572" w:rsidP="00321ABA">
      <w:pPr>
        <w:pStyle w:val="ListParagraph"/>
        <w:numPr>
          <w:ilvl w:val="1"/>
          <w:numId w:val="14"/>
        </w:numPr>
      </w:pPr>
      <w:r>
        <w:t>nonsovereign state.</w:t>
      </w:r>
    </w:p>
    <w:p w:rsidR="004F0572" w:rsidRDefault="004F0572" w:rsidP="00321ABA">
      <w:pPr>
        <w:pStyle w:val="ListParagraph"/>
        <w:numPr>
          <w:ilvl w:val="1"/>
          <w:numId w:val="14"/>
        </w:numPr>
      </w:pPr>
      <w:r>
        <w:t>failed state.</w:t>
      </w:r>
    </w:p>
    <w:p w:rsidR="004F0572" w:rsidRDefault="004F0572" w:rsidP="00321ABA">
      <w:pPr>
        <w:pStyle w:val="ListParagraph"/>
        <w:numPr>
          <w:ilvl w:val="1"/>
          <w:numId w:val="14"/>
        </w:numPr>
      </w:pPr>
      <w:r>
        <w:t>nation.</w:t>
      </w:r>
    </w:p>
    <w:p w:rsidR="004F0572" w:rsidRDefault="004F0572" w:rsidP="00321ABA">
      <w:pPr>
        <w:pStyle w:val="ListParagraph"/>
        <w:numPr>
          <w:ilvl w:val="1"/>
          <w:numId w:val="14"/>
        </w:numPr>
      </w:pPr>
      <w:r>
        <w:t>nation-state.</w:t>
      </w:r>
    </w:p>
    <w:p w:rsidR="004F0572" w:rsidRPr="006A6DD7" w:rsidRDefault="004F0572" w:rsidP="00A537B3">
      <w:pPr>
        <w:pStyle w:val="ListParagraph"/>
        <w:spacing w:before="120"/>
        <w:contextualSpacing w:val="0"/>
      </w:pPr>
      <w:r>
        <w:t>Answer: D</w:t>
      </w:r>
    </w:p>
    <w:p w:rsidR="004F0572" w:rsidRPr="00A537B3" w:rsidRDefault="004F0572" w:rsidP="00A537B3">
      <w:pPr>
        <w:pStyle w:val="ListParagraph"/>
        <w:rPr>
          <w:i/>
        </w:rPr>
      </w:pPr>
      <w:r w:rsidRPr="00A537B3">
        <w:rPr>
          <w:i/>
        </w:rPr>
        <w:t>Reference: LO 1</w:t>
      </w:r>
      <w:r>
        <w:rPr>
          <w:i/>
        </w:rPr>
        <w:t>.2, p. 10</w:t>
      </w:r>
    </w:p>
    <w:p w:rsidR="004F0572" w:rsidRPr="00A537B3" w:rsidRDefault="004F0572" w:rsidP="00A537B3">
      <w:pPr>
        <w:pStyle w:val="ListParagraph"/>
        <w:rPr>
          <w:i/>
        </w:rPr>
      </w:pPr>
      <w:r w:rsidRPr="00A537B3">
        <w:rPr>
          <w:i/>
        </w:rPr>
        <w:t xml:space="preserve">Skill: </w:t>
      </w:r>
      <w:r>
        <w:rPr>
          <w:i/>
        </w:rPr>
        <w:t>Application</w:t>
      </w:r>
    </w:p>
    <w:p w:rsidR="004F0572" w:rsidRDefault="004F0572" w:rsidP="00044B23"/>
    <w:p w:rsidR="004F0572" w:rsidRDefault="004F0572" w:rsidP="00321ABA">
      <w:pPr>
        <w:pStyle w:val="ListParagraph"/>
        <w:numPr>
          <w:ilvl w:val="0"/>
          <w:numId w:val="14"/>
        </w:numPr>
      </w:pPr>
      <w:r>
        <w:t>The set of relationships among the world’s states, structured according to certain rules and patterns of interaction, is referred to as</w:t>
      </w:r>
    </w:p>
    <w:p w:rsidR="004F0572" w:rsidRDefault="004F0572" w:rsidP="00321ABA">
      <w:pPr>
        <w:numPr>
          <w:ilvl w:val="0"/>
          <w:numId w:val="7"/>
        </w:numPr>
        <w:ind w:left="1440"/>
      </w:pPr>
      <w:r>
        <w:t>globalization.</w:t>
      </w:r>
    </w:p>
    <w:p w:rsidR="004F0572" w:rsidRDefault="004F0572" w:rsidP="00321ABA">
      <w:pPr>
        <w:numPr>
          <w:ilvl w:val="0"/>
          <w:numId w:val="7"/>
        </w:numPr>
        <w:ind w:left="1440"/>
      </w:pPr>
      <w:r>
        <w:t>international institutionalization.</w:t>
      </w:r>
    </w:p>
    <w:p w:rsidR="004F0572" w:rsidRDefault="004F0572" w:rsidP="00321ABA">
      <w:pPr>
        <w:numPr>
          <w:ilvl w:val="0"/>
          <w:numId w:val="7"/>
        </w:numPr>
        <w:ind w:left="1440"/>
      </w:pPr>
      <w:r>
        <w:t xml:space="preserve">the international system. </w:t>
      </w:r>
    </w:p>
    <w:p w:rsidR="004F0572" w:rsidRDefault="004F0572" w:rsidP="00321ABA">
      <w:pPr>
        <w:numPr>
          <w:ilvl w:val="0"/>
          <w:numId w:val="7"/>
        </w:numPr>
        <w:ind w:left="1440"/>
      </w:pPr>
      <w:r>
        <w:t>interdependence.</w:t>
      </w:r>
    </w:p>
    <w:p w:rsidR="004F0572" w:rsidRDefault="004F0572" w:rsidP="00321ABA">
      <w:pPr>
        <w:numPr>
          <w:ilvl w:val="0"/>
          <w:numId w:val="7"/>
        </w:numPr>
        <w:ind w:left="1440"/>
      </w:pPr>
      <w:r>
        <w:t>international relations.</w:t>
      </w:r>
    </w:p>
    <w:p w:rsidR="004F0572" w:rsidRPr="006A6DD7" w:rsidRDefault="004F0572" w:rsidP="00044B23">
      <w:pPr>
        <w:spacing w:before="120"/>
        <w:ind w:left="720"/>
      </w:pPr>
      <w:r>
        <w:t>Answer: C</w:t>
      </w:r>
    </w:p>
    <w:p w:rsidR="004F0572" w:rsidRPr="00225DDA" w:rsidRDefault="004F0572" w:rsidP="00044B23">
      <w:pPr>
        <w:ind w:firstLine="720"/>
        <w:rPr>
          <w:i/>
        </w:rPr>
      </w:pPr>
      <w:r w:rsidRPr="00225DDA">
        <w:rPr>
          <w:i/>
        </w:rPr>
        <w:t xml:space="preserve">Reference: </w:t>
      </w:r>
      <w:r>
        <w:rPr>
          <w:i/>
        </w:rPr>
        <w:t>LO 1.2, p. 10</w:t>
      </w:r>
    </w:p>
    <w:p w:rsidR="004F0572" w:rsidRPr="00225DDA" w:rsidRDefault="004F0572" w:rsidP="00044B23">
      <w:pPr>
        <w:ind w:firstLine="720"/>
        <w:rPr>
          <w:i/>
        </w:rPr>
      </w:pPr>
      <w:r w:rsidRPr="00225DDA">
        <w:rPr>
          <w:i/>
        </w:rPr>
        <w:t>Skill: Understanding</w:t>
      </w:r>
    </w:p>
    <w:p w:rsidR="004F0572" w:rsidRDefault="004F0572" w:rsidP="00A537B3">
      <w:pPr>
        <w:pStyle w:val="ListParagraph"/>
        <w:ind w:left="1440"/>
      </w:pPr>
    </w:p>
    <w:p w:rsidR="004F0572" w:rsidRPr="001E3E82" w:rsidRDefault="004F0572" w:rsidP="00321ABA">
      <w:pPr>
        <w:pStyle w:val="ListParagraph"/>
        <w:numPr>
          <w:ilvl w:val="0"/>
          <w:numId w:val="14"/>
        </w:numPr>
      </w:pPr>
      <w:r w:rsidRPr="001E3E82">
        <w:t>An example of a political entity ofte</w:t>
      </w:r>
      <w:r>
        <w:t>n referred to as a state but NOT</w:t>
      </w:r>
      <w:r w:rsidRPr="001E3E82">
        <w:t xml:space="preserve"> formally recognized as one is</w:t>
      </w:r>
    </w:p>
    <w:p w:rsidR="004F0572" w:rsidRPr="001E3E82" w:rsidRDefault="004F0572" w:rsidP="00321ABA">
      <w:pPr>
        <w:pStyle w:val="ListParagraph"/>
        <w:numPr>
          <w:ilvl w:val="1"/>
          <w:numId w:val="14"/>
        </w:numPr>
      </w:pPr>
      <w:r>
        <w:t>Israel</w:t>
      </w:r>
      <w:r w:rsidRPr="001E3E82">
        <w:t>.</w:t>
      </w:r>
    </w:p>
    <w:p w:rsidR="004F0572" w:rsidRPr="001E3E82" w:rsidRDefault="004F0572" w:rsidP="00321ABA">
      <w:pPr>
        <w:pStyle w:val="ListParagraph"/>
        <w:numPr>
          <w:ilvl w:val="1"/>
          <w:numId w:val="14"/>
        </w:numPr>
      </w:pPr>
      <w:r>
        <w:t>Iraq</w:t>
      </w:r>
      <w:r w:rsidRPr="001E3E82">
        <w:t>.</w:t>
      </w:r>
    </w:p>
    <w:p w:rsidR="004F0572" w:rsidRPr="001E3E82" w:rsidRDefault="004F0572" w:rsidP="00321ABA">
      <w:pPr>
        <w:pStyle w:val="ListParagraph"/>
        <w:numPr>
          <w:ilvl w:val="1"/>
          <w:numId w:val="14"/>
        </w:numPr>
      </w:pPr>
      <w:r>
        <w:t xml:space="preserve">Taiwan. </w:t>
      </w:r>
    </w:p>
    <w:p w:rsidR="004F0572" w:rsidRPr="001E3E82" w:rsidRDefault="004F0572" w:rsidP="00321ABA">
      <w:pPr>
        <w:pStyle w:val="ListParagraph"/>
        <w:numPr>
          <w:ilvl w:val="1"/>
          <w:numId w:val="14"/>
        </w:numPr>
      </w:pPr>
      <w:r w:rsidRPr="001E3E82">
        <w:t>Western Sahara.</w:t>
      </w:r>
    </w:p>
    <w:p w:rsidR="004F0572" w:rsidRPr="001E3E82" w:rsidRDefault="004F0572" w:rsidP="00321ABA">
      <w:pPr>
        <w:pStyle w:val="ListParagraph"/>
        <w:numPr>
          <w:ilvl w:val="1"/>
          <w:numId w:val="14"/>
        </w:numPr>
      </w:pPr>
      <w:r>
        <w:t>Lebanon</w:t>
      </w:r>
      <w:r w:rsidRPr="001E3E82">
        <w:t>.</w:t>
      </w:r>
    </w:p>
    <w:p w:rsidR="004F0572" w:rsidRPr="006A6DD7" w:rsidRDefault="004F0572" w:rsidP="00CC12D1">
      <w:pPr>
        <w:spacing w:before="120"/>
        <w:ind w:left="720"/>
      </w:pPr>
      <w:r>
        <w:t>Answer: C</w:t>
      </w:r>
    </w:p>
    <w:p w:rsidR="004F0572" w:rsidRPr="00225DDA" w:rsidRDefault="004F0572" w:rsidP="00CC12D1">
      <w:pPr>
        <w:ind w:left="720"/>
        <w:rPr>
          <w:i/>
        </w:rPr>
      </w:pPr>
      <w:r w:rsidRPr="00225DDA">
        <w:rPr>
          <w:i/>
        </w:rPr>
        <w:t xml:space="preserve">Reference: </w:t>
      </w:r>
      <w:r>
        <w:rPr>
          <w:i/>
        </w:rPr>
        <w:t>LO 1.2, p. 10</w:t>
      </w:r>
    </w:p>
    <w:p w:rsidR="004F0572" w:rsidRPr="00225DDA" w:rsidRDefault="004F0572" w:rsidP="00CC12D1">
      <w:pPr>
        <w:ind w:left="720"/>
        <w:rPr>
          <w:i/>
        </w:rPr>
      </w:pPr>
      <w:r w:rsidRPr="00225DDA">
        <w:rPr>
          <w:i/>
        </w:rPr>
        <w:t>Skill: Understanding</w:t>
      </w:r>
    </w:p>
    <w:p w:rsidR="004F0572" w:rsidRDefault="004F0572">
      <w:r>
        <w:br w:type="page"/>
      </w:r>
    </w:p>
    <w:p w:rsidR="004F0572" w:rsidRPr="001E3E82" w:rsidRDefault="004F0572" w:rsidP="00CC12D1"/>
    <w:p w:rsidR="004F0572" w:rsidRPr="001E3E82" w:rsidRDefault="004F0572" w:rsidP="00321ABA">
      <w:pPr>
        <w:pStyle w:val="ListParagraph"/>
        <w:numPr>
          <w:ilvl w:val="0"/>
          <w:numId w:val="14"/>
        </w:numPr>
      </w:pPr>
      <w:r>
        <w:t>Nonstate actors include ALL BUT WHICH of the following?</w:t>
      </w:r>
    </w:p>
    <w:p w:rsidR="004F0572" w:rsidRPr="001E3E82" w:rsidRDefault="004F0572" w:rsidP="00321ABA">
      <w:pPr>
        <w:pStyle w:val="ListParagraph"/>
        <w:numPr>
          <w:ilvl w:val="1"/>
          <w:numId w:val="14"/>
        </w:numPr>
      </w:pPr>
      <w:r>
        <w:t>G</w:t>
      </w:r>
      <w:r w:rsidRPr="001E3E82">
        <w:t>roups and interests within states that influence a state</w:t>
      </w:r>
      <w:r>
        <w:t>’</w:t>
      </w:r>
      <w:r w:rsidRPr="001E3E82">
        <w:t>s foreign</w:t>
      </w:r>
      <w:r>
        <w:t xml:space="preserve"> policy</w:t>
      </w:r>
    </w:p>
    <w:p w:rsidR="004F0572" w:rsidRPr="001E3E82" w:rsidRDefault="004F0572" w:rsidP="00321ABA">
      <w:pPr>
        <w:pStyle w:val="ListParagraph"/>
        <w:numPr>
          <w:ilvl w:val="1"/>
          <w:numId w:val="14"/>
        </w:numPr>
      </w:pPr>
      <w:r>
        <w:t>A</w:t>
      </w:r>
      <w:r w:rsidRPr="001E3E82">
        <w:t xml:space="preserve">ctors that operate below the state level </w:t>
      </w:r>
      <w:r>
        <w:t>as well as across state borders</w:t>
      </w:r>
    </w:p>
    <w:p w:rsidR="004F0572" w:rsidRPr="001E3E82" w:rsidRDefault="004F0572" w:rsidP="00321ABA">
      <w:pPr>
        <w:pStyle w:val="ListParagraph"/>
        <w:numPr>
          <w:ilvl w:val="1"/>
          <w:numId w:val="14"/>
        </w:numPr>
      </w:pPr>
      <w:r>
        <w:t>G</w:t>
      </w:r>
      <w:r w:rsidRPr="001E3E82">
        <w:t>roups like Amnesty Internation</w:t>
      </w:r>
      <w:r>
        <w:t>al and the United Fruit Company</w:t>
      </w:r>
    </w:p>
    <w:p w:rsidR="004F0572" w:rsidRPr="001E3E82" w:rsidRDefault="004F0572" w:rsidP="00321ABA">
      <w:pPr>
        <w:pStyle w:val="ListParagraph"/>
        <w:numPr>
          <w:ilvl w:val="1"/>
          <w:numId w:val="14"/>
        </w:numPr>
      </w:pPr>
      <w:r>
        <w:t>A</w:t>
      </w:r>
      <w:r w:rsidRPr="001E3E82">
        <w:t>ctors like substate actors</w:t>
      </w:r>
      <w:r>
        <w:t xml:space="preserve"> and multinational corporations</w:t>
      </w:r>
    </w:p>
    <w:p w:rsidR="004F0572" w:rsidRPr="001E3E82" w:rsidRDefault="004F0572" w:rsidP="00321ABA">
      <w:pPr>
        <w:pStyle w:val="ListParagraph"/>
        <w:numPr>
          <w:ilvl w:val="1"/>
          <w:numId w:val="14"/>
        </w:numPr>
      </w:pPr>
      <w:r>
        <w:t>Individual decision makers in the government</w:t>
      </w:r>
    </w:p>
    <w:p w:rsidR="004F0572" w:rsidRPr="006A6DD7" w:rsidRDefault="004F0572" w:rsidP="00CC12D1">
      <w:pPr>
        <w:spacing w:before="120"/>
        <w:ind w:left="720"/>
      </w:pPr>
      <w:r>
        <w:t>Answer: E</w:t>
      </w:r>
    </w:p>
    <w:p w:rsidR="004F0572" w:rsidRPr="00225DDA" w:rsidRDefault="004F0572" w:rsidP="00CC12D1">
      <w:pPr>
        <w:ind w:left="720"/>
        <w:rPr>
          <w:i/>
        </w:rPr>
      </w:pPr>
      <w:r w:rsidRPr="00225DDA">
        <w:rPr>
          <w:i/>
        </w:rPr>
        <w:t xml:space="preserve">Reference: </w:t>
      </w:r>
      <w:r>
        <w:rPr>
          <w:i/>
        </w:rPr>
        <w:t>LO 1.2, pgs. 13–14</w:t>
      </w:r>
    </w:p>
    <w:p w:rsidR="004F0572" w:rsidRPr="00225DDA" w:rsidRDefault="004F0572" w:rsidP="00CC12D1">
      <w:pPr>
        <w:ind w:left="720"/>
        <w:rPr>
          <w:i/>
        </w:rPr>
      </w:pPr>
      <w:r w:rsidRPr="00225DDA">
        <w:rPr>
          <w:i/>
        </w:rPr>
        <w:t>Skill: Understanding</w:t>
      </w:r>
    </w:p>
    <w:p w:rsidR="004F0572" w:rsidRPr="001E3E82" w:rsidRDefault="004F0572" w:rsidP="00CC12D1"/>
    <w:p w:rsidR="004F0572" w:rsidRDefault="004F0572" w:rsidP="00321ABA">
      <w:pPr>
        <w:pStyle w:val="ListParagraph"/>
        <w:numPr>
          <w:ilvl w:val="0"/>
          <w:numId w:val="14"/>
        </w:numPr>
      </w:pPr>
      <w:r>
        <w:t>The so-called military-industrial complex in the United States could be considered a/n _______ actor.</w:t>
      </w:r>
    </w:p>
    <w:p w:rsidR="004F0572" w:rsidRDefault="004F0572" w:rsidP="00321ABA">
      <w:pPr>
        <w:pStyle w:val="ListParagraph"/>
        <w:numPr>
          <w:ilvl w:val="1"/>
          <w:numId w:val="14"/>
        </w:numPr>
      </w:pPr>
      <w:r>
        <w:t>governmental</w:t>
      </w:r>
    </w:p>
    <w:p w:rsidR="004F0572" w:rsidRDefault="004F0572" w:rsidP="00321ABA">
      <w:pPr>
        <w:pStyle w:val="ListParagraph"/>
        <w:numPr>
          <w:ilvl w:val="1"/>
          <w:numId w:val="14"/>
        </w:numPr>
      </w:pPr>
      <w:r>
        <w:t>substate</w:t>
      </w:r>
      <w:r w:rsidRPr="001E3E82">
        <w:tab/>
      </w:r>
    </w:p>
    <w:p w:rsidR="004F0572" w:rsidRDefault="004F0572" w:rsidP="00321ABA">
      <w:pPr>
        <w:pStyle w:val="ListParagraph"/>
        <w:numPr>
          <w:ilvl w:val="1"/>
          <w:numId w:val="14"/>
        </w:numPr>
      </w:pPr>
      <w:r>
        <w:t>international</w:t>
      </w:r>
    </w:p>
    <w:p w:rsidR="004F0572" w:rsidRDefault="004F0572" w:rsidP="00321ABA">
      <w:pPr>
        <w:pStyle w:val="ListParagraph"/>
        <w:numPr>
          <w:ilvl w:val="1"/>
          <w:numId w:val="14"/>
        </w:numPr>
      </w:pPr>
      <w:r>
        <w:t>transnational</w:t>
      </w:r>
    </w:p>
    <w:p w:rsidR="004F0572" w:rsidRDefault="004F0572" w:rsidP="00321ABA">
      <w:pPr>
        <w:pStyle w:val="ListParagraph"/>
        <w:numPr>
          <w:ilvl w:val="1"/>
          <w:numId w:val="14"/>
        </w:numPr>
      </w:pPr>
      <w:r>
        <w:t>multinational</w:t>
      </w:r>
    </w:p>
    <w:p w:rsidR="004F0572" w:rsidRPr="006A6DD7" w:rsidRDefault="004F0572" w:rsidP="00290C95">
      <w:pPr>
        <w:pStyle w:val="ListParagraph"/>
        <w:spacing w:before="120"/>
        <w:contextualSpacing w:val="0"/>
      </w:pPr>
      <w:r>
        <w:t>Answer: B</w:t>
      </w:r>
    </w:p>
    <w:p w:rsidR="004F0572" w:rsidRPr="00290C95" w:rsidRDefault="004F0572" w:rsidP="00290C95">
      <w:pPr>
        <w:pStyle w:val="ListParagraph"/>
        <w:rPr>
          <w:i/>
        </w:rPr>
      </w:pPr>
      <w:r w:rsidRPr="00290C95">
        <w:rPr>
          <w:i/>
        </w:rPr>
        <w:t>Reference: LO 1.2</w:t>
      </w:r>
      <w:r>
        <w:rPr>
          <w:i/>
        </w:rPr>
        <w:t>, pgs. 13–14</w:t>
      </w:r>
    </w:p>
    <w:p w:rsidR="004F0572" w:rsidRPr="00290C95" w:rsidRDefault="004F0572" w:rsidP="00290C95">
      <w:pPr>
        <w:pStyle w:val="ListParagraph"/>
        <w:rPr>
          <w:i/>
        </w:rPr>
      </w:pPr>
      <w:r w:rsidRPr="00290C95">
        <w:rPr>
          <w:i/>
        </w:rPr>
        <w:t>Skill: Understanding</w:t>
      </w:r>
    </w:p>
    <w:p w:rsidR="004F0572" w:rsidRPr="001E3E82" w:rsidRDefault="004F0572" w:rsidP="00CC12D1"/>
    <w:p w:rsidR="004F0572" w:rsidRPr="001E3E82" w:rsidRDefault="004F0572" w:rsidP="00321ABA">
      <w:pPr>
        <w:pStyle w:val="ListParagraph"/>
        <w:numPr>
          <w:ilvl w:val="0"/>
          <w:numId w:val="14"/>
        </w:numPr>
      </w:pPr>
      <w:r w:rsidRPr="001E3E82">
        <w:t xml:space="preserve">Which of the following is </w:t>
      </w:r>
      <w:r>
        <w:t xml:space="preserve">NOT </w:t>
      </w:r>
      <w:r w:rsidRPr="001E3E82">
        <w:t>an example of a transnational actor?</w:t>
      </w:r>
    </w:p>
    <w:p w:rsidR="004F0572" w:rsidRPr="001E3E82" w:rsidRDefault="004F0572" w:rsidP="00321ABA">
      <w:pPr>
        <w:pStyle w:val="ListParagraph"/>
        <w:numPr>
          <w:ilvl w:val="1"/>
          <w:numId w:val="14"/>
        </w:numPr>
      </w:pPr>
      <w:r>
        <w:t>The North Atlantic Treaty Organization</w:t>
      </w:r>
    </w:p>
    <w:p w:rsidR="004F0572" w:rsidRPr="001E3E82" w:rsidRDefault="004F0572" w:rsidP="00321ABA">
      <w:pPr>
        <w:pStyle w:val="ListParagraph"/>
        <w:numPr>
          <w:ilvl w:val="1"/>
          <w:numId w:val="14"/>
        </w:numPr>
      </w:pPr>
      <w:r w:rsidRPr="001E3E82">
        <w:t>M</w:t>
      </w:r>
      <w:r>
        <w:t>ultinational corporations</w:t>
      </w:r>
    </w:p>
    <w:p w:rsidR="004F0572" w:rsidRDefault="004F0572" w:rsidP="00321ABA">
      <w:pPr>
        <w:pStyle w:val="ListParagraph"/>
        <w:numPr>
          <w:ilvl w:val="1"/>
          <w:numId w:val="14"/>
        </w:numPr>
      </w:pPr>
      <w:r w:rsidRPr="001E3E82">
        <w:t>Interg</w:t>
      </w:r>
      <w:r>
        <w:t>overnmental organizations</w:t>
      </w:r>
    </w:p>
    <w:p w:rsidR="004F0572" w:rsidRPr="001E3E82" w:rsidRDefault="004F0572" w:rsidP="00321ABA">
      <w:pPr>
        <w:pStyle w:val="ListParagraph"/>
        <w:numPr>
          <w:ilvl w:val="1"/>
          <w:numId w:val="14"/>
        </w:numPr>
      </w:pPr>
      <w:r>
        <w:t>The US State Department</w:t>
      </w:r>
    </w:p>
    <w:p w:rsidR="004F0572" w:rsidRPr="001E3E82" w:rsidRDefault="004F0572" w:rsidP="00321ABA">
      <w:pPr>
        <w:pStyle w:val="ListParagraph"/>
        <w:numPr>
          <w:ilvl w:val="1"/>
          <w:numId w:val="14"/>
        </w:numPr>
      </w:pPr>
      <w:r>
        <w:t>The</w:t>
      </w:r>
      <w:r w:rsidRPr="001E3E82">
        <w:t xml:space="preserve"> African Union</w:t>
      </w:r>
      <w:r>
        <w:t xml:space="preserve"> </w:t>
      </w:r>
    </w:p>
    <w:p w:rsidR="004F0572" w:rsidRPr="006A6DD7" w:rsidRDefault="004F0572" w:rsidP="00CC12D1">
      <w:pPr>
        <w:spacing w:before="120"/>
        <w:ind w:left="720"/>
      </w:pPr>
      <w:r>
        <w:t>Answer: D</w:t>
      </w:r>
    </w:p>
    <w:p w:rsidR="004F0572" w:rsidRPr="00225DDA" w:rsidRDefault="004F0572" w:rsidP="00CC12D1">
      <w:pPr>
        <w:ind w:left="720"/>
        <w:rPr>
          <w:i/>
        </w:rPr>
      </w:pPr>
      <w:r w:rsidRPr="00225DDA">
        <w:rPr>
          <w:i/>
        </w:rPr>
        <w:t xml:space="preserve">Reference: </w:t>
      </w:r>
      <w:r>
        <w:rPr>
          <w:i/>
        </w:rPr>
        <w:t>LO 1.2, pgs. 13–14</w:t>
      </w:r>
    </w:p>
    <w:p w:rsidR="004F0572" w:rsidRPr="00225DDA" w:rsidRDefault="004F0572" w:rsidP="00CC12D1">
      <w:pPr>
        <w:ind w:left="720"/>
        <w:rPr>
          <w:i/>
        </w:rPr>
      </w:pPr>
      <w:r w:rsidRPr="00225DDA">
        <w:rPr>
          <w:i/>
        </w:rPr>
        <w:t>Skill: Understanding</w:t>
      </w:r>
    </w:p>
    <w:p w:rsidR="004F0572" w:rsidRPr="001E3E82" w:rsidRDefault="004F0572" w:rsidP="00CC12D1"/>
    <w:p w:rsidR="004F0572" w:rsidRPr="001E3E82" w:rsidRDefault="004F0572" w:rsidP="00321ABA">
      <w:pPr>
        <w:pStyle w:val="ListParagraph"/>
        <w:numPr>
          <w:ilvl w:val="0"/>
          <w:numId w:val="14"/>
        </w:numPr>
      </w:pPr>
      <w:r w:rsidRPr="001E3E82">
        <w:t>An organization whose members are national governments is a(n)</w:t>
      </w:r>
    </w:p>
    <w:p w:rsidR="004F0572" w:rsidRPr="001E3E82" w:rsidRDefault="004F0572" w:rsidP="00321ABA">
      <w:pPr>
        <w:pStyle w:val="ListParagraph"/>
        <w:numPr>
          <w:ilvl w:val="1"/>
          <w:numId w:val="14"/>
        </w:numPr>
      </w:pPr>
      <w:r w:rsidRPr="001E3E82">
        <w:t>nongovernmental organization (NGO).</w:t>
      </w:r>
    </w:p>
    <w:p w:rsidR="004F0572" w:rsidRPr="001E3E82" w:rsidRDefault="004F0572" w:rsidP="00321ABA">
      <w:pPr>
        <w:pStyle w:val="ListParagraph"/>
        <w:numPr>
          <w:ilvl w:val="1"/>
          <w:numId w:val="14"/>
        </w:numPr>
      </w:pPr>
      <w:r w:rsidRPr="001E3E82">
        <w:t>intergo</w:t>
      </w:r>
      <w:r>
        <w:t xml:space="preserve">vernmental organization (IGO). </w:t>
      </w:r>
    </w:p>
    <w:p w:rsidR="004F0572" w:rsidRPr="001E3E82" w:rsidRDefault="004F0572" w:rsidP="00321ABA">
      <w:pPr>
        <w:pStyle w:val="ListParagraph"/>
        <w:numPr>
          <w:ilvl w:val="1"/>
          <w:numId w:val="14"/>
        </w:numPr>
      </w:pPr>
      <w:r w:rsidRPr="001E3E82">
        <w:t>worldwide transnational organization (WTO).</w:t>
      </w:r>
    </w:p>
    <w:p w:rsidR="004F0572" w:rsidRPr="001E3E82" w:rsidRDefault="004F0572" w:rsidP="00321ABA">
      <w:pPr>
        <w:pStyle w:val="ListParagraph"/>
        <w:numPr>
          <w:ilvl w:val="1"/>
          <w:numId w:val="14"/>
        </w:numPr>
      </w:pPr>
      <w:r w:rsidRPr="001E3E82">
        <w:t>multinational organization (MNO).</w:t>
      </w:r>
    </w:p>
    <w:p w:rsidR="004F0572" w:rsidRPr="001E3E82" w:rsidRDefault="004F0572" w:rsidP="00321ABA">
      <w:pPr>
        <w:pStyle w:val="ListParagraph"/>
        <w:numPr>
          <w:ilvl w:val="1"/>
          <w:numId w:val="14"/>
        </w:numPr>
      </w:pPr>
      <w:r w:rsidRPr="001E3E82">
        <w:t>global governmental organization (GGO).</w:t>
      </w:r>
    </w:p>
    <w:p w:rsidR="004F0572" w:rsidRPr="006A6DD7" w:rsidRDefault="004F0572" w:rsidP="00CC12D1">
      <w:pPr>
        <w:spacing w:before="120"/>
        <w:ind w:left="720"/>
      </w:pPr>
      <w:r w:rsidRPr="006A6DD7">
        <w:t>Answer: B</w:t>
      </w:r>
    </w:p>
    <w:p w:rsidR="004F0572" w:rsidRPr="00225DDA" w:rsidRDefault="004F0572" w:rsidP="00CC12D1">
      <w:pPr>
        <w:ind w:left="720"/>
        <w:rPr>
          <w:i/>
        </w:rPr>
      </w:pPr>
      <w:r w:rsidRPr="00225DDA">
        <w:rPr>
          <w:i/>
        </w:rPr>
        <w:t xml:space="preserve">Reference: </w:t>
      </w:r>
      <w:r>
        <w:rPr>
          <w:i/>
        </w:rPr>
        <w:t>LO 1.2, pgs. 13–14</w:t>
      </w:r>
    </w:p>
    <w:p w:rsidR="004F0572" w:rsidRPr="00225DDA" w:rsidRDefault="004F0572" w:rsidP="00CC12D1">
      <w:pPr>
        <w:ind w:left="720"/>
        <w:rPr>
          <w:i/>
        </w:rPr>
      </w:pPr>
      <w:r w:rsidRPr="00225DDA">
        <w:rPr>
          <w:i/>
        </w:rPr>
        <w:t>Skill: Understanding</w:t>
      </w:r>
    </w:p>
    <w:p w:rsidR="004F0572" w:rsidRDefault="004F0572">
      <w:r>
        <w:br w:type="page"/>
      </w:r>
    </w:p>
    <w:p w:rsidR="004F0572" w:rsidRDefault="004F0572" w:rsidP="00CC12D1"/>
    <w:p w:rsidR="004F0572" w:rsidRDefault="004F0572" w:rsidP="00321ABA">
      <w:pPr>
        <w:pStyle w:val="ListParagraph"/>
        <w:numPr>
          <w:ilvl w:val="0"/>
          <w:numId w:val="14"/>
        </w:numPr>
      </w:pPr>
      <w:r>
        <w:t>Which of the following is NOT an intergovernmental organization?</w:t>
      </w:r>
    </w:p>
    <w:p w:rsidR="004F0572" w:rsidRDefault="004F0572" w:rsidP="00321ABA">
      <w:pPr>
        <w:numPr>
          <w:ilvl w:val="0"/>
          <w:numId w:val="8"/>
        </w:numPr>
        <w:ind w:left="1440"/>
      </w:pPr>
      <w:r>
        <w:t>The European Union (EU)</w:t>
      </w:r>
    </w:p>
    <w:p w:rsidR="004F0572" w:rsidRDefault="004F0572" w:rsidP="00321ABA">
      <w:pPr>
        <w:numPr>
          <w:ilvl w:val="0"/>
          <w:numId w:val="8"/>
        </w:numPr>
        <w:ind w:left="1440"/>
      </w:pPr>
      <w:r>
        <w:t>The Organization of Petroleum Exporting Countries (OPEC)</w:t>
      </w:r>
    </w:p>
    <w:p w:rsidR="004F0572" w:rsidRDefault="004F0572" w:rsidP="00321ABA">
      <w:pPr>
        <w:numPr>
          <w:ilvl w:val="0"/>
          <w:numId w:val="8"/>
        </w:numPr>
        <w:ind w:left="1440"/>
      </w:pPr>
      <w:r>
        <w:t>The World Trade Organization (WTO)</w:t>
      </w:r>
    </w:p>
    <w:p w:rsidR="004F0572" w:rsidRDefault="004F0572" w:rsidP="00321ABA">
      <w:pPr>
        <w:numPr>
          <w:ilvl w:val="0"/>
          <w:numId w:val="8"/>
        </w:numPr>
        <w:ind w:left="1440"/>
      </w:pPr>
      <w:r>
        <w:t>Amnesty International (AI)</w:t>
      </w:r>
    </w:p>
    <w:p w:rsidR="004F0572" w:rsidRDefault="004F0572" w:rsidP="00321ABA">
      <w:pPr>
        <w:numPr>
          <w:ilvl w:val="0"/>
          <w:numId w:val="8"/>
        </w:numPr>
        <w:ind w:left="1440"/>
      </w:pPr>
      <w:r>
        <w:t>African Union (AU)</w:t>
      </w:r>
    </w:p>
    <w:p w:rsidR="004F0572" w:rsidRPr="006A6DD7" w:rsidRDefault="004F0572" w:rsidP="00CC12D1">
      <w:pPr>
        <w:spacing w:before="120"/>
        <w:ind w:left="720"/>
      </w:pPr>
      <w:r>
        <w:t>Answer: D</w:t>
      </w:r>
    </w:p>
    <w:p w:rsidR="004F0572" w:rsidRPr="00225DDA" w:rsidRDefault="004F0572" w:rsidP="00CC12D1">
      <w:pPr>
        <w:ind w:firstLine="720"/>
        <w:rPr>
          <w:i/>
        </w:rPr>
      </w:pPr>
      <w:r w:rsidRPr="00225DDA">
        <w:rPr>
          <w:i/>
        </w:rPr>
        <w:t xml:space="preserve">Reference: </w:t>
      </w:r>
      <w:r>
        <w:rPr>
          <w:i/>
        </w:rPr>
        <w:t>LO 1.2, pgs. 13–14</w:t>
      </w:r>
    </w:p>
    <w:p w:rsidR="004F0572" w:rsidRPr="003269E3" w:rsidRDefault="004F0572" w:rsidP="00CC12D1">
      <w:pPr>
        <w:ind w:firstLine="720"/>
        <w:rPr>
          <w:i/>
        </w:rPr>
      </w:pPr>
      <w:r w:rsidRPr="00225DDA">
        <w:rPr>
          <w:i/>
        </w:rPr>
        <w:t>Skill: Understanding</w:t>
      </w:r>
    </w:p>
    <w:p w:rsidR="004F0572" w:rsidRDefault="004F0572" w:rsidP="001853B7">
      <w:pPr>
        <w:pStyle w:val="ListParagraph"/>
        <w:ind w:left="1440"/>
      </w:pPr>
    </w:p>
    <w:p w:rsidR="004F0572" w:rsidRPr="001E3E82" w:rsidRDefault="004F0572" w:rsidP="00321ABA">
      <w:pPr>
        <w:pStyle w:val="ListParagraph"/>
        <w:numPr>
          <w:ilvl w:val="0"/>
          <w:numId w:val="14"/>
        </w:numPr>
      </w:pPr>
      <w:r w:rsidRPr="001E3E82">
        <w:t>Groups within states that influence the state</w:t>
      </w:r>
      <w:r>
        <w:t>’</w:t>
      </w:r>
      <w:r w:rsidRPr="001E3E82">
        <w:t>s foreign policy are</w:t>
      </w:r>
      <w:r>
        <w:t xml:space="preserve"> called</w:t>
      </w:r>
    </w:p>
    <w:p w:rsidR="004F0572" w:rsidRPr="001E3E82" w:rsidRDefault="004F0572" w:rsidP="00321ABA">
      <w:pPr>
        <w:pStyle w:val="ListParagraph"/>
        <w:numPr>
          <w:ilvl w:val="1"/>
          <w:numId w:val="14"/>
        </w:numPr>
      </w:pPr>
      <w:r>
        <w:t xml:space="preserve">substate actors. </w:t>
      </w:r>
    </w:p>
    <w:p w:rsidR="004F0572" w:rsidRPr="001E3E82" w:rsidRDefault="004F0572" w:rsidP="00321ABA">
      <w:pPr>
        <w:pStyle w:val="ListParagraph"/>
        <w:numPr>
          <w:ilvl w:val="1"/>
          <w:numId w:val="14"/>
        </w:numPr>
      </w:pPr>
      <w:r w:rsidRPr="001E3E82">
        <w:t>transnational actors.</w:t>
      </w:r>
    </w:p>
    <w:p w:rsidR="004F0572" w:rsidRPr="001E3E82" w:rsidRDefault="004F0572" w:rsidP="00321ABA">
      <w:pPr>
        <w:pStyle w:val="ListParagraph"/>
        <w:numPr>
          <w:ilvl w:val="1"/>
          <w:numId w:val="14"/>
        </w:numPr>
      </w:pPr>
      <w:r w:rsidRPr="001E3E82">
        <w:t>nongovernmental organizations.</w:t>
      </w:r>
    </w:p>
    <w:p w:rsidR="004F0572" w:rsidRPr="001E3E82" w:rsidRDefault="004F0572" w:rsidP="00321ABA">
      <w:pPr>
        <w:pStyle w:val="ListParagraph"/>
        <w:numPr>
          <w:ilvl w:val="1"/>
          <w:numId w:val="14"/>
        </w:numPr>
      </w:pPr>
      <w:r w:rsidRPr="001E3E82">
        <w:t>undergovernmental actors.</w:t>
      </w:r>
    </w:p>
    <w:p w:rsidR="004F0572" w:rsidRPr="001E3E82" w:rsidRDefault="004F0572" w:rsidP="00321ABA">
      <w:pPr>
        <w:pStyle w:val="ListParagraph"/>
        <w:numPr>
          <w:ilvl w:val="1"/>
          <w:numId w:val="14"/>
        </w:numPr>
      </w:pPr>
      <w:r w:rsidRPr="001E3E82">
        <w:t>intergovernmental organizations.</w:t>
      </w:r>
    </w:p>
    <w:p w:rsidR="004F0572" w:rsidRPr="006A6DD7" w:rsidRDefault="004F0572" w:rsidP="001853B7">
      <w:pPr>
        <w:spacing w:before="120"/>
        <w:ind w:left="720"/>
      </w:pPr>
      <w:r>
        <w:t>Answer: A</w:t>
      </w:r>
    </w:p>
    <w:p w:rsidR="004F0572" w:rsidRPr="00225DDA" w:rsidRDefault="004F0572" w:rsidP="001853B7">
      <w:pPr>
        <w:ind w:left="720"/>
        <w:rPr>
          <w:i/>
        </w:rPr>
      </w:pPr>
      <w:r w:rsidRPr="00225DDA">
        <w:rPr>
          <w:i/>
        </w:rPr>
        <w:t xml:space="preserve">Reference: </w:t>
      </w:r>
      <w:r>
        <w:rPr>
          <w:i/>
        </w:rPr>
        <w:t>LO 1.2, p. 14</w:t>
      </w:r>
    </w:p>
    <w:p w:rsidR="004F0572" w:rsidRPr="00225DDA" w:rsidRDefault="004F0572" w:rsidP="001853B7">
      <w:pPr>
        <w:ind w:left="720"/>
        <w:rPr>
          <w:i/>
        </w:rPr>
      </w:pPr>
      <w:r w:rsidRPr="00225DDA">
        <w:rPr>
          <w:i/>
        </w:rPr>
        <w:t>Skill: Understanding</w:t>
      </w:r>
    </w:p>
    <w:p w:rsidR="004F0572" w:rsidRPr="001E3E82" w:rsidRDefault="004F0572" w:rsidP="00CC12D1"/>
    <w:p w:rsidR="004F0572" w:rsidRPr="001E3E82" w:rsidRDefault="004F0572" w:rsidP="00321ABA">
      <w:pPr>
        <w:pStyle w:val="ListParagraph"/>
        <w:numPr>
          <w:ilvl w:val="0"/>
          <w:numId w:val="14"/>
        </w:numPr>
      </w:pPr>
      <w:r w:rsidRPr="001E3E82">
        <w:t>The _____</w:t>
      </w:r>
      <w:r>
        <w:t>__</w:t>
      </w:r>
      <w:r w:rsidRPr="001E3E82">
        <w:t xml:space="preserve"> level of analysis concerns the choices and actions of human beings.</w:t>
      </w:r>
    </w:p>
    <w:p w:rsidR="004F0572" w:rsidRPr="001E3E82" w:rsidRDefault="004F0572" w:rsidP="00321ABA">
      <w:pPr>
        <w:pStyle w:val="ListParagraph"/>
        <w:numPr>
          <w:ilvl w:val="1"/>
          <w:numId w:val="14"/>
        </w:numPr>
      </w:pPr>
      <w:r w:rsidRPr="001E3E82">
        <w:t>domestic</w:t>
      </w:r>
    </w:p>
    <w:p w:rsidR="004F0572" w:rsidRPr="001E3E82" w:rsidRDefault="004F0572" w:rsidP="00321ABA">
      <w:pPr>
        <w:pStyle w:val="ListParagraph"/>
        <w:numPr>
          <w:ilvl w:val="1"/>
          <w:numId w:val="14"/>
        </w:numPr>
      </w:pPr>
      <w:r w:rsidRPr="001E3E82">
        <w:t>global</w:t>
      </w:r>
    </w:p>
    <w:p w:rsidR="004F0572" w:rsidRPr="001E3E82" w:rsidRDefault="004F0572" w:rsidP="00321ABA">
      <w:pPr>
        <w:pStyle w:val="ListParagraph"/>
        <w:numPr>
          <w:ilvl w:val="1"/>
          <w:numId w:val="14"/>
        </w:numPr>
      </w:pPr>
      <w:r w:rsidRPr="001E3E82">
        <w:t>indiv</w:t>
      </w:r>
      <w:r>
        <w:t>idual</w:t>
      </w:r>
    </w:p>
    <w:p w:rsidR="004F0572" w:rsidRPr="001E3E82" w:rsidRDefault="004F0572" w:rsidP="00321ABA">
      <w:pPr>
        <w:pStyle w:val="ListParagraph"/>
        <w:numPr>
          <w:ilvl w:val="1"/>
          <w:numId w:val="14"/>
        </w:numPr>
      </w:pPr>
      <w:r w:rsidRPr="001E3E82">
        <w:t>interstate</w:t>
      </w:r>
    </w:p>
    <w:p w:rsidR="004F0572" w:rsidRPr="001E3E82" w:rsidRDefault="004F0572" w:rsidP="00321ABA">
      <w:pPr>
        <w:pStyle w:val="ListParagraph"/>
        <w:numPr>
          <w:ilvl w:val="1"/>
          <w:numId w:val="14"/>
        </w:numPr>
      </w:pPr>
      <w:r w:rsidRPr="001E3E82">
        <w:t>state</w:t>
      </w:r>
    </w:p>
    <w:p w:rsidR="004F0572" w:rsidRPr="006A6DD7" w:rsidRDefault="004F0572" w:rsidP="00B14D36">
      <w:pPr>
        <w:pStyle w:val="ListParagraph"/>
        <w:spacing w:before="120"/>
        <w:contextualSpacing w:val="0"/>
      </w:pPr>
      <w:r>
        <w:t>Answer: C</w:t>
      </w:r>
    </w:p>
    <w:p w:rsidR="004F0572" w:rsidRPr="00225DDA" w:rsidRDefault="004F0572" w:rsidP="00CC12D1">
      <w:pPr>
        <w:ind w:left="720"/>
        <w:rPr>
          <w:i/>
        </w:rPr>
      </w:pPr>
      <w:r w:rsidRPr="00225DDA">
        <w:rPr>
          <w:i/>
        </w:rPr>
        <w:t xml:space="preserve">Reference: </w:t>
      </w:r>
      <w:r>
        <w:rPr>
          <w:i/>
        </w:rPr>
        <w:t>LO 1.2, pgs. 14–17</w:t>
      </w:r>
    </w:p>
    <w:p w:rsidR="004F0572" w:rsidRPr="00225DDA" w:rsidRDefault="004F0572" w:rsidP="00CC12D1">
      <w:pPr>
        <w:ind w:left="720"/>
        <w:rPr>
          <w:i/>
        </w:rPr>
      </w:pPr>
      <w:r w:rsidRPr="00225DDA">
        <w:rPr>
          <w:i/>
        </w:rPr>
        <w:t>Skill: Understanding</w:t>
      </w:r>
    </w:p>
    <w:p w:rsidR="004F0572" w:rsidRPr="001E3E82" w:rsidRDefault="004F0572" w:rsidP="00CC12D1"/>
    <w:p w:rsidR="004F0572" w:rsidRPr="001E3E82" w:rsidRDefault="004F0572" w:rsidP="00321ABA">
      <w:pPr>
        <w:pStyle w:val="ListParagraph"/>
        <w:numPr>
          <w:ilvl w:val="0"/>
          <w:numId w:val="14"/>
        </w:numPr>
      </w:pPr>
      <w:r w:rsidRPr="001E3E82">
        <w:t>The _____</w:t>
      </w:r>
      <w:r>
        <w:t>___</w:t>
      </w:r>
      <w:r w:rsidRPr="001E3E82">
        <w:t xml:space="preserve"> level of analysis concerns the influence of the international system upon outcomes, whereas the _____</w:t>
      </w:r>
      <w:r>
        <w:t>___</w:t>
      </w:r>
      <w:r w:rsidRPr="001E3E82">
        <w:t xml:space="preserve"> level of analysis concerns the influence of trends and forces that transcend the interactions of states upon outcomes.</w:t>
      </w:r>
    </w:p>
    <w:p w:rsidR="004F0572" w:rsidRPr="001E3E82" w:rsidRDefault="004F0572" w:rsidP="00321ABA">
      <w:pPr>
        <w:pStyle w:val="ListParagraph"/>
        <w:numPr>
          <w:ilvl w:val="1"/>
          <w:numId w:val="14"/>
        </w:numPr>
      </w:pPr>
      <w:r w:rsidRPr="001E3E82">
        <w:t>domestic, interstate</w:t>
      </w:r>
    </w:p>
    <w:p w:rsidR="004F0572" w:rsidRPr="001E3E82" w:rsidRDefault="004F0572" w:rsidP="00321ABA">
      <w:pPr>
        <w:pStyle w:val="ListParagraph"/>
        <w:numPr>
          <w:ilvl w:val="1"/>
          <w:numId w:val="14"/>
        </w:numPr>
      </w:pPr>
      <w:r w:rsidRPr="001E3E82">
        <w:t>global, individual</w:t>
      </w:r>
    </w:p>
    <w:p w:rsidR="004F0572" w:rsidRPr="001E3E82" w:rsidRDefault="004F0572" w:rsidP="00321ABA">
      <w:pPr>
        <w:pStyle w:val="ListParagraph"/>
        <w:numPr>
          <w:ilvl w:val="1"/>
          <w:numId w:val="14"/>
        </w:numPr>
      </w:pPr>
      <w:r w:rsidRPr="001E3E82">
        <w:t>individual, domestic</w:t>
      </w:r>
    </w:p>
    <w:p w:rsidR="004F0572" w:rsidRPr="001E3E82" w:rsidRDefault="004F0572" w:rsidP="00321ABA">
      <w:pPr>
        <w:pStyle w:val="ListParagraph"/>
        <w:numPr>
          <w:ilvl w:val="1"/>
          <w:numId w:val="14"/>
        </w:numPr>
      </w:pPr>
      <w:r>
        <w:t xml:space="preserve">interstate, global </w:t>
      </w:r>
    </w:p>
    <w:p w:rsidR="004F0572" w:rsidRPr="001E3E82" w:rsidRDefault="004F0572" w:rsidP="00321ABA">
      <w:pPr>
        <w:pStyle w:val="ListParagraph"/>
        <w:numPr>
          <w:ilvl w:val="1"/>
          <w:numId w:val="14"/>
        </w:numPr>
      </w:pPr>
      <w:r w:rsidRPr="001E3E82">
        <w:t>domestic, global</w:t>
      </w:r>
    </w:p>
    <w:p w:rsidR="004F0572" w:rsidRPr="006A6DD7" w:rsidRDefault="004F0572" w:rsidP="00CC12D1">
      <w:pPr>
        <w:spacing w:before="120"/>
        <w:ind w:left="720"/>
      </w:pPr>
      <w:r>
        <w:t>Answer: D</w:t>
      </w:r>
    </w:p>
    <w:p w:rsidR="004F0572" w:rsidRPr="00225DDA" w:rsidRDefault="004F0572" w:rsidP="00CC12D1">
      <w:pPr>
        <w:ind w:left="720"/>
        <w:rPr>
          <w:i/>
        </w:rPr>
      </w:pPr>
      <w:r w:rsidRPr="00225DDA">
        <w:rPr>
          <w:i/>
        </w:rPr>
        <w:t xml:space="preserve">Reference: </w:t>
      </w:r>
      <w:r>
        <w:rPr>
          <w:i/>
        </w:rPr>
        <w:t>LO 1.2, pgs. 14–17</w:t>
      </w:r>
    </w:p>
    <w:p w:rsidR="004F0572" w:rsidRPr="00225DDA" w:rsidRDefault="004F0572" w:rsidP="00CC12D1">
      <w:pPr>
        <w:ind w:left="720"/>
        <w:rPr>
          <w:i/>
        </w:rPr>
      </w:pPr>
      <w:r w:rsidRPr="00225DDA">
        <w:rPr>
          <w:i/>
        </w:rPr>
        <w:t>Skill: Understanding</w:t>
      </w:r>
    </w:p>
    <w:p w:rsidR="004F0572" w:rsidRPr="001E3E82" w:rsidRDefault="004F0572" w:rsidP="00CC12D1"/>
    <w:p w:rsidR="004F0572" w:rsidRPr="001E3E82" w:rsidRDefault="004F0572" w:rsidP="00321ABA">
      <w:pPr>
        <w:pStyle w:val="ListParagraph"/>
        <w:numPr>
          <w:ilvl w:val="0"/>
          <w:numId w:val="14"/>
        </w:numPr>
      </w:pPr>
      <w:r w:rsidRPr="001E3E82">
        <w:t>The level of analysis that considers the geographic locations and relative power of states is the _____</w:t>
      </w:r>
      <w:r>
        <w:t>___</w:t>
      </w:r>
      <w:r w:rsidRPr="001E3E82">
        <w:t xml:space="preserve"> level of analysis, whereas the _____</w:t>
      </w:r>
      <w:r>
        <w:t>___</w:t>
      </w:r>
      <w:r w:rsidRPr="001E3E82">
        <w:t xml:space="preserve"> level of analysis concerns groups of individuals within states.</w:t>
      </w:r>
    </w:p>
    <w:p w:rsidR="004F0572" w:rsidRPr="001E3E82" w:rsidRDefault="004F0572" w:rsidP="00321ABA">
      <w:pPr>
        <w:pStyle w:val="ListParagraph"/>
        <w:numPr>
          <w:ilvl w:val="1"/>
          <w:numId w:val="14"/>
        </w:numPr>
      </w:pPr>
      <w:r w:rsidRPr="001E3E82">
        <w:t>individual, interstate</w:t>
      </w:r>
    </w:p>
    <w:p w:rsidR="004F0572" w:rsidRPr="001E3E82" w:rsidRDefault="004F0572" w:rsidP="00321ABA">
      <w:pPr>
        <w:pStyle w:val="ListParagraph"/>
        <w:numPr>
          <w:ilvl w:val="1"/>
          <w:numId w:val="14"/>
        </w:numPr>
      </w:pPr>
      <w:r w:rsidRPr="001E3E82">
        <w:t>domestic, individual</w:t>
      </w:r>
    </w:p>
    <w:p w:rsidR="004F0572" w:rsidRPr="001E3E82" w:rsidRDefault="004F0572" w:rsidP="00321ABA">
      <w:pPr>
        <w:pStyle w:val="ListParagraph"/>
        <w:numPr>
          <w:ilvl w:val="1"/>
          <w:numId w:val="14"/>
        </w:numPr>
      </w:pPr>
      <w:r>
        <w:t xml:space="preserve">interstate, domestic </w:t>
      </w:r>
    </w:p>
    <w:p w:rsidR="004F0572" w:rsidRPr="001E3E82" w:rsidRDefault="004F0572" w:rsidP="00321ABA">
      <w:pPr>
        <w:pStyle w:val="ListParagraph"/>
        <w:numPr>
          <w:ilvl w:val="1"/>
          <w:numId w:val="14"/>
        </w:numPr>
      </w:pPr>
      <w:r w:rsidRPr="001E3E82">
        <w:t>global, individual</w:t>
      </w:r>
    </w:p>
    <w:p w:rsidR="004F0572" w:rsidRPr="001E3E82" w:rsidRDefault="004F0572" w:rsidP="00321ABA">
      <w:pPr>
        <w:pStyle w:val="ListParagraph"/>
        <w:numPr>
          <w:ilvl w:val="1"/>
          <w:numId w:val="14"/>
        </w:numPr>
      </w:pPr>
      <w:r w:rsidRPr="001E3E82">
        <w:t>domestic, global</w:t>
      </w:r>
    </w:p>
    <w:p w:rsidR="004F0572" w:rsidRPr="006A6DD7" w:rsidRDefault="004F0572" w:rsidP="00CC12D1">
      <w:pPr>
        <w:spacing w:before="120"/>
        <w:ind w:left="720"/>
      </w:pPr>
      <w:r>
        <w:t>Answer: C</w:t>
      </w:r>
    </w:p>
    <w:p w:rsidR="004F0572" w:rsidRPr="00225DDA" w:rsidRDefault="004F0572" w:rsidP="00CC12D1">
      <w:pPr>
        <w:ind w:left="720"/>
        <w:rPr>
          <w:i/>
        </w:rPr>
      </w:pPr>
      <w:r w:rsidRPr="00225DDA">
        <w:rPr>
          <w:i/>
        </w:rPr>
        <w:t xml:space="preserve">Reference: </w:t>
      </w:r>
      <w:r>
        <w:rPr>
          <w:i/>
        </w:rPr>
        <w:t>LO 1.2, pgs. 14–17</w:t>
      </w:r>
    </w:p>
    <w:p w:rsidR="004F0572" w:rsidRDefault="004F0572" w:rsidP="00CC12D1">
      <w:pPr>
        <w:ind w:left="720"/>
        <w:rPr>
          <w:i/>
        </w:rPr>
      </w:pPr>
      <w:r w:rsidRPr="00225DDA">
        <w:rPr>
          <w:i/>
        </w:rPr>
        <w:t>Skill: Understanding</w:t>
      </w:r>
    </w:p>
    <w:p w:rsidR="004F0572" w:rsidRPr="00225DDA" w:rsidRDefault="004F0572" w:rsidP="00CC12D1">
      <w:pPr>
        <w:ind w:left="720"/>
        <w:rPr>
          <w:i/>
        </w:rPr>
      </w:pPr>
    </w:p>
    <w:p w:rsidR="004F0572" w:rsidRPr="001E3E82" w:rsidRDefault="004F0572" w:rsidP="00321ABA">
      <w:pPr>
        <w:pStyle w:val="ListParagraph"/>
        <w:numPr>
          <w:ilvl w:val="0"/>
          <w:numId w:val="14"/>
        </w:numPr>
      </w:pPr>
      <w:r w:rsidRPr="001E3E82">
        <w:t xml:space="preserve">Consideration of the political organizations, government agencies, and economic sectors </w:t>
      </w:r>
      <w:r>
        <w:t>of</w:t>
      </w:r>
      <w:r w:rsidRPr="001E3E82">
        <w:t xml:space="preserve"> states is the focus of the _____</w:t>
      </w:r>
      <w:r>
        <w:t>___</w:t>
      </w:r>
      <w:r w:rsidRPr="001E3E82">
        <w:t xml:space="preserve"> level of analysis.</w:t>
      </w:r>
    </w:p>
    <w:p w:rsidR="004F0572" w:rsidRPr="001E3E82" w:rsidRDefault="004F0572" w:rsidP="00321ABA">
      <w:pPr>
        <w:pStyle w:val="ListParagraph"/>
        <w:numPr>
          <w:ilvl w:val="1"/>
          <w:numId w:val="14"/>
        </w:numPr>
      </w:pPr>
      <w:r w:rsidRPr="001E3E82">
        <w:t>individual</w:t>
      </w:r>
    </w:p>
    <w:p w:rsidR="004F0572" w:rsidRPr="001E3E82" w:rsidRDefault="004F0572" w:rsidP="00321ABA">
      <w:pPr>
        <w:pStyle w:val="ListParagraph"/>
        <w:numPr>
          <w:ilvl w:val="1"/>
          <w:numId w:val="14"/>
        </w:numPr>
      </w:pPr>
      <w:r>
        <w:t xml:space="preserve">domestic </w:t>
      </w:r>
    </w:p>
    <w:p w:rsidR="004F0572" w:rsidRPr="001E3E82" w:rsidRDefault="004F0572" w:rsidP="00321ABA">
      <w:pPr>
        <w:pStyle w:val="ListParagraph"/>
        <w:numPr>
          <w:ilvl w:val="1"/>
          <w:numId w:val="14"/>
        </w:numPr>
      </w:pPr>
      <w:r w:rsidRPr="001E3E82">
        <w:t>interstate</w:t>
      </w:r>
    </w:p>
    <w:p w:rsidR="004F0572" w:rsidRPr="001E3E82" w:rsidRDefault="004F0572" w:rsidP="00321ABA">
      <w:pPr>
        <w:pStyle w:val="ListParagraph"/>
        <w:numPr>
          <w:ilvl w:val="1"/>
          <w:numId w:val="14"/>
        </w:numPr>
      </w:pPr>
      <w:r w:rsidRPr="001E3E82">
        <w:t>global</w:t>
      </w:r>
    </w:p>
    <w:p w:rsidR="004F0572" w:rsidRPr="001E3E82" w:rsidRDefault="004F0572" w:rsidP="00321ABA">
      <w:pPr>
        <w:pStyle w:val="ListParagraph"/>
        <w:numPr>
          <w:ilvl w:val="1"/>
          <w:numId w:val="14"/>
        </w:numPr>
      </w:pPr>
      <w:r w:rsidRPr="001E3E82">
        <w:t>systemic</w:t>
      </w:r>
    </w:p>
    <w:p w:rsidR="004F0572" w:rsidRPr="006A6DD7" w:rsidRDefault="004F0572" w:rsidP="00CC12D1">
      <w:pPr>
        <w:spacing w:before="120"/>
        <w:ind w:left="720"/>
      </w:pPr>
      <w:r w:rsidRPr="006A6DD7">
        <w:t>Answer: B</w:t>
      </w:r>
    </w:p>
    <w:p w:rsidR="004F0572" w:rsidRPr="00225DDA" w:rsidRDefault="004F0572" w:rsidP="00CC12D1">
      <w:pPr>
        <w:ind w:left="720"/>
        <w:rPr>
          <w:i/>
        </w:rPr>
      </w:pPr>
      <w:r w:rsidRPr="00225DDA">
        <w:rPr>
          <w:i/>
        </w:rPr>
        <w:t xml:space="preserve">Reference: </w:t>
      </w:r>
      <w:r>
        <w:rPr>
          <w:i/>
        </w:rPr>
        <w:t>LO 1.2, pgs. 14–17</w:t>
      </w:r>
    </w:p>
    <w:p w:rsidR="004F0572" w:rsidRPr="00225DDA" w:rsidRDefault="004F0572" w:rsidP="00CC12D1">
      <w:pPr>
        <w:ind w:left="720"/>
        <w:rPr>
          <w:i/>
        </w:rPr>
      </w:pPr>
      <w:r w:rsidRPr="00225DDA">
        <w:rPr>
          <w:i/>
        </w:rPr>
        <w:t>Skill: Understanding</w:t>
      </w:r>
    </w:p>
    <w:p w:rsidR="004F0572" w:rsidRDefault="004F0572" w:rsidP="00CC12D1"/>
    <w:p w:rsidR="004F0572" w:rsidRDefault="004F0572" w:rsidP="00321ABA">
      <w:pPr>
        <w:pStyle w:val="ListParagraph"/>
        <w:numPr>
          <w:ilvl w:val="0"/>
          <w:numId w:val="14"/>
        </w:numPr>
      </w:pPr>
      <w:r>
        <w:t>What role do states play as economic units in the process of globalization, according to economic liberalists?</w:t>
      </w:r>
    </w:p>
    <w:p w:rsidR="004F0572" w:rsidRDefault="004F0572" w:rsidP="00321ABA">
      <w:pPr>
        <w:pStyle w:val="ListParagraph"/>
        <w:numPr>
          <w:ilvl w:val="1"/>
          <w:numId w:val="14"/>
        </w:numPr>
      </w:pPr>
      <w:r>
        <w:t>They are the driving forces.</w:t>
      </w:r>
    </w:p>
    <w:p w:rsidR="004F0572" w:rsidRDefault="004F0572" w:rsidP="00321ABA">
      <w:pPr>
        <w:pStyle w:val="ListParagraph"/>
        <w:numPr>
          <w:ilvl w:val="1"/>
          <w:numId w:val="14"/>
        </w:numPr>
      </w:pPr>
      <w:r>
        <w:t>A handful of states dominate the process.</w:t>
      </w:r>
    </w:p>
    <w:p w:rsidR="004F0572" w:rsidRDefault="004F0572" w:rsidP="00321ABA">
      <w:pPr>
        <w:pStyle w:val="ListParagraph"/>
        <w:numPr>
          <w:ilvl w:val="1"/>
          <w:numId w:val="14"/>
        </w:numPr>
      </w:pPr>
      <w:r>
        <w:t>They share equal power in the process.</w:t>
      </w:r>
    </w:p>
    <w:p w:rsidR="004F0572" w:rsidRDefault="004F0572" w:rsidP="00321ABA">
      <w:pPr>
        <w:pStyle w:val="ListParagraph"/>
        <w:numPr>
          <w:ilvl w:val="1"/>
          <w:numId w:val="14"/>
        </w:numPr>
      </w:pPr>
      <w:r>
        <w:t>They opposed the process.</w:t>
      </w:r>
    </w:p>
    <w:p w:rsidR="004F0572" w:rsidRDefault="004F0572" w:rsidP="00321ABA">
      <w:pPr>
        <w:pStyle w:val="ListParagraph"/>
        <w:numPr>
          <w:ilvl w:val="1"/>
          <w:numId w:val="14"/>
        </w:numPr>
      </w:pPr>
      <w:r>
        <w:t>They have become obsolete.</w:t>
      </w:r>
    </w:p>
    <w:p w:rsidR="004F0572" w:rsidRPr="006A6DD7" w:rsidRDefault="004F0572" w:rsidP="00D26E04">
      <w:pPr>
        <w:pStyle w:val="ListParagraph"/>
        <w:spacing w:before="120"/>
        <w:contextualSpacing w:val="0"/>
      </w:pPr>
      <w:r>
        <w:t>Answer: C</w:t>
      </w:r>
    </w:p>
    <w:p w:rsidR="004F0572" w:rsidRPr="00D26E04" w:rsidRDefault="004F0572" w:rsidP="00D26E04">
      <w:pPr>
        <w:pStyle w:val="ListParagraph"/>
        <w:rPr>
          <w:i/>
        </w:rPr>
      </w:pPr>
      <w:r w:rsidRPr="00D26E04">
        <w:rPr>
          <w:i/>
        </w:rPr>
        <w:t>Reference: LO 1.2</w:t>
      </w:r>
      <w:r>
        <w:rPr>
          <w:i/>
        </w:rPr>
        <w:t>, p. 17</w:t>
      </w:r>
    </w:p>
    <w:p w:rsidR="004F0572" w:rsidRPr="00D26E04" w:rsidRDefault="004F0572" w:rsidP="00D26E04">
      <w:pPr>
        <w:pStyle w:val="ListParagraph"/>
        <w:rPr>
          <w:i/>
        </w:rPr>
      </w:pPr>
      <w:r w:rsidRPr="00D26E04">
        <w:rPr>
          <w:i/>
        </w:rPr>
        <w:t>Skill: Understanding</w:t>
      </w:r>
    </w:p>
    <w:p w:rsidR="004F0572" w:rsidRDefault="004F0572" w:rsidP="006E059B">
      <w:pPr>
        <w:pStyle w:val="ListParagraph"/>
        <w:ind w:left="1440"/>
      </w:pPr>
    </w:p>
    <w:p w:rsidR="004F0572" w:rsidRDefault="004F0572" w:rsidP="00321ABA">
      <w:pPr>
        <w:pStyle w:val="ListParagraph"/>
        <w:numPr>
          <w:ilvl w:val="0"/>
          <w:numId w:val="14"/>
        </w:numPr>
      </w:pPr>
      <w:r>
        <w:t>Which of the following theorists are most likely to believe that the European Union is ultimately going to replace its individual member states?</w:t>
      </w:r>
    </w:p>
    <w:p w:rsidR="004F0572" w:rsidRDefault="004F0572" w:rsidP="00321ABA">
      <w:pPr>
        <w:pStyle w:val="ListParagraph"/>
        <w:numPr>
          <w:ilvl w:val="1"/>
          <w:numId w:val="14"/>
        </w:numPr>
      </w:pPr>
      <w:r>
        <w:t>Economic liberalists</w:t>
      </w:r>
    </w:p>
    <w:p w:rsidR="004F0572" w:rsidRDefault="004F0572" w:rsidP="00321ABA">
      <w:pPr>
        <w:pStyle w:val="ListParagraph"/>
        <w:numPr>
          <w:ilvl w:val="1"/>
          <w:numId w:val="14"/>
        </w:numPr>
      </w:pPr>
      <w:r>
        <w:t>Realists</w:t>
      </w:r>
    </w:p>
    <w:p w:rsidR="004F0572" w:rsidRDefault="004F0572" w:rsidP="00321ABA">
      <w:pPr>
        <w:pStyle w:val="ListParagraph"/>
        <w:numPr>
          <w:ilvl w:val="1"/>
          <w:numId w:val="14"/>
        </w:numPr>
      </w:pPr>
      <w:r>
        <w:t>Transformationalists</w:t>
      </w:r>
    </w:p>
    <w:p w:rsidR="004F0572" w:rsidRDefault="004F0572" w:rsidP="00321ABA">
      <w:pPr>
        <w:pStyle w:val="ListParagraph"/>
        <w:numPr>
          <w:ilvl w:val="1"/>
          <w:numId w:val="14"/>
        </w:numPr>
      </w:pPr>
      <w:r>
        <w:t>Globalization skeptics</w:t>
      </w:r>
    </w:p>
    <w:p w:rsidR="004F0572" w:rsidRDefault="004F0572" w:rsidP="00321ABA">
      <w:pPr>
        <w:pStyle w:val="ListParagraph"/>
        <w:numPr>
          <w:ilvl w:val="1"/>
          <w:numId w:val="14"/>
        </w:numPr>
      </w:pPr>
      <w:r>
        <w:t>Classical liberalists</w:t>
      </w:r>
    </w:p>
    <w:p w:rsidR="004F0572" w:rsidRPr="006A6DD7" w:rsidRDefault="004F0572" w:rsidP="006E059B">
      <w:pPr>
        <w:pStyle w:val="ListParagraph"/>
        <w:spacing w:before="120"/>
        <w:contextualSpacing w:val="0"/>
      </w:pPr>
      <w:r>
        <w:t>Answer: C</w:t>
      </w:r>
    </w:p>
    <w:p w:rsidR="004F0572" w:rsidRPr="00A634BB" w:rsidRDefault="004F0572" w:rsidP="006E059B">
      <w:pPr>
        <w:pStyle w:val="ListParagraph"/>
        <w:rPr>
          <w:i/>
        </w:rPr>
      </w:pPr>
      <w:r w:rsidRPr="00A634BB">
        <w:rPr>
          <w:i/>
        </w:rPr>
        <w:t>Reference: LO 1.2</w:t>
      </w:r>
      <w:r>
        <w:rPr>
          <w:i/>
        </w:rPr>
        <w:t>, pgs. 17–19</w:t>
      </w:r>
    </w:p>
    <w:p w:rsidR="004F0572" w:rsidRPr="00A634BB" w:rsidRDefault="004F0572" w:rsidP="006E059B">
      <w:pPr>
        <w:pStyle w:val="ListParagraph"/>
        <w:rPr>
          <w:i/>
        </w:rPr>
      </w:pPr>
      <w:r w:rsidRPr="00A634BB">
        <w:rPr>
          <w:i/>
        </w:rPr>
        <w:t>Skill: Understanding</w:t>
      </w:r>
    </w:p>
    <w:p w:rsidR="004F0572" w:rsidRPr="001E3E82" w:rsidRDefault="004F0572" w:rsidP="006E059B"/>
    <w:p w:rsidR="004F0572" w:rsidRPr="001E3E82" w:rsidRDefault="004F0572" w:rsidP="00321ABA">
      <w:pPr>
        <w:pStyle w:val="ListParagraph"/>
        <w:numPr>
          <w:ilvl w:val="0"/>
          <w:numId w:val="14"/>
        </w:numPr>
      </w:pPr>
      <w:r>
        <w:t>With respect to globalization,</w:t>
      </w:r>
    </w:p>
    <w:p w:rsidR="004F0572" w:rsidRPr="001E3E82" w:rsidRDefault="004F0572" w:rsidP="00321ABA">
      <w:pPr>
        <w:pStyle w:val="ListParagraph"/>
        <w:numPr>
          <w:ilvl w:val="1"/>
          <w:numId w:val="14"/>
        </w:numPr>
      </w:pPr>
      <w:r w:rsidRPr="001E3E82">
        <w:t>opponents are united in their goals and tactics.</w:t>
      </w:r>
    </w:p>
    <w:p w:rsidR="004F0572" w:rsidRPr="001E3E82" w:rsidRDefault="004F0572" w:rsidP="00321ABA">
      <w:pPr>
        <w:pStyle w:val="ListParagraph"/>
        <w:numPr>
          <w:ilvl w:val="1"/>
          <w:numId w:val="14"/>
        </w:numPr>
      </w:pPr>
      <w:r w:rsidRPr="001E3E82">
        <w:t xml:space="preserve">policies to expand free trade are a central focus of </w:t>
      </w:r>
      <w:r>
        <w:t xml:space="preserve">antiglobalization protesters. </w:t>
      </w:r>
    </w:p>
    <w:p w:rsidR="004F0572" w:rsidRPr="001E3E82" w:rsidRDefault="004F0572" w:rsidP="00321ABA">
      <w:pPr>
        <w:pStyle w:val="ListParagraph"/>
        <w:numPr>
          <w:ilvl w:val="1"/>
          <w:numId w:val="14"/>
        </w:numPr>
      </w:pPr>
      <w:r w:rsidRPr="001E3E82">
        <w:t>all sides agree that the North-South gap is disappearing.</w:t>
      </w:r>
    </w:p>
    <w:p w:rsidR="004F0572" w:rsidRPr="001E3E82" w:rsidRDefault="004F0572" w:rsidP="00321ABA">
      <w:pPr>
        <w:pStyle w:val="ListParagraph"/>
        <w:numPr>
          <w:ilvl w:val="1"/>
          <w:numId w:val="14"/>
        </w:numPr>
      </w:pPr>
      <w:r w:rsidRPr="001E3E82">
        <w:t>states are becoming stronger, more important actors in IR.</w:t>
      </w:r>
    </w:p>
    <w:p w:rsidR="004F0572" w:rsidRPr="001E3E82" w:rsidRDefault="004F0572" w:rsidP="00321ABA">
      <w:pPr>
        <w:pStyle w:val="ListParagraph"/>
        <w:numPr>
          <w:ilvl w:val="1"/>
          <w:numId w:val="14"/>
        </w:numPr>
      </w:pPr>
      <w:r w:rsidRPr="001E3E82">
        <w:t>union members from the global North want to stop their jobs from being shipped to the global South, where workers do not want them anyway.</w:t>
      </w:r>
    </w:p>
    <w:p w:rsidR="004F0572" w:rsidRPr="006A6DD7" w:rsidRDefault="004F0572" w:rsidP="006E059B">
      <w:pPr>
        <w:spacing w:before="120"/>
        <w:ind w:left="720"/>
      </w:pPr>
      <w:r>
        <w:t>Answer: B</w:t>
      </w:r>
    </w:p>
    <w:p w:rsidR="004F0572" w:rsidRPr="00225DDA" w:rsidRDefault="004F0572" w:rsidP="006E059B">
      <w:pPr>
        <w:ind w:left="720"/>
        <w:rPr>
          <w:i/>
        </w:rPr>
      </w:pPr>
      <w:r w:rsidRPr="00225DDA">
        <w:rPr>
          <w:i/>
        </w:rPr>
        <w:t xml:space="preserve">Reference: </w:t>
      </w:r>
      <w:r>
        <w:rPr>
          <w:i/>
        </w:rPr>
        <w:t>LO 1.2, pgs. 17–19</w:t>
      </w:r>
    </w:p>
    <w:p w:rsidR="004F0572" w:rsidRDefault="004F0572" w:rsidP="006E059B">
      <w:pPr>
        <w:ind w:firstLine="720"/>
        <w:rPr>
          <w:i/>
        </w:rPr>
      </w:pPr>
      <w:r w:rsidRPr="00225DDA">
        <w:rPr>
          <w:i/>
        </w:rPr>
        <w:t xml:space="preserve">Skill: </w:t>
      </w:r>
      <w:r>
        <w:rPr>
          <w:i/>
        </w:rPr>
        <w:t>Analysis</w:t>
      </w:r>
    </w:p>
    <w:p w:rsidR="004F0572" w:rsidRPr="001E3E82" w:rsidRDefault="004F0572" w:rsidP="006E059B"/>
    <w:p w:rsidR="004F0572" w:rsidRPr="001E3E82" w:rsidRDefault="004F0572" w:rsidP="00321ABA">
      <w:pPr>
        <w:pStyle w:val="ListParagraph"/>
        <w:numPr>
          <w:ilvl w:val="0"/>
          <w:numId w:val="14"/>
        </w:numPr>
      </w:pPr>
      <w:r w:rsidRPr="001E3E82">
        <w:t>Which of the following is NOT a point of view on globalization?</w:t>
      </w:r>
    </w:p>
    <w:p w:rsidR="004F0572" w:rsidRPr="003D26C4" w:rsidRDefault="004F0572" w:rsidP="00321ABA">
      <w:pPr>
        <w:pStyle w:val="ListParagraph"/>
        <w:numPr>
          <w:ilvl w:val="1"/>
          <w:numId w:val="14"/>
        </w:numPr>
        <w:rPr>
          <w:color w:val="7030A0"/>
        </w:rPr>
      </w:pPr>
      <w:r w:rsidRPr="001E3E82">
        <w:t xml:space="preserve">Globalization diffuses authority, transforming state power to operate in new contexts. </w:t>
      </w:r>
    </w:p>
    <w:p w:rsidR="004F0572" w:rsidRPr="001E3E82" w:rsidRDefault="004F0572" w:rsidP="00321ABA">
      <w:pPr>
        <w:pStyle w:val="ListParagraph"/>
        <w:numPr>
          <w:ilvl w:val="1"/>
          <w:numId w:val="14"/>
        </w:numPr>
      </w:pPr>
      <w:r w:rsidRPr="001E3E82">
        <w:t>The world</w:t>
      </w:r>
      <w:r>
        <w:t>’</w:t>
      </w:r>
      <w:r w:rsidRPr="001E3E82">
        <w:t>s major economies are no more integrated today than before World War I, and the North-South gap is increasing.</w:t>
      </w:r>
    </w:p>
    <w:p w:rsidR="004F0572" w:rsidRPr="001E3E82" w:rsidRDefault="004F0572" w:rsidP="00321ABA">
      <w:pPr>
        <w:pStyle w:val="ListParagraph"/>
        <w:numPr>
          <w:ilvl w:val="1"/>
          <w:numId w:val="14"/>
        </w:numPr>
      </w:pPr>
      <w:r w:rsidRPr="001E3E82">
        <w:t>Globalization is changing international security more quickly and profoundly than in</w:t>
      </w:r>
      <w:r>
        <w:t xml:space="preserve">ternational political economy. </w:t>
      </w:r>
    </w:p>
    <w:p w:rsidR="004F0572" w:rsidRPr="001E3E82" w:rsidRDefault="004F0572" w:rsidP="00321ABA">
      <w:pPr>
        <w:pStyle w:val="ListParagraph"/>
        <w:numPr>
          <w:ilvl w:val="1"/>
          <w:numId w:val="14"/>
        </w:numPr>
      </w:pPr>
      <w:r w:rsidRPr="001E3E82">
        <w:t>Globalization is the fruition of liberal economic principles where a global marketplace has brought growth and prosperity.</w:t>
      </w:r>
    </w:p>
    <w:p w:rsidR="004F0572" w:rsidRPr="001E3E82" w:rsidRDefault="004F0572" w:rsidP="00321ABA">
      <w:pPr>
        <w:pStyle w:val="ListParagraph"/>
        <w:numPr>
          <w:ilvl w:val="1"/>
          <w:numId w:val="14"/>
        </w:numPr>
      </w:pPr>
      <w:r w:rsidRPr="001E3E82">
        <w:t>All of the above are points of view on globalization.</w:t>
      </w:r>
    </w:p>
    <w:p w:rsidR="004F0572" w:rsidRPr="006A6DD7" w:rsidRDefault="004F0572" w:rsidP="006E059B">
      <w:pPr>
        <w:spacing w:before="120"/>
        <w:ind w:left="720"/>
      </w:pPr>
      <w:r>
        <w:t>Answer: C</w:t>
      </w:r>
    </w:p>
    <w:p w:rsidR="004F0572" w:rsidRPr="00225DDA" w:rsidRDefault="004F0572" w:rsidP="006E059B">
      <w:pPr>
        <w:ind w:left="720"/>
        <w:rPr>
          <w:i/>
        </w:rPr>
      </w:pPr>
      <w:r w:rsidRPr="00225DDA">
        <w:rPr>
          <w:i/>
        </w:rPr>
        <w:t xml:space="preserve">Reference: </w:t>
      </w:r>
      <w:r>
        <w:rPr>
          <w:i/>
        </w:rPr>
        <w:t>LO 1.2, pgs. 17–19</w:t>
      </w:r>
    </w:p>
    <w:p w:rsidR="004F0572" w:rsidRDefault="004F0572" w:rsidP="006E059B">
      <w:pPr>
        <w:ind w:firstLine="720"/>
        <w:rPr>
          <w:i/>
        </w:rPr>
      </w:pPr>
      <w:r w:rsidRPr="00225DDA">
        <w:rPr>
          <w:i/>
        </w:rPr>
        <w:t xml:space="preserve">Skill: </w:t>
      </w:r>
      <w:r>
        <w:rPr>
          <w:i/>
        </w:rPr>
        <w:t>Analysis</w:t>
      </w:r>
    </w:p>
    <w:p w:rsidR="004F0572" w:rsidRDefault="004F0572" w:rsidP="00A634BB">
      <w:pPr>
        <w:pStyle w:val="ListParagraph"/>
        <w:ind w:left="1440"/>
      </w:pPr>
    </w:p>
    <w:p w:rsidR="004F0572" w:rsidRDefault="004F0572" w:rsidP="00321ABA">
      <w:pPr>
        <w:pStyle w:val="ListParagraph"/>
        <w:numPr>
          <w:ilvl w:val="0"/>
          <w:numId w:val="14"/>
        </w:numPr>
      </w:pPr>
      <w:r>
        <w:t>The disparity between the relatively rich industrialized countries and the relatively poor countries is called the</w:t>
      </w:r>
    </w:p>
    <w:p w:rsidR="004F0572" w:rsidRDefault="004F0572" w:rsidP="00321ABA">
      <w:pPr>
        <w:numPr>
          <w:ilvl w:val="0"/>
          <w:numId w:val="9"/>
        </w:numPr>
        <w:ind w:left="1440"/>
      </w:pPr>
      <w:r>
        <w:t>tragedy of the commons.</w:t>
      </w:r>
    </w:p>
    <w:p w:rsidR="004F0572" w:rsidRDefault="004F0572" w:rsidP="00321ABA">
      <w:pPr>
        <w:numPr>
          <w:ilvl w:val="0"/>
          <w:numId w:val="9"/>
        </w:numPr>
        <w:ind w:left="1440"/>
      </w:pPr>
      <w:r>
        <w:t>collective-goods problem.</w:t>
      </w:r>
    </w:p>
    <w:p w:rsidR="004F0572" w:rsidRDefault="004F0572" w:rsidP="00321ABA">
      <w:pPr>
        <w:numPr>
          <w:ilvl w:val="0"/>
          <w:numId w:val="9"/>
        </w:numPr>
        <w:ind w:left="1440"/>
      </w:pPr>
      <w:r>
        <w:t>scarcity problem.</w:t>
      </w:r>
    </w:p>
    <w:p w:rsidR="004F0572" w:rsidRDefault="004F0572" w:rsidP="00321ABA">
      <w:pPr>
        <w:numPr>
          <w:ilvl w:val="0"/>
          <w:numId w:val="9"/>
        </w:numPr>
        <w:ind w:left="1440"/>
      </w:pPr>
      <w:r>
        <w:t>development dilemma.</w:t>
      </w:r>
    </w:p>
    <w:p w:rsidR="004F0572" w:rsidRDefault="004F0572" w:rsidP="00321ABA">
      <w:pPr>
        <w:numPr>
          <w:ilvl w:val="0"/>
          <w:numId w:val="9"/>
        </w:numPr>
        <w:ind w:left="1440"/>
      </w:pPr>
      <w:r>
        <w:t xml:space="preserve">North-South gap. </w:t>
      </w:r>
    </w:p>
    <w:p w:rsidR="004F0572" w:rsidRPr="006A6DD7" w:rsidRDefault="004F0572" w:rsidP="00CC12D1">
      <w:pPr>
        <w:spacing w:before="120"/>
        <w:ind w:left="720"/>
      </w:pPr>
      <w:r>
        <w:t>Answer: E</w:t>
      </w:r>
    </w:p>
    <w:p w:rsidR="004F0572" w:rsidRPr="00225DDA" w:rsidRDefault="004F0572" w:rsidP="00CC12D1">
      <w:pPr>
        <w:ind w:firstLine="720"/>
        <w:rPr>
          <w:i/>
        </w:rPr>
      </w:pPr>
      <w:r w:rsidRPr="00225DDA">
        <w:rPr>
          <w:i/>
        </w:rPr>
        <w:t xml:space="preserve">Reference: </w:t>
      </w:r>
      <w:r>
        <w:rPr>
          <w:i/>
        </w:rPr>
        <w:t>LO 1.3, pgs. 19–20</w:t>
      </w:r>
    </w:p>
    <w:p w:rsidR="004F0572" w:rsidRPr="00225DDA" w:rsidRDefault="004F0572" w:rsidP="00CC12D1">
      <w:pPr>
        <w:ind w:firstLine="720"/>
        <w:rPr>
          <w:i/>
        </w:rPr>
      </w:pPr>
      <w:r w:rsidRPr="00225DDA">
        <w:rPr>
          <w:i/>
        </w:rPr>
        <w:t>Skill: Understanding</w:t>
      </w:r>
    </w:p>
    <w:p w:rsidR="004F0572" w:rsidRDefault="004F0572" w:rsidP="005D6C35">
      <w:pPr>
        <w:pStyle w:val="ListParagraph"/>
        <w:ind w:left="1440"/>
      </w:pPr>
    </w:p>
    <w:p w:rsidR="004F0572" w:rsidRDefault="004F0572" w:rsidP="00321ABA">
      <w:pPr>
        <w:pStyle w:val="ListParagraph"/>
        <w:numPr>
          <w:ilvl w:val="0"/>
          <w:numId w:val="14"/>
        </w:numPr>
      </w:pPr>
      <w:r>
        <w:t>Which of the following regions can claim the largest GDP per capita?</w:t>
      </w:r>
    </w:p>
    <w:p w:rsidR="004F0572" w:rsidRDefault="004F0572" w:rsidP="00321ABA">
      <w:pPr>
        <w:pStyle w:val="ListParagraph"/>
        <w:numPr>
          <w:ilvl w:val="1"/>
          <w:numId w:val="14"/>
        </w:numPr>
      </w:pPr>
      <w:r>
        <w:t>Europe</w:t>
      </w:r>
    </w:p>
    <w:p w:rsidR="004F0572" w:rsidRDefault="004F0572" w:rsidP="00321ABA">
      <w:pPr>
        <w:pStyle w:val="ListParagraph"/>
        <w:numPr>
          <w:ilvl w:val="1"/>
          <w:numId w:val="14"/>
        </w:numPr>
      </w:pPr>
      <w:r>
        <w:t>Japan/Pacific</w:t>
      </w:r>
    </w:p>
    <w:p w:rsidR="004F0572" w:rsidRDefault="004F0572" w:rsidP="00321ABA">
      <w:pPr>
        <w:pStyle w:val="ListParagraph"/>
        <w:numPr>
          <w:ilvl w:val="1"/>
          <w:numId w:val="14"/>
        </w:numPr>
      </w:pPr>
      <w:r>
        <w:t>China</w:t>
      </w:r>
    </w:p>
    <w:p w:rsidR="004F0572" w:rsidRDefault="004F0572" w:rsidP="00321ABA">
      <w:pPr>
        <w:pStyle w:val="ListParagraph"/>
        <w:numPr>
          <w:ilvl w:val="1"/>
          <w:numId w:val="14"/>
        </w:numPr>
      </w:pPr>
      <w:r>
        <w:t>North America</w:t>
      </w:r>
    </w:p>
    <w:p w:rsidR="004F0572" w:rsidRDefault="004F0572" w:rsidP="00321ABA">
      <w:pPr>
        <w:pStyle w:val="ListParagraph"/>
        <w:numPr>
          <w:ilvl w:val="1"/>
          <w:numId w:val="14"/>
        </w:numPr>
      </w:pPr>
      <w:r>
        <w:t>Russia/CIS</w:t>
      </w:r>
    </w:p>
    <w:p w:rsidR="004F0572" w:rsidRPr="006A6DD7" w:rsidRDefault="004F0572" w:rsidP="005D6C35">
      <w:pPr>
        <w:pStyle w:val="ListParagraph"/>
        <w:spacing w:before="120"/>
        <w:contextualSpacing w:val="0"/>
      </w:pPr>
      <w:r>
        <w:t>Answer: D</w:t>
      </w:r>
    </w:p>
    <w:p w:rsidR="004F0572" w:rsidRPr="005D6C35" w:rsidRDefault="004F0572" w:rsidP="005D6C35">
      <w:pPr>
        <w:pStyle w:val="ListParagraph"/>
        <w:rPr>
          <w:i/>
        </w:rPr>
      </w:pPr>
      <w:r>
        <w:rPr>
          <w:i/>
        </w:rPr>
        <w:t>Reference: LO 1.3, p. 21 (Table 1.4)</w:t>
      </w:r>
    </w:p>
    <w:p w:rsidR="004F0572" w:rsidRPr="005D6C35" w:rsidRDefault="004F0572" w:rsidP="005D6C35">
      <w:pPr>
        <w:pStyle w:val="ListParagraph"/>
        <w:rPr>
          <w:i/>
        </w:rPr>
      </w:pPr>
      <w:r w:rsidRPr="005D6C35">
        <w:rPr>
          <w:i/>
        </w:rPr>
        <w:t>Skill: Understanding</w:t>
      </w:r>
    </w:p>
    <w:p w:rsidR="004F0572" w:rsidRDefault="004F0572" w:rsidP="005D6C35">
      <w:pPr>
        <w:pStyle w:val="ListParagraph"/>
        <w:ind w:left="1440"/>
      </w:pPr>
    </w:p>
    <w:p w:rsidR="004F0572" w:rsidRDefault="004F0572" w:rsidP="00321ABA">
      <w:pPr>
        <w:pStyle w:val="ListParagraph"/>
        <w:numPr>
          <w:ilvl w:val="0"/>
          <w:numId w:val="14"/>
        </w:numPr>
      </w:pPr>
      <w:r>
        <w:t>In the global North, the GDP per capita is roughly ____ times as high as in the global South.</w:t>
      </w:r>
    </w:p>
    <w:p w:rsidR="004F0572" w:rsidRDefault="004F0572" w:rsidP="00321ABA">
      <w:pPr>
        <w:pStyle w:val="ListParagraph"/>
        <w:numPr>
          <w:ilvl w:val="1"/>
          <w:numId w:val="14"/>
        </w:numPr>
      </w:pPr>
      <w:r>
        <w:t>three</w:t>
      </w:r>
    </w:p>
    <w:p w:rsidR="004F0572" w:rsidRDefault="004F0572" w:rsidP="00321ABA">
      <w:pPr>
        <w:pStyle w:val="ListParagraph"/>
        <w:numPr>
          <w:ilvl w:val="1"/>
          <w:numId w:val="14"/>
        </w:numPr>
      </w:pPr>
      <w:r>
        <w:t>four</w:t>
      </w:r>
    </w:p>
    <w:p w:rsidR="004F0572" w:rsidRDefault="004F0572" w:rsidP="00321ABA">
      <w:pPr>
        <w:pStyle w:val="ListParagraph"/>
        <w:numPr>
          <w:ilvl w:val="1"/>
          <w:numId w:val="14"/>
        </w:numPr>
      </w:pPr>
      <w:r>
        <w:t>five</w:t>
      </w:r>
    </w:p>
    <w:p w:rsidR="004F0572" w:rsidRDefault="004F0572" w:rsidP="00321ABA">
      <w:pPr>
        <w:pStyle w:val="ListParagraph"/>
        <w:numPr>
          <w:ilvl w:val="1"/>
          <w:numId w:val="14"/>
        </w:numPr>
      </w:pPr>
      <w:r>
        <w:t>six</w:t>
      </w:r>
    </w:p>
    <w:p w:rsidR="004F0572" w:rsidRDefault="004F0572" w:rsidP="00321ABA">
      <w:pPr>
        <w:pStyle w:val="ListParagraph"/>
        <w:numPr>
          <w:ilvl w:val="1"/>
          <w:numId w:val="14"/>
        </w:numPr>
      </w:pPr>
      <w:r>
        <w:t>ten</w:t>
      </w:r>
    </w:p>
    <w:p w:rsidR="004F0572" w:rsidRPr="006A6DD7" w:rsidRDefault="004F0572" w:rsidP="008D2F83">
      <w:pPr>
        <w:pStyle w:val="ListParagraph"/>
        <w:spacing w:before="120"/>
        <w:contextualSpacing w:val="0"/>
      </w:pPr>
      <w:r>
        <w:t>Answer: D</w:t>
      </w:r>
    </w:p>
    <w:p w:rsidR="004F0572" w:rsidRPr="008D2F83" w:rsidRDefault="004F0572" w:rsidP="008D2F83">
      <w:pPr>
        <w:pStyle w:val="ListParagraph"/>
        <w:rPr>
          <w:i/>
        </w:rPr>
      </w:pPr>
      <w:r w:rsidRPr="008D2F83">
        <w:rPr>
          <w:i/>
        </w:rPr>
        <w:t>Reference: LO 1</w:t>
      </w:r>
      <w:r>
        <w:rPr>
          <w:i/>
        </w:rPr>
        <w:t>.3, p. 21 (Table 1.4)</w:t>
      </w:r>
    </w:p>
    <w:p w:rsidR="004F0572" w:rsidRPr="008D2F83" w:rsidRDefault="004F0572" w:rsidP="008D2F83">
      <w:pPr>
        <w:pStyle w:val="ListParagraph"/>
        <w:rPr>
          <w:i/>
        </w:rPr>
      </w:pPr>
      <w:r w:rsidRPr="008D2F83">
        <w:rPr>
          <w:i/>
        </w:rPr>
        <w:t xml:space="preserve">Skill: </w:t>
      </w:r>
      <w:r>
        <w:rPr>
          <w:i/>
        </w:rPr>
        <w:t>Analysis</w:t>
      </w:r>
    </w:p>
    <w:p w:rsidR="004F0572" w:rsidRDefault="004F0572" w:rsidP="00CC12D1"/>
    <w:p w:rsidR="004F0572" w:rsidRDefault="004F0572" w:rsidP="00321ABA">
      <w:pPr>
        <w:pStyle w:val="ListParagraph"/>
        <w:numPr>
          <w:ilvl w:val="0"/>
          <w:numId w:val="14"/>
        </w:numPr>
      </w:pPr>
      <w:r>
        <w:t>During the Cold War, the alliance of states coordinated under the leadership of the Soviet Union was called the</w:t>
      </w:r>
    </w:p>
    <w:p w:rsidR="004F0572" w:rsidRDefault="004F0572" w:rsidP="00321ABA">
      <w:pPr>
        <w:numPr>
          <w:ilvl w:val="0"/>
          <w:numId w:val="11"/>
        </w:numPr>
        <w:ind w:left="1440"/>
      </w:pPr>
      <w:r>
        <w:t>Eastern Alliance.</w:t>
      </w:r>
    </w:p>
    <w:p w:rsidR="004F0572" w:rsidRDefault="004F0572" w:rsidP="00321ABA">
      <w:pPr>
        <w:numPr>
          <w:ilvl w:val="0"/>
          <w:numId w:val="11"/>
        </w:numPr>
        <w:ind w:left="1440"/>
      </w:pPr>
      <w:r>
        <w:t xml:space="preserve">Warsaw Pact. </w:t>
      </w:r>
    </w:p>
    <w:p w:rsidR="004F0572" w:rsidRDefault="004F0572" w:rsidP="00321ABA">
      <w:pPr>
        <w:numPr>
          <w:ilvl w:val="0"/>
          <w:numId w:val="11"/>
        </w:numPr>
        <w:ind w:left="1440"/>
      </w:pPr>
      <w:r>
        <w:t>Council for Mutual Economic Assistance.</w:t>
      </w:r>
    </w:p>
    <w:p w:rsidR="004F0572" w:rsidRDefault="004F0572" w:rsidP="00321ABA">
      <w:pPr>
        <w:numPr>
          <w:ilvl w:val="0"/>
          <w:numId w:val="11"/>
        </w:numPr>
        <w:ind w:left="1440"/>
      </w:pPr>
      <w:r>
        <w:t>Baghdad Pact.</w:t>
      </w:r>
    </w:p>
    <w:p w:rsidR="004F0572" w:rsidRDefault="004F0572" w:rsidP="00321ABA">
      <w:pPr>
        <w:numPr>
          <w:ilvl w:val="0"/>
          <w:numId w:val="11"/>
        </w:numPr>
        <w:ind w:left="1440"/>
      </w:pPr>
      <w:r>
        <w:t>the Nonaligned Movement.</w:t>
      </w:r>
    </w:p>
    <w:p w:rsidR="004F0572" w:rsidRPr="006A6DD7" w:rsidRDefault="004F0572" w:rsidP="00CC12D1">
      <w:pPr>
        <w:spacing w:before="120"/>
        <w:ind w:left="720"/>
      </w:pPr>
      <w:r w:rsidRPr="006A6DD7">
        <w:t>Answer: B</w:t>
      </w:r>
    </w:p>
    <w:p w:rsidR="004F0572" w:rsidRPr="00225DDA" w:rsidRDefault="004F0572" w:rsidP="00CC12D1">
      <w:pPr>
        <w:ind w:firstLine="720"/>
        <w:rPr>
          <w:i/>
        </w:rPr>
      </w:pPr>
      <w:r w:rsidRPr="00225DDA">
        <w:rPr>
          <w:i/>
        </w:rPr>
        <w:t xml:space="preserve">Reference: </w:t>
      </w:r>
      <w:r>
        <w:rPr>
          <w:i/>
        </w:rPr>
        <w:t>LO 1.4, p. 24</w:t>
      </w:r>
    </w:p>
    <w:p w:rsidR="004F0572" w:rsidRPr="00225DDA" w:rsidRDefault="004F0572" w:rsidP="00CC12D1">
      <w:pPr>
        <w:ind w:firstLine="720"/>
        <w:rPr>
          <w:i/>
        </w:rPr>
      </w:pPr>
      <w:r w:rsidRPr="00225DDA">
        <w:rPr>
          <w:i/>
        </w:rPr>
        <w:t>Skill: Understanding</w:t>
      </w:r>
    </w:p>
    <w:p w:rsidR="004F0572" w:rsidRDefault="004F0572" w:rsidP="00CC12D1"/>
    <w:p w:rsidR="004F0572" w:rsidRDefault="004F0572" w:rsidP="00321ABA">
      <w:pPr>
        <w:pStyle w:val="ListParagraph"/>
        <w:numPr>
          <w:ilvl w:val="0"/>
          <w:numId w:val="14"/>
        </w:numPr>
      </w:pPr>
      <w:r>
        <w:t>During the Cold War, the alliance of states coordinated under the leadership of the United States was called the</w:t>
      </w:r>
    </w:p>
    <w:p w:rsidR="004F0572" w:rsidRDefault="004F0572" w:rsidP="00321ABA">
      <w:pPr>
        <w:numPr>
          <w:ilvl w:val="0"/>
          <w:numId w:val="12"/>
        </w:numPr>
        <w:ind w:left="1440"/>
      </w:pPr>
      <w:r>
        <w:t>European Union.</w:t>
      </w:r>
    </w:p>
    <w:p w:rsidR="004F0572" w:rsidRDefault="004F0572" w:rsidP="00321ABA">
      <w:pPr>
        <w:numPr>
          <w:ilvl w:val="0"/>
          <w:numId w:val="12"/>
        </w:numPr>
        <w:ind w:left="1440"/>
      </w:pPr>
      <w:r>
        <w:t>United States Central Command.</w:t>
      </w:r>
    </w:p>
    <w:p w:rsidR="004F0572" w:rsidRDefault="004F0572" w:rsidP="00321ABA">
      <w:pPr>
        <w:numPr>
          <w:ilvl w:val="0"/>
          <w:numId w:val="12"/>
        </w:numPr>
        <w:ind w:left="1440"/>
      </w:pPr>
      <w:r>
        <w:t>Organization for Economic Cooperation and Development.</w:t>
      </w:r>
    </w:p>
    <w:p w:rsidR="004F0572" w:rsidRDefault="004F0572" w:rsidP="00321ABA">
      <w:pPr>
        <w:numPr>
          <w:ilvl w:val="0"/>
          <w:numId w:val="12"/>
        </w:numPr>
        <w:ind w:left="1440"/>
      </w:pPr>
      <w:r>
        <w:t>Warsaw Pact.</w:t>
      </w:r>
    </w:p>
    <w:p w:rsidR="004F0572" w:rsidRDefault="004F0572" w:rsidP="00321ABA">
      <w:pPr>
        <w:numPr>
          <w:ilvl w:val="0"/>
          <w:numId w:val="12"/>
        </w:numPr>
        <w:ind w:left="1440"/>
      </w:pPr>
      <w:r>
        <w:t xml:space="preserve">North Atlantic Treaty Organization. </w:t>
      </w:r>
    </w:p>
    <w:p w:rsidR="004F0572" w:rsidRPr="006A6DD7" w:rsidRDefault="004F0572" w:rsidP="00CC12D1">
      <w:pPr>
        <w:spacing w:before="120"/>
        <w:ind w:firstLine="720"/>
      </w:pPr>
      <w:r>
        <w:t>Answer: E</w:t>
      </w:r>
    </w:p>
    <w:p w:rsidR="004F0572" w:rsidRPr="00225DDA" w:rsidRDefault="004F0572" w:rsidP="00CC12D1">
      <w:pPr>
        <w:ind w:firstLine="720"/>
        <w:rPr>
          <w:i/>
        </w:rPr>
      </w:pPr>
      <w:r w:rsidRPr="00225DDA">
        <w:rPr>
          <w:i/>
        </w:rPr>
        <w:t xml:space="preserve">Reference: </w:t>
      </w:r>
      <w:r>
        <w:rPr>
          <w:i/>
        </w:rPr>
        <w:t>LO 1.4, p. 24</w:t>
      </w:r>
    </w:p>
    <w:p w:rsidR="004F0572" w:rsidRPr="00225DDA" w:rsidRDefault="004F0572" w:rsidP="00CC12D1">
      <w:pPr>
        <w:ind w:firstLine="720"/>
        <w:rPr>
          <w:i/>
        </w:rPr>
      </w:pPr>
      <w:r w:rsidRPr="00225DDA">
        <w:rPr>
          <w:i/>
        </w:rPr>
        <w:t>Skill: Understanding</w:t>
      </w:r>
    </w:p>
    <w:p w:rsidR="004F0572" w:rsidRPr="001E3E82" w:rsidRDefault="004F0572" w:rsidP="00CC12D1"/>
    <w:p w:rsidR="004F0572" w:rsidRPr="001E3E82" w:rsidRDefault="004F0572" w:rsidP="00321ABA">
      <w:pPr>
        <w:pStyle w:val="ListParagraph"/>
        <w:numPr>
          <w:ilvl w:val="0"/>
          <w:numId w:val="14"/>
        </w:numPr>
      </w:pPr>
      <w:r w:rsidRPr="001E3E82">
        <w:t>After World War II, Germany was occupied by</w:t>
      </w:r>
    </w:p>
    <w:p w:rsidR="004F0572" w:rsidRPr="001E3E82" w:rsidRDefault="004F0572" w:rsidP="00321ABA">
      <w:pPr>
        <w:pStyle w:val="ListParagraph"/>
        <w:numPr>
          <w:ilvl w:val="1"/>
          <w:numId w:val="14"/>
        </w:numPr>
      </w:pPr>
      <w:r w:rsidRPr="001E3E82">
        <w:t>the United States and the Soviet Union only.</w:t>
      </w:r>
    </w:p>
    <w:p w:rsidR="004F0572" w:rsidRPr="001E3E82" w:rsidRDefault="004F0572" w:rsidP="00321ABA">
      <w:pPr>
        <w:pStyle w:val="ListParagraph"/>
        <w:numPr>
          <w:ilvl w:val="1"/>
          <w:numId w:val="14"/>
        </w:numPr>
      </w:pPr>
      <w:r w:rsidRPr="001E3E82">
        <w:t>the United States and Britain only.</w:t>
      </w:r>
    </w:p>
    <w:p w:rsidR="004F0572" w:rsidRPr="001E3E82" w:rsidRDefault="004F0572" w:rsidP="00321ABA">
      <w:pPr>
        <w:pStyle w:val="ListParagraph"/>
        <w:numPr>
          <w:ilvl w:val="1"/>
          <w:numId w:val="14"/>
        </w:numPr>
      </w:pPr>
      <w:r w:rsidRPr="001E3E82">
        <w:t>the United States and France only.</w:t>
      </w:r>
    </w:p>
    <w:p w:rsidR="004F0572" w:rsidRPr="001E3E82" w:rsidRDefault="004F0572" w:rsidP="00321ABA">
      <w:pPr>
        <w:pStyle w:val="ListParagraph"/>
        <w:numPr>
          <w:ilvl w:val="1"/>
          <w:numId w:val="14"/>
        </w:numPr>
      </w:pPr>
      <w:r w:rsidRPr="001E3E82">
        <w:t>the United States, the Soviet Union, and Britain only.</w:t>
      </w:r>
    </w:p>
    <w:p w:rsidR="004F0572" w:rsidRPr="001E3E82" w:rsidRDefault="004F0572" w:rsidP="00321ABA">
      <w:pPr>
        <w:pStyle w:val="ListParagraph"/>
        <w:numPr>
          <w:ilvl w:val="1"/>
          <w:numId w:val="14"/>
        </w:numPr>
      </w:pPr>
      <w:r w:rsidRPr="001E3E82">
        <w:t>the United States, the Sovi</w:t>
      </w:r>
      <w:r>
        <w:t xml:space="preserve">et Union, Britain, and France. </w:t>
      </w:r>
    </w:p>
    <w:p w:rsidR="004F0572" w:rsidRPr="006A6DD7" w:rsidRDefault="004F0572" w:rsidP="00CC12D1">
      <w:pPr>
        <w:spacing w:before="120"/>
        <w:ind w:left="720"/>
      </w:pPr>
      <w:r>
        <w:t>Answer: E</w:t>
      </w:r>
    </w:p>
    <w:p w:rsidR="004F0572" w:rsidRPr="00225DDA" w:rsidRDefault="004F0572" w:rsidP="00CC12D1">
      <w:pPr>
        <w:ind w:left="720"/>
        <w:rPr>
          <w:i/>
        </w:rPr>
      </w:pPr>
      <w:r w:rsidRPr="00225DDA">
        <w:rPr>
          <w:i/>
        </w:rPr>
        <w:t xml:space="preserve">Reference: </w:t>
      </w:r>
      <w:r>
        <w:rPr>
          <w:i/>
        </w:rPr>
        <w:t>LO 1.4, p. 24</w:t>
      </w:r>
    </w:p>
    <w:p w:rsidR="004F0572" w:rsidRPr="00225DDA" w:rsidRDefault="004F0572" w:rsidP="00CC12D1">
      <w:pPr>
        <w:ind w:left="720"/>
        <w:rPr>
          <w:i/>
        </w:rPr>
      </w:pPr>
      <w:r w:rsidRPr="00225DDA">
        <w:rPr>
          <w:i/>
        </w:rPr>
        <w:t>Skill: Understanding</w:t>
      </w:r>
    </w:p>
    <w:p w:rsidR="004F0572" w:rsidRDefault="004F0572">
      <w:r>
        <w:br w:type="page"/>
      </w:r>
    </w:p>
    <w:p w:rsidR="004F0572" w:rsidRDefault="004F0572" w:rsidP="00CC12D1"/>
    <w:p w:rsidR="004F0572" w:rsidRPr="001E3E82" w:rsidRDefault="004F0572" w:rsidP="00321ABA">
      <w:pPr>
        <w:pStyle w:val="ListParagraph"/>
        <w:numPr>
          <w:ilvl w:val="0"/>
          <w:numId w:val="14"/>
        </w:numPr>
      </w:pPr>
      <w:r w:rsidRPr="001E3E82">
        <w:t>The Berlin Wall was built by</w:t>
      </w:r>
    </w:p>
    <w:p w:rsidR="004F0572" w:rsidRPr="001E3E82" w:rsidRDefault="004F0572" w:rsidP="00321ABA">
      <w:pPr>
        <w:pStyle w:val="ListParagraph"/>
        <w:numPr>
          <w:ilvl w:val="1"/>
          <w:numId w:val="14"/>
        </w:numPr>
      </w:pPr>
      <w:r w:rsidRPr="001E3E82">
        <w:t>West Germany.</w:t>
      </w:r>
    </w:p>
    <w:p w:rsidR="004F0572" w:rsidRPr="001E3E82" w:rsidRDefault="004F0572" w:rsidP="00321ABA">
      <w:pPr>
        <w:pStyle w:val="ListParagraph"/>
        <w:numPr>
          <w:ilvl w:val="1"/>
          <w:numId w:val="14"/>
        </w:numPr>
      </w:pPr>
      <w:r w:rsidRPr="001E3E82">
        <w:t>East Germany.</w:t>
      </w:r>
      <w:r>
        <w:t xml:space="preserve"> </w:t>
      </w:r>
    </w:p>
    <w:p w:rsidR="004F0572" w:rsidRPr="001E3E82" w:rsidRDefault="004F0572" w:rsidP="00321ABA">
      <w:pPr>
        <w:pStyle w:val="ListParagraph"/>
        <w:numPr>
          <w:ilvl w:val="1"/>
          <w:numId w:val="14"/>
        </w:numPr>
      </w:pPr>
      <w:r>
        <w:t>Russia</w:t>
      </w:r>
      <w:r w:rsidRPr="001E3E82">
        <w:t>.</w:t>
      </w:r>
    </w:p>
    <w:p w:rsidR="004F0572" w:rsidRPr="001E3E82" w:rsidRDefault="004F0572" w:rsidP="00321ABA">
      <w:pPr>
        <w:pStyle w:val="ListParagraph"/>
        <w:numPr>
          <w:ilvl w:val="1"/>
          <w:numId w:val="14"/>
        </w:numPr>
      </w:pPr>
      <w:r w:rsidRPr="001E3E82">
        <w:t>the United States.</w:t>
      </w:r>
    </w:p>
    <w:p w:rsidR="004F0572" w:rsidRPr="001E3E82" w:rsidRDefault="004F0572" w:rsidP="00321ABA">
      <w:pPr>
        <w:pStyle w:val="ListParagraph"/>
        <w:numPr>
          <w:ilvl w:val="1"/>
          <w:numId w:val="14"/>
        </w:numPr>
      </w:pPr>
      <w:r w:rsidRPr="001E3E82">
        <w:t>Britain.</w:t>
      </w:r>
    </w:p>
    <w:p w:rsidR="004F0572" w:rsidRPr="006A6DD7" w:rsidRDefault="004F0572" w:rsidP="00CC12D1">
      <w:pPr>
        <w:spacing w:before="120"/>
        <w:ind w:left="720"/>
      </w:pPr>
      <w:r>
        <w:t>Answer: B</w:t>
      </w:r>
    </w:p>
    <w:p w:rsidR="004F0572" w:rsidRPr="00225DDA" w:rsidRDefault="004F0572" w:rsidP="00CC12D1">
      <w:pPr>
        <w:ind w:left="720"/>
        <w:rPr>
          <w:i/>
        </w:rPr>
      </w:pPr>
      <w:r w:rsidRPr="00225DDA">
        <w:rPr>
          <w:i/>
        </w:rPr>
        <w:t xml:space="preserve">Reference: </w:t>
      </w:r>
      <w:r>
        <w:rPr>
          <w:i/>
        </w:rPr>
        <w:t>LO 1.4, p. 24</w:t>
      </w:r>
    </w:p>
    <w:p w:rsidR="004F0572" w:rsidRPr="00225DDA" w:rsidRDefault="004F0572" w:rsidP="00CC12D1">
      <w:pPr>
        <w:ind w:left="720"/>
        <w:rPr>
          <w:i/>
        </w:rPr>
      </w:pPr>
      <w:r w:rsidRPr="00225DDA">
        <w:rPr>
          <w:i/>
        </w:rPr>
        <w:t>Skill: Understanding</w:t>
      </w:r>
    </w:p>
    <w:p w:rsidR="004F0572" w:rsidRDefault="004F0572" w:rsidP="00CC12D1"/>
    <w:p w:rsidR="004F0572" w:rsidRDefault="004F0572" w:rsidP="00321ABA">
      <w:pPr>
        <w:pStyle w:val="ListParagraph"/>
        <w:numPr>
          <w:ilvl w:val="0"/>
          <w:numId w:val="14"/>
        </w:numPr>
      </w:pPr>
      <w:r>
        <w:t>ALL BUT WHICH of the following were policies or organizations designed to fight the Soviet Union?</w:t>
      </w:r>
    </w:p>
    <w:p w:rsidR="004F0572" w:rsidRDefault="004F0572" w:rsidP="00321ABA">
      <w:pPr>
        <w:pStyle w:val="ListParagraph"/>
        <w:numPr>
          <w:ilvl w:val="1"/>
          <w:numId w:val="14"/>
        </w:numPr>
      </w:pPr>
      <w:r>
        <w:t>The North Atlantic Treaty Organization</w:t>
      </w:r>
    </w:p>
    <w:p w:rsidR="004F0572" w:rsidRDefault="004F0572" w:rsidP="00321ABA">
      <w:pPr>
        <w:pStyle w:val="ListParagraph"/>
        <w:numPr>
          <w:ilvl w:val="1"/>
          <w:numId w:val="14"/>
        </w:numPr>
      </w:pPr>
      <w:r>
        <w:t>Containment</w:t>
      </w:r>
    </w:p>
    <w:p w:rsidR="004F0572" w:rsidRDefault="004F0572" w:rsidP="00321ABA">
      <w:pPr>
        <w:pStyle w:val="ListParagraph"/>
        <w:numPr>
          <w:ilvl w:val="1"/>
          <w:numId w:val="14"/>
        </w:numPr>
      </w:pPr>
      <w:r>
        <w:t>The Marshall Plan</w:t>
      </w:r>
    </w:p>
    <w:p w:rsidR="004F0572" w:rsidRDefault="004F0572" w:rsidP="00321ABA">
      <w:pPr>
        <w:pStyle w:val="ListParagraph"/>
        <w:numPr>
          <w:ilvl w:val="1"/>
          <w:numId w:val="14"/>
        </w:numPr>
      </w:pPr>
      <w:r>
        <w:t>Détente</w:t>
      </w:r>
    </w:p>
    <w:p w:rsidR="004F0572" w:rsidRDefault="004F0572" w:rsidP="00321ABA">
      <w:pPr>
        <w:pStyle w:val="ListParagraph"/>
        <w:numPr>
          <w:ilvl w:val="1"/>
          <w:numId w:val="14"/>
        </w:numPr>
      </w:pPr>
      <w:r>
        <w:t>The Munich Analogy</w:t>
      </w:r>
    </w:p>
    <w:p w:rsidR="004F0572" w:rsidRPr="006A6DD7" w:rsidRDefault="004F0572" w:rsidP="00051066">
      <w:pPr>
        <w:pStyle w:val="ListParagraph"/>
        <w:spacing w:before="120"/>
        <w:contextualSpacing w:val="0"/>
      </w:pPr>
      <w:r>
        <w:t>Answer: D</w:t>
      </w:r>
    </w:p>
    <w:p w:rsidR="004F0572" w:rsidRPr="00051066" w:rsidRDefault="004F0572" w:rsidP="00051066">
      <w:pPr>
        <w:pStyle w:val="ListParagraph"/>
        <w:rPr>
          <w:i/>
        </w:rPr>
      </w:pPr>
      <w:r w:rsidRPr="00051066">
        <w:rPr>
          <w:i/>
        </w:rPr>
        <w:t>Reference: L</w:t>
      </w:r>
      <w:r>
        <w:rPr>
          <w:i/>
        </w:rPr>
        <w:t>O 1.4, pgs. 24–27</w:t>
      </w:r>
    </w:p>
    <w:p w:rsidR="004F0572" w:rsidRDefault="004F0572" w:rsidP="008E7CFC">
      <w:pPr>
        <w:pStyle w:val="ListParagraph"/>
        <w:rPr>
          <w:i/>
        </w:rPr>
      </w:pPr>
      <w:r>
        <w:rPr>
          <w:i/>
        </w:rPr>
        <w:t>Skill: Analysis</w:t>
      </w:r>
    </w:p>
    <w:p w:rsidR="004F0572" w:rsidRPr="001E3E82" w:rsidRDefault="004F0572" w:rsidP="00CC12D1">
      <w:pPr>
        <w:ind w:left="1080"/>
      </w:pPr>
    </w:p>
    <w:p w:rsidR="004F0572" w:rsidRPr="001E3E82" w:rsidRDefault="004F0572" w:rsidP="00321ABA">
      <w:pPr>
        <w:pStyle w:val="ListParagraph"/>
        <w:numPr>
          <w:ilvl w:val="0"/>
          <w:numId w:val="14"/>
        </w:numPr>
      </w:pPr>
      <w:r w:rsidRPr="001E3E82">
        <w:t xml:space="preserve">In what way did the United States attempt to contain Soviet influence </w:t>
      </w:r>
      <w:r>
        <w:t xml:space="preserve">around the world </w:t>
      </w:r>
      <w:r w:rsidRPr="001E3E82">
        <w:t>after World War II?</w:t>
      </w:r>
    </w:p>
    <w:p w:rsidR="004F0572" w:rsidRPr="001E3E82" w:rsidRDefault="004F0572" w:rsidP="00321ABA">
      <w:pPr>
        <w:pStyle w:val="ListParagraph"/>
        <w:numPr>
          <w:ilvl w:val="1"/>
          <w:numId w:val="14"/>
        </w:numPr>
      </w:pPr>
      <w:r w:rsidRPr="001E3E82">
        <w:t>Maintaining military bases and alliances only in Europe, close to Soviet borders</w:t>
      </w:r>
    </w:p>
    <w:p w:rsidR="004F0572" w:rsidRPr="001E3E82" w:rsidRDefault="004F0572" w:rsidP="00321ABA">
      <w:pPr>
        <w:pStyle w:val="ListParagraph"/>
        <w:numPr>
          <w:ilvl w:val="1"/>
          <w:numId w:val="14"/>
        </w:numPr>
      </w:pPr>
      <w:r w:rsidRPr="001E3E82">
        <w:t>Staging missile tests in the Arctic to intimidate the Soviets</w:t>
      </w:r>
    </w:p>
    <w:p w:rsidR="004F0572" w:rsidRPr="001E3E82" w:rsidRDefault="004F0572" w:rsidP="00321ABA">
      <w:pPr>
        <w:pStyle w:val="ListParagraph"/>
        <w:numPr>
          <w:ilvl w:val="1"/>
          <w:numId w:val="14"/>
        </w:numPr>
      </w:pPr>
      <w:r w:rsidRPr="001E3E82">
        <w:t xml:space="preserve">Providing aid through the Marshall </w:t>
      </w:r>
      <w:r>
        <w:t xml:space="preserve">Plan to rebuild Western Europe </w:t>
      </w:r>
    </w:p>
    <w:p w:rsidR="004F0572" w:rsidRPr="001E3E82" w:rsidRDefault="004F0572" w:rsidP="00321ABA">
      <w:pPr>
        <w:pStyle w:val="ListParagraph"/>
        <w:numPr>
          <w:ilvl w:val="1"/>
          <w:numId w:val="14"/>
        </w:numPr>
      </w:pPr>
      <w:r w:rsidRPr="001E3E82">
        <w:t>Splitting with China</w:t>
      </w:r>
    </w:p>
    <w:p w:rsidR="004F0572" w:rsidRPr="001E3E82" w:rsidRDefault="004F0572" w:rsidP="00321ABA">
      <w:pPr>
        <w:pStyle w:val="ListParagraph"/>
        <w:numPr>
          <w:ilvl w:val="1"/>
          <w:numId w:val="14"/>
        </w:numPr>
      </w:pPr>
      <w:r w:rsidRPr="001E3E82">
        <w:t>All of the above</w:t>
      </w:r>
    </w:p>
    <w:p w:rsidR="004F0572" w:rsidRPr="006A6DD7" w:rsidRDefault="004F0572" w:rsidP="00CC12D1">
      <w:pPr>
        <w:spacing w:before="120"/>
        <w:ind w:left="720"/>
      </w:pPr>
      <w:r>
        <w:t>Answer: C</w:t>
      </w:r>
    </w:p>
    <w:p w:rsidR="004F0572" w:rsidRPr="00225DDA" w:rsidRDefault="004F0572" w:rsidP="00CC12D1">
      <w:pPr>
        <w:ind w:left="720"/>
        <w:rPr>
          <w:i/>
        </w:rPr>
      </w:pPr>
      <w:r w:rsidRPr="00225DDA">
        <w:rPr>
          <w:i/>
        </w:rPr>
        <w:t xml:space="preserve">Reference: </w:t>
      </w:r>
      <w:r>
        <w:rPr>
          <w:i/>
        </w:rPr>
        <w:t>LO 1.4, p. 24</w:t>
      </w:r>
    </w:p>
    <w:p w:rsidR="004F0572" w:rsidRDefault="004F0572" w:rsidP="00CC12D1">
      <w:pPr>
        <w:ind w:firstLine="720"/>
        <w:rPr>
          <w:i/>
        </w:rPr>
      </w:pPr>
      <w:r w:rsidRPr="00225DDA">
        <w:rPr>
          <w:i/>
        </w:rPr>
        <w:t xml:space="preserve">Skill: </w:t>
      </w:r>
      <w:r>
        <w:rPr>
          <w:i/>
        </w:rPr>
        <w:t>Analysis</w:t>
      </w:r>
    </w:p>
    <w:p w:rsidR="004F0572" w:rsidRPr="001E3E82" w:rsidRDefault="004F0572" w:rsidP="00CC12D1"/>
    <w:p w:rsidR="004F0572" w:rsidRPr="001E3E82" w:rsidRDefault="004F0572" w:rsidP="00321ABA">
      <w:pPr>
        <w:pStyle w:val="ListParagraph"/>
        <w:numPr>
          <w:ilvl w:val="0"/>
          <w:numId w:val="14"/>
        </w:numPr>
      </w:pPr>
      <w:r w:rsidRPr="001E3E82">
        <w:t>What was the result of the Korean War at the time of the 1953 truce?</w:t>
      </w:r>
    </w:p>
    <w:p w:rsidR="004F0572" w:rsidRPr="001E3E82" w:rsidRDefault="004F0572" w:rsidP="00321ABA">
      <w:pPr>
        <w:pStyle w:val="ListParagraph"/>
        <w:numPr>
          <w:ilvl w:val="1"/>
          <w:numId w:val="14"/>
        </w:numPr>
      </w:pPr>
      <w:r w:rsidRPr="001E3E82">
        <w:t>North Korea controlled more of the Korean peninsula, having gained territory from South Korea.</w:t>
      </w:r>
    </w:p>
    <w:p w:rsidR="004F0572" w:rsidRPr="001E3E82" w:rsidRDefault="004F0572" w:rsidP="00321ABA">
      <w:pPr>
        <w:pStyle w:val="ListParagraph"/>
        <w:numPr>
          <w:ilvl w:val="1"/>
          <w:numId w:val="14"/>
        </w:numPr>
      </w:pPr>
      <w:r w:rsidRPr="001E3E82">
        <w:t>South Korea controlled more of the Korean peninsula, having gained territory from North Korea.</w:t>
      </w:r>
    </w:p>
    <w:p w:rsidR="004F0572" w:rsidRPr="001E3E82" w:rsidRDefault="004F0572" w:rsidP="00321ABA">
      <w:pPr>
        <w:pStyle w:val="ListParagraph"/>
        <w:numPr>
          <w:ilvl w:val="1"/>
          <w:numId w:val="14"/>
        </w:numPr>
      </w:pPr>
      <w:r w:rsidRPr="001E3E82">
        <w:t>The United States shifted its support to North Korea, and China shifted its support to South Korea.</w:t>
      </w:r>
    </w:p>
    <w:p w:rsidR="004F0572" w:rsidRPr="001E3E82" w:rsidRDefault="004F0572" w:rsidP="00321ABA">
      <w:pPr>
        <w:pStyle w:val="ListParagraph"/>
        <w:numPr>
          <w:ilvl w:val="1"/>
          <w:numId w:val="14"/>
        </w:numPr>
      </w:pPr>
      <w:r w:rsidRPr="001E3E82">
        <w:t>South Korea became communist and North Korea became democratic.</w:t>
      </w:r>
    </w:p>
    <w:p w:rsidR="004F0572" w:rsidRPr="001E3E82" w:rsidRDefault="004F0572" w:rsidP="00321ABA">
      <w:pPr>
        <w:pStyle w:val="ListParagraph"/>
        <w:numPr>
          <w:ilvl w:val="1"/>
          <w:numId w:val="14"/>
        </w:numPr>
      </w:pPr>
      <w:r w:rsidRPr="001E3E82">
        <w:t>None of the</w:t>
      </w:r>
      <w:r>
        <w:t xml:space="preserve"> above </w:t>
      </w:r>
    </w:p>
    <w:p w:rsidR="004F0572" w:rsidRPr="006A6DD7" w:rsidRDefault="004F0572" w:rsidP="00CC12D1">
      <w:pPr>
        <w:spacing w:before="120"/>
        <w:ind w:left="720"/>
      </w:pPr>
      <w:r>
        <w:t>Answer: E</w:t>
      </w:r>
    </w:p>
    <w:p w:rsidR="004F0572" w:rsidRPr="00225DDA" w:rsidRDefault="004F0572" w:rsidP="00CC12D1">
      <w:pPr>
        <w:ind w:left="720"/>
        <w:rPr>
          <w:i/>
        </w:rPr>
      </w:pPr>
      <w:r w:rsidRPr="00225DDA">
        <w:rPr>
          <w:i/>
        </w:rPr>
        <w:t xml:space="preserve">Reference: </w:t>
      </w:r>
      <w:r>
        <w:rPr>
          <w:i/>
        </w:rPr>
        <w:t>LO 1.4, p. 26</w:t>
      </w:r>
    </w:p>
    <w:p w:rsidR="004F0572" w:rsidRPr="001E3E82" w:rsidRDefault="004F0572" w:rsidP="00CC12D1">
      <w:pPr>
        <w:ind w:firstLine="720"/>
        <w:rPr>
          <w:color w:val="7030A0"/>
        </w:rPr>
      </w:pPr>
      <w:r w:rsidRPr="00225DDA">
        <w:rPr>
          <w:i/>
        </w:rPr>
        <w:t>Skill: Understanding</w:t>
      </w:r>
    </w:p>
    <w:p w:rsidR="004F0572" w:rsidRPr="001E3E82" w:rsidRDefault="004F0572" w:rsidP="00CC12D1"/>
    <w:p w:rsidR="004F0572" w:rsidRPr="001E3E82" w:rsidRDefault="004F0572" w:rsidP="00321ABA">
      <w:pPr>
        <w:pStyle w:val="ListParagraph"/>
        <w:numPr>
          <w:ilvl w:val="0"/>
          <w:numId w:val="14"/>
        </w:numPr>
      </w:pPr>
      <w:r w:rsidRPr="001E3E82">
        <w:t>Which</w:t>
      </w:r>
      <w:r>
        <w:t xml:space="preserve"> of the following</w:t>
      </w:r>
      <w:r w:rsidRPr="001E3E82">
        <w:t xml:space="preserve"> event</w:t>
      </w:r>
      <w:r>
        <w:t>s</w:t>
      </w:r>
      <w:r w:rsidRPr="001E3E82">
        <w:t xml:space="preserve"> in the post-World War II period probably brought the United States and the Soviet Union closest to nuclear war?</w:t>
      </w:r>
    </w:p>
    <w:p w:rsidR="004F0572" w:rsidRPr="001E3E82" w:rsidRDefault="004F0572" w:rsidP="00321ABA">
      <w:pPr>
        <w:pStyle w:val="ListParagraph"/>
        <w:numPr>
          <w:ilvl w:val="1"/>
          <w:numId w:val="14"/>
        </w:numPr>
      </w:pPr>
      <w:r w:rsidRPr="001E3E82">
        <w:t>Building of the Berlin Wall</w:t>
      </w:r>
    </w:p>
    <w:p w:rsidR="004F0572" w:rsidRPr="001E3E82" w:rsidRDefault="004F0572" w:rsidP="00321ABA">
      <w:pPr>
        <w:pStyle w:val="ListParagraph"/>
        <w:numPr>
          <w:ilvl w:val="1"/>
          <w:numId w:val="14"/>
        </w:numPr>
      </w:pPr>
      <w:r>
        <w:t xml:space="preserve">Cuban Missile Crisis </w:t>
      </w:r>
    </w:p>
    <w:p w:rsidR="004F0572" w:rsidRPr="001E3E82" w:rsidRDefault="004F0572" w:rsidP="00321ABA">
      <w:pPr>
        <w:pStyle w:val="ListParagraph"/>
        <w:numPr>
          <w:ilvl w:val="1"/>
          <w:numId w:val="14"/>
        </w:numPr>
      </w:pPr>
      <w:r w:rsidRPr="001E3E82">
        <w:t>Korean War</w:t>
      </w:r>
    </w:p>
    <w:p w:rsidR="004F0572" w:rsidRPr="001E3E82" w:rsidRDefault="004F0572" w:rsidP="00321ABA">
      <w:pPr>
        <w:pStyle w:val="ListParagraph"/>
        <w:numPr>
          <w:ilvl w:val="1"/>
          <w:numId w:val="14"/>
        </w:numPr>
      </w:pPr>
      <w:r w:rsidRPr="001E3E82">
        <w:t>U.S. involvement in Vietnam</w:t>
      </w:r>
    </w:p>
    <w:p w:rsidR="004F0572" w:rsidRPr="001E3E82" w:rsidRDefault="004F0572" w:rsidP="00321ABA">
      <w:pPr>
        <w:pStyle w:val="ListParagraph"/>
        <w:numPr>
          <w:ilvl w:val="1"/>
          <w:numId w:val="14"/>
        </w:numPr>
      </w:pPr>
      <w:r w:rsidRPr="001E3E82">
        <w:t>The Berlin airlift</w:t>
      </w:r>
    </w:p>
    <w:p w:rsidR="004F0572" w:rsidRPr="006A6DD7" w:rsidRDefault="004F0572" w:rsidP="00CC12D1">
      <w:pPr>
        <w:spacing w:before="120"/>
        <w:ind w:left="720"/>
      </w:pPr>
      <w:r>
        <w:t>Answer: B</w:t>
      </w:r>
    </w:p>
    <w:p w:rsidR="004F0572" w:rsidRPr="00225DDA" w:rsidRDefault="004F0572" w:rsidP="00CC12D1">
      <w:pPr>
        <w:ind w:left="720"/>
        <w:rPr>
          <w:i/>
        </w:rPr>
      </w:pPr>
      <w:r w:rsidRPr="00225DDA">
        <w:rPr>
          <w:i/>
        </w:rPr>
        <w:t xml:space="preserve">Reference: </w:t>
      </w:r>
      <w:r>
        <w:rPr>
          <w:i/>
        </w:rPr>
        <w:t>LO 1.4, p. 26</w:t>
      </w:r>
    </w:p>
    <w:p w:rsidR="004F0572" w:rsidRPr="001E3E82" w:rsidRDefault="004F0572" w:rsidP="00CC12D1">
      <w:pPr>
        <w:ind w:firstLine="720"/>
      </w:pPr>
      <w:r w:rsidRPr="00225DDA">
        <w:rPr>
          <w:i/>
        </w:rPr>
        <w:t xml:space="preserve">Skill: </w:t>
      </w:r>
      <w:r>
        <w:rPr>
          <w:i/>
        </w:rPr>
        <w:t>Analysis</w:t>
      </w:r>
      <w:r w:rsidRPr="001E3E82">
        <w:tab/>
      </w:r>
    </w:p>
    <w:p w:rsidR="004F0572" w:rsidRPr="001E3E82" w:rsidRDefault="004F0572" w:rsidP="00CC12D1"/>
    <w:p w:rsidR="004F0572" w:rsidRPr="001E3E82" w:rsidRDefault="004F0572" w:rsidP="00321ABA">
      <w:pPr>
        <w:pStyle w:val="ListParagraph"/>
        <w:numPr>
          <w:ilvl w:val="0"/>
          <w:numId w:val="14"/>
        </w:numPr>
      </w:pPr>
      <w:r>
        <w:t>Which of the following wa</w:t>
      </w:r>
      <w:r w:rsidRPr="001E3E82">
        <w:t>s NOT a crisis of the Cold War?</w:t>
      </w:r>
    </w:p>
    <w:p w:rsidR="004F0572" w:rsidRPr="001E3E82" w:rsidRDefault="004F0572" w:rsidP="00321ABA">
      <w:pPr>
        <w:pStyle w:val="ListParagraph"/>
        <w:numPr>
          <w:ilvl w:val="1"/>
          <w:numId w:val="14"/>
        </w:numPr>
      </w:pPr>
      <w:r>
        <w:t>Helsinki conflict</w:t>
      </w:r>
    </w:p>
    <w:p w:rsidR="004F0572" w:rsidRPr="001E3E82" w:rsidRDefault="004F0572" w:rsidP="00321ABA">
      <w:pPr>
        <w:pStyle w:val="ListParagraph"/>
        <w:numPr>
          <w:ilvl w:val="1"/>
          <w:numId w:val="14"/>
        </w:numPr>
      </w:pPr>
      <w:r w:rsidRPr="001E3E82">
        <w:t>Korean War</w:t>
      </w:r>
    </w:p>
    <w:p w:rsidR="004F0572" w:rsidRPr="001E3E82" w:rsidRDefault="004F0572" w:rsidP="00321ABA">
      <w:pPr>
        <w:pStyle w:val="ListParagraph"/>
        <w:numPr>
          <w:ilvl w:val="1"/>
          <w:numId w:val="14"/>
        </w:numPr>
      </w:pPr>
      <w:r w:rsidRPr="001E3E82">
        <w:t>Building of the Berlin Wall</w:t>
      </w:r>
    </w:p>
    <w:p w:rsidR="004F0572" w:rsidRPr="001E3E82" w:rsidRDefault="004F0572" w:rsidP="00321ABA">
      <w:pPr>
        <w:pStyle w:val="ListParagraph"/>
        <w:numPr>
          <w:ilvl w:val="1"/>
          <w:numId w:val="14"/>
        </w:numPr>
      </w:pPr>
      <w:r w:rsidRPr="001E3E82">
        <w:t>Cuban Missile Crisis</w:t>
      </w:r>
    </w:p>
    <w:p w:rsidR="004F0572" w:rsidRPr="001E3E82" w:rsidRDefault="004F0572" w:rsidP="00321ABA">
      <w:pPr>
        <w:pStyle w:val="ListParagraph"/>
        <w:numPr>
          <w:ilvl w:val="1"/>
          <w:numId w:val="14"/>
        </w:numPr>
      </w:pPr>
      <w:r w:rsidRPr="001E3E82">
        <w:t>Vietnam War</w:t>
      </w:r>
    </w:p>
    <w:p w:rsidR="004F0572" w:rsidRPr="006A6DD7" w:rsidRDefault="004F0572" w:rsidP="00CC12D1">
      <w:pPr>
        <w:spacing w:before="120"/>
        <w:ind w:left="720"/>
      </w:pPr>
      <w:r>
        <w:t>Answer: A</w:t>
      </w:r>
    </w:p>
    <w:p w:rsidR="004F0572" w:rsidRPr="00225DDA" w:rsidRDefault="004F0572" w:rsidP="00CC12D1">
      <w:pPr>
        <w:ind w:left="720"/>
        <w:rPr>
          <w:i/>
        </w:rPr>
      </w:pPr>
      <w:r w:rsidRPr="00225DDA">
        <w:rPr>
          <w:i/>
        </w:rPr>
        <w:t xml:space="preserve">Reference: </w:t>
      </w:r>
      <w:r>
        <w:rPr>
          <w:i/>
        </w:rPr>
        <w:t>LO 1.4, pgs. 26–27</w:t>
      </w:r>
    </w:p>
    <w:p w:rsidR="004F0572" w:rsidRPr="001E3E82" w:rsidRDefault="004F0572" w:rsidP="00CC12D1">
      <w:pPr>
        <w:ind w:firstLine="720"/>
      </w:pPr>
      <w:r w:rsidRPr="00225DDA">
        <w:rPr>
          <w:i/>
        </w:rPr>
        <w:t>Skill: Understanding</w:t>
      </w:r>
    </w:p>
    <w:p w:rsidR="004F0572" w:rsidRPr="001E3E82" w:rsidRDefault="004F0572" w:rsidP="00CC12D1"/>
    <w:p w:rsidR="004F0572" w:rsidRPr="001E3E82" w:rsidRDefault="004F0572" w:rsidP="00321ABA">
      <w:pPr>
        <w:pStyle w:val="ListParagraph"/>
        <w:numPr>
          <w:ilvl w:val="0"/>
          <w:numId w:val="14"/>
        </w:numPr>
      </w:pPr>
      <w:r w:rsidRPr="001E3E82">
        <w:t>In the Cold War era, just as was the case for the United States in Vietnam, the Soviet Union could not defeat rebel armies in</w:t>
      </w:r>
    </w:p>
    <w:p w:rsidR="004F0572" w:rsidRPr="001E3E82" w:rsidRDefault="004F0572" w:rsidP="00321ABA">
      <w:pPr>
        <w:pStyle w:val="ListParagraph"/>
        <w:numPr>
          <w:ilvl w:val="1"/>
          <w:numId w:val="14"/>
        </w:numPr>
      </w:pPr>
      <w:r w:rsidRPr="001E3E82">
        <w:t>Hungary.</w:t>
      </w:r>
    </w:p>
    <w:p w:rsidR="004F0572" w:rsidRPr="001E3E82" w:rsidRDefault="004F0572" w:rsidP="00321ABA">
      <w:pPr>
        <w:pStyle w:val="ListParagraph"/>
        <w:numPr>
          <w:ilvl w:val="1"/>
          <w:numId w:val="14"/>
        </w:numPr>
      </w:pPr>
      <w:r w:rsidRPr="001E3E82">
        <w:t>Czechoslovakia.</w:t>
      </w:r>
    </w:p>
    <w:p w:rsidR="004F0572" w:rsidRPr="001E3E82" w:rsidRDefault="004F0572" w:rsidP="00321ABA">
      <w:pPr>
        <w:pStyle w:val="ListParagraph"/>
        <w:numPr>
          <w:ilvl w:val="1"/>
          <w:numId w:val="14"/>
        </w:numPr>
      </w:pPr>
      <w:r w:rsidRPr="001E3E82">
        <w:t xml:space="preserve">Poland. </w:t>
      </w:r>
    </w:p>
    <w:p w:rsidR="004F0572" w:rsidRPr="001E3E82" w:rsidRDefault="004F0572" w:rsidP="00321ABA">
      <w:pPr>
        <w:pStyle w:val="ListParagraph"/>
        <w:numPr>
          <w:ilvl w:val="1"/>
          <w:numId w:val="14"/>
        </w:numPr>
      </w:pPr>
      <w:r>
        <w:t>Afghanistan</w:t>
      </w:r>
      <w:r w:rsidRPr="001E3E82">
        <w:t>.</w:t>
      </w:r>
    </w:p>
    <w:p w:rsidR="004F0572" w:rsidRPr="001E3E82" w:rsidRDefault="004F0572" w:rsidP="00321ABA">
      <w:pPr>
        <w:pStyle w:val="ListParagraph"/>
        <w:numPr>
          <w:ilvl w:val="1"/>
          <w:numId w:val="14"/>
        </w:numPr>
      </w:pPr>
      <w:r>
        <w:t xml:space="preserve">China. </w:t>
      </w:r>
    </w:p>
    <w:p w:rsidR="004F0572" w:rsidRPr="006A6DD7" w:rsidRDefault="004F0572" w:rsidP="00CC12D1">
      <w:pPr>
        <w:spacing w:before="120"/>
        <w:ind w:left="720"/>
      </w:pPr>
      <w:r>
        <w:t>Answer: D</w:t>
      </w:r>
    </w:p>
    <w:p w:rsidR="004F0572" w:rsidRPr="00225DDA" w:rsidRDefault="004F0572" w:rsidP="00CC12D1">
      <w:pPr>
        <w:ind w:left="720"/>
        <w:rPr>
          <w:i/>
        </w:rPr>
      </w:pPr>
      <w:r w:rsidRPr="00225DDA">
        <w:rPr>
          <w:i/>
        </w:rPr>
        <w:t xml:space="preserve">Reference: </w:t>
      </w:r>
      <w:r>
        <w:rPr>
          <w:i/>
        </w:rPr>
        <w:t>LO 1.4, p. 27</w:t>
      </w:r>
    </w:p>
    <w:p w:rsidR="004F0572" w:rsidRPr="001E3E82" w:rsidRDefault="004F0572" w:rsidP="00CC12D1">
      <w:pPr>
        <w:ind w:firstLine="720"/>
        <w:rPr>
          <w:color w:val="7030A0"/>
        </w:rPr>
      </w:pPr>
      <w:r w:rsidRPr="00225DDA">
        <w:rPr>
          <w:i/>
        </w:rPr>
        <w:t>Skill: Understanding</w:t>
      </w:r>
    </w:p>
    <w:p w:rsidR="004F0572" w:rsidRPr="001E3E82" w:rsidRDefault="004F0572" w:rsidP="00CC12D1"/>
    <w:p w:rsidR="004F0572" w:rsidRPr="001E3E82" w:rsidRDefault="004F0572" w:rsidP="00321ABA">
      <w:pPr>
        <w:pStyle w:val="ListParagraph"/>
        <w:numPr>
          <w:ilvl w:val="0"/>
          <w:numId w:val="14"/>
        </w:numPr>
      </w:pPr>
      <w:r w:rsidRPr="001E3E82">
        <w:t xml:space="preserve">The first </w:t>
      </w:r>
      <w:r>
        <w:t xml:space="preserve">armed conflict </w:t>
      </w:r>
      <w:r w:rsidRPr="001E3E82">
        <w:t>of the post-Cold War era was</w:t>
      </w:r>
    </w:p>
    <w:p w:rsidR="004F0572" w:rsidRPr="001E3E82" w:rsidRDefault="004F0572" w:rsidP="00321ABA">
      <w:pPr>
        <w:pStyle w:val="ListParagraph"/>
        <w:numPr>
          <w:ilvl w:val="1"/>
          <w:numId w:val="14"/>
        </w:numPr>
      </w:pPr>
      <w:r w:rsidRPr="001E3E82">
        <w:t>the disintegration of the Soviet Union.</w:t>
      </w:r>
    </w:p>
    <w:p w:rsidR="004F0572" w:rsidRDefault="004F0572" w:rsidP="00321ABA">
      <w:pPr>
        <w:pStyle w:val="ListParagraph"/>
        <w:numPr>
          <w:ilvl w:val="1"/>
          <w:numId w:val="14"/>
        </w:numPr>
      </w:pPr>
      <w:r w:rsidRPr="001E3E82">
        <w:t>the disintegration of Yugoslavia.</w:t>
      </w:r>
      <w:r w:rsidRPr="00381072">
        <w:t xml:space="preserve"> </w:t>
      </w:r>
    </w:p>
    <w:p w:rsidR="004F0572" w:rsidRPr="001E3E82" w:rsidRDefault="004F0572" w:rsidP="00321ABA">
      <w:pPr>
        <w:pStyle w:val="ListParagraph"/>
        <w:numPr>
          <w:ilvl w:val="1"/>
          <w:numId w:val="14"/>
        </w:numPr>
      </w:pPr>
      <w:r w:rsidRPr="001E3E82">
        <w:t>Iraq</w:t>
      </w:r>
      <w:r>
        <w:t>’</w:t>
      </w:r>
      <w:r w:rsidRPr="001E3E82">
        <w:t>s invasion of Kuwait</w:t>
      </w:r>
      <w:r>
        <w:t>.</w:t>
      </w:r>
    </w:p>
    <w:p w:rsidR="004F0572" w:rsidRPr="001E3E82" w:rsidRDefault="004F0572" w:rsidP="00321ABA">
      <w:pPr>
        <w:pStyle w:val="ListParagraph"/>
        <w:numPr>
          <w:ilvl w:val="1"/>
          <w:numId w:val="14"/>
        </w:numPr>
      </w:pPr>
      <w:r w:rsidRPr="001E3E82">
        <w:t>the humanitarian crisis in Somalia.</w:t>
      </w:r>
    </w:p>
    <w:p w:rsidR="004F0572" w:rsidRPr="001E3E82" w:rsidRDefault="004F0572" w:rsidP="00321ABA">
      <w:pPr>
        <w:pStyle w:val="ListParagraph"/>
        <w:numPr>
          <w:ilvl w:val="1"/>
          <w:numId w:val="14"/>
        </w:numPr>
      </w:pPr>
      <w:r>
        <w:t xml:space="preserve">the </w:t>
      </w:r>
      <w:r w:rsidRPr="001E3E82">
        <w:t>conflict in Rwanda.</w:t>
      </w:r>
    </w:p>
    <w:p w:rsidR="004F0572" w:rsidRPr="006A6DD7" w:rsidRDefault="004F0572" w:rsidP="00CC12D1">
      <w:pPr>
        <w:spacing w:before="120"/>
        <w:ind w:left="720"/>
      </w:pPr>
      <w:r>
        <w:t>Answer: C</w:t>
      </w:r>
    </w:p>
    <w:p w:rsidR="004F0572" w:rsidRPr="00225DDA" w:rsidRDefault="004F0572" w:rsidP="00CC12D1">
      <w:pPr>
        <w:ind w:left="720"/>
        <w:rPr>
          <w:i/>
        </w:rPr>
      </w:pPr>
      <w:r w:rsidRPr="00225DDA">
        <w:rPr>
          <w:i/>
        </w:rPr>
        <w:t xml:space="preserve">Reference: </w:t>
      </w:r>
      <w:r>
        <w:rPr>
          <w:i/>
        </w:rPr>
        <w:t>LO 1.4, p. 28</w:t>
      </w:r>
    </w:p>
    <w:p w:rsidR="004F0572" w:rsidRPr="001E3E82" w:rsidRDefault="004F0572" w:rsidP="00CC12D1">
      <w:pPr>
        <w:ind w:firstLine="720"/>
      </w:pPr>
      <w:r w:rsidRPr="00225DDA">
        <w:rPr>
          <w:i/>
        </w:rPr>
        <w:t>Skill: Understanding</w:t>
      </w:r>
    </w:p>
    <w:p w:rsidR="004F0572" w:rsidRDefault="004F0572">
      <w:r>
        <w:br w:type="page"/>
      </w:r>
    </w:p>
    <w:p w:rsidR="004F0572" w:rsidRPr="001E3E82" w:rsidRDefault="004F0572" w:rsidP="00CC12D1"/>
    <w:p w:rsidR="004F0572" w:rsidRPr="001E3E82" w:rsidRDefault="004F0572" w:rsidP="00321ABA">
      <w:pPr>
        <w:pStyle w:val="ListParagraph"/>
        <w:numPr>
          <w:ilvl w:val="0"/>
          <w:numId w:val="14"/>
        </w:numPr>
      </w:pPr>
      <w:r>
        <w:t>When Yugoslavia fell apart,</w:t>
      </w:r>
    </w:p>
    <w:p w:rsidR="004F0572" w:rsidRPr="001E3E82" w:rsidRDefault="004F0572" w:rsidP="00321ABA">
      <w:pPr>
        <w:pStyle w:val="ListParagraph"/>
        <w:numPr>
          <w:ilvl w:val="1"/>
          <w:numId w:val="14"/>
        </w:numPr>
      </w:pPr>
      <w:r w:rsidRPr="001E3E82">
        <w:t>European countries joined forces and sent troops to defend the borders of the newly independent, sovereign states.</w:t>
      </w:r>
    </w:p>
    <w:p w:rsidR="004F0572" w:rsidRPr="001E3E82" w:rsidRDefault="004F0572" w:rsidP="00321ABA">
      <w:pPr>
        <w:pStyle w:val="ListParagraph"/>
        <w:numPr>
          <w:ilvl w:val="1"/>
          <w:numId w:val="14"/>
        </w:numPr>
      </w:pPr>
      <w:r w:rsidRPr="001E3E82">
        <w:t>UN peacekeeping troops intervened and were able to keep casualties to a minimum.</w:t>
      </w:r>
    </w:p>
    <w:p w:rsidR="004F0572" w:rsidRPr="001E3E82" w:rsidRDefault="004F0572" w:rsidP="00321ABA">
      <w:pPr>
        <w:pStyle w:val="ListParagraph"/>
        <w:numPr>
          <w:ilvl w:val="1"/>
          <w:numId w:val="14"/>
        </w:numPr>
      </w:pPr>
      <w:r w:rsidRPr="001E3E82">
        <w:t>an arms embargo was placed on heavily armed Serbia, while Bosnia was allowed to build up its arsenal so each side would be more equal.</w:t>
      </w:r>
    </w:p>
    <w:p w:rsidR="004F0572" w:rsidRPr="001E3E82" w:rsidRDefault="004F0572" w:rsidP="00321ABA">
      <w:pPr>
        <w:pStyle w:val="ListParagraph"/>
        <w:numPr>
          <w:ilvl w:val="1"/>
          <w:numId w:val="14"/>
        </w:numPr>
      </w:pPr>
      <w:r w:rsidRPr="001E3E82">
        <w:t>ethnic Serbs seized parts of Croatia and Bosnia, where they killed or forc</w:t>
      </w:r>
      <w:r>
        <w:t xml:space="preserve">ed non-Serbs from their homes. </w:t>
      </w:r>
    </w:p>
    <w:p w:rsidR="004F0572" w:rsidRPr="001E3E82" w:rsidRDefault="004F0572" w:rsidP="00321ABA">
      <w:pPr>
        <w:pStyle w:val="ListParagraph"/>
        <w:numPr>
          <w:ilvl w:val="1"/>
          <w:numId w:val="14"/>
        </w:numPr>
      </w:pPr>
      <w:r w:rsidRPr="001E3E82">
        <w:t>successor states immediately joined the European Union.</w:t>
      </w:r>
    </w:p>
    <w:p w:rsidR="004F0572" w:rsidRPr="006A6DD7" w:rsidRDefault="004F0572" w:rsidP="00CC12D1">
      <w:pPr>
        <w:spacing w:before="120"/>
        <w:ind w:left="720"/>
      </w:pPr>
      <w:r>
        <w:t>Answer: D</w:t>
      </w:r>
    </w:p>
    <w:p w:rsidR="004F0572" w:rsidRPr="00225DDA" w:rsidRDefault="004F0572" w:rsidP="00CC12D1">
      <w:pPr>
        <w:ind w:left="720"/>
        <w:rPr>
          <w:i/>
        </w:rPr>
      </w:pPr>
      <w:r w:rsidRPr="00225DDA">
        <w:rPr>
          <w:i/>
        </w:rPr>
        <w:t xml:space="preserve">Reference: </w:t>
      </w:r>
      <w:r>
        <w:rPr>
          <w:i/>
        </w:rPr>
        <w:t>LO 1.4, pgs. 28–29</w:t>
      </w:r>
    </w:p>
    <w:p w:rsidR="004F0572" w:rsidRPr="001E3E82" w:rsidRDefault="004F0572" w:rsidP="00CC12D1">
      <w:pPr>
        <w:ind w:firstLine="720"/>
      </w:pPr>
      <w:r w:rsidRPr="00225DDA">
        <w:rPr>
          <w:i/>
        </w:rPr>
        <w:t xml:space="preserve">Skill: </w:t>
      </w:r>
      <w:r>
        <w:rPr>
          <w:i/>
        </w:rPr>
        <w:t>Analysis</w:t>
      </w:r>
    </w:p>
    <w:p w:rsidR="004F0572" w:rsidRPr="001E3E82" w:rsidRDefault="004F0572" w:rsidP="00F2386D"/>
    <w:p w:rsidR="004F0572" w:rsidRPr="001E3E82" w:rsidRDefault="004F0572" w:rsidP="00321ABA">
      <w:pPr>
        <w:pStyle w:val="ListParagraph"/>
        <w:numPr>
          <w:ilvl w:val="0"/>
          <w:numId w:val="14"/>
        </w:numPr>
      </w:pPr>
      <w:r w:rsidRPr="001E3E82">
        <w:t>Recent crises involving nuclear weapons programs involve which of the following countries?</w:t>
      </w:r>
    </w:p>
    <w:p w:rsidR="004F0572" w:rsidRPr="00F2386D" w:rsidRDefault="004F0572" w:rsidP="00321ABA">
      <w:pPr>
        <w:pStyle w:val="ListParagraph"/>
        <w:numPr>
          <w:ilvl w:val="1"/>
          <w:numId w:val="14"/>
        </w:numPr>
        <w:rPr>
          <w:lang w:val="it-IT"/>
        </w:rPr>
      </w:pPr>
      <w:r w:rsidRPr="00F2386D">
        <w:rPr>
          <w:lang w:val="it-IT"/>
        </w:rPr>
        <w:t>China and Israel</w:t>
      </w:r>
    </w:p>
    <w:p w:rsidR="004F0572" w:rsidRPr="00F2386D" w:rsidRDefault="004F0572" w:rsidP="00321ABA">
      <w:pPr>
        <w:pStyle w:val="ListParagraph"/>
        <w:numPr>
          <w:ilvl w:val="1"/>
          <w:numId w:val="14"/>
        </w:numPr>
        <w:rPr>
          <w:lang w:val="it-IT"/>
        </w:rPr>
      </w:pPr>
      <w:r w:rsidRPr="00F2386D">
        <w:rPr>
          <w:lang w:val="it-IT"/>
        </w:rPr>
        <w:t>Venezuela and Somalia</w:t>
      </w:r>
    </w:p>
    <w:p w:rsidR="004F0572" w:rsidRPr="001E3E82" w:rsidRDefault="004F0572" w:rsidP="00321ABA">
      <w:pPr>
        <w:pStyle w:val="ListParagraph"/>
        <w:numPr>
          <w:ilvl w:val="1"/>
          <w:numId w:val="14"/>
        </w:numPr>
      </w:pPr>
      <w:r>
        <w:t xml:space="preserve">North Korea and Iran </w:t>
      </w:r>
    </w:p>
    <w:p w:rsidR="004F0572" w:rsidRPr="001E3E82" w:rsidRDefault="004F0572" w:rsidP="00321ABA">
      <w:pPr>
        <w:pStyle w:val="ListParagraph"/>
        <w:numPr>
          <w:ilvl w:val="1"/>
          <w:numId w:val="14"/>
        </w:numPr>
      </w:pPr>
      <w:r w:rsidRPr="001E3E82">
        <w:t>Iraq and Syria</w:t>
      </w:r>
    </w:p>
    <w:p w:rsidR="004F0572" w:rsidRPr="001E3E82" w:rsidRDefault="004F0572" w:rsidP="00321ABA">
      <w:pPr>
        <w:pStyle w:val="ListParagraph"/>
        <w:numPr>
          <w:ilvl w:val="1"/>
          <w:numId w:val="14"/>
        </w:numPr>
      </w:pPr>
      <w:r>
        <w:t>Russia and Ukraine</w:t>
      </w:r>
    </w:p>
    <w:p w:rsidR="004F0572" w:rsidRPr="006A6DD7" w:rsidRDefault="004F0572" w:rsidP="00F2386D">
      <w:pPr>
        <w:spacing w:before="120"/>
        <w:ind w:left="720"/>
      </w:pPr>
      <w:r>
        <w:t>Answer: C</w:t>
      </w:r>
    </w:p>
    <w:p w:rsidR="004F0572" w:rsidRPr="00225DDA" w:rsidRDefault="004F0572" w:rsidP="00F2386D">
      <w:pPr>
        <w:ind w:left="720"/>
        <w:rPr>
          <w:i/>
        </w:rPr>
      </w:pPr>
      <w:r w:rsidRPr="00225DDA">
        <w:rPr>
          <w:i/>
        </w:rPr>
        <w:t xml:space="preserve">Reference: </w:t>
      </w:r>
      <w:r>
        <w:rPr>
          <w:i/>
        </w:rPr>
        <w:t>LO 1.4, p. 31</w:t>
      </w:r>
    </w:p>
    <w:p w:rsidR="004F0572" w:rsidRPr="001E3E82" w:rsidRDefault="004F0572" w:rsidP="00F2386D">
      <w:pPr>
        <w:ind w:left="720"/>
      </w:pPr>
      <w:r w:rsidRPr="00225DDA">
        <w:rPr>
          <w:i/>
        </w:rPr>
        <w:t>Skill: Understanding</w:t>
      </w:r>
    </w:p>
    <w:p w:rsidR="004F0572" w:rsidRPr="001E3E82" w:rsidRDefault="004F0572" w:rsidP="00CC12D1"/>
    <w:p w:rsidR="004F0572" w:rsidRPr="001E3E82" w:rsidRDefault="004F0572" w:rsidP="00321ABA">
      <w:pPr>
        <w:pStyle w:val="ListParagraph"/>
        <w:numPr>
          <w:ilvl w:val="0"/>
          <w:numId w:val="14"/>
        </w:numPr>
      </w:pPr>
      <w:r w:rsidRPr="001E3E82">
        <w:t>The post-Cold War era is</w:t>
      </w:r>
    </w:p>
    <w:p w:rsidR="004F0572" w:rsidRPr="001E3E82" w:rsidRDefault="004F0572" w:rsidP="00321ABA">
      <w:pPr>
        <w:pStyle w:val="ListParagraph"/>
        <w:numPr>
          <w:ilvl w:val="1"/>
          <w:numId w:val="14"/>
        </w:numPr>
      </w:pPr>
      <w:r w:rsidRPr="001E3E82">
        <w:t>more complex and unpredictable than the Cold War period.</w:t>
      </w:r>
    </w:p>
    <w:p w:rsidR="004F0572" w:rsidRPr="001E3E82" w:rsidRDefault="004F0572" w:rsidP="00321ABA">
      <w:pPr>
        <w:pStyle w:val="ListParagraph"/>
        <w:numPr>
          <w:ilvl w:val="1"/>
          <w:numId w:val="14"/>
        </w:numPr>
      </w:pPr>
      <w:r w:rsidRPr="001E3E82">
        <w:t>more peaceful than the Cold War period.</w:t>
      </w:r>
    </w:p>
    <w:p w:rsidR="004F0572" w:rsidRPr="001E3E82" w:rsidRDefault="004F0572" w:rsidP="00321ABA">
      <w:pPr>
        <w:pStyle w:val="ListParagraph"/>
        <w:numPr>
          <w:ilvl w:val="1"/>
          <w:numId w:val="14"/>
        </w:numPr>
      </w:pPr>
      <w:r w:rsidRPr="001E3E82">
        <w:t>characterized by a more global international economy.</w:t>
      </w:r>
    </w:p>
    <w:p w:rsidR="004F0572" w:rsidRPr="001E3E82" w:rsidRDefault="004F0572" w:rsidP="00321ABA">
      <w:pPr>
        <w:pStyle w:val="ListParagraph"/>
        <w:numPr>
          <w:ilvl w:val="1"/>
          <w:numId w:val="14"/>
        </w:numPr>
      </w:pPr>
      <w:r w:rsidRPr="001E3E82">
        <w:t>characterized by transnational concerns such as enviro</w:t>
      </w:r>
      <w:r>
        <w:t>nmental degradation and disease</w:t>
      </w:r>
      <w:r w:rsidRPr="001E3E82">
        <w:t>.</w:t>
      </w:r>
    </w:p>
    <w:p w:rsidR="004F0572" w:rsidRPr="001E3E82" w:rsidRDefault="004F0572" w:rsidP="00321ABA">
      <w:pPr>
        <w:pStyle w:val="ListParagraph"/>
        <w:numPr>
          <w:ilvl w:val="1"/>
          <w:numId w:val="14"/>
        </w:numPr>
      </w:pPr>
      <w:r w:rsidRPr="001E3E82">
        <w:t>All of the abo</w:t>
      </w:r>
      <w:r>
        <w:t xml:space="preserve">ve </w:t>
      </w:r>
    </w:p>
    <w:p w:rsidR="004F0572" w:rsidRPr="006A6DD7" w:rsidRDefault="004F0572" w:rsidP="00CC12D1">
      <w:pPr>
        <w:spacing w:before="120"/>
        <w:ind w:left="720"/>
      </w:pPr>
      <w:r>
        <w:t>Answer: E</w:t>
      </w:r>
    </w:p>
    <w:p w:rsidR="004F0572" w:rsidRPr="00225DDA" w:rsidRDefault="004F0572" w:rsidP="00CC12D1">
      <w:pPr>
        <w:ind w:left="720"/>
        <w:rPr>
          <w:i/>
        </w:rPr>
      </w:pPr>
      <w:r w:rsidRPr="00225DDA">
        <w:rPr>
          <w:i/>
        </w:rPr>
        <w:t xml:space="preserve">Reference: </w:t>
      </w:r>
      <w:r>
        <w:rPr>
          <w:i/>
        </w:rPr>
        <w:t>LO 1.4, pgs. 31–32</w:t>
      </w:r>
    </w:p>
    <w:p w:rsidR="004F0572" w:rsidRDefault="004F0572" w:rsidP="00CC12D1">
      <w:pPr>
        <w:ind w:firstLine="720"/>
      </w:pPr>
      <w:r w:rsidRPr="00225DDA">
        <w:rPr>
          <w:i/>
        </w:rPr>
        <w:t xml:space="preserve">Skill: </w:t>
      </w:r>
      <w:r>
        <w:rPr>
          <w:i/>
        </w:rPr>
        <w:t>Analysis</w:t>
      </w:r>
    </w:p>
    <w:p w:rsidR="004F0572" w:rsidRPr="001E3E82" w:rsidRDefault="004F0572" w:rsidP="00CC12D1"/>
    <w:p w:rsidR="004F0572" w:rsidRPr="001E3E82" w:rsidRDefault="004F0572" w:rsidP="00CC12D1">
      <w:pPr>
        <w:rPr>
          <w:b/>
        </w:rPr>
      </w:pPr>
      <w:r>
        <w:rPr>
          <w:b/>
        </w:rPr>
        <w:t xml:space="preserve">FILL IN THE </w:t>
      </w:r>
      <w:r w:rsidRPr="001E3E82">
        <w:rPr>
          <w:b/>
        </w:rPr>
        <w:t xml:space="preserve">BLANK </w:t>
      </w:r>
    </w:p>
    <w:p w:rsidR="004F0572" w:rsidRPr="001E3E82" w:rsidRDefault="004F0572" w:rsidP="000E5F8D"/>
    <w:p w:rsidR="004F0572" w:rsidRDefault="004F0572" w:rsidP="00321ABA">
      <w:pPr>
        <w:pStyle w:val="ListParagraph"/>
        <w:numPr>
          <w:ilvl w:val="0"/>
          <w:numId w:val="16"/>
        </w:numPr>
        <w:contextualSpacing w:val="0"/>
      </w:pPr>
      <w:r w:rsidRPr="001E3E82">
        <w:t>_____</w:t>
      </w:r>
      <w:r>
        <w:t>____</w:t>
      </w:r>
      <w:r w:rsidRPr="001E3E82">
        <w:t xml:space="preserve"> is the study of domestic politics of foreign c</w:t>
      </w:r>
      <w:r>
        <w:t>ountries.</w:t>
      </w:r>
    </w:p>
    <w:p w:rsidR="004F0572" w:rsidRPr="006A6DD7" w:rsidRDefault="004F0572" w:rsidP="000E5F8D">
      <w:pPr>
        <w:pStyle w:val="ListParagraph"/>
        <w:spacing w:before="120"/>
        <w:contextualSpacing w:val="0"/>
      </w:pPr>
      <w:r>
        <w:t>Answer: Comparative politics</w:t>
      </w:r>
    </w:p>
    <w:p w:rsidR="004F0572" w:rsidRPr="002C0FDA" w:rsidRDefault="004F0572" w:rsidP="000E5F8D">
      <w:pPr>
        <w:pStyle w:val="ListParagraph"/>
        <w:rPr>
          <w:i/>
        </w:rPr>
      </w:pPr>
      <w:r>
        <w:rPr>
          <w:i/>
        </w:rPr>
        <w:t>Reference: LO 1.1, p. 9</w:t>
      </w:r>
    </w:p>
    <w:p w:rsidR="004F0572" w:rsidRDefault="004F0572" w:rsidP="000E5F8D">
      <w:pPr>
        <w:pStyle w:val="ListParagraph"/>
        <w:rPr>
          <w:i/>
        </w:rPr>
      </w:pPr>
      <w:r>
        <w:rPr>
          <w:i/>
        </w:rPr>
        <w:t>Skill: Understanding</w:t>
      </w:r>
    </w:p>
    <w:p w:rsidR="004F0572" w:rsidRDefault="004F0572" w:rsidP="000E5F8D">
      <w:pPr>
        <w:pStyle w:val="ListParagraph"/>
      </w:pPr>
    </w:p>
    <w:p w:rsidR="004F0572" w:rsidRDefault="004F0572" w:rsidP="00321ABA">
      <w:pPr>
        <w:pStyle w:val="ListParagraph"/>
        <w:numPr>
          <w:ilvl w:val="0"/>
          <w:numId w:val="16"/>
        </w:numPr>
      </w:pPr>
      <w:r w:rsidRPr="001E3E82">
        <w:t>The International Committee of the Red Cross is an example of a(n) _____</w:t>
      </w:r>
      <w:r>
        <w:t>_____</w:t>
      </w:r>
      <w:r w:rsidRPr="001E3E82">
        <w:t xml:space="preserve"> because its members are not governments. </w:t>
      </w:r>
    </w:p>
    <w:p w:rsidR="004F0572" w:rsidRPr="006A6DD7" w:rsidRDefault="004F0572" w:rsidP="00633A6A">
      <w:pPr>
        <w:pStyle w:val="ListParagraph"/>
        <w:spacing w:before="120"/>
        <w:contextualSpacing w:val="0"/>
      </w:pPr>
      <w:r>
        <w:t>Answer: nongovernmental organization, NGO</w:t>
      </w:r>
    </w:p>
    <w:p w:rsidR="004F0572" w:rsidRPr="00633A6A" w:rsidRDefault="004F0572" w:rsidP="00633A6A">
      <w:pPr>
        <w:pStyle w:val="ListParagraph"/>
        <w:rPr>
          <w:i/>
        </w:rPr>
      </w:pPr>
      <w:r w:rsidRPr="00633A6A">
        <w:rPr>
          <w:i/>
        </w:rPr>
        <w:t xml:space="preserve">Reference: </w:t>
      </w:r>
      <w:r>
        <w:rPr>
          <w:i/>
        </w:rPr>
        <w:t>LO 1.2, pgs. 13–14</w:t>
      </w:r>
    </w:p>
    <w:p w:rsidR="004F0572" w:rsidRDefault="004F0572" w:rsidP="00633A6A">
      <w:pPr>
        <w:pStyle w:val="ListParagraph"/>
      </w:pPr>
      <w:r w:rsidRPr="00633A6A">
        <w:rPr>
          <w:i/>
        </w:rPr>
        <w:t xml:space="preserve">Skill: </w:t>
      </w:r>
      <w:r>
        <w:rPr>
          <w:i/>
        </w:rPr>
        <w:t>Understanding</w:t>
      </w:r>
    </w:p>
    <w:p w:rsidR="004F0572" w:rsidRPr="001E3E82" w:rsidRDefault="004F0572" w:rsidP="00CC12D1"/>
    <w:p w:rsidR="004F0572" w:rsidRDefault="004F0572" w:rsidP="00321ABA">
      <w:pPr>
        <w:pStyle w:val="ListParagraph"/>
        <w:numPr>
          <w:ilvl w:val="0"/>
          <w:numId w:val="16"/>
        </w:numPr>
      </w:pPr>
      <w:r w:rsidRPr="001E3E82">
        <w:t>OPEC is an example of a(n) _____</w:t>
      </w:r>
      <w:r>
        <w:t>_____</w:t>
      </w:r>
      <w:r w:rsidRPr="001E3E82">
        <w:t xml:space="preserve"> because its members are governments. </w:t>
      </w:r>
    </w:p>
    <w:p w:rsidR="004F0572" w:rsidRPr="006A6DD7" w:rsidRDefault="004F0572" w:rsidP="00E33EA5">
      <w:pPr>
        <w:pStyle w:val="ListParagraph"/>
        <w:spacing w:before="120"/>
        <w:contextualSpacing w:val="0"/>
      </w:pPr>
      <w:r>
        <w:t>Answer: intergovernmental organization, IGO</w:t>
      </w:r>
    </w:p>
    <w:p w:rsidR="004F0572" w:rsidRPr="00E33EA5" w:rsidRDefault="004F0572" w:rsidP="00E33EA5">
      <w:pPr>
        <w:pStyle w:val="ListParagraph"/>
        <w:rPr>
          <w:i/>
        </w:rPr>
      </w:pPr>
      <w:r w:rsidRPr="00E33EA5">
        <w:rPr>
          <w:i/>
        </w:rPr>
        <w:t xml:space="preserve">Reference: </w:t>
      </w:r>
      <w:r>
        <w:rPr>
          <w:i/>
        </w:rPr>
        <w:t>LO 1.2, pgs. 13–14</w:t>
      </w:r>
    </w:p>
    <w:p w:rsidR="004F0572" w:rsidRPr="001E3E82" w:rsidRDefault="004F0572" w:rsidP="007B6132">
      <w:pPr>
        <w:pStyle w:val="ListParagraph"/>
      </w:pPr>
      <w:r w:rsidRPr="00E33EA5">
        <w:rPr>
          <w:i/>
        </w:rPr>
        <w:t xml:space="preserve">Skill: </w:t>
      </w:r>
      <w:r>
        <w:rPr>
          <w:i/>
        </w:rPr>
        <w:t>Understanding</w:t>
      </w:r>
    </w:p>
    <w:p w:rsidR="004F0572" w:rsidRPr="001E3E82" w:rsidRDefault="004F0572" w:rsidP="00CC12D1"/>
    <w:p w:rsidR="004F0572" w:rsidRDefault="004F0572" w:rsidP="00321ABA">
      <w:pPr>
        <w:pStyle w:val="ListParagraph"/>
        <w:numPr>
          <w:ilvl w:val="0"/>
          <w:numId w:val="16"/>
        </w:numPr>
      </w:pPr>
      <w:r w:rsidRPr="001E3E82">
        <w:t>Actors operating below and across state bor</w:t>
      </w:r>
      <w:r>
        <w:t>ders are ________ actors.</w:t>
      </w:r>
    </w:p>
    <w:p w:rsidR="004F0572" w:rsidRPr="006A6DD7" w:rsidRDefault="004F0572" w:rsidP="007B6132">
      <w:pPr>
        <w:pStyle w:val="ListParagraph"/>
        <w:spacing w:before="120"/>
        <w:contextualSpacing w:val="0"/>
      </w:pPr>
      <w:r>
        <w:t>Answer: transnational</w:t>
      </w:r>
    </w:p>
    <w:p w:rsidR="004F0572" w:rsidRPr="007B6132" w:rsidRDefault="004F0572" w:rsidP="007B6132">
      <w:pPr>
        <w:pStyle w:val="ListParagraph"/>
        <w:rPr>
          <w:i/>
        </w:rPr>
      </w:pPr>
      <w:r w:rsidRPr="007B6132">
        <w:rPr>
          <w:i/>
        </w:rPr>
        <w:t xml:space="preserve">Reference: </w:t>
      </w:r>
      <w:r>
        <w:rPr>
          <w:i/>
        </w:rPr>
        <w:t>LO 1.2, pgs. 13–14</w:t>
      </w:r>
    </w:p>
    <w:p w:rsidR="004F0572" w:rsidRDefault="004F0572" w:rsidP="00716E4D">
      <w:pPr>
        <w:pStyle w:val="ListParagraph"/>
        <w:rPr>
          <w:i/>
        </w:rPr>
      </w:pPr>
      <w:r w:rsidRPr="007B6132">
        <w:rPr>
          <w:i/>
        </w:rPr>
        <w:t xml:space="preserve">Skill: </w:t>
      </w:r>
      <w:r>
        <w:rPr>
          <w:i/>
        </w:rPr>
        <w:t>Understanding</w:t>
      </w:r>
    </w:p>
    <w:p w:rsidR="004F0572" w:rsidRDefault="004F0572" w:rsidP="00ED764A">
      <w:pPr>
        <w:pStyle w:val="ListParagraph"/>
      </w:pPr>
    </w:p>
    <w:p w:rsidR="004F0572" w:rsidRDefault="004F0572" w:rsidP="00321ABA">
      <w:pPr>
        <w:pStyle w:val="ListParagraph"/>
        <w:numPr>
          <w:ilvl w:val="0"/>
          <w:numId w:val="16"/>
        </w:numPr>
      </w:pPr>
      <w:r>
        <w:t>Treaties between states occur at the _________ level of analysis.</w:t>
      </w:r>
    </w:p>
    <w:p w:rsidR="004F0572" w:rsidRPr="006A6DD7" w:rsidRDefault="004F0572" w:rsidP="00331145">
      <w:pPr>
        <w:pStyle w:val="ListParagraph"/>
        <w:spacing w:before="120"/>
        <w:contextualSpacing w:val="0"/>
      </w:pPr>
      <w:r>
        <w:t>Answer: interstate</w:t>
      </w:r>
    </w:p>
    <w:p w:rsidR="004F0572" w:rsidRPr="00C52171" w:rsidRDefault="004F0572" w:rsidP="00331145">
      <w:pPr>
        <w:pStyle w:val="ListParagraph"/>
        <w:rPr>
          <w:i/>
        </w:rPr>
      </w:pPr>
      <w:r>
        <w:rPr>
          <w:i/>
        </w:rPr>
        <w:t>Reference: LO 1.2, p. 16 (Table 1.3)</w:t>
      </w:r>
    </w:p>
    <w:p w:rsidR="004F0572" w:rsidRDefault="004F0572" w:rsidP="00331145">
      <w:pPr>
        <w:pStyle w:val="ListParagraph"/>
      </w:pPr>
      <w:r w:rsidRPr="00C52171">
        <w:rPr>
          <w:i/>
        </w:rPr>
        <w:t xml:space="preserve">Skill: </w:t>
      </w:r>
      <w:r>
        <w:rPr>
          <w:i/>
        </w:rPr>
        <w:t>Understanding</w:t>
      </w:r>
    </w:p>
    <w:p w:rsidR="004F0572" w:rsidRDefault="004F0572" w:rsidP="00331145">
      <w:pPr>
        <w:pStyle w:val="ListParagraph"/>
      </w:pPr>
    </w:p>
    <w:p w:rsidR="004F0572" w:rsidRDefault="004F0572" w:rsidP="00321ABA">
      <w:pPr>
        <w:pStyle w:val="ListParagraph"/>
        <w:numPr>
          <w:ilvl w:val="0"/>
          <w:numId w:val="16"/>
        </w:numPr>
      </w:pPr>
      <w:r>
        <w:t>Narrow definitions of the Middle East typically exclude _________ and _________.</w:t>
      </w:r>
    </w:p>
    <w:p w:rsidR="004F0572" w:rsidRPr="006A6DD7" w:rsidRDefault="004F0572" w:rsidP="001077D4">
      <w:pPr>
        <w:pStyle w:val="ListParagraph"/>
        <w:spacing w:before="120"/>
        <w:contextualSpacing w:val="0"/>
      </w:pPr>
      <w:r>
        <w:t>Answer: North Africa; Turkey</w:t>
      </w:r>
    </w:p>
    <w:p w:rsidR="004F0572" w:rsidRPr="00C52171" w:rsidRDefault="004F0572" w:rsidP="001077D4">
      <w:pPr>
        <w:pStyle w:val="ListParagraph"/>
        <w:rPr>
          <w:i/>
        </w:rPr>
      </w:pPr>
      <w:r>
        <w:rPr>
          <w:i/>
        </w:rPr>
        <w:t>Reference: LO 1.3, p. 21</w:t>
      </w:r>
    </w:p>
    <w:p w:rsidR="004F0572" w:rsidRDefault="004F0572" w:rsidP="001077D4">
      <w:pPr>
        <w:pStyle w:val="ListParagraph"/>
      </w:pPr>
      <w:r w:rsidRPr="00C52171">
        <w:rPr>
          <w:i/>
        </w:rPr>
        <w:t xml:space="preserve">Skill: </w:t>
      </w:r>
      <w:r>
        <w:rPr>
          <w:i/>
        </w:rPr>
        <w:t>Understanding</w:t>
      </w:r>
    </w:p>
    <w:p w:rsidR="004F0572" w:rsidRDefault="004F0572" w:rsidP="001077D4">
      <w:pPr>
        <w:pStyle w:val="ListParagraph"/>
      </w:pPr>
    </w:p>
    <w:p w:rsidR="004F0572" w:rsidRDefault="004F0572" w:rsidP="00321ABA">
      <w:pPr>
        <w:pStyle w:val="ListParagraph"/>
        <w:numPr>
          <w:ilvl w:val="0"/>
          <w:numId w:val="16"/>
        </w:numPr>
      </w:pPr>
      <w:r w:rsidRPr="001E3E82">
        <w:t>Through the policy of ____</w:t>
      </w:r>
      <w:r>
        <w:t>____</w:t>
      </w:r>
      <w:r w:rsidRPr="001E3E82">
        <w:t>_, the United States sought to halt the expansion of Soviet influence du</w:t>
      </w:r>
      <w:r>
        <w:t xml:space="preserve">ring the Cold War. </w:t>
      </w:r>
    </w:p>
    <w:p w:rsidR="004F0572" w:rsidRPr="006A6DD7" w:rsidRDefault="004F0572" w:rsidP="001C21BA">
      <w:pPr>
        <w:pStyle w:val="ListParagraph"/>
        <w:spacing w:before="120"/>
        <w:contextualSpacing w:val="0"/>
      </w:pPr>
      <w:r>
        <w:t>Answer: containment</w:t>
      </w:r>
    </w:p>
    <w:p w:rsidR="004F0572" w:rsidRPr="00C52171" w:rsidRDefault="004F0572" w:rsidP="001C21BA">
      <w:pPr>
        <w:pStyle w:val="ListParagraph"/>
        <w:rPr>
          <w:i/>
        </w:rPr>
      </w:pPr>
      <w:r w:rsidRPr="00C52171">
        <w:rPr>
          <w:i/>
        </w:rPr>
        <w:t>Reference: LO 1.4</w:t>
      </w:r>
      <w:r>
        <w:rPr>
          <w:i/>
        </w:rPr>
        <w:t>, p. 24</w:t>
      </w:r>
    </w:p>
    <w:p w:rsidR="004F0572" w:rsidRDefault="004F0572" w:rsidP="001C21BA">
      <w:pPr>
        <w:pStyle w:val="ListParagraph"/>
      </w:pPr>
      <w:r w:rsidRPr="00C52171">
        <w:rPr>
          <w:i/>
        </w:rPr>
        <w:t xml:space="preserve">Skill: </w:t>
      </w:r>
      <w:r>
        <w:rPr>
          <w:i/>
        </w:rPr>
        <w:t>Understanding</w:t>
      </w:r>
    </w:p>
    <w:p w:rsidR="004F0572" w:rsidRPr="001E3E82" w:rsidRDefault="004F0572" w:rsidP="00CC12D1"/>
    <w:p w:rsidR="004F0572" w:rsidRDefault="004F0572" w:rsidP="00321ABA">
      <w:pPr>
        <w:pStyle w:val="ListParagraph"/>
        <w:numPr>
          <w:ilvl w:val="0"/>
          <w:numId w:val="16"/>
        </w:numPr>
      </w:pPr>
      <w:r>
        <w:t xml:space="preserve">The first summit meeting between Cold War superpowers took place in ________ in 1955. </w:t>
      </w:r>
    </w:p>
    <w:p w:rsidR="004F0572" w:rsidRPr="006A6DD7" w:rsidRDefault="004F0572" w:rsidP="00771220">
      <w:pPr>
        <w:pStyle w:val="ListParagraph"/>
        <w:spacing w:before="120"/>
        <w:contextualSpacing w:val="0"/>
      </w:pPr>
      <w:r>
        <w:t>Answer: Geneva</w:t>
      </w:r>
    </w:p>
    <w:p w:rsidR="004F0572" w:rsidRPr="009656C6" w:rsidRDefault="004F0572" w:rsidP="009656C6">
      <w:pPr>
        <w:pStyle w:val="ListParagraph"/>
        <w:rPr>
          <w:i/>
        </w:rPr>
      </w:pPr>
      <w:r w:rsidRPr="009656C6">
        <w:rPr>
          <w:i/>
        </w:rPr>
        <w:t>Reference: LO 1.4</w:t>
      </w:r>
      <w:r>
        <w:rPr>
          <w:i/>
        </w:rPr>
        <w:t>, p. 26</w:t>
      </w:r>
    </w:p>
    <w:p w:rsidR="004F0572" w:rsidRDefault="004F0572" w:rsidP="009656C6">
      <w:pPr>
        <w:pStyle w:val="ListParagraph"/>
      </w:pPr>
      <w:r w:rsidRPr="009656C6">
        <w:rPr>
          <w:i/>
        </w:rPr>
        <w:t xml:space="preserve">Skill: </w:t>
      </w:r>
      <w:r>
        <w:rPr>
          <w:i/>
        </w:rPr>
        <w:t>Understanding</w:t>
      </w:r>
    </w:p>
    <w:p w:rsidR="004F0572" w:rsidRDefault="004F0572" w:rsidP="001077D4"/>
    <w:p w:rsidR="004F0572" w:rsidRDefault="004F0572" w:rsidP="001077D4">
      <w:pPr>
        <w:pStyle w:val="ListParagraph"/>
        <w:numPr>
          <w:ilvl w:val="0"/>
          <w:numId w:val="16"/>
        </w:numPr>
      </w:pPr>
      <w:r>
        <w:t>Arguably, the world came closest to a nuclear war during the ___________.</w:t>
      </w:r>
    </w:p>
    <w:p w:rsidR="004F0572" w:rsidRPr="006A6DD7" w:rsidRDefault="004F0572" w:rsidP="001077D4">
      <w:pPr>
        <w:pStyle w:val="ListParagraph"/>
        <w:spacing w:before="120"/>
        <w:contextualSpacing w:val="0"/>
      </w:pPr>
      <w:r>
        <w:t>Answer: Cuban Missile Crisis</w:t>
      </w:r>
    </w:p>
    <w:p w:rsidR="004F0572" w:rsidRPr="00B83696" w:rsidRDefault="004F0572" w:rsidP="001077D4">
      <w:pPr>
        <w:pStyle w:val="ListParagraph"/>
        <w:rPr>
          <w:i/>
        </w:rPr>
      </w:pPr>
      <w:r w:rsidRPr="00B83696">
        <w:rPr>
          <w:i/>
        </w:rPr>
        <w:t>Reference: LO 1.4</w:t>
      </w:r>
      <w:r>
        <w:rPr>
          <w:i/>
        </w:rPr>
        <w:t>, p. 26</w:t>
      </w:r>
    </w:p>
    <w:p w:rsidR="004F0572" w:rsidRDefault="004F0572" w:rsidP="001077D4">
      <w:pPr>
        <w:pStyle w:val="ListParagraph"/>
      </w:pPr>
      <w:r w:rsidRPr="00B83696">
        <w:rPr>
          <w:i/>
        </w:rPr>
        <w:t xml:space="preserve">Skill: </w:t>
      </w:r>
      <w:r>
        <w:rPr>
          <w:i/>
        </w:rPr>
        <w:t>Understanding</w:t>
      </w:r>
    </w:p>
    <w:p w:rsidR="004F0572" w:rsidRDefault="004F0572" w:rsidP="009656C6">
      <w:pPr>
        <w:pStyle w:val="ListParagraph"/>
      </w:pPr>
    </w:p>
    <w:p w:rsidR="004F0572" w:rsidRDefault="004F0572" w:rsidP="00321ABA">
      <w:pPr>
        <w:pStyle w:val="ListParagraph"/>
        <w:numPr>
          <w:ilvl w:val="0"/>
          <w:numId w:val="16"/>
        </w:numPr>
      </w:pPr>
      <w:r w:rsidRPr="001E3E82">
        <w:t>During the Cold War, the two superpowers often jockeyed for position in the global South, supporting _____</w:t>
      </w:r>
      <w:r>
        <w:t>_______</w:t>
      </w:r>
      <w:r w:rsidRPr="001E3E82">
        <w:t xml:space="preserve"> in which they typically supplied and advised opposing fact</w:t>
      </w:r>
      <w:r>
        <w:t>ions in civil wars.</w:t>
      </w:r>
    </w:p>
    <w:p w:rsidR="004F0572" w:rsidRPr="006A6DD7" w:rsidRDefault="004F0572" w:rsidP="00271F2B">
      <w:pPr>
        <w:pStyle w:val="ListParagraph"/>
        <w:spacing w:before="120"/>
        <w:contextualSpacing w:val="0"/>
      </w:pPr>
      <w:r>
        <w:t>Answer: proxy wars</w:t>
      </w:r>
    </w:p>
    <w:p w:rsidR="004F0572" w:rsidRPr="00271F2B" w:rsidRDefault="004F0572" w:rsidP="00271F2B">
      <w:pPr>
        <w:pStyle w:val="ListParagraph"/>
        <w:rPr>
          <w:i/>
        </w:rPr>
      </w:pPr>
      <w:r w:rsidRPr="00271F2B">
        <w:rPr>
          <w:i/>
        </w:rPr>
        <w:t>Reference: LO 1.4</w:t>
      </w:r>
      <w:r>
        <w:rPr>
          <w:i/>
        </w:rPr>
        <w:t>, p. 27</w:t>
      </w:r>
    </w:p>
    <w:p w:rsidR="004F0572" w:rsidRDefault="004F0572" w:rsidP="00271F2B">
      <w:pPr>
        <w:pStyle w:val="ListParagraph"/>
      </w:pPr>
      <w:r w:rsidRPr="00271F2B">
        <w:rPr>
          <w:i/>
        </w:rPr>
        <w:t xml:space="preserve">Skill: </w:t>
      </w:r>
      <w:r>
        <w:rPr>
          <w:i/>
        </w:rPr>
        <w:t>Understanding</w:t>
      </w:r>
    </w:p>
    <w:p w:rsidR="004F0572" w:rsidRPr="001E3E82" w:rsidRDefault="004F0572" w:rsidP="00B83696">
      <w:pPr>
        <w:pStyle w:val="ListParagraph"/>
      </w:pPr>
    </w:p>
    <w:p w:rsidR="004F0572" w:rsidRPr="001E3E82" w:rsidRDefault="004F0572" w:rsidP="00CC12D1"/>
    <w:p w:rsidR="004F0572" w:rsidRPr="001E3E82" w:rsidRDefault="004F0572" w:rsidP="00CC12D1">
      <w:pPr>
        <w:rPr>
          <w:b/>
        </w:rPr>
      </w:pPr>
      <w:r w:rsidRPr="001E3E82">
        <w:rPr>
          <w:b/>
        </w:rPr>
        <w:t xml:space="preserve">ESSAY </w:t>
      </w:r>
    </w:p>
    <w:p w:rsidR="004F0572" w:rsidRPr="001E3E82" w:rsidRDefault="004F0572" w:rsidP="00CC12D1"/>
    <w:p w:rsidR="004F0572" w:rsidRPr="002A7777" w:rsidRDefault="004F0572" w:rsidP="00321ABA">
      <w:pPr>
        <w:pStyle w:val="ListParagraph"/>
        <w:numPr>
          <w:ilvl w:val="0"/>
          <w:numId w:val="17"/>
        </w:numPr>
        <w:rPr>
          <w:color w:val="7030A0"/>
        </w:rPr>
      </w:pPr>
      <w:r w:rsidRPr="001E3E82">
        <w:t xml:space="preserve">How does international relations affect your daily life? How do you as a college student affect international relations? Give three concrete examples of each. </w:t>
      </w:r>
    </w:p>
    <w:p w:rsidR="004F0572" w:rsidRPr="002A7777" w:rsidRDefault="004F0572" w:rsidP="002A7777">
      <w:pPr>
        <w:pStyle w:val="ListParagraph"/>
        <w:spacing w:before="120"/>
        <w:contextualSpacing w:val="0"/>
        <w:rPr>
          <w:i/>
        </w:rPr>
      </w:pPr>
      <w:r w:rsidRPr="002A7777">
        <w:rPr>
          <w:i/>
        </w:rPr>
        <w:t xml:space="preserve">Reference: </w:t>
      </w:r>
      <w:r>
        <w:rPr>
          <w:i/>
        </w:rPr>
        <w:t>LO 1.1, pgs. 1–10</w:t>
      </w:r>
    </w:p>
    <w:p w:rsidR="004F0572" w:rsidRDefault="004F0572" w:rsidP="002A7777">
      <w:pPr>
        <w:pStyle w:val="ListParagraph"/>
      </w:pPr>
      <w:r w:rsidRPr="002A7777">
        <w:rPr>
          <w:i/>
        </w:rPr>
        <w:t>Skill: A</w:t>
      </w:r>
      <w:r>
        <w:rPr>
          <w:i/>
        </w:rPr>
        <w:t>pplication</w:t>
      </w:r>
    </w:p>
    <w:p w:rsidR="004F0572" w:rsidRPr="002A7777" w:rsidRDefault="004F0572" w:rsidP="002A7777">
      <w:pPr>
        <w:pStyle w:val="ListParagraph"/>
        <w:rPr>
          <w:color w:val="7030A0"/>
        </w:rPr>
      </w:pPr>
    </w:p>
    <w:p w:rsidR="004F0572" w:rsidRDefault="004F0572" w:rsidP="00321ABA">
      <w:pPr>
        <w:pStyle w:val="ListParagraph"/>
        <w:numPr>
          <w:ilvl w:val="0"/>
          <w:numId w:val="17"/>
        </w:numPr>
      </w:pPr>
      <w:r w:rsidRPr="006E2A33">
        <w:t xml:space="preserve">Countering global </w:t>
      </w:r>
      <w:r>
        <w:t>warming is considered an example of a collective-goods problem. Based on what you have learned, in what ways could you apply the principles of dominance, identity, and reciprocity to help states reduce their greenhouse emissions?</w:t>
      </w:r>
    </w:p>
    <w:p w:rsidR="004F0572" w:rsidRPr="00C0404B" w:rsidRDefault="004F0572" w:rsidP="00610BCF">
      <w:pPr>
        <w:pStyle w:val="ListParagraph"/>
        <w:spacing w:before="120"/>
        <w:contextualSpacing w:val="0"/>
      </w:pPr>
      <w:r w:rsidRPr="00C0404B">
        <w:rPr>
          <w:i/>
        </w:rPr>
        <w:t xml:space="preserve">Reference: </w:t>
      </w:r>
      <w:r>
        <w:rPr>
          <w:i/>
        </w:rPr>
        <w:t>LO 1.1, pgs. 3–10</w:t>
      </w:r>
    </w:p>
    <w:p w:rsidR="004F0572" w:rsidRDefault="004F0572" w:rsidP="00C0404B">
      <w:pPr>
        <w:pStyle w:val="ListParagraph"/>
      </w:pPr>
      <w:r w:rsidRPr="00C0404B">
        <w:rPr>
          <w:i/>
        </w:rPr>
        <w:t xml:space="preserve">Skill: </w:t>
      </w:r>
      <w:r>
        <w:rPr>
          <w:i/>
        </w:rPr>
        <w:t>Application</w:t>
      </w:r>
    </w:p>
    <w:p w:rsidR="004F0572" w:rsidRPr="006E2A33" w:rsidRDefault="004F0572" w:rsidP="00C0404B">
      <w:pPr>
        <w:pStyle w:val="ListParagraph"/>
      </w:pPr>
    </w:p>
    <w:p w:rsidR="004F0572" w:rsidRPr="006A6DD7" w:rsidRDefault="004F0572" w:rsidP="00321ABA">
      <w:pPr>
        <w:pStyle w:val="ListParagraph"/>
        <w:numPr>
          <w:ilvl w:val="0"/>
          <w:numId w:val="17"/>
        </w:numPr>
      </w:pPr>
      <w:r>
        <w:t xml:space="preserve">Of the various actors in international relations described in Chapter 1 of the textbook, which ones do you believe have lost influence in the past 50 years, and which ones have gained influence? Why do you believe that is? </w:t>
      </w:r>
    </w:p>
    <w:p w:rsidR="004F0572" w:rsidRPr="002417D6" w:rsidRDefault="004F0572" w:rsidP="00BF6830">
      <w:pPr>
        <w:pStyle w:val="ListParagraph"/>
        <w:spacing w:before="120"/>
        <w:contextualSpacing w:val="0"/>
        <w:rPr>
          <w:i/>
        </w:rPr>
      </w:pPr>
      <w:r w:rsidRPr="002417D6">
        <w:rPr>
          <w:i/>
        </w:rPr>
        <w:t xml:space="preserve">Reference: </w:t>
      </w:r>
      <w:r>
        <w:rPr>
          <w:i/>
        </w:rPr>
        <w:t>LO 1.2, pgs. 10–14</w:t>
      </w:r>
    </w:p>
    <w:p w:rsidR="004F0572" w:rsidRDefault="004F0572" w:rsidP="002417D6">
      <w:pPr>
        <w:pStyle w:val="ListParagraph"/>
      </w:pPr>
      <w:r w:rsidRPr="002417D6">
        <w:rPr>
          <w:i/>
        </w:rPr>
        <w:t>Skill: Analysis</w:t>
      </w:r>
    </w:p>
    <w:p w:rsidR="004F0572" w:rsidRDefault="004F0572" w:rsidP="000605F5"/>
    <w:p w:rsidR="004F0572" w:rsidRDefault="004F0572" w:rsidP="00321ABA">
      <w:pPr>
        <w:pStyle w:val="ListParagraph"/>
        <w:numPr>
          <w:ilvl w:val="0"/>
          <w:numId w:val="17"/>
        </w:numPr>
      </w:pPr>
      <w:r>
        <w:t>How would you use the different levels of analysis to explain the causes of the 9/11 terrorist attacks? How useful is the approach of categorizing a typically very complex world in terms of simplified levels of analysis?</w:t>
      </w:r>
    </w:p>
    <w:p w:rsidR="004F0572" w:rsidRPr="000605F5" w:rsidRDefault="004F0572" w:rsidP="000605F5">
      <w:pPr>
        <w:pStyle w:val="ListParagraph"/>
        <w:spacing w:before="120"/>
        <w:contextualSpacing w:val="0"/>
      </w:pPr>
      <w:r w:rsidRPr="000605F5">
        <w:rPr>
          <w:i/>
        </w:rPr>
        <w:t xml:space="preserve">Reference: </w:t>
      </w:r>
      <w:r>
        <w:rPr>
          <w:i/>
        </w:rPr>
        <w:t>LO 1.2</w:t>
      </w:r>
      <w:r w:rsidRPr="000605F5">
        <w:rPr>
          <w:i/>
        </w:rPr>
        <w:t xml:space="preserve">, pgs. </w:t>
      </w:r>
      <w:r>
        <w:rPr>
          <w:i/>
        </w:rPr>
        <w:t>10–14</w:t>
      </w:r>
    </w:p>
    <w:p w:rsidR="004F0572" w:rsidRDefault="004F0572" w:rsidP="000605F5">
      <w:pPr>
        <w:pStyle w:val="ListParagraph"/>
        <w:rPr>
          <w:i/>
        </w:rPr>
      </w:pPr>
      <w:r w:rsidRPr="000605F5">
        <w:rPr>
          <w:i/>
        </w:rPr>
        <w:t>Skill: A</w:t>
      </w:r>
      <w:r>
        <w:rPr>
          <w:i/>
        </w:rPr>
        <w:t>pplication</w:t>
      </w:r>
    </w:p>
    <w:p w:rsidR="004F0572" w:rsidRDefault="004F0572" w:rsidP="00F81778"/>
    <w:p w:rsidR="004F0572" w:rsidRDefault="004F0572" w:rsidP="00321ABA">
      <w:pPr>
        <w:pStyle w:val="ListParagraph"/>
        <w:numPr>
          <w:ilvl w:val="0"/>
          <w:numId w:val="17"/>
        </w:numPr>
      </w:pPr>
      <w:r w:rsidRPr="001E3E82">
        <w:t>What is globalization? How has the world changed politically, economically, and culturally as a result of this phenomenon? On what basis do opponents of globalization criticize it?</w:t>
      </w:r>
    </w:p>
    <w:p w:rsidR="004F0572" w:rsidRPr="004E6BB5" w:rsidRDefault="004F0572" w:rsidP="004E6BB5">
      <w:pPr>
        <w:pStyle w:val="ListParagraph"/>
        <w:spacing w:before="120"/>
        <w:contextualSpacing w:val="0"/>
      </w:pPr>
      <w:r w:rsidRPr="004E6BB5">
        <w:rPr>
          <w:i/>
        </w:rPr>
        <w:t xml:space="preserve">Reference: </w:t>
      </w:r>
      <w:r>
        <w:rPr>
          <w:i/>
        </w:rPr>
        <w:t>LO 1.2, pgs. 17–19</w:t>
      </w:r>
    </w:p>
    <w:p w:rsidR="004F0572" w:rsidRDefault="004F0572" w:rsidP="004E6BB5">
      <w:pPr>
        <w:pStyle w:val="ListParagraph"/>
      </w:pPr>
      <w:r w:rsidRPr="004E6BB5">
        <w:rPr>
          <w:i/>
        </w:rPr>
        <w:t xml:space="preserve">Skill: </w:t>
      </w:r>
      <w:r>
        <w:rPr>
          <w:i/>
        </w:rPr>
        <w:t>Understanding</w:t>
      </w:r>
    </w:p>
    <w:p w:rsidR="004F0572" w:rsidRDefault="004F0572">
      <w:pPr>
        <w:rPr>
          <w:szCs w:val="22"/>
        </w:rPr>
      </w:pPr>
      <w:r>
        <w:br w:type="page"/>
      </w:r>
    </w:p>
    <w:p w:rsidR="004F0572" w:rsidRDefault="004F0572" w:rsidP="004E6BB5">
      <w:pPr>
        <w:pStyle w:val="ListParagraph"/>
      </w:pPr>
    </w:p>
    <w:p w:rsidR="004F0572" w:rsidRDefault="004F0572" w:rsidP="00321ABA">
      <w:pPr>
        <w:pStyle w:val="ListParagraph"/>
        <w:numPr>
          <w:ilvl w:val="0"/>
          <w:numId w:val="17"/>
        </w:numPr>
      </w:pPr>
      <w:r>
        <w:t xml:space="preserve">Try to identify two ways in which globalization has positively impacted international relations and two ways in which its impact has been negative. Please be as specific as possible about the cause-and-effect relationships you are describing. </w:t>
      </w:r>
    </w:p>
    <w:p w:rsidR="004F0572" w:rsidRPr="00E90DFB" w:rsidRDefault="004F0572" w:rsidP="0082287D">
      <w:pPr>
        <w:pStyle w:val="ListParagraph"/>
        <w:spacing w:before="120"/>
        <w:contextualSpacing w:val="0"/>
      </w:pPr>
      <w:r w:rsidRPr="00E90DFB">
        <w:rPr>
          <w:i/>
        </w:rPr>
        <w:t xml:space="preserve">Reference: </w:t>
      </w:r>
      <w:r>
        <w:rPr>
          <w:i/>
        </w:rPr>
        <w:t>LO 1.2</w:t>
      </w:r>
      <w:r w:rsidRPr="00E90DFB">
        <w:rPr>
          <w:i/>
        </w:rPr>
        <w:t xml:space="preserve">, pgs. </w:t>
      </w:r>
      <w:r>
        <w:rPr>
          <w:i/>
        </w:rPr>
        <w:t>17–19</w:t>
      </w:r>
    </w:p>
    <w:p w:rsidR="004F0572" w:rsidRDefault="004F0572" w:rsidP="00E90DFB">
      <w:pPr>
        <w:pStyle w:val="ListParagraph"/>
      </w:pPr>
      <w:r w:rsidRPr="00E90DFB">
        <w:rPr>
          <w:i/>
        </w:rPr>
        <w:t>Skill: Analysis</w:t>
      </w:r>
    </w:p>
    <w:p w:rsidR="004F0572" w:rsidRPr="001E3E82" w:rsidRDefault="004F0572" w:rsidP="0082287D">
      <w:pPr>
        <w:pStyle w:val="ListParagraph"/>
      </w:pPr>
      <w:r>
        <w:t xml:space="preserve"> </w:t>
      </w:r>
    </w:p>
    <w:p w:rsidR="004F0572" w:rsidRDefault="004F0572" w:rsidP="00321ABA">
      <w:pPr>
        <w:pStyle w:val="ListParagraph"/>
        <w:numPr>
          <w:ilvl w:val="0"/>
          <w:numId w:val="17"/>
        </w:numPr>
      </w:pPr>
      <w:r w:rsidRPr="001E3E82">
        <w:t>Distinguish between the nine global regions of the world. How (according to what criteria) were they grouped? Why are these factors important? Is there another set of criteria that should be used? Why or why not?</w:t>
      </w:r>
    </w:p>
    <w:p w:rsidR="004F0572" w:rsidRPr="009F2F61" w:rsidRDefault="004F0572" w:rsidP="009F2F61">
      <w:pPr>
        <w:pStyle w:val="ListParagraph"/>
        <w:spacing w:before="120"/>
      </w:pPr>
      <w:r w:rsidRPr="009F2F61">
        <w:rPr>
          <w:i/>
        </w:rPr>
        <w:t xml:space="preserve">Reference: </w:t>
      </w:r>
      <w:r>
        <w:rPr>
          <w:i/>
        </w:rPr>
        <w:t>LO 1.3</w:t>
      </w:r>
      <w:r w:rsidRPr="009F2F61">
        <w:rPr>
          <w:i/>
        </w:rPr>
        <w:t xml:space="preserve">, pgs. </w:t>
      </w:r>
      <w:r>
        <w:rPr>
          <w:i/>
        </w:rPr>
        <w:t>19–23</w:t>
      </w:r>
    </w:p>
    <w:p w:rsidR="004F0572" w:rsidRDefault="004F0572" w:rsidP="009F2F61">
      <w:pPr>
        <w:pStyle w:val="ListParagraph"/>
      </w:pPr>
      <w:r w:rsidRPr="009F2F61">
        <w:rPr>
          <w:i/>
        </w:rPr>
        <w:t>Skill: Analysis</w:t>
      </w:r>
    </w:p>
    <w:p w:rsidR="004F0572" w:rsidRDefault="004F0572" w:rsidP="00CC12D1"/>
    <w:p w:rsidR="004F0572" w:rsidRDefault="004F0572" w:rsidP="00321ABA">
      <w:pPr>
        <w:pStyle w:val="ListParagraph"/>
        <w:numPr>
          <w:ilvl w:val="0"/>
          <w:numId w:val="17"/>
        </w:numPr>
      </w:pPr>
      <w:r>
        <w:t>Based on what you know, what are two potential causes and two potential consequences of the so-called North-South gap?</w:t>
      </w:r>
    </w:p>
    <w:p w:rsidR="004F0572" w:rsidRPr="00837920" w:rsidRDefault="004F0572" w:rsidP="00FC43EC">
      <w:pPr>
        <w:pStyle w:val="ListParagraph"/>
        <w:spacing w:before="120"/>
        <w:contextualSpacing w:val="0"/>
      </w:pPr>
      <w:r w:rsidRPr="00837920">
        <w:rPr>
          <w:i/>
        </w:rPr>
        <w:t xml:space="preserve">Reference: </w:t>
      </w:r>
      <w:r>
        <w:rPr>
          <w:i/>
        </w:rPr>
        <w:t>LO 1.3</w:t>
      </w:r>
      <w:r w:rsidRPr="00837920">
        <w:rPr>
          <w:i/>
        </w:rPr>
        <w:t xml:space="preserve">, pgs. </w:t>
      </w:r>
      <w:r>
        <w:rPr>
          <w:i/>
        </w:rPr>
        <w:t>19–23</w:t>
      </w:r>
    </w:p>
    <w:p w:rsidR="004F0572" w:rsidRDefault="004F0572" w:rsidP="00837920">
      <w:pPr>
        <w:pStyle w:val="ListParagraph"/>
      </w:pPr>
      <w:r w:rsidRPr="00837920">
        <w:rPr>
          <w:i/>
        </w:rPr>
        <w:t>Skill: Analysis</w:t>
      </w:r>
    </w:p>
    <w:p w:rsidR="004F0572" w:rsidRDefault="004F0572" w:rsidP="00A36D65"/>
    <w:p w:rsidR="004F0572" w:rsidRDefault="004F0572" w:rsidP="00321ABA">
      <w:pPr>
        <w:pStyle w:val="ListParagraph"/>
        <w:numPr>
          <w:ilvl w:val="0"/>
          <w:numId w:val="17"/>
        </w:numPr>
      </w:pPr>
      <w:r>
        <w:t>The Cold War derives its name from the fact that the two superpowers, the United States and the Soviet Union, never openly fought each other. Given the number of proxy wars and near clashes, how accurate do you believe this description is?</w:t>
      </w:r>
    </w:p>
    <w:p w:rsidR="004F0572" w:rsidRPr="00A36D65" w:rsidRDefault="004F0572" w:rsidP="006F2270">
      <w:pPr>
        <w:pStyle w:val="ListParagraph"/>
        <w:spacing w:before="120"/>
        <w:contextualSpacing w:val="0"/>
      </w:pPr>
      <w:r w:rsidRPr="00A36D65">
        <w:rPr>
          <w:i/>
        </w:rPr>
        <w:t xml:space="preserve">Reference: LO 1.4, pgs. </w:t>
      </w:r>
      <w:r>
        <w:rPr>
          <w:i/>
        </w:rPr>
        <w:t>24–27</w:t>
      </w:r>
    </w:p>
    <w:p w:rsidR="004F0572" w:rsidRDefault="004F0572" w:rsidP="00A36D65">
      <w:pPr>
        <w:pStyle w:val="ListParagraph"/>
      </w:pPr>
      <w:r w:rsidRPr="00A36D65">
        <w:rPr>
          <w:i/>
        </w:rPr>
        <w:t xml:space="preserve">Skill: </w:t>
      </w:r>
      <w:r>
        <w:rPr>
          <w:i/>
        </w:rPr>
        <w:t>Evaluation</w:t>
      </w:r>
    </w:p>
    <w:p w:rsidR="004F0572" w:rsidRPr="001E3E82" w:rsidRDefault="004F0572" w:rsidP="00A36D65">
      <w:pPr>
        <w:pStyle w:val="ListParagraph"/>
      </w:pPr>
      <w:r>
        <w:t xml:space="preserve"> </w:t>
      </w:r>
    </w:p>
    <w:p w:rsidR="004F0572" w:rsidRDefault="004F0572" w:rsidP="00321ABA">
      <w:pPr>
        <w:pStyle w:val="ListParagraph"/>
        <w:numPr>
          <w:ilvl w:val="0"/>
          <w:numId w:val="17"/>
        </w:numPr>
      </w:pPr>
      <w:r>
        <w:t>After the end of the Cold War, the world experienced a significant number of ethnic and civic conflicts. Based on what you have learned about international relations during the Cold War, how would you explain this phenomenon?</w:t>
      </w:r>
    </w:p>
    <w:p w:rsidR="004F0572" w:rsidRPr="00987ACE" w:rsidRDefault="004F0572" w:rsidP="00987ACE">
      <w:pPr>
        <w:pStyle w:val="ListParagraph"/>
        <w:spacing w:before="120"/>
        <w:contextualSpacing w:val="0"/>
      </w:pPr>
      <w:r>
        <w:rPr>
          <w:i/>
        </w:rPr>
        <w:t>Reference: LO 1.4, pgs. 24–32</w:t>
      </w:r>
    </w:p>
    <w:p w:rsidR="004F0572" w:rsidRDefault="004F0572" w:rsidP="00987ACE">
      <w:pPr>
        <w:pStyle w:val="ListParagraph"/>
      </w:pPr>
      <w:r w:rsidRPr="00987ACE">
        <w:rPr>
          <w:i/>
        </w:rPr>
        <w:t>Skill: Analysis</w:t>
      </w:r>
    </w:p>
    <w:p w:rsidR="004F0572" w:rsidRPr="00987ACE" w:rsidRDefault="004F0572" w:rsidP="00987ACE">
      <w:pPr>
        <w:pStyle w:val="ListParagraph"/>
        <w:rPr>
          <w:color w:val="7030A0"/>
        </w:rPr>
      </w:pPr>
    </w:p>
    <w:p w:rsidR="004F0572" w:rsidRDefault="004F0572" w:rsidP="00321ABA">
      <w:pPr>
        <w:pStyle w:val="ListParagraph"/>
        <w:numPr>
          <w:ilvl w:val="0"/>
          <w:numId w:val="17"/>
        </w:numPr>
      </w:pPr>
      <w:r w:rsidRPr="001E3E82">
        <w:t xml:space="preserve">What are three key events of the </w:t>
      </w:r>
      <w:r>
        <w:t>twentie</w:t>
      </w:r>
      <w:r w:rsidRPr="001E3E82">
        <w:t xml:space="preserve">th century that have shaped international relations today? Describe the events you choose and explain each of your choices. </w:t>
      </w:r>
    </w:p>
    <w:p w:rsidR="004F0572" w:rsidRPr="006F2270" w:rsidRDefault="004F0572" w:rsidP="006F2270">
      <w:pPr>
        <w:pStyle w:val="ListParagraph"/>
        <w:spacing w:before="120"/>
        <w:contextualSpacing w:val="0"/>
      </w:pPr>
      <w:r>
        <w:rPr>
          <w:i/>
        </w:rPr>
        <w:t>Reference: LO 1.4, pgs. 24–32</w:t>
      </w:r>
    </w:p>
    <w:p w:rsidR="004F0572" w:rsidRDefault="004F0572" w:rsidP="006F2270">
      <w:pPr>
        <w:pStyle w:val="ListParagraph"/>
      </w:pPr>
      <w:r w:rsidRPr="003965B2">
        <w:rPr>
          <w:i/>
        </w:rPr>
        <w:t>Skill: Analysis</w:t>
      </w:r>
    </w:p>
    <w:p w:rsidR="004F0572" w:rsidRPr="003965B2" w:rsidRDefault="004F0572" w:rsidP="003965B2">
      <w:pPr>
        <w:pStyle w:val="ListParagraph"/>
        <w:rPr>
          <w:color w:val="7030A0"/>
        </w:rPr>
      </w:pPr>
    </w:p>
    <w:p w:rsidR="004F0572" w:rsidRDefault="004F0572"/>
    <w:sectPr w:rsidR="004F0572" w:rsidSect="00D96CD0">
      <w:footerReference w:type="default" r:id="rId9"/>
      <w:pgSz w:w="12240" w:h="15840"/>
      <w:pgMar w:top="1440" w:right="1440" w:bottom="1440" w:left="1440" w:header="720" w:footer="720" w:gutter="0"/>
      <w:pgNumType w:start="35"/>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0572" w:rsidRDefault="004F0572" w:rsidP="00D96CD0">
      <w:r>
        <w:separator/>
      </w:r>
    </w:p>
  </w:endnote>
  <w:endnote w:type="continuationSeparator" w:id="0">
    <w:p w:rsidR="004F0572" w:rsidRDefault="004F0572" w:rsidP="00D96C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
    <w:altName w:val="MS Mincho"/>
    <w:panose1 w:val="00000000000000000000"/>
    <w:charset w:val="80"/>
    <w:family w:val="auto"/>
    <w:notTrueType/>
    <w:pitch w:val="variable"/>
    <w:sig w:usb0="00000001" w:usb1="08070000" w:usb2="00000010" w:usb3="00000000" w:csb0="00020000"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0572" w:rsidRDefault="004F0572" w:rsidP="00D96CD0">
    <w:pPr>
      <w:pStyle w:val="Footer"/>
      <w:jc w:val="center"/>
      <w:rPr>
        <w:sz w:val="20"/>
        <w:szCs w:val="20"/>
      </w:rPr>
    </w:pPr>
    <w:r w:rsidRPr="00D96CD0">
      <w:rPr>
        <w:sz w:val="20"/>
        <w:szCs w:val="20"/>
      </w:rPr>
      <w:fldChar w:fldCharType="begin"/>
    </w:r>
    <w:r w:rsidRPr="00D96CD0">
      <w:rPr>
        <w:sz w:val="20"/>
        <w:szCs w:val="20"/>
      </w:rPr>
      <w:instrText xml:space="preserve"> PAGE   \* MERGEFORMAT </w:instrText>
    </w:r>
    <w:r w:rsidRPr="00D96CD0">
      <w:rPr>
        <w:sz w:val="20"/>
        <w:szCs w:val="20"/>
      </w:rPr>
      <w:fldChar w:fldCharType="separate"/>
    </w:r>
    <w:r>
      <w:rPr>
        <w:noProof/>
        <w:sz w:val="20"/>
        <w:szCs w:val="20"/>
      </w:rPr>
      <w:t>35</w:t>
    </w:r>
    <w:r w:rsidRPr="00D96CD0">
      <w:rPr>
        <w:sz w:val="20"/>
        <w:szCs w:val="20"/>
      </w:rPr>
      <w:fldChar w:fldCharType="end"/>
    </w:r>
  </w:p>
  <w:p w:rsidR="004F0572" w:rsidRDefault="004F0572" w:rsidP="00D96CD0">
    <w:pPr>
      <w:pStyle w:val="Footer"/>
      <w:jc w:val="center"/>
    </w:pPr>
    <w:r>
      <w:rPr>
        <w:sz w:val="20"/>
        <w:szCs w:val="20"/>
      </w:rPr>
      <w:t>Copyright © 2012, 2011, 2010 Pearson Education, Inc. All rights reserved.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0572" w:rsidRDefault="004F0572" w:rsidP="00D96CD0">
      <w:r>
        <w:separator/>
      </w:r>
    </w:p>
  </w:footnote>
  <w:footnote w:type="continuationSeparator" w:id="0">
    <w:p w:rsidR="004F0572" w:rsidRDefault="004F0572" w:rsidP="00D96C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17B6A44"/>
    <w:multiLevelType w:val="hybridMultilevel"/>
    <w:tmpl w:val="3D041128"/>
    <w:lvl w:ilvl="0" w:tplc="C4BE6698">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45A1C2B"/>
    <w:multiLevelType w:val="multilevel"/>
    <w:tmpl w:val="086A30C0"/>
    <w:lvl w:ilvl="0">
      <w:start w:val="1"/>
      <w:numFmt w:val="upperLetter"/>
      <w:lvlText w:val="%1)"/>
      <w:lvlJc w:val="left"/>
      <w:pPr>
        <w:ind w:left="1080" w:hanging="360"/>
      </w:pPr>
      <w:rPr>
        <w:rFonts w:cs="Times New Roman" w:hint="default"/>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3">
    <w:nsid w:val="0C2C14AF"/>
    <w:multiLevelType w:val="hybridMultilevel"/>
    <w:tmpl w:val="8C62158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DA36831"/>
    <w:multiLevelType w:val="hybridMultilevel"/>
    <w:tmpl w:val="D80CE0A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87E4F22"/>
    <w:multiLevelType w:val="hybridMultilevel"/>
    <w:tmpl w:val="B8A873CC"/>
    <w:lvl w:ilvl="0" w:tplc="2546326C">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nsid w:val="1E5C7028"/>
    <w:multiLevelType w:val="hybridMultilevel"/>
    <w:tmpl w:val="2EF25CA8"/>
    <w:lvl w:ilvl="0" w:tplc="B81E0510">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
    <w:nsid w:val="256E33BE"/>
    <w:multiLevelType w:val="multilevel"/>
    <w:tmpl w:val="6576B712"/>
    <w:lvl w:ilvl="0">
      <w:start w:val="1"/>
      <w:numFmt w:val="decimal"/>
      <w:lvlText w:val="%1."/>
      <w:lvlJc w:val="left"/>
      <w:pPr>
        <w:ind w:left="720" w:hanging="360"/>
      </w:pPr>
      <w:rPr>
        <w:rFonts w:cs="Times New Roman"/>
      </w:rPr>
    </w:lvl>
    <w:lvl w:ilvl="1">
      <w:start w:val="1"/>
      <w:numFmt w:val="upp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nsid w:val="2A7B5B91"/>
    <w:multiLevelType w:val="hybridMultilevel"/>
    <w:tmpl w:val="ED600A10"/>
    <w:lvl w:ilvl="0" w:tplc="0550463E">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
    <w:nsid w:val="33980811"/>
    <w:multiLevelType w:val="hybridMultilevel"/>
    <w:tmpl w:val="F5C881B2"/>
    <w:lvl w:ilvl="0" w:tplc="EF5416CE">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0">
    <w:nsid w:val="399412DC"/>
    <w:multiLevelType w:val="hybridMultilevel"/>
    <w:tmpl w:val="F83A8ACC"/>
    <w:lvl w:ilvl="0" w:tplc="1C1CA49E">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1">
    <w:nsid w:val="3B6A1C91"/>
    <w:multiLevelType w:val="hybridMultilevel"/>
    <w:tmpl w:val="086A30C0"/>
    <w:lvl w:ilvl="0" w:tplc="0DD86A06">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
    <w:nsid w:val="3E8832F8"/>
    <w:multiLevelType w:val="hybridMultilevel"/>
    <w:tmpl w:val="2ED02FA8"/>
    <w:lvl w:ilvl="0" w:tplc="0409000F">
      <w:start w:val="1"/>
      <w:numFmt w:val="decimal"/>
      <w:lvlText w:val="%1."/>
      <w:lvlJc w:val="left"/>
      <w:pPr>
        <w:ind w:left="720" w:hanging="360"/>
      </w:pPr>
      <w:rPr>
        <w:rFonts w:cs="Times New Roman"/>
      </w:rPr>
    </w:lvl>
    <w:lvl w:ilvl="1" w:tplc="AAE6BDD6">
      <w:start w:val="1"/>
      <w:numFmt w:val="upperLetter"/>
      <w:lvlText w:val="%2)"/>
      <w:lvlJc w:val="left"/>
      <w:pPr>
        <w:ind w:left="1440" w:hanging="360"/>
      </w:pPr>
      <w:rPr>
        <w:rFonts w:cs="Times New Roman" w:hint="default"/>
        <w:color w:val="auto"/>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511671DD"/>
    <w:multiLevelType w:val="hybridMultilevel"/>
    <w:tmpl w:val="73E46A48"/>
    <w:lvl w:ilvl="0" w:tplc="F292616C">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
    <w:nsid w:val="5C154988"/>
    <w:multiLevelType w:val="hybridMultilevel"/>
    <w:tmpl w:val="D93A37FA"/>
    <w:lvl w:ilvl="0" w:tplc="3B56CE1E">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
    <w:nsid w:val="5C154E82"/>
    <w:multiLevelType w:val="hybridMultilevel"/>
    <w:tmpl w:val="58541EC2"/>
    <w:lvl w:ilvl="0" w:tplc="10D876AC">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6">
    <w:nsid w:val="64026295"/>
    <w:multiLevelType w:val="hybridMultilevel"/>
    <w:tmpl w:val="E3B649C8"/>
    <w:lvl w:ilvl="0" w:tplc="D5E40D22">
      <w:start w:val="1"/>
      <w:numFmt w:val="upperRoman"/>
      <w:lvlText w:val="%1."/>
      <w:lvlJc w:val="left"/>
      <w:pPr>
        <w:tabs>
          <w:tab w:val="num" w:pos="1080"/>
        </w:tabs>
        <w:ind w:left="1080" w:hanging="720"/>
      </w:pPr>
      <w:rPr>
        <w:rFonts w:cs="Times New Roman" w:hint="default"/>
      </w:rPr>
    </w:lvl>
    <w:lvl w:ilvl="1" w:tplc="CBD06D34">
      <w:start w:val="1"/>
      <w:numFmt w:val="upperLetter"/>
      <w:lvlText w:val="%2."/>
      <w:lvlJc w:val="left"/>
      <w:pPr>
        <w:tabs>
          <w:tab w:val="num" w:pos="1800"/>
        </w:tabs>
        <w:ind w:left="1800" w:hanging="720"/>
      </w:pPr>
      <w:rPr>
        <w:rFonts w:cs="Times New Roman" w:hint="default"/>
      </w:rPr>
    </w:lvl>
    <w:lvl w:ilvl="2" w:tplc="DDDA819A">
      <w:start w:val="1"/>
      <w:numFmt w:val="decimal"/>
      <w:lvlText w:val="%3."/>
      <w:lvlJc w:val="left"/>
      <w:pPr>
        <w:tabs>
          <w:tab w:val="num" w:pos="2340"/>
        </w:tabs>
        <w:ind w:left="2340" w:hanging="360"/>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6A0228CA"/>
    <w:multiLevelType w:val="hybridMultilevel"/>
    <w:tmpl w:val="F0101910"/>
    <w:lvl w:ilvl="0" w:tplc="3B56CE1E">
      <w:start w:val="1"/>
      <w:numFmt w:val="upperLetter"/>
      <w:lvlText w:val="%1)"/>
      <w:lvlJc w:val="left"/>
      <w:pPr>
        <w:ind w:left="1440" w:hanging="360"/>
      </w:pPr>
      <w:rPr>
        <w:rFonts w:cs="Times New Roman" w:hint="default"/>
      </w:rPr>
    </w:lvl>
    <w:lvl w:ilvl="1" w:tplc="3B56CE1E">
      <w:start w:val="1"/>
      <w:numFmt w:val="upperLetter"/>
      <w:lvlText w:val="%2)"/>
      <w:lvlJc w:val="left"/>
      <w:pPr>
        <w:ind w:left="2160" w:hanging="360"/>
      </w:pPr>
      <w:rPr>
        <w:rFonts w:cs="Times New Roman" w:hint="default"/>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8">
    <w:nsid w:val="7A643132"/>
    <w:multiLevelType w:val="hybridMultilevel"/>
    <w:tmpl w:val="21F2935E"/>
    <w:lvl w:ilvl="0" w:tplc="0A4A16B6">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7B8021E9"/>
    <w:multiLevelType w:val="hybridMultilevel"/>
    <w:tmpl w:val="97CE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6"/>
  </w:num>
  <w:num w:numId="3">
    <w:abstractNumId w:val="14"/>
  </w:num>
  <w:num w:numId="4">
    <w:abstractNumId w:val="1"/>
  </w:num>
  <w:num w:numId="5">
    <w:abstractNumId w:val="5"/>
  </w:num>
  <w:num w:numId="6">
    <w:abstractNumId w:val="13"/>
  </w:num>
  <w:num w:numId="7">
    <w:abstractNumId w:val="6"/>
  </w:num>
  <w:num w:numId="8">
    <w:abstractNumId w:val="11"/>
  </w:num>
  <w:num w:numId="9">
    <w:abstractNumId w:val="10"/>
  </w:num>
  <w:num w:numId="10">
    <w:abstractNumId w:val="9"/>
  </w:num>
  <w:num w:numId="11">
    <w:abstractNumId w:val="8"/>
  </w:num>
  <w:num w:numId="12">
    <w:abstractNumId w:val="15"/>
  </w:num>
  <w:num w:numId="13">
    <w:abstractNumId w:val="4"/>
  </w:num>
  <w:num w:numId="14">
    <w:abstractNumId w:val="12"/>
  </w:num>
  <w:num w:numId="15">
    <w:abstractNumId w:val="17"/>
  </w:num>
  <w:num w:numId="16">
    <w:abstractNumId w:val="3"/>
  </w:num>
  <w:num w:numId="17">
    <w:abstractNumId w:val="18"/>
  </w:num>
  <w:num w:numId="18">
    <w:abstractNumId w:val="7"/>
  </w:num>
  <w:num w:numId="19">
    <w:abstractNumId w:val="2"/>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C12D1"/>
    <w:rsid w:val="00001DEB"/>
    <w:rsid w:val="000215FD"/>
    <w:rsid w:val="000430E6"/>
    <w:rsid w:val="00044B23"/>
    <w:rsid w:val="00051066"/>
    <w:rsid w:val="00056741"/>
    <w:rsid w:val="000605F5"/>
    <w:rsid w:val="00090E9F"/>
    <w:rsid w:val="00095E66"/>
    <w:rsid w:val="000A1CF5"/>
    <w:rsid w:val="000B19EF"/>
    <w:rsid w:val="000E5F8D"/>
    <w:rsid w:val="000F19B8"/>
    <w:rsid w:val="00101741"/>
    <w:rsid w:val="00106DF8"/>
    <w:rsid w:val="001077D4"/>
    <w:rsid w:val="0011612C"/>
    <w:rsid w:val="0011755C"/>
    <w:rsid w:val="00141D6C"/>
    <w:rsid w:val="00173E65"/>
    <w:rsid w:val="00177D7F"/>
    <w:rsid w:val="00182920"/>
    <w:rsid w:val="001853B7"/>
    <w:rsid w:val="00191FBA"/>
    <w:rsid w:val="001A56C2"/>
    <w:rsid w:val="001C21BA"/>
    <w:rsid w:val="001C490D"/>
    <w:rsid w:val="001D477C"/>
    <w:rsid w:val="001D53C3"/>
    <w:rsid w:val="001E3E82"/>
    <w:rsid w:val="001F65DE"/>
    <w:rsid w:val="001F7169"/>
    <w:rsid w:val="00202FD2"/>
    <w:rsid w:val="002138FD"/>
    <w:rsid w:val="0022451D"/>
    <w:rsid w:val="00225DDA"/>
    <w:rsid w:val="00233824"/>
    <w:rsid w:val="00234329"/>
    <w:rsid w:val="002417D6"/>
    <w:rsid w:val="0024460F"/>
    <w:rsid w:val="00253022"/>
    <w:rsid w:val="00256BCE"/>
    <w:rsid w:val="002630D1"/>
    <w:rsid w:val="00266AD4"/>
    <w:rsid w:val="002711BD"/>
    <w:rsid w:val="00271F2B"/>
    <w:rsid w:val="0027645B"/>
    <w:rsid w:val="002767C6"/>
    <w:rsid w:val="00286648"/>
    <w:rsid w:val="00290C95"/>
    <w:rsid w:val="002923A2"/>
    <w:rsid w:val="002A7777"/>
    <w:rsid w:val="002C09CD"/>
    <w:rsid w:val="002C0FDA"/>
    <w:rsid w:val="002C6D48"/>
    <w:rsid w:val="002E6BE1"/>
    <w:rsid w:val="002F4BF8"/>
    <w:rsid w:val="002F4EE1"/>
    <w:rsid w:val="003032FC"/>
    <w:rsid w:val="00304C9A"/>
    <w:rsid w:val="0030689A"/>
    <w:rsid w:val="00321ABA"/>
    <w:rsid w:val="00321B3F"/>
    <w:rsid w:val="003269E3"/>
    <w:rsid w:val="00331145"/>
    <w:rsid w:val="00333189"/>
    <w:rsid w:val="00352830"/>
    <w:rsid w:val="003572B9"/>
    <w:rsid w:val="00357B5B"/>
    <w:rsid w:val="00364926"/>
    <w:rsid w:val="003735AA"/>
    <w:rsid w:val="00381072"/>
    <w:rsid w:val="00382BA4"/>
    <w:rsid w:val="003843B8"/>
    <w:rsid w:val="00385C54"/>
    <w:rsid w:val="003965B2"/>
    <w:rsid w:val="003C5395"/>
    <w:rsid w:val="003D16F5"/>
    <w:rsid w:val="003D26C4"/>
    <w:rsid w:val="003E0F93"/>
    <w:rsid w:val="003E329A"/>
    <w:rsid w:val="003F0D81"/>
    <w:rsid w:val="003F3D0A"/>
    <w:rsid w:val="003F7DD7"/>
    <w:rsid w:val="0043183E"/>
    <w:rsid w:val="00443BD8"/>
    <w:rsid w:val="00452C57"/>
    <w:rsid w:val="00452D98"/>
    <w:rsid w:val="00476943"/>
    <w:rsid w:val="004C23AE"/>
    <w:rsid w:val="004E6415"/>
    <w:rsid w:val="004E6BB5"/>
    <w:rsid w:val="004F0572"/>
    <w:rsid w:val="004F188B"/>
    <w:rsid w:val="0050446C"/>
    <w:rsid w:val="00510A63"/>
    <w:rsid w:val="0053170D"/>
    <w:rsid w:val="00532D6A"/>
    <w:rsid w:val="0054472D"/>
    <w:rsid w:val="00563D50"/>
    <w:rsid w:val="00573C3B"/>
    <w:rsid w:val="005860BA"/>
    <w:rsid w:val="00594A59"/>
    <w:rsid w:val="005A1485"/>
    <w:rsid w:val="005A48D2"/>
    <w:rsid w:val="005B413D"/>
    <w:rsid w:val="005C74A0"/>
    <w:rsid w:val="005D0061"/>
    <w:rsid w:val="005D6C35"/>
    <w:rsid w:val="005D7594"/>
    <w:rsid w:val="005E0F90"/>
    <w:rsid w:val="005E0FD1"/>
    <w:rsid w:val="005E1D36"/>
    <w:rsid w:val="005E2DDE"/>
    <w:rsid w:val="005F488D"/>
    <w:rsid w:val="00605477"/>
    <w:rsid w:val="00605ECA"/>
    <w:rsid w:val="00610BCF"/>
    <w:rsid w:val="006138F8"/>
    <w:rsid w:val="00617E72"/>
    <w:rsid w:val="0062089E"/>
    <w:rsid w:val="00633A6A"/>
    <w:rsid w:val="00640D0B"/>
    <w:rsid w:val="00642C54"/>
    <w:rsid w:val="00650EAF"/>
    <w:rsid w:val="00650EB7"/>
    <w:rsid w:val="006829EC"/>
    <w:rsid w:val="006A22DE"/>
    <w:rsid w:val="006A231D"/>
    <w:rsid w:val="006A6DD7"/>
    <w:rsid w:val="006B4391"/>
    <w:rsid w:val="006C1343"/>
    <w:rsid w:val="006E059B"/>
    <w:rsid w:val="006E2A33"/>
    <w:rsid w:val="006E69EB"/>
    <w:rsid w:val="006F2270"/>
    <w:rsid w:val="006F48B9"/>
    <w:rsid w:val="0070437D"/>
    <w:rsid w:val="00716E4D"/>
    <w:rsid w:val="00740671"/>
    <w:rsid w:val="00743856"/>
    <w:rsid w:val="00744253"/>
    <w:rsid w:val="007575AD"/>
    <w:rsid w:val="007612F0"/>
    <w:rsid w:val="0076301C"/>
    <w:rsid w:val="00771220"/>
    <w:rsid w:val="0077291D"/>
    <w:rsid w:val="0077481B"/>
    <w:rsid w:val="0079512D"/>
    <w:rsid w:val="007965F3"/>
    <w:rsid w:val="007A1943"/>
    <w:rsid w:val="007B4326"/>
    <w:rsid w:val="007B6132"/>
    <w:rsid w:val="007B72A5"/>
    <w:rsid w:val="007C28A5"/>
    <w:rsid w:val="007C57B3"/>
    <w:rsid w:val="007F74E3"/>
    <w:rsid w:val="0080084E"/>
    <w:rsid w:val="00800AF4"/>
    <w:rsid w:val="0082287D"/>
    <w:rsid w:val="00834E4E"/>
    <w:rsid w:val="00834E5C"/>
    <w:rsid w:val="00837920"/>
    <w:rsid w:val="00842EA3"/>
    <w:rsid w:val="00872BAA"/>
    <w:rsid w:val="00873B02"/>
    <w:rsid w:val="00881CBE"/>
    <w:rsid w:val="00887C5D"/>
    <w:rsid w:val="0089302C"/>
    <w:rsid w:val="008D2259"/>
    <w:rsid w:val="008D2F83"/>
    <w:rsid w:val="008E20F5"/>
    <w:rsid w:val="008E7CFC"/>
    <w:rsid w:val="008F5326"/>
    <w:rsid w:val="009024A4"/>
    <w:rsid w:val="00923488"/>
    <w:rsid w:val="009302D9"/>
    <w:rsid w:val="00947F93"/>
    <w:rsid w:val="009656C6"/>
    <w:rsid w:val="00987ACE"/>
    <w:rsid w:val="009A4E0A"/>
    <w:rsid w:val="009A709E"/>
    <w:rsid w:val="009C540C"/>
    <w:rsid w:val="009D71CB"/>
    <w:rsid w:val="009E0AE0"/>
    <w:rsid w:val="009E258C"/>
    <w:rsid w:val="009E60EF"/>
    <w:rsid w:val="009F2F61"/>
    <w:rsid w:val="009F590E"/>
    <w:rsid w:val="009F6345"/>
    <w:rsid w:val="009F6A84"/>
    <w:rsid w:val="00A068B0"/>
    <w:rsid w:val="00A06D76"/>
    <w:rsid w:val="00A169EF"/>
    <w:rsid w:val="00A36D65"/>
    <w:rsid w:val="00A447B3"/>
    <w:rsid w:val="00A50432"/>
    <w:rsid w:val="00A50C8B"/>
    <w:rsid w:val="00A535D8"/>
    <w:rsid w:val="00A537B3"/>
    <w:rsid w:val="00A53D74"/>
    <w:rsid w:val="00A54E88"/>
    <w:rsid w:val="00A634BB"/>
    <w:rsid w:val="00A71001"/>
    <w:rsid w:val="00AC2443"/>
    <w:rsid w:val="00AD5306"/>
    <w:rsid w:val="00AF7452"/>
    <w:rsid w:val="00B0430B"/>
    <w:rsid w:val="00B0670C"/>
    <w:rsid w:val="00B11ED1"/>
    <w:rsid w:val="00B14D36"/>
    <w:rsid w:val="00B2042B"/>
    <w:rsid w:val="00B2730A"/>
    <w:rsid w:val="00B40C40"/>
    <w:rsid w:val="00B41FD7"/>
    <w:rsid w:val="00B52ADB"/>
    <w:rsid w:val="00B57401"/>
    <w:rsid w:val="00B57D9B"/>
    <w:rsid w:val="00B66689"/>
    <w:rsid w:val="00B729EC"/>
    <w:rsid w:val="00B73336"/>
    <w:rsid w:val="00B83696"/>
    <w:rsid w:val="00B875C9"/>
    <w:rsid w:val="00B93C2C"/>
    <w:rsid w:val="00BA4E44"/>
    <w:rsid w:val="00BB4545"/>
    <w:rsid w:val="00BB59BF"/>
    <w:rsid w:val="00BD1A08"/>
    <w:rsid w:val="00BE5064"/>
    <w:rsid w:val="00BF65C8"/>
    <w:rsid w:val="00BF6830"/>
    <w:rsid w:val="00C0404B"/>
    <w:rsid w:val="00C040EF"/>
    <w:rsid w:val="00C27B59"/>
    <w:rsid w:val="00C32D33"/>
    <w:rsid w:val="00C35AA1"/>
    <w:rsid w:val="00C36326"/>
    <w:rsid w:val="00C3763B"/>
    <w:rsid w:val="00C401FE"/>
    <w:rsid w:val="00C4520F"/>
    <w:rsid w:val="00C516CC"/>
    <w:rsid w:val="00C52171"/>
    <w:rsid w:val="00C56C5D"/>
    <w:rsid w:val="00C66A77"/>
    <w:rsid w:val="00C7578F"/>
    <w:rsid w:val="00C8495F"/>
    <w:rsid w:val="00C907FC"/>
    <w:rsid w:val="00CA3380"/>
    <w:rsid w:val="00CC0650"/>
    <w:rsid w:val="00CC12D1"/>
    <w:rsid w:val="00CE2A1C"/>
    <w:rsid w:val="00CF4B15"/>
    <w:rsid w:val="00CF5959"/>
    <w:rsid w:val="00D118D8"/>
    <w:rsid w:val="00D11CB5"/>
    <w:rsid w:val="00D23229"/>
    <w:rsid w:val="00D26E04"/>
    <w:rsid w:val="00D60485"/>
    <w:rsid w:val="00D6078D"/>
    <w:rsid w:val="00D64479"/>
    <w:rsid w:val="00D71F9A"/>
    <w:rsid w:val="00D72413"/>
    <w:rsid w:val="00D81B52"/>
    <w:rsid w:val="00D875AB"/>
    <w:rsid w:val="00D96C41"/>
    <w:rsid w:val="00D96CD0"/>
    <w:rsid w:val="00D97AD2"/>
    <w:rsid w:val="00DA0C95"/>
    <w:rsid w:val="00DC5D00"/>
    <w:rsid w:val="00DF605C"/>
    <w:rsid w:val="00E00570"/>
    <w:rsid w:val="00E03BE5"/>
    <w:rsid w:val="00E26C1A"/>
    <w:rsid w:val="00E331F6"/>
    <w:rsid w:val="00E33EA5"/>
    <w:rsid w:val="00E44562"/>
    <w:rsid w:val="00E7297A"/>
    <w:rsid w:val="00E764E2"/>
    <w:rsid w:val="00E90DFB"/>
    <w:rsid w:val="00E91557"/>
    <w:rsid w:val="00EB4EAC"/>
    <w:rsid w:val="00EC579C"/>
    <w:rsid w:val="00ED4730"/>
    <w:rsid w:val="00ED764A"/>
    <w:rsid w:val="00EE6BDC"/>
    <w:rsid w:val="00EE7A44"/>
    <w:rsid w:val="00F07770"/>
    <w:rsid w:val="00F07CB6"/>
    <w:rsid w:val="00F106A5"/>
    <w:rsid w:val="00F22D6E"/>
    <w:rsid w:val="00F2386D"/>
    <w:rsid w:val="00F3215E"/>
    <w:rsid w:val="00F37145"/>
    <w:rsid w:val="00F41B0C"/>
    <w:rsid w:val="00F54423"/>
    <w:rsid w:val="00F65A1C"/>
    <w:rsid w:val="00F73FFC"/>
    <w:rsid w:val="00F77C5A"/>
    <w:rsid w:val="00F81778"/>
    <w:rsid w:val="00FA3AEA"/>
    <w:rsid w:val="00FA66A4"/>
    <w:rsid w:val="00FB1F6C"/>
    <w:rsid w:val="00FB6C4C"/>
    <w:rsid w:val="00FC43EC"/>
    <w:rsid w:val="00FE4502"/>
    <w:rsid w:val="00FE4AE8"/>
    <w:rsid w:val="00FF1919"/>
    <w:rsid w:val="00FF566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ountry-region"/>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 w:hAnsi="Cambria"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C12D1"/>
    <w:rPr>
      <w:rFonts w:ascii="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C12D1"/>
    <w:pPr>
      <w:tabs>
        <w:tab w:val="center" w:pos="4320"/>
        <w:tab w:val="right" w:pos="8640"/>
      </w:tabs>
    </w:pPr>
  </w:style>
  <w:style w:type="character" w:customStyle="1" w:styleId="HeaderChar">
    <w:name w:val="Header Char"/>
    <w:basedOn w:val="DefaultParagraphFont"/>
    <w:link w:val="Header"/>
    <w:uiPriority w:val="99"/>
    <w:locked/>
    <w:rsid w:val="00CC12D1"/>
    <w:rPr>
      <w:rFonts w:ascii="Times New Roman" w:hAnsi="Times New Roman" w:cs="Times New Roman"/>
    </w:rPr>
  </w:style>
  <w:style w:type="paragraph" w:styleId="Footer">
    <w:name w:val="footer"/>
    <w:basedOn w:val="Normal"/>
    <w:link w:val="FooterChar"/>
    <w:uiPriority w:val="99"/>
    <w:rsid w:val="00CC12D1"/>
    <w:pPr>
      <w:tabs>
        <w:tab w:val="center" w:pos="4320"/>
        <w:tab w:val="right" w:pos="8640"/>
      </w:tabs>
    </w:pPr>
  </w:style>
  <w:style w:type="character" w:customStyle="1" w:styleId="FooterChar">
    <w:name w:val="Footer Char"/>
    <w:basedOn w:val="DefaultParagraphFont"/>
    <w:link w:val="Footer"/>
    <w:uiPriority w:val="99"/>
    <w:locked/>
    <w:rsid w:val="00CC12D1"/>
    <w:rPr>
      <w:rFonts w:ascii="Times New Roman" w:hAnsi="Times New Roman" w:cs="Times New Roman"/>
    </w:rPr>
  </w:style>
  <w:style w:type="paragraph" w:styleId="ListParagraph">
    <w:name w:val="List Paragraph"/>
    <w:basedOn w:val="Normal"/>
    <w:uiPriority w:val="99"/>
    <w:qFormat/>
    <w:rsid w:val="00CC12D1"/>
    <w:pPr>
      <w:ind w:left="720"/>
      <w:contextualSpacing/>
    </w:pPr>
    <w:rPr>
      <w:szCs w:val="22"/>
    </w:rPr>
  </w:style>
  <w:style w:type="character" w:styleId="Hyperlink">
    <w:name w:val="Hyperlink"/>
    <w:basedOn w:val="DefaultParagraphFont"/>
    <w:uiPriority w:val="99"/>
    <w:rsid w:val="00CC12D1"/>
    <w:rPr>
      <w:rFonts w:cs="Times New Roman"/>
      <w:color w:val="0000FF"/>
      <w:u w:val="single"/>
    </w:rPr>
  </w:style>
  <w:style w:type="paragraph" w:styleId="List">
    <w:name w:val="List"/>
    <w:basedOn w:val="Normal"/>
    <w:uiPriority w:val="99"/>
    <w:rsid w:val="00CC12D1"/>
    <w:pPr>
      <w:ind w:left="360" w:hanging="360"/>
    </w:pPr>
    <w:rPr>
      <w:rFonts w:ascii="New York" w:hAnsi="New York"/>
      <w:szCs w:val="20"/>
    </w:rPr>
  </w:style>
  <w:style w:type="character" w:styleId="PageNumber">
    <w:name w:val="page number"/>
    <w:basedOn w:val="DefaultParagraphFont"/>
    <w:uiPriority w:val="99"/>
    <w:rsid w:val="00CC12D1"/>
    <w:rPr>
      <w:rFonts w:cs="Times New Roman"/>
    </w:rPr>
  </w:style>
  <w:style w:type="paragraph" w:styleId="BalloonText">
    <w:name w:val="Balloon Text"/>
    <w:basedOn w:val="Normal"/>
    <w:link w:val="BalloonTextChar"/>
    <w:uiPriority w:val="99"/>
    <w:rsid w:val="00CC12D1"/>
    <w:rPr>
      <w:rFonts w:ascii="Tahoma" w:hAnsi="Tahoma" w:cs="Tahoma"/>
      <w:sz w:val="16"/>
      <w:szCs w:val="16"/>
    </w:rPr>
  </w:style>
  <w:style w:type="character" w:customStyle="1" w:styleId="BalloonTextChar">
    <w:name w:val="Balloon Text Char"/>
    <w:basedOn w:val="DefaultParagraphFont"/>
    <w:link w:val="BalloonText"/>
    <w:uiPriority w:val="99"/>
    <w:locked/>
    <w:rsid w:val="00CC12D1"/>
    <w:rPr>
      <w:rFonts w:ascii="Tahoma" w:hAnsi="Tahoma" w:cs="Tahoma"/>
      <w:sz w:val="16"/>
      <w:szCs w:val="16"/>
    </w:rPr>
  </w:style>
  <w:style w:type="character" w:styleId="CommentReference">
    <w:name w:val="annotation reference"/>
    <w:basedOn w:val="DefaultParagraphFont"/>
    <w:uiPriority w:val="99"/>
    <w:rsid w:val="00CC12D1"/>
    <w:rPr>
      <w:rFonts w:cs="Times New Roman"/>
      <w:sz w:val="18"/>
      <w:szCs w:val="18"/>
    </w:rPr>
  </w:style>
  <w:style w:type="paragraph" w:styleId="CommentText">
    <w:name w:val="annotation text"/>
    <w:basedOn w:val="Normal"/>
    <w:link w:val="CommentTextChar"/>
    <w:uiPriority w:val="99"/>
    <w:rsid w:val="00CC12D1"/>
  </w:style>
  <w:style w:type="character" w:customStyle="1" w:styleId="CommentTextChar">
    <w:name w:val="Comment Text Char"/>
    <w:basedOn w:val="DefaultParagraphFont"/>
    <w:link w:val="CommentText"/>
    <w:uiPriority w:val="99"/>
    <w:locked/>
    <w:rsid w:val="00CC12D1"/>
    <w:rPr>
      <w:rFonts w:ascii="Times New Roman" w:hAnsi="Times New Roman" w:cs="Times New Roman"/>
    </w:rPr>
  </w:style>
  <w:style w:type="paragraph" w:styleId="CommentSubject">
    <w:name w:val="annotation subject"/>
    <w:basedOn w:val="CommentText"/>
    <w:next w:val="CommentText"/>
    <w:link w:val="CommentSubjectChar"/>
    <w:uiPriority w:val="99"/>
    <w:rsid w:val="00CC12D1"/>
    <w:rPr>
      <w:b/>
      <w:bCs/>
      <w:sz w:val="20"/>
      <w:szCs w:val="20"/>
    </w:rPr>
  </w:style>
  <w:style w:type="character" w:customStyle="1" w:styleId="CommentSubjectChar">
    <w:name w:val="Comment Subject Char"/>
    <w:basedOn w:val="CommentTextChar"/>
    <w:link w:val="CommentSubject"/>
    <w:uiPriority w:val="99"/>
    <w:locked/>
    <w:rsid w:val="00CC12D1"/>
    <w:rPr>
      <w:b/>
      <w:bCs/>
      <w:sz w:val="20"/>
      <w:szCs w:val="2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freedomhouse.org/template.cfm?page=363&amp;year=2010" TargetMode="External"/><Relationship Id="rId3" Type="http://schemas.openxmlformats.org/officeDocument/2006/relationships/settings" Target="settings.xml"/><Relationship Id="rId7" Type="http://schemas.openxmlformats.org/officeDocument/2006/relationships/hyperlink" Target="https://www.cia.gov/library/publications/the-world-factboo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22</Pages>
  <Words>4991</Words>
  <Characters>28450</Characters>
  <Application>Microsoft Office Outlook</Application>
  <DocSecurity>0</DocSecurity>
  <Lines>0</Lines>
  <Paragraphs>0</Paragraphs>
  <ScaleCrop>false</ScaleCrop>
  <Company>Cal Poly State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Anika Leithner</dc:creator>
  <cp:keywords/>
  <dc:description/>
  <cp:lastModifiedBy>ugarndo</cp:lastModifiedBy>
  <cp:revision>2</cp:revision>
  <dcterms:created xsi:type="dcterms:W3CDTF">2011-03-14T23:37:00Z</dcterms:created>
  <dcterms:modified xsi:type="dcterms:W3CDTF">2011-03-14T23:37:00Z</dcterms:modified>
</cp:coreProperties>
</file>