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FB4" w:rsidRPr="00E933E7" w:rsidRDefault="00117FB4" w:rsidP="009A4E21">
      <w:pPr>
        <w:spacing w:after="120"/>
        <w:rPr>
          <w:rFonts w:ascii="Arial" w:hAnsi="Arial" w:cs="Arial"/>
          <w:b/>
          <w:sz w:val="36"/>
          <w:szCs w:val="36"/>
        </w:rPr>
      </w:pPr>
      <w:r w:rsidRPr="00E933E7">
        <w:rPr>
          <w:rFonts w:ascii="Arial" w:hAnsi="Arial" w:cs="Arial"/>
          <w:b/>
          <w:sz w:val="36"/>
          <w:szCs w:val="36"/>
        </w:rPr>
        <w:t xml:space="preserve">PART </w:t>
      </w:r>
      <w:r>
        <w:rPr>
          <w:rFonts w:ascii="Arial" w:hAnsi="Arial" w:cs="Arial"/>
          <w:b/>
          <w:sz w:val="36"/>
          <w:szCs w:val="36"/>
        </w:rPr>
        <w:t>1</w:t>
      </w:r>
      <w:r w:rsidRPr="00E933E7">
        <w:rPr>
          <w:rFonts w:ascii="Arial" w:hAnsi="Arial" w:cs="Arial"/>
          <w:b/>
          <w:sz w:val="36"/>
          <w:szCs w:val="36"/>
        </w:rPr>
        <w:t xml:space="preserve"> </w:t>
      </w:r>
      <w:r>
        <w:rPr>
          <w:rFonts w:ascii="Arial" w:hAnsi="Arial" w:cs="Arial"/>
          <w:b/>
          <w:sz w:val="36"/>
          <w:szCs w:val="36"/>
        </w:rPr>
        <w:t>TODAY’S BUSINESS ENVIRONMENT</w:t>
      </w:r>
    </w:p>
    <w:p w:rsidR="00117FB4" w:rsidRDefault="00117FB4" w:rsidP="00A73191">
      <w:pPr>
        <w:spacing w:after="120"/>
        <w:rPr>
          <w:rFonts w:ascii="Arial" w:hAnsi="Arial" w:cs="Arial"/>
          <w:b/>
          <w:bCs/>
          <w:sz w:val="36"/>
          <w:szCs w:val="36"/>
        </w:rPr>
      </w:pPr>
    </w:p>
    <w:p w:rsidR="00117FB4" w:rsidRDefault="00117FB4" w:rsidP="00A73191">
      <w:pPr>
        <w:spacing w:after="120"/>
        <w:rPr>
          <w:rFonts w:ascii="Arial" w:hAnsi="Arial" w:cs="Arial"/>
          <w:b/>
          <w:bCs/>
          <w:sz w:val="36"/>
          <w:szCs w:val="36"/>
        </w:rPr>
      </w:pPr>
      <w:r w:rsidRPr="00032A84">
        <w:rPr>
          <w:rFonts w:ascii="Arial" w:hAnsi="Arial" w:cs="Arial"/>
          <w:b/>
          <w:bCs/>
          <w:sz w:val="36"/>
          <w:szCs w:val="36"/>
        </w:rPr>
        <w:t>Chapter 1</w:t>
      </w:r>
      <w:r>
        <w:rPr>
          <w:rFonts w:ascii="Arial" w:hAnsi="Arial" w:cs="Arial"/>
          <w:b/>
          <w:bCs/>
          <w:sz w:val="36"/>
          <w:szCs w:val="36"/>
        </w:rPr>
        <w:t>: Starting Out</w:t>
      </w:r>
    </w:p>
    <w:p w:rsidR="00117FB4" w:rsidRPr="00552296" w:rsidRDefault="00117FB4" w:rsidP="00A73191">
      <w:pPr>
        <w:spacing w:line="276" w:lineRule="auto"/>
        <w:rPr>
          <w:rFonts w:ascii="Arial" w:hAnsi="Arial" w:cs="Arial"/>
          <w:b/>
          <w:bCs/>
        </w:rPr>
      </w:pPr>
    </w:p>
    <w:p w:rsidR="00117FB4" w:rsidRPr="003512A6" w:rsidRDefault="00117FB4" w:rsidP="00562625">
      <w:pPr>
        <w:kinsoku w:val="0"/>
        <w:spacing w:after="120"/>
        <w:rPr>
          <w:rFonts w:ascii="Arial" w:hAnsi="Arial" w:cs="Arial"/>
          <w:b/>
          <w:bCs/>
          <w:sz w:val="28"/>
          <w:szCs w:val="28"/>
        </w:rPr>
      </w:pPr>
      <w:r>
        <w:rPr>
          <w:rFonts w:ascii="Arial" w:hAnsi="Arial" w:cs="Arial"/>
          <w:b/>
          <w:bCs/>
          <w:sz w:val="28"/>
          <w:szCs w:val="28"/>
        </w:rPr>
        <w:t>1.1</w:t>
      </w:r>
      <w:r>
        <w:rPr>
          <w:rFonts w:ascii="Arial" w:hAnsi="Arial" w:cs="Arial"/>
          <w:b/>
          <w:bCs/>
          <w:sz w:val="28"/>
          <w:szCs w:val="28"/>
        </w:rPr>
        <w:tab/>
      </w:r>
      <w:r w:rsidRPr="003512A6">
        <w:rPr>
          <w:rFonts w:ascii="Arial" w:hAnsi="Arial" w:cs="Arial"/>
          <w:b/>
          <w:bCs/>
          <w:sz w:val="28"/>
          <w:szCs w:val="28"/>
        </w:rPr>
        <w:t>Business &amp; Profits: The Basis of Wealth</w:t>
      </w:r>
    </w:p>
    <w:p w:rsidR="00117FB4" w:rsidRPr="003512A6" w:rsidRDefault="00117FB4" w:rsidP="00562625">
      <w:pPr>
        <w:pStyle w:val="BodyText3"/>
        <w:kinsoku w:val="0"/>
        <w:spacing w:after="120"/>
        <w:ind w:firstLine="720"/>
        <w:rPr>
          <w:b w:val="0"/>
          <w:bCs/>
          <w:i/>
          <w:szCs w:val="24"/>
        </w:rPr>
      </w:pPr>
      <w:r w:rsidRPr="009D6530">
        <w:rPr>
          <w:bCs/>
        </w:rPr>
        <w:t>The Essential Question</w:t>
      </w:r>
      <w:r>
        <w:rPr>
          <w:b w:val="0"/>
          <w:bCs/>
        </w:rPr>
        <w:t xml:space="preserve">: </w:t>
      </w:r>
      <w:r w:rsidRPr="003512A6">
        <w:rPr>
          <w:b w:val="0"/>
          <w:bCs/>
          <w:i/>
          <w:szCs w:val="24"/>
        </w:rPr>
        <w:t>What is business, and how are profits made?</w:t>
      </w:r>
    </w:p>
    <w:p w:rsidR="00117FB4" w:rsidRPr="00552296" w:rsidRDefault="00117FB4" w:rsidP="00A73191">
      <w:pPr>
        <w:spacing w:after="120"/>
        <w:rPr>
          <w:rFonts w:ascii="Arial" w:hAnsi="Arial" w:cs="Arial"/>
          <w:b/>
          <w:bCs/>
          <w:sz w:val="22"/>
          <w:szCs w:val="22"/>
        </w:rPr>
      </w:pPr>
    </w:p>
    <w:p w:rsidR="00117FB4" w:rsidRPr="003512A6" w:rsidRDefault="00117FB4" w:rsidP="00A73191">
      <w:pPr>
        <w:spacing w:after="120"/>
        <w:rPr>
          <w:rFonts w:ascii="Arial" w:hAnsi="Arial" w:cs="Arial"/>
          <w:b/>
          <w:bCs/>
          <w:sz w:val="28"/>
          <w:szCs w:val="28"/>
        </w:rPr>
      </w:pPr>
      <w:r>
        <w:rPr>
          <w:rFonts w:ascii="Arial" w:hAnsi="Arial" w:cs="Arial"/>
          <w:b/>
          <w:bCs/>
          <w:sz w:val="28"/>
          <w:szCs w:val="28"/>
        </w:rPr>
        <w:t>1.2</w:t>
      </w:r>
      <w:r>
        <w:rPr>
          <w:rFonts w:ascii="Arial" w:hAnsi="Arial" w:cs="Arial"/>
          <w:b/>
          <w:bCs/>
          <w:sz w:val="28"/>
          <w:szCs w:val="28"/>
        </w:rPr>
        <w:tab/>
      </w:r>
      <w:r w:rsidRPr="003512A6">
        <w:rPr>
          <w:rFonts w:ascii="Arial" w:hAnsi="Arial" w:cs="Arial"/>
          <w:b/>
          <w:bCs/>
          <w:sz w:val="28"/>
          <w:szCs w:val="28"/>
        </w:rPr>
        <w:t>Business as Benefactor: Payoffs Beyond Money</w:t>
      </w:r>
    </w:p>
    <w:p w:rsidR="00117FB4" w:rsidRPr="003512A6" w:rsidRDefault="00117FB4" w:rsidP="00A73191">
      <w:pPr>
        <w:pStyle w:val="ListParagraph"/>
        <w:spacing w:after="120"/>
        <w:ind w:left="0" w:firstLine="720"/>
        <w:rPr>
          <w:rFonts w:ascii="Arial" w:hAnsi="Arial" w:cs="Arial"/>
          <w:bCs/>
          <w:i/>
        </w:rPr>
      </w:pPr>
      <w:r>
        <w:rPr>
          <w:rFonts w:ascii="Arial" w:hAnsi="Arial" w:cs="Arial"/>
          <w:b/>
          <w:bCs/>
        </w:rPr>
        <w:t xml:space="preserve">The Essential Question: </w:t>
      </w:r>
      <w:r w:rsidRPr="003512A6">
        <w:rPr>
          <w:rFonts w:ascii="Arial" w:hAnsi="Arial" w:cs="Arial"/>
          <w:bCs/>
          <w:i/>
        </w:rPr>
        <w:t xml:space="preserve">What are the main sources of wealth? </w:t>
      </w:r>
    </w:p>
    <w:p w:rsidR="00117FB4" w:rsidRPr="00552296" w:rsidRDefault="00117FB4" w:rsidP="00A73191">
      <w:pPr>
        <w:spacing w:after="120"/>
        <w:rPr>
          <w:rFonts w:ascii="Arial" w:hAnsi="Arial" w:cs="Arial"/>
          <w:b/>
          <w:bCs/>
          <w:sz w:val="22"/>
          <w:szCs w:val="22"/>
        </w:rPr>
      </w:pPr>
    </w:p>
    <w:p w:rsidR="00117FB4" w:rsidRPr="003512A6" w:rsidRDefault="00117FB4" w:rsidP="00A73191">
      <w:pPr>
        <w:spacing w:after="120"/>
        <w:ind w:left="720" w:hanging="720"/>
        <w:rPr>
          <w:rFonts w:ascii="Arial" w:hAnsi="Arial" w:cs="Arial"/>
          <w:b/>
          <w:bCs/>
          <w:sz w:val="28"/>
          <w:szCs w:val="28"/>
        </w:rPr>
      </w:pPr>
      <w:r>
        <w:rPr>
          <w:rFonts w:ascii="Arial" w:hAnsi="Arial" w:cs="Arial"/>
          <w:b/>
          <w:bCs/>
          <w:sz w:val="28"/>
          <w:szCs w:val="28"/>
        </w:rPr>
        <w:t>1.3</w:t>
      </w:r>
      <w:r>
        <w:rPr>
          <w:rFonts w:ascii="Arial" w:hAnsi="Arial" w:cs="Arial"/>
          <w:b/>
          <w:bCs/>
          <w:sz w:val="28"/>
          <w:szCs w:val="28"/>
        </w:rPr>
        <w:tab/>
      </w:r>
      <w:r w:rsidRPr="003512A6">
        <w:rPr>
          <w:rFonts w:ascii="Arial" w:hAnsi="Arial" w:cs="Arial"/>
          <w:b/>
          <w:bCs/>
          <w:sz w:val="28"/>
          <w:szCs w:val="28"/>
        </w:rPr>
        <w:t>Risk, Entrepreneurship, &amp; the Factors of Production: The Creative Fire of Business</w:t>
      </w:r>
    </w:p>
    <w:p w:rsidR="00117FB4" w:rsidRPr="003512A6" w:rsidRDefault="00117FB4" w:rsidP="00A73191">
      <w:pPr>
        <w:spacing w:after="120"/>
        <w:ind w:firstLine="720"/>
        <w:rPr>
          <w:rFonts w:ascii="Arial" w:hAnsi="Arial" w:cs="Arial"/>
          <w:bCs/>
          <w:i/>
        </w:rPr>
      </w:pPr>
      <w:r>
        <w:rPr>
          <w:rFonts w:ascii="Arial" w:hAnsi="Arial" w:cs="Arial"/>
          <w:b/>
          <w:bCs/>
        </w:rPr>
        <w:t xml:space="preserve">The Essential Question: </w:t>
      </w:r>
      <w:r w:rsidRPr="003512A6">
        <w:rPr>
          <w:rFonts w:ascii="Arial" w:hAnsi="Arial" w:cs="Arial"/>
          <w:bCs/>
          <w:i/>
        </w:rPr>
        <w:t xml:space="preserve">What are the main sources of wealth? </w:t>
      </w:r>
    </w:p>
    <w:p w:rsidR="00117FB4" w:rsidRPr="00552296" w:rsidRDefault="00117FB4" w:rsidP="00A73191">
      <w:pPr>
        <w:spacing w:after="120"/>
        <w:rPr>
          <w:rFonts w:ascii="Arial" w:hAnsi="Arial" w:cs="Arial"/>
          <w:b/>
          <w:bCs/>
          <w:sz w:val="22"/>
          <w:szCs w:val="22"/>
        </w:rPr>
      </w:pPr>
    </w:p>
    <w:p w:rsidR="00117FB4" w:rsidRDefault="00117FB4" w:rsidP="00A73191">
      <w:pPr>
        <w:spacing w:after="120"/>
        <w:ind w:left="720" w:hanging="720"/>
        <w:rPr>
          <w:rFonts w:ascii="Arial" w:hAnsi="Arial" w:cs="Arial"/>
          <w:b/>
          <w:bCs/>
          <w:sz w:val="28"/>
          <w:szCs w:val="28"/>
        </w:rPr>
      </w:pPr>
      <w:r>
        <w:rPr>
          <w:rFonts w:ascii="Arial" w:hAnsi="Arial" w:cs="Arial"/>
          <w:b/>
          <w:bCs/>
          <w:sz w:val="28"/>
          <w:szCs w:val="28"/>
        </w:rPr>
        <w:t>1.4</w:t>
      </w:r>
      <w:r>
        <w:rPr>
          <w:rFonts w:ascii="Arial" w:hAnsi="Arial" w:cs="Arial"/>
          <w:b/>
          <w:bCs/>
          <w:sz w:val="28"/>
          <w:szCs w:val="28"/>
        </w:rPr>
        <w:tab/>
      </w:r>
      <w:r w:rsidRPr="003512A6">
        <w:rPr>
          <w:rFonts w:ascii="Arial" w:hAnsi="Arial" w:cs="Arial"/>
          <w:b/>
          <w:bCs/>
          <w:sz w:val="28"/>
          <w:szCs w:val="28"/>
        </w:rPr>
        <w:t xml:space="preserve">The Business Environment: Forces That Encourage &amp; Discourage Entrepreneurship </w:t>
      </w:r>
    </w:p>
    <w:p w:rsidR="00117FB4" w:rsidRPr="003512A6" w:rsidRDefault="00117FB4" w:rsidP="00A73191">
      <w:pPr>
        <w:spacing w:after="120"/>
        <w:ind w:left="720"/>
        <w:rPr>
          <w:rFonts w:ascii="Arial" w:hAnsi="Arial" w:cs="Arial"/>
          <w:bCs/>
          <w:i/>
        </w:rPr>
      </w:pPr>
      <w:r>
        <w:rPr>
          <w:rFonts w:ascii="Arial" w:hAnsi="Arial" w:cs="Arial"/>
          <w:b/>
          <w:bCs/>
        </w:rPr>
        <w:t xml:space="preserve">The Essential Question: </w:t>
      </w:r>
      <w:r w:rsidRPr="003512A6">
        <w:rPr>
          <w:rFonts w:ascii="Arial" w:hAnsi="Arial" w:cs="Arial"/>
          <w:bCs/>
          <w:i/>
        </w:rPr>
        <w:t xml:space="preserve">What major forces affect the way companies and individual businesspeople operate? </w:t>
      </w:r>
      <w:r>
        <w:rPr>
          <w:noProof/>
        </w:rPr>
        <w:pict>
          <v:line id="_x0000_s1026" style="position:absolute;left:0;text-align:left;z-index:251655168;visibility:visible;mso-wrap-distance-left:3.17497mm;mso-wrap-distance-top:-3e-5mm;mso-wrap-distance-right:3.17497mm;mso-wrap-distance-bottom:-3e-5mm;mso-position-horizontal-relative:text;mso-position-vertical-relative:text" from="423pt,270pt" to="423pt,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8NdFgIAADA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"/>
        </w:pict>
      </w:r>
    </w:p>
    <w:p w:rsidR="00117FB4" w:rsidRPr="00552296" w:rsidRDefault="00117FB4" w:rsidP="00A73191">
      <w:pPr>
        <w:spacing w:after="120"/>
        <w:rPr>
          <w:rFonts w:ascii="Arial" w:hAnsi="Arial" w:cs="Arial"/>
          <w:b/>
          <w:bCs/>
          <w:sz w:val="22"/>
          <w:szCs w:val="22"/>
        </w:rPr>
      </w:pPr>
    </w:p>
    <w:p w:rsidR="00117FB4" w:rsidRPr="003512A6" w:rsidRDefault="00117FB4" w:rsidP="00A73191">
      <w:pPr>
        <w:spacing w:after="120"/>
        <w:ind w:left="720" w:hanging="720"/>
        <w:rPr>
          <w:rFonts w:ascii="Arial" w:hAnsi="Arial" w:cs="Arial"/>
          <w:b/>
          <w:bCs/>
          <w:sz w:val="28"/>
          <w:szCs w:val="28"/>
        </w:rPr>
      </w:pPr>
      <w:r>
        <w:rPr>
          <w:rFonts w:ascii="Arial" w:hAnsi="Arial" w:cs="Arial"/>
          <w:b/>
          <w:bCs/>
          <w:sz w:val="28"/>
          <w:szCs w:val="28"/>
        </w:rPr>
        <w:t>1.5</w:t>
      </w:r>
      <w:r>
        <w:rPr>
          <w:rFonts w:ascii="Arial" w:hAnsi="Arial" w:cs="Arial"/>
          <w:b/>
          <w:bCs/>
          <w:sz w:val="28"/>
          <w:szCs w:val="28"/>
        </w:rPr>
        <w:tab/>
      </w:r>
      <w:r w:rsidRPr="003512A6">
        <w:rPr>
          <w:rFonts w:ascii="Arial" w:hAnsi="Arial" w:cs="Arial"/>
          <w:b/>
          <w:bCs/>
          <w:sz w:val="28"/>
          <w:szCs w:val="28"/>
        </w:rPr>
        <w:t xml:space="preserve">Seven Key Business Rules: The Great Adventure of Being in Business in the 21st Century </w:t>
      </w:r>
    </w:p>
    <w:p w:rsidR="00117FB4" w:rsidRPr="003512A6" w:rsidRDefault="00117FB4" w:rsidP="00A73191">
      <w:pPr>
        <w:spacing w:after="120"/>
        <w:ind w:left="720"/>
        <w:rPr>
          <w:rFonts w:ascii="Arial" w:hAnsi="Arial" w:cs="Arial"/>
          <w:bCs/>
          <w:i/>
        </w:rPr>
      </w:pPr>
      <w:r>
        <w:rPr>
          <w:rFonts w:ascii="Arial" w:hAnsi="Arial" w:cs="Arial"/>
          <w:b/>
          <w:bCs/>
        </w:rPr>
        <w:t xml:space="preserve">The Essential Question: </w:t>
      </w:r>
      <w:r w:rsidRPr="003512A6">
        <w:rPr>
          <w:rFonts w:ascii="Arial" w:hAnsi="Arial" w:cs="Arial"/>
          <w:bCs/>
          <w:i/>
        </w:rPr>
        <w:t>What are seven key business rules to observe in pursuing business success?</w:t>
      </w:r>
    </w:p>
    <w:p w:rsidR="00117FB4" w:rsidRPr="003512A6" w:rsidRDefault="00117FB4" w:rsidP="00A73191">
      <w:pPr>
        <w:spacing w:after="120"/>
        <w:rPr>
          <w:rFonts w:ascii="Arial" w:hAnsi="Arial" w:cs="Arial"/>
          <w:b/>
          <w:bCs/>
        </w:rPr>
      </w:pPr>
    </w:p>
    <w:p w:rsidR="00117FB4" w:rsidRPr="003512A6" w:rsidRDefault="00117FB4" w:rsidP="00A73191">
      <w:pPr>
        <w:pStyle w:val="BodyText3"/>
        <w:spacing w:before="120" w:after="120" w:line="276" w:lineRule="auto"/>
        <w:rPr>
          <w:bCs/>
          <w:szCs w:val="24"/>
        </w:rPr>
      </w:pPr>
      <w:r>
        <w:rPr>
          <w:bCs/>
          <w:sz w:val="28"/>
          <w:szCs w:val="28"/>
        </w:rPr>
        <w:t xml:space="preserve">Chapter Summary: </w:t>
      </w:r>
    </w:p>
    <w:p w:rsidR="00117FB4" w:rsidRPr="003512A6" w:rsidRDefault="00117FB4" w:rsidP="00A73191">
      <w:pPr>
        <w:pStyle w:val="ListParagraph"/>
        <w:spacing w:before="120" w:after="120" w:line="276" w:lineRule="auto"/>
        <w:ind w:left="0"/>
        <w:rPr>
          <w:rFonts w:ascii="Arial" w:hAnsi="Arial" w:cs="Arial"/>
        </w:rPr>
      </w:pPr>
      <w:r w:rsidRPr="003512A6">
        <w:rPr>
          <w:rFonts w:ascii="Arial" w:hAnsi="Arial" w:cs="Arial"/>
        </w:rPr>
        <w:t>In this first chapter we describe how business benefits society, how for-profit and nonprofit organizations differ, how selling goods and services generates revenue and profits, and how the American economy has evolved from providing goods to principally providing services. We also consider how businesspeople, particularly entrepreneurs, take risks and how factors of production—natural resources, capital, human resources, and entrepreneurship—are the building blocks of wealth. We next consider the business environment and the forces that encourage and discourage entrepreneurship—economic, competitive, technological, global, and social.</w:t>
      </w:r>
    </w:p>
    <w:p w:rsidR="00117FB4" w:rsidRPr="009D6530" w:rsidRDefault="00117FB4" w:rsidP="00A73191">
      <w:pPr>
        <w:spacing w:before="120" w:after="120" w:line="276" w:lineRule="auto"/>
        <w:rPr>
          <w:rFonts w:ascii="Arial" w:hAnsi="Arial" w:cs="Arial"/>
          <w:b/>
          <w:bCs/>
          <w:sz w:val="28"/>
          <w:szCs w:val="28"/>
        </w:rPr>
      </w:pPr>
      <w:r w:rsidRPr="009D6530">
        <w:rPr>
          <w:rFonts w:ascii="Arial" w:hAnsi="Arial" w:cs="Arial"/>
          <w:b/>
          <w:bCs/>
          <w:sz w:val="28"/>
          <w:szCs w:val="28"/>
        </w:rPr>
        <w:t>1.1 Business &amp; Profits: The Basis of Wealth</w:t>
      </w:r>
    </w:p>
    <w:p w:rsidR="00117FB4" w:rsidRPr="003512A6" w:rsidRDefault="00117FB4" w:rsidP="00A73191">
      <w:pPr>
        <w:pStyle w:val="BodyText3"/>
        <w:spacing w:before="120" w:after="120" w:line="276" w:lineRule="auto"/>
        <w:rPr>
          <w:b w:val="0"/>
          <w:szCs w:val="24"/>
        </w:rPr>
      </w:pPr>
      <w:r w:rsidRPr="003512A6">
        <w:rPr>
          <w:szCs w:val="24"/>
        </w:rPr>
        <w:t xml:space="preserve">The Big Idea </w:t>
      </w:r>
    </w:p>
    <w:p w:rsidR="00117FB4" w:rsidRPr="003512A6" w:rsidRDefault="00117FB4" w:rsidP="00A73191">
      <w:pPr>
        <w:spacing w:before="120" w:after="120" w:line="276" w:lineRule="auto"/>
        <w:rPr>
          <w:rFonts w:ascii="Arial" w:hAnsi="Arial" w:cs="Arial"/>
        </w:rPr>
      </w:pPr>
      <w:r>
        <w:rPr>
          <w:noProof/>
        </w:rPr>
        <w:pict>
          <v:shapetype id="_x0000_t202" coordsize="21600,21600" o:spt="202" path="m,l,21600r21600,l21600,xe">
            <v:stroke joinstyle="miter"/>
            <v:path gradientshapeok="t" o:connecttype="rect"/>
          </v:shapetype>
          <v:shape id="_x0000_s1027" type="#_x0000_t202" style="position:absolute;margin-left:414pt;margin-top:34.6pt;width:108pt;height:90pt;z-index:251656192" stroked="f">
            <v:textbox style="mso-next-textbox:#_x0000_s1027">
              <w:txbxContent>
                <w:p w:rsidR="00117FB4" w:rsidRPr="00F57EC0" w:rsidRDefault="00117FB4" w:rsidP="00A73191">
                  <w:pPr>
                    <w:rPr>
                      <w:rFonts w:ascii="Arial" w:hAnsi="Arial" w:cs="Arial"/>
                      <w:b/>
                      <w:i/>
                      <w:color w:val="333399"/>
                    </w:rPr>
                  </w:pPr>
                  <w:r w:rsidRPr="00F57EC0">
                    <w:rPr>
                      <w:rFonts w:ascii="Arial" w:hAnsi="Arial" w:cs="Arial"/>
                      <w:b/>
                      <w:i/>
                      <w:color w:val="333399"/>
                    </w:rPr>
                    <w:t>PPT 1.3</w:t>
                  </w:r>
                </w:p>
                <w:p w:rsidR="00117FB4" w:rsidRDefault="00117FB4" w:rsidP="00A73191">
                  <w:r w:rsidRPr="00D260A5">
                    <w:object w:dxaOrig="7194" w:dyaOrig="54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8pt;height:64.8pt" o:ole="">
                        <v:imagedata r:id="rId7" o:title=""/>
                      </v:shape>
                      <o:OLEObject Type="Embed" ProgID="PowerPoint.Slide.8" ShapeID="_x0000_i1026" DrawAspect="Content" ObjectID="_1396261890" r:id="rId8"/>
                    </w:object>
                  </w:r>
                </w:p>
              </w:txbxContent>
            </v:textbox>
          </v:shape>
        </w:pict>
      </w:r>
      <w:r w:rsidRPr="003512A6">
        <w:rPr>
          <w:rFonts w:ascii="Arial" w:hAnsi="Arial" w:cs="Arial"/>
        </w:rPr>
        <w:t>Business seeks to make a profit by selling goods or services to others. We distinguish for-profit organizations from nonprofit organizations and explain how businesses make money by taking in revenue.</w:t>
      </w:r>
      <w:r w:rsidRPr="00D260A5">
        <w:rPr>
          <w:rFonts w:ascii="Arial" w:hAnsi="Arial" w:cs="Arial"/>
        </w:rPr>
        <w:t xml:space="preserve"> </w:t>
      </w:r>
    </w:p>
    <w:p w:rsidR="00117FB4" w:rsidRPr="003512A6" w:rsidRDefault="00117FB4" w:rsidP="00A73191">
      <w:pPr>
        <w:pStyle w:val="BodyText3"/>
        <w:spacing w:after="120"/>
        <w:rPr>
          <w:b w:val="0"/>
          <w:bCs/>
          <w:i/>
          <w:szCs w:val="24"/>
        </w:rPr>
      </w:pPr>
      <w:r w:rsidRPr="009D6530">
        <w:rPr>
          <w:bCs/>
        </w:rPr>
        <w:t>The Essential Question</w:t>
      </w:r>
      <w:r>
        <w:rPr>
          <w:b w:val="0"/>
          <w:bCs/>
        </w:rPr>
        <w:t xml:space="preserve">: </w:t>
      </w:r>
      <w:r w:rsidRPr="003512A6">
        <w:rPr>
          <w:b w:val="0"/>
          <w:bCs/>
          <w:i/>
          <w:szCs w:val="24"/>
        </w:rPr>
        <w:t>What is business, and how are profits made?</w:t>
      </w:r>
    </w:p>
    <w:p w:rsidR="00117FB4" w:rsidRPr="003512A6" w:rsidRDefault="00117FB4" w:rsidP="00A73191">
      <w:pPr>
        <w:pStyle w:val="BodyText3"/>
        <w:spacing w:before="120" w:after="120" w:line="276" w:lineRule="auto"/>
        <w:rPr>
          <w:bCs/>
          <w:szCs w:val="24"/>
        </w:rPr>
      </w:pPr>
    </w:p>
    <w:p w:rsidR="00117FB4" w:rsidRPr="003512A6" w:rsidRDefault="00117FB4" w:rsidP="006B3F5A">
      <w:pPr>
        <w:pStyle w:val="ListParagraph"/>
        <w:numPr>
          <w:ilvl w:val="0"/>
          <w:numId w:val="1"/>
        </w:numPr>
        <w:tabs>
          <w:tab w:val="clear" w:pos="180"/>
          <w:tab w:val="num" w:pos="360"/>
        </w:tabs>
        <w:spacing w:before="120" w:after="120" w:line="276" w:lineRule="auto"/>
        <w:rPr>
          <w:rFonts w:ascii="Arial" w:hAnsi="Arial" w:cs="Arial"/>
          <w:b/>
        </w:rPr>
      </w:pPr>
      <w:r w:rsidRPr="003512A6">
        <w:rPr>
          <w:rFonts w:ascii="Arial" w:hAnsi="Arial" w:cs="Arial"/>
          <w:b/>
        </w:rPr>
        <w:t>Two Types of Organizations: For-Profit &amp; Nonprofit</w:t>
      </w:r>
    </w:p>
    <w:p w:rsidR="00117FB4" w:rsidRPr="003512A6" w:rsidRDefault="00117FB4" w:rsidP="00A73191">
      <w:pPr>
        <w:pStyle w:val="ListParagraph"/>
        <w:numPr>
          <w:ilvl w:val="0"/>
          <w:numId w:val="2"/>
        </w:numPr>
        <w:spacing w:before="120" w:after="120" w:line="276" w:lineRule="auto"/>
        <w:rPr>
          <w:rFonts w:ascii="Arial" w:hAnsi="Arial" w:cs="Arial"/>
        </w:rPr>
      </w:pPr>
      <w:r w:rsidRPr="003512A6">
        <w:rPr>
          <w:rFonts w:ascii="Arial" w:hAnsi="Arial" w:cs="Arial"/>
          <w:b/>
        </w:rPr>
        <w:t xml:space="preserve">For-Profit Organizations: For Making Money </w:t>
      </w:r>
      <w:r w:rsidRPr="003512A6">
        <w:rPr>
          <w:rFonts w:ascii="Arial" w:hAnsi="Arial" w:cs="Arial"/>
        </w:rPr>
        <w:t xml:space="preserve"> </w:t>
      </w:r>
    </w:p>
    <w:p w:rsidR="00117FB4" w:rsidRPr="003512A6" w:rsidRDefault="00117FB4" w:rsidP="00A73191">
      <w:pPr>
        <w:tabs>
          <w:tab w:val="left" w:pos="5580"/>
        </w:tabs>
        <w:spacing w:before="120" w:after="120" w:line="276" w:lineRule="auto"/>
        <w:ind w:left="720" w:hanging="360"/>
        <w:rPr>
          <w:rFonts w:ascii="Arial" w:hAnsi="Arial" w:cs="Arial"/>
        </w:rPr>
      </w:pPr>
      <w:r w:rsidRPr="003512A6">
        <w:rPr>
          <w:rFonts w:ascii="Arial" w:hAnsi="Arial" w:cs="Arial"/>
        </w:rPr>
        <w:t xml:space="preserve">     </w:t>
      </w:r>
      <w:r>
        <w:rPr>
          <w:rFonts w:ascii="Arial" w:hAnsi="Arial" w:cs="Arial"/>
        </w:rPr>
        <w:t xml:space="preserve"> A </w:t>
      </w:r>
      <w:r w:rsidRPr="00C82B85">
        <w:rPr>
          <w:rFonts w:ascii="Arial" w:hAnsi="Arial" w:cs="Arial"/>
          <w:b/>
          <w:i/>
          <w:highlight w:val="yellow"/>
        </w:rPr>
        <w:t>for-profit organization</w:t>
      </w:r>
      <w:r w:rsidRPr="003512A6">
        <w:rPr>
          <w:rFonts w:ascii="Arial" w:hAnsi="Arial" w:cs="Arial"/>
        </w:rPr>
        <w:t xml:space="preserve"> is a business—an organization formed to make money, or profits, by selling goods or services</w:t>
      </w:r>
    </w:p>
    <w:p w:rsidR="00117FB4" w:rsidRPr="003512A6" w:rsidRDefault="00117FB4" w:rsidP="00A73191">
      <w:pPr>
        <w:pStyle w:val="ListParagraph"/>
        <w:numPr>
          <w:ilvl w:val="0"/>
          <w:numId w:val="2"/>
        </w:numPr>
        <w:spacing w:before="120" w:after="120" w:line="276" w:lineRule="auto"/>
        <w:rPr>
          <w:rFonts w:ascii="Arial" w:hAnsi="Arial" w:cs="Arial"/>
          <w:b/>
        </w:rPr>
      </w:pPr>
      <w:r w:rsidRPr="003512A6">
        <w:rPr>
          <w:rFonts w:ascii="Arial" w:hAnsi="Arial" w:cs="Arial"/>
          <w:b/>
        </w:rPr>
        <w:t>Nonprofit Organizations: For Offering Products or Services</w:t>
      </w:r>
    </w:p>
    <w:p w:rsidR="00117FB4" w:rsidRPr="003512A6" w:rsidRDefault="00117FB4" w:rsidP="00A73191">
      <w:pPr>
        <w:spacing w:before="120" w:after="120" w:line="276" w:lineRule="auto"/>
        <w:ind w:left="720" w:hanging="360"/>
        <w:rPr>
          <w:rFonts w:ascii="Arial" w:hAnsi="Arial" w:cs="Arial"/>
        </w:rPr>
      </w:pPr>
      <w:r w:rsidRPr="003512A6">
        <w:rPr>
          <w:rFonts w:ascii="Arial" w:hAnsi="Arial" w:cs="Arial"/>
        </w:rPr>
        <w:t xml:space="preserve">     </w:t>
      </w:r>
      <w:r>
        <w:rPr>
          <w:rFonts w:ascii="Arial" w:hAnsi="Arial" w:cs="Arial"/>
        </w:rPr>
        <w:t xml:space="preserve"> </w:t>
      </w:r>
      <w:r w:rsidRPr="003512A6">
        <w:rPr>
          <w:rFonts w:ascii="Arial" w:hAnsi="Arial" w:cs="Arial"/>
        </w:rPr>
        <w:t xml:space="preserve">Purpose of a </w:t>
      </w:r>
      <w:r w:rsidRPr="005B04B0">
        <w:rPr>
          <w:rFonts w:ascii="Arial" w:hAnsi="Arial" w:cs="Arial"/>
          <w:b/>
          <w:i/>
          <w:highlight w:val="yellow"/>
        </w:rPr>
        <w:t>nonprofit</w:t>
      </w:r>
      <w:r w:rsidRPr="005B04B0">
        <w:rPr>
          <w:rFonts w:ascii="Arial" w:hAnsi="Arial" w:cs="Arial"/>
          <w:b/>
          <w:highlight w:val="yellow"/>
        </w:rPr>
        <w:t xml:space="preserve"> </w:t>
      </w:r>
      <w:r w:rsidRPr="005B04B0">
        <w:rPr>
          <w:rFonts w:ascii="Arial" w:hAnsi="Arial" w:cs="Arial"/>
          <w:b/>
          <w:i/>
          <w:highlight w:val="yellow"/>
        </w:rPr>
        <w:t>organization</w:t>
      </w:r>
      <w:r w:rsidRPr="003512A6">
        <w:rPr>
          <w:rFonts w:ascii="Arial" w:hAnsi="Arial" w:cs="Arial"/>
        </w:rPr>
        <w:t xml:space="preserve"> is not to distribute its surplus funds, or profits, to owners but rather to further its goals. </w:t>
      </w:r>
    </w:p>
    <w:p w:rsidR="00117FB4" w:rsidRPr="003512A6" w:rsidRDefault="00117FB4" w:rsidP="00A73191">
      <w:pPr>
        <w:pStyle w:val="ListParagraph"/>
        <w:numPr>
          <w:ilvl w:val="0"/>
          <w:numId w:val="2"/>
        </w:numPr>
        <w:spacing w:before="120" w:after="120" w:line="276" w:lineRule="auto"/>
        <w:rPr>
          <w:rFonts w:ascii="Arial" w:hAnsi="Arial" w:cs="Arial"/>
        </w:rPr>
      </w:pPr>
      <w:r w:rsidRPr="003512A6">
        <w:rPr>
          <w:rFonts w:ascii="Arial" w:hAnsi="Arial" w:cs="Arial"/>
          <w:b/>
        </w:rPr>
        <w:t>What You Learn about Business Is Applicable in Any Organization</w:t>
      </w:r>
    </w:p>
    <w:p w:rsidR="00117FB4" w:rsidRPr="003512A6" w:rsidRDefault="00117FB4" w:rsidP="00A73191">
      <w:pPr>
        <w:spacing w:before="120" w:after="120" w:line="276" w:lineRule="auto"/>
        <w:ind w:left="720"/>
        <w:rPr>
          <w:rFonts w:ascii="Arial" w:hAnsi="Arial" w:cs="Arial"/>
        </w:rPr>
      </w:pPr>
      <w:r w:rsidRPr="003512A6">
        <w:rPr>
          <w:rFonts w:ascii="Arial" w:hAnsi="Arial" w:cs="Arial"/>
        </w:rPr>
        <w:t>The biggest difference among these two groupings is the measure of accomplishment: In for-profits, the measure generally is profit (or loss). In nonprofit organizations, money and expenses are important concerns, but success is usually measured by how effectively services are delivered.</w:t>
      </w:r>
    </w:p>
    <w:p w:rsidR="00117FB4" w:rsidRPr="003512A6" w:rsidRDefault="00117FB4" w:rsidP="00BA40CA">
      <w:pPr>
        <w:pStyle w:val="ListParagraph"/>
        <w:numPr>
          <w:ilvl w:val="0"/>
          <w:numId w:val="1"/>
        </w:numPr>
        <w:tabs>
          <w:tab w:val="clear" w:pos="180"/>
          <w:tab w:val="num" w:pos="360"/>
        </w:tabs>
        <w:spacing w:before="120" w:after="120" w:line="276" w:lineRule="auto"/>
        <w:ind w:left="360" w:hanging="360"/>
        <w:rPr>
          <w:rFonts w:ascii="Arial" w:hAnsi="Arial" w:cs="Arial"/>
          <w:b/>
        </w:rPr>
      </w:pPr>
      <w:r>
        <w:rPr>
          <w:noProof/>
        </w:rPr>
        <w:pict>
          <v:shape id="_x0000_s1028" type="#_x0000_t202" style="position:absolute;left:0;text-align:left;margin-left:414pt;margin-top:18.9pt;width:108pt;height:90pt;z-index:251657216" stroked="f">
            <v:textbox style="mso-next-textbox:#_x0000_s1028">
              <w:txbxContent>
                <w:p w:rsidR="00117FB4" w:rsidRPr="00F57EC0" w:rsidRDefault="00117FB4" w:rsidP="00BA40CA">
                  <w:pPr>
                    <w:rPr>
                      <w:rFonts w:ascii="Arial" w:hAnsi="Arial" w:cs="Arial"/>
                      <w:b/>
                      <w:i/>
                      <w:color w:val="333399"/>
                    </w:rPr>
                  </w:pPr>
                  <w:r w:rsidRPr="00F57EC0">
                    <w:rPr>
                      <w:rFonts w:ascii="Arial" w:hAnsi="Arial" w:cs="Arial"/>
                      <w:b/>
                      <w:i/>
                      <w:color w:val="333399"/>
                    </w:rPr>
                    <w:t>PPT 1.4</w:t>
                  </w:r>
                </w:p>
                <w:p w:rsidR="00117FB4" w:rsidRDefault="00117FB4" w:rsidP="00A73191">
                  <w:r w:rsidRPr="00D260A5">
                    <w:object w:dxaOrig="7194" w:dyaOrig="5402">
                      <v:shape id="_x0000_i1028" type="#_x0000_t75" style="width:82.8pt;height:62.4pt" o:ole="">
                        <v:imagedata r:id="rId9" o:title=""/>
                      </v:shape>
                      <o:OLEObject Type="Embed" ProgID="PowerPoint.Slide.8" ShapeID="_x0000_i1028" DrawAspect="Content" ObjectID="_1396261891" r:id="rId10"/>
                    </w:object>
                  </w:r>
                </w:p>
              </w:txbxContent>
            </v:textbox>
          </v:shape>
        </w:pict>
      </w:r>
      <w:r w:rsidRPr="003512A6">
        <w:rPr>
          <w:rFonts w:ascii="Arial" w:hAnsi="Arial" w:cs="Arial"/>
          <w:b/>
        </w:rPr>
        <w:t>The Fundamentals of What Businesses Do: Selling Goods or Services to Generate Revenue &amp; Profits</w:t>
      </w:r>
    </w:p>
    <w:p w:rsidR="00117FB4" w:rsidRPr="003512A6" w:rsidRDefault="00117FB4" w:rsidP="00A73191">
      <w:pPr>
        <w:spacing w:before="120" w:after="120" w:line="276" w:lineRule="auto"/>
        <w:ind w:left="360"/>
        <w:rPr>
          <w:rFonts w:ascii="Arial" w:hAnsi="Arial" w:cs="Arial"/>
          <w:bCs/>
        </w:rPr>
      </w:pPr>
      <w:r w:rsidRPr="003512A6">
        <w:rPr>
          <w:rFonts w:ascii="Arial" w:hAnsi="Arial" w:cs="Arial"/>
        </w:rPr>
        <w:t xml:space="preserve">A </w:t>
      </w:r>
      <w:r w:rsidRPr="005B04B0">
        <w:rPr>
          <w:rFonts w:ascii="Arial" w:hAnsi="Arial" w:cs="Arial"/>
          <w:b/>
          <w:i/>
          <w:highlight w:val="yellow"/>
        </w:rPr>
        <w:t>business</w:t>
      </w:r>
      <w:r w:rsidRPr="003512A6">
        <w:rPr>
          <w:rFonts w:ascii="Arial" w:hAnsi="Arial" w:cs="Arial"/>
        </w:rPr>
        <w:t xml:space="preserve"> is any activity that seeks to make a profit by satisfying needs through selling goods or services to generate revenue.</w:t>
      </w:r>
    </w:p>
    <w:p w:rsidR="00117FB4" w:rsidRPr="003512A6" w:rsidRDefault="00117FB4" w:rsidP="00A73191">
      <w:pPr>
        <w:pStyle w:val="ListParagraph"/>
        <w:numPr>
          <w:ilvl w:val="0"/>
          <w:numId w:val="4"/>
        </w:numPr>
        <w:spacing w:before="120" w:after="120" w:line="276" w:lineRule="auto"/>
        <w:rPr>
          <w:rFonts w:ascii="Arial" w:hAnsi="Arial" w:cs="Arial"/>
        </w:rPr>
      </w:pPr>
      <w:r w:rsidRPr="003512A6">
        <w:rPr>
          <w:rFonts w:ascii="Arial" w:hAnsi="Arial" w:cs="Arial"/>
          <w:b/>
        </w:rPr>
        <w:t xml:space="preserve">How the Sales of Goods or Services Produce Revenue &amp; Possible Profits  </w:t>
      </w:r>
      <w:r w:rsidRPr="003512A6">
        <w:rPr>
          <w:rFonts w:ascii="Arial" w:hAnsi="Arial" w:cs="Arial"/>
        </w:rPr>
        <w:t xml:space="preserve"> </w:t>
      </w:r>
    </w:p>
    <w:p w:rsidR="00117FB4" w:rsidRPr="003512A6" w:rsidRDefault="00117FB4" w:rsidP="00A73191">
      <w:pPr>
        <w:spacing w:before="120" w:after="120" w:line="276" w:lineRule="auto"/>
        <w:ind w:left="720"/>
        <w:rPr>
          <w:rFonts w:ascii="Arial" w:hAnsi="Arial" w:cs="Arial"/>
        </w:rPr>
      </w:pPr>
      <w:r w:rsidRPr="009D31B0">
        <w:rPr>
          <w:rFonts w:ascii="Arial" w:hAnsi="Arial" w:cs="Arial"/>
          <w:b/>
          <w:i/>
          <w:highlight w:val="yellow"/>
        </w:rPr>
        <w:t>Selling</w:t>
      </w:r>
      <w:r w:rsidRPr="003512A6">
        <w:rPr>
          <w:rFonts w:ascii="Arial" w:hAnsi="Arial" w:cs="Arial"/>
          <w:b/>
        </w:rPr>
        <w:t xml:space="preserve"> </w:t>
      </w:r>
      <w:r w:rsidRPr="003512A6">
        <w:rPr>
          <w:rFonts w:ascii="Arial" w:hAnsi="Arial" w:cs="Arial"/>
        </w:rPr>
        <w:t xml:space="preserve">is the exchange of goods or services for an agreed sum of money. </w:t>
      </w:r>
    </w:p>
    <w:p w:rsidR="00117FB4" w:rsidRPr="003512A6" w:rsidRDefault="00117FB4" w:rsidP="00A73191">
      <w:pPr>
        <w:spacing w:before="120" w:after="120" w:line="276" w:lineRule="auto"/>
        <w:ind w:left="720"/>
        <w:rPr>
          <w:rFonts w:ascii="Arial" w:hAnsi="Arial" w:cs="Arial"/>
          <w:b/>
        </w:rPr>
      </w:pPr>
      <w:r w:rsidRPr="009D31B0">
        <w:rPr>
          <w:rFonts w:ascii="Arial" w:hAnsi="Arial" w:cs="Arial"/>
          <w:b/>
          <w:i/>
          <w:highlight w:val="yellow"/>
        </w:rPr>
        <w:t>Revenue</w:t>
      </w:r>
      <w:r>
        <w:rPr>
          <w:rFonts w:ascii="Arial" w:hAnsi="Arial" w:cs="Arial"/>
          <w:b/>
          <w:i/>
        </w:rPr>
        <w:t>:</w:t>
      </w:r>
      <w:r w:rsidRPr="003512A6">
        <w:rPr>
          <w:rFonts w:ascii="Arial" w:hAnsi="Arial" w:cs="Arial"/>
          <w:b/>
        </w:rPr>
        <w:t xml:space="preserve"> </w:t>
      </w:r>
      <w:r w:rsidRPr="003512A6">
        <w:rPr>
          <w:rFonts w:ascii="Arial" w:hAnsi="Arial" w:cs="Arial"/>
        </w:rPr>
        <w:t>the total amount of money that the selling of goods or services produces for a business during a defined period of time,</w:t>
      </w:r>
      <w:r w:rsidRPr="003512A6">
        <w:rPr>
          <w:rFonts w:ascii="Arial" w:hAnsi="Arial" w:cs="Arial"/>
          <w:b/>
        </w:rPr>
        <w:t xml:space="preserve"> </w:t>
      </w:r>
      <w:r w:rsidRPr="003512A6">
        <w:rPr>
          <w:rFonts w:ascii="Arial" w:hAnsi="Arial" w:cs="Arial"/>
        </w:rPr>
        <w:t>such as every 3 or 12 months.</w:t>
      </w:r>
    </w:p>
    <w:p w:rsidR="00117FB4" w:rsidRPr="003512A6" w:rsidRDefault="00117FB4" w:rsidP="00A73191">
      <w:pPr>
        <w:spacing w:before="120" w:after="120" w:line="276" w:lineRule="auto"/>
        <w:ind w:left="720"/>
        <w:rPr>
          <w:rFonts w:ascii="Arial" w:hAnsi="Arial" w:cs="Arial"/>
        </w:rPr>
      </w:pPr>
      <w:r w:rsidRPr="009D31B0">
        <w:rPr>
          <w:rFonts w:ascii="Arial" w:hAnsi="Arial" w:cs="Arial"/>
          <w:b/>
          <w:i/>
          <w:highlight w:val="yellow"/>
        </w:rPr>
        <w:t>Goods</w:t>
      </w:r>
      <w:r w:rsidRPr="003512A6">
        <w:rPr>
          <w:rFonts w:ascii="Arial" w:hAnsi="Arial" w:cs="Arial"/>
          <w:b/>
          <w:i/>
        </w:rPr>
        <w:t xml:space="preserve"> </w:t>
      </w:r>
      <w:r w:rsidRPr="003512A6">
        <w:rPr>
          <w:rFonts w:ascii="Arial" w:hAnsi="Arial" w:cs="Arial"/>
        </w:rPr>
        <w:t>are defined as tangible products</w:t>
      </w:r>
      <w:r w:rsidRPr="00167F76">
        <w:rPr>
          <w:rFonts w:ascii="Arial" w:hAnsi="Arial" w:cs="Arial"/>
        </w:rPr>
        <w:t>—</w:t>
      </w:r>
      <w:r w:rsidRPr="003512A6">
        <w:rPr>
          <w:rFonts w:ascii="Arial" w:hAnsi="Arial" w:cs="Arial"/>
        </w:rPr>
        <w:t>things you can touch—such as food, clothing, appliances, gasoline, and books.</w:t>
      </w:r>
    </w:p>
    <w:p w:rsidR="00117FB4" w:rsidRPr="003512A6" w:rsidRDefault="00117FB4" w:rsidP="00A73191">
      <w:pPr>
        <w:spacing w:before="120" w:after="120" w:line="276" w:lineRule="auto"/>
        <w:ind w:left="720"/>
        <w:rPr>
          <w:rFonts w:ascii="Arial" w:hAnsi="Arial" w:cs="Arial"/>
        </w:rPr>
      </w:pPr>
      <w:r w:rsidRPr="009D31B0">
        <w:rPr>
          <w:rFonts w:ascii="Arial" w:hAnsi="Arial" w:cs="Arial"/>
          <w:b/>
          <w:i/>
          <w:highlight w:val="yellow"/>
        </w:rPr>
        <w:t>Services</w:t>
      </w:r>
      <w:r w:rsidRPr="003512A6">
        <w:rPr>
          <w:rFonts w:ascii="Arial" w:hAnsi="Arial" w:cs="Arial"/>
          <w:b/>
          <w:i/>
        </w:rPr>
        <w:t xml:space="preserve"> </w:t>
      </w:r>
      <w:r w:rsidRPr="003512A6">
        <w:rPr>
          <w:rFonts w:ascii="Arial" w:hAnsi="Arial" w:cs="Arial"/>
        </w:rPr>
        <w:t>are defined as intangible products</w:t>
      </w:r>
      <w:r w:rsidRPr="00463C99">
        <w:rPr>
          <w:rFonts w:ascii="Arial" w:hAnsi="Arial" w:cs="Arial"/>
        </w:rPr>
        <w:t>—</w:t>
      </w:r>
      <w:r w:rsidRPr="003512A6">
        <w:rPr>
          <w:rFonts w:ascii="Arial" w:hAnsi="Arial" w:cs="Arial"/>
        </w:rPr>
        <w:t>things you can’t touch—</w:t>
      </w:r>
      <w:r w:rsidRPr="003512A6">
        <w:rPr>
          <w:rFonts w:ascii="Arial" w:hAnsi="Arial" w:cs="Arial"/>
        </w:rPr>
        <w:br/>
        <w:t xml:space="preserve"> such as education, recreation, or health care. </w:t>
      </w:r>
    </w:p>
    <w:p w:rsidR="00117FB4" w:rsidRPr="003512A6" w:rsidRDefault="00117FB4" w:rsidP="00A73191">
      <w:pPr>
        <w:spacing w:before="120" w:after="120" w:line="276" w:lineRule="auto"/>
        <w:ind w:left="720"/>
        <w:jc w:val="both"/>
        <w:rPr>
          <w:rFonts w:ascii="Arial" w:hAnsi="Arial" w:cs="Arial"/>
        </w:rPr>
      </w:pPr>
      <w:r w:rsidRPr="009D31B0">
        <w:rPr>
          <w:rFonts w:ascii="Arial" w:hAnsi="Arial" w:cs="Arial"/>
          <w:b/>
          <w:i/>
          <w:highlight w:val="yellow"/>
        </w:rPr>
        <w:t>Profit</w:t>
      </w:r>
      <w:r>
        <w:rPr>
          <w:rFonts w:ascii="Arial" w:hAnsi="Arial" w:cs="Arial"/>
          <w:b/>
        </w:rPr>
        <w:t xml:space="preserve">: </w:t>
      </w:r>
      <w:r w:rsidRPr="003512A6">
        <w:rPr>
          <w:rFonts w:ascii="Arial" w:hAnsi="Arial" w:cs="Arial"/>
        </w:rPr>
        <w:t>the amount of money a business makes after paying for its salaries and all other costs—that is, revenue minus expenses</w:t>
      </w:r>
    </w:p>
    <w:p w:rsidR="00117FB4" w:rsidRPr="003512A6" w:rsidRDefault="00117FB4" w:rsidP="00A73191">
      <w:pPr>
        <w:spacing w:before="120" w:after="120" w:line="276" w:lineRule="auto"/>
        <w:ind w:left="720"/>
        <w:jc w:val="both"/>
        <w:rPr>
          <w:rFonts w:ascii="Arial" w:hAnsi="Arial" w:cs="Arial"/>
          <w:b/>
          <w:i/>
        </w:rPr>
      </w:pPr>
      <w:r w:rsidRPr="00B14954">
        <w:rPr>
          <w:rFonts w:ascii="Arial" w:hAnsi="Arial" w:cs="Arial"/>
          <w:b/>
          <w:i/>
          <w:highlight w:val="yellow"/>
        </w:rPr>
        <w:t>Loss</w:t>
      </w:r>
      <w:r w:rsidRPr="003512A6">
        <w:rPr>
          <w:rFonts w:ascii="Arial" w:hAnsi="Arial" w:cs="Arial"/>
          <w:b/>
          <w:i/>
        </w:rPr>
        <w:t xml:space="preserve"> </w:t>
      </w:r>
      <w:r w:rsidRPr="003512A6">
        <w:rPr>
          <w:rFonts w:ascii="Arial" w:hAnsi="Arial" w:cs="Arial"/>
        </w:rPr>
        <w:t>occurs when business expenses are larger than revenues.</w:t>
      </w:r>
      <w:r w:rsidRPr="003512A6">
        <w:rPr>
          <w:rFonts w:ascii="Arial" w:hAnsi="Arial" w:cs="Arial"/>
          <w:b/>
        </w:rPr>
        <w:t xml:space="preserve"> </w:t>
      </w:r>
    </w:p>
    <w:p w:rsidR="00117FB4" w:rsidRPr="003512A6" w:rsidRDefault="00117FB4" w:rsidP="00A73191">
      <w:pPr>
        <w:pStyle w:val="ListParagraph"/>
        <w:numPr>
          <w:ilvl w:val="0"/>
          <w:numId w:val="4"/>
        </w:numPr>
        <w:spacing w:before="120" w:after="120" w:line="276" w:lineRule="auto"/>
        <w:rPr>
          <w:rFonts w:ascii="Arial" w:hAnsi="Arial" w:cs="Arial"/>
        </w:rPr>
      </w:pPr>
      <w:r w:rsidRPr="003512A6">
        <w:rPr>
          <w:rFonts w:ascii="Arial" w:hAnsi="Arial" w:cs="Arial"/>
          <w:b/>
        </w:rPr>
        <w:t>The New American Economy: From Goods to Services</w:t>
      </w:r>
      <w:r w:rsidRPr="003512A6">
        <w:rPr>
          <w:rFonts w:ascii="Arial" w:hAnsi="Arial" w:cs="Arial"/>
          <w:b/>
        </w:rPr>
        <w:br/>
      </w:r>
      <w:r w:rsidRPr="003512A6">
        <w:rPr>
          <w:rFonts w:ascii="Arial" w:hAnsi="Arial" w:cs="Arial"/>
        </w:rPr>
        <w:t xml:space="preserve">From an economic standpoint, providing services—intangible things—is what most Americans do today. </w:t>
      </w:r>
    </w:p>
    <w:p w:rsidR="00117FB4" w:rsidRPr="003512A6" w:rsidRDefault="00117FB4" w:rsidP="00A73191">
      <w:pPr>
        <w:pStyle w:val="ListParagraph"/>
        <w:numPr>
          <w:ilvl w:val="0"/>
          <w:numId w:val="3"/>
        </w:numPr>
        <w:spacing w:before="120" w:after="120" w:line="276" w:lineRule="auto"/>
        <w:rPr>
          <w:rFonts w:ascii="Arial" w:hAnsi="Arial" w:cs="Arial"/>
        </w:rPr>
      </w:pPr>
      <w:r w:rsidRPr="003512A6">
        <w:rPr>
          <w:rFonts w:ascii="Arial" w:hAnsi="Arial" w:cs="Arial"/>
        </w:rPr>
        <w:t xml:space="preserve">At the time of the founding of our republic, the great majority of the workforce was employed in agriculture.   </w:t>
      </w:r>
    </w:p>
    <w:p w:rsidR="00117FB4" w:rsidRPr="003512A6" w:rsidRDefault="00117FB4" w:rsidP="00A73191">
      <w:pPr>
        <w:pStyle w:val="ListParagraph"/>
        <w:numPr>
          <w:ilvl w:val="0"/>
          <w:numId w:val="3"/>
        </w:numPr>
        <w:spacing w:before="120" w:after="120" w:line="276" w:lineRule="auto"/>
        <w:rPr>
          <w:rFonts w:ascii="Arial" w:hAnsi="Arial" w:cs="Arial"/>
        </w:rPr>
      </w:pPr>
      <w:r w:rsidRPr="003512A6">
        <w:rPr>
          <w:rFonts w:ascii="Arial" w:hAnsi="Arial" w:cs="Arial"/>
        </w:rPr>
        <w:t xml:space="preserve">During the late 19th and 20th centuries, the </w:t>
      </w:r>
      <w:smartTag w:uri="urn:schemas-microsoft-com:office:smarttags" w:element="country-region">
        <w:smartTag w:uri="urn:schemas-microsoft-com:office:smarttags" w:element="place">
          <w:r w:rsidRPr="003512A6">
            <w:rPr>
              <w:rFonts w:ascii="Arial" w:hAnsi="Arial" w:cs="Arial"/>
            </w:rPr>
            <w:t>United States</w:t>
          </w:r>
        </w:smartTag>
      </w:smartTag>
      <w:r w:rsidRPr="003512A6">
        <w:rPr>
          <w:rFonts w:ascii="Arial" w:hAnsi="Arial" w:cs="Arial"/>
        </w:rPr>
        <w:t xml:space="preserve"> evolved into an industrial nation selling manufactured goods. steel, tools, and machines—everything from ships to locomotives to automobiles to toasters</w:t>
      </w:r>
    </w:p>
    <w:p w:rsidR="00117FB4" w:rsidRPr="003512A6" w:rsidRDefault="00117FB4" w:rsidP="00A73191">
      <w:pPr>
        <w:pStyle w:val="ListParagraph"/>
        <w:numPr>
          <w:ilvl w:val="0"/>
          <w:numId w:val="3"/>
        </w:numPr>
        <w:spacing w:before="120" w:after="120" w:line="276" w:lineRule="auto"/>
        <w:rPr>
          <w:rFonts w:ascii="Arial" w:hAnsi="Arial" w:cs="Arial"/>
        </w:rPr>
      </w:pPr>
      <w:r w:rsidRPr="003512A6">
        <w:rPr>
          <w:rFonts w:ascii="Arial" w:hAnsi="Arial" w:cs="Arial"/>
        </w:rPr>
        <w:t xml:space="preserve">In the </w:t>
      </w:r>
      <w:smartTag w:uri="urn:schemas-microsoft-com:office:smarttags" w:element="country-region">
        <w:smartTag w:uri="urn:schemas-microsoft-com:office:smarttags" w:element="place">
          <w:r w:rsidRPr="003512A6">
            <w:rPr>
              <w:rFonts w:ascii="Arial" w:hAnsi="Arial" w:cs="Arial"/>
            </w:rPr>
            <w:t>United States</w:t>
          </w:r>
        </w:smartTag>
      </w:smartTag>
      <w:r w:rsidRPr="003512A6">
        <w:rPr>
          <w:rFonts w:ascii="Arial" w:hAnsi="Arial" w:cs="Arial"/>
        </w:rPr>
        <w:t xml:space="preserve">, in the last 25 years, most new jobs can be attributed to the growth in services: entertainment, health, legal, financial, educational, personal care, repair, janitorial, and other services. </w:t>
      </w: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Pr="00E35A3F" w:rsidRDefault="00117FB4" w:rsidP="00A73191">
      <w:pPr>
        <w:rPr>
          <w:rFonts w:ascii="Arial" w:hAnsi="Arial" w:cs="Arial"/>
          <w:i/>
          <w:sz w:val="28"/>
          <w:szCs w:val="28"/>
        </w:rPr>
      </w:pPr>
      <w:r>
        <w:rPr>
          <w:rFonts w:ascii="Arial" w:hAnsi="Arial" w:cs="Arial"/>
          <w:b/>
          <w:bCs/>
          <w:sz w:val="28"/>
          <w:szCs w:val="28"/>
        </w:rPr>
        <w:t>1.1</w:t>
      </w:r>
      <w:r>
        <w:rPr>
          <w:rFonts w:ascii="Arial" w:hAnsi="Arial" w:cs="Arial"/>
          <w:b/>
          <w:bCs/>
          <w:sz w:val="28"/>
          <w:szCs w:val="28"/>
        </w:rPr>
        <w:tab/>
      </w:r>
      <w:r w:rsidRPr="00E35A3F">
        <w:rPr>
          <w:rFonts w:ascii="Arial" w:hAnsi="Arial" w:cs="Arial"/>
          <w:b/>
          <w:bCs/>
          <w:sz w:val="28"/>
          <w:szCs w:val="28"/>
        </w:rPr>
        <w:t>Critical Thinking Question</w:t>
      </w:r>
    </w:p>
    <w:p w:rsidR="00117FB4" w:rsidRDefault="00117FB4" w:rsidP="00A73191">
      <w:pPr>
        <w:rPr>
          <w:rFonts w:ascii="Arial" w:hAnsi="Arial" w:cs="Arial"/>
          <w:i/>
        </w:rPr>
      </w:pPr>
    </w:p>
    <w:p w:rsidR="00117FB4" w:rsidRPr="009D6530" w:rsidRDefault="00117FB4" w:rsidP="00A73191">
      <w:pPr>
        <w:rPr>
          <w:rFonts w:ascii="Arial" w:hAnsi="Arial" w:cs="Arial"/>
          <w:i/>
        </w:rPr>
      </w:pPr>
      <w:r w:rsidRPr="009D6530">
        <w:rPr>
          <w:rFonts w:ascii="Arial" w:hAnsi="Arial" w:cs="Arial"/>
          <w:i/>
        </w:rPr>
        <w:t>Should a limit be placed on the amount of profit a business can earn?</w:t>
      </w:r>
    </w:p>
    <w:p w:rsidR="00117FB4" w:rsidRPr="003512A6" w:rsidRDefault="00117FB4" w:rsidP="00A73191">
      <w:pPr>
        <w:spacing w:before="120" w:after="120" w:line="276" w:lineRule="auto"/>
        <w:rPr>
          <w:rFonts w:ascii="Arial" w:hAnsi="Arial" w:cs="Arial"/>
          <w:b/>
          <w:bCs/>
        </w:rPr>
      </w:pPr>
    </w:p>
    <w:p w:rsidR="00117FB4" w:rsidRPr="009D6530" w:rsidRDefault="00117FB4" w:rsidP="00A73191">
      <w:pPr>
        <w:spacing w:before="120" w:after="120" w:line="276" w:lineRule="auto"/>
        <w:rPr>
          <w:rFonts w:ascii="Arial" w:hAnsi="Arial" w:cs="Arial"/>
          <w:b/>
          <w:bCs/>
          <w:sz w:val="28"/>
          <w:szCs w:val="28"/>
        </w:rPr>
      </w:pPr>
      <w:r>
        <w:rPr>
          <w:rFonts w:ascii="Arial" w:hAnsi="Arial" w:cs="Arial"/>
          <w:b/>
          <w:bCs/>
          <w:sz w:val="28"/>
          <w:szCs w:val="28"/>
        </w:rPr>
        <w:br w:type="page"/>
      </w:r>
      <w:r w:rsidRPr="009D6530">
        <w:rPr>
          <w:rFonts w:ascii="Arial" w:hAnsi="Arial" w:cs="Arial"/>
          <w:b/>
          <w:bCs/>
          <w:sz w:val="28"/>
          <w:szCs w:val="28"/>
        </w:rPr>
        <w:t>1.2 Business as Benefactor: Payoffs Beyond Money</w:t>
      </w:r>
    </w:p>
    <w:p w:rsidR="00117FB4" w:rsidRPr="003512A6" w:rsidRDefault="00117FB4" w:rsidP="00A73191">
      <w:pPr>
        <w:keepNext/>
        <w:spacing w:before="120" w:after="120" w:line="276" w:lineRule="auto"/>
        <w:outlineLvl w:val="0"/>
        <w:rPr>
          <w:rFonts w:ascii="Arial" w:hAnsi="Arial" w:cs="Arial"/>
        </w:rPr>
      </w:pPr>
      <w:r w:rsidRPr="003512A6">
        <w:rPr>
          <w:rFonts w:ascii="Arial" w:hAnsi="Arial" w:cs="Arial"/>
          <w:b/>
        </w:rPr>
        <w:t>The Big Idea</w:t>
      </w:r>
    </w:p>
    <w:p w:rsidR="00117FB4" w:rsidRDefault="00117FB4" w:rsidP="00A73191">
      <w:pPr>
        <w:pStyle w:val="ListParagraph"/>
        <w:spacing w:after="120"/>
        <w:ind w:left="0"/>
        <w:rPr>
          <w:rFonts w:ascii="Arial" w:hAnsi="Arial" w:cs="Arial"/>
        </w:rPr>
      </w:pPr>
      <w:r>
        <w:rPr>
          <w:noProof/>
        </w:rPr>
        <w:pict>
          <v:shape id="_x0000_s1029" type="#_x0000_t202" style="position:absolute;margin-left:405pt;margin-top:52.6pt;width:117pt;height:90pt;z-index:251658240" stroked="f">
            <v:textbox style="mso-next-textbox:#_x0000_s1029">
              <w:txbxContent>
                <w:p w:rsidR="00117FB4" w:rsidRPr="00F57EC0" w:rsidRDefault="00117FB4" w:rsidP="00A73191">
                  <w:pPr>
                    <w:rPr>
                      <w:rFonts w:ascii="Arial" w:hAnsi="Arial" w:cs="Arial"/>
                      <w:b/>
                      <w:i/>
                      <w:color w:val="333399"/>
                    </w:rPr>
                  </w:pPr>
                  <w:r w:rsidRPr="00F57EC0">
                    <w:rPr>
                      <w:rFonts w:ascii="Arial" w:hAnsi="Arial" w:cs="Arial"/>
                      <w:b/>
                      <w:i/>
                      <w:color w:val="333399"/>
                    </w:rPr>
                    <w:t>PPT 1.5</w:t>
                  </w:r>
                </w:p>
                <w:p w:rsidR="00117FB4" w:rsidRDefault="00117FB4" w:rsidP="00A73191">
                  <w:r w:rsidRPr="00D260A5">
                    <w:object w:dxaOrig="7194" w:dyaOrig="5402">
                      <v:shape id="_x0000_i1030" type="#_x0000_t75" style="width:90pt;height:67.8pt" o:ole="">
                        <v:imagedata r:id="rId11" o:title=""/>
                      </v:shape>
                      <o:OLEObject Type="Embed" ProgID="PowerPoint.Slide.8" ShapeID="_x0000_i1030" DrawAspect="Content" ObjectID="_1396261892" r:id="rId12"/>
                    </w:object>
                  </w:r>
                </w:p>
              </w:txbxContent>
            </v:textbox>
          </v:shape>
        </w:pict>
      </w:r>
      <w:r w:rsidRPr="003512A6">
        <w:rPr>
          <w:rFonts w:ascii="Arial" w:hAnsi="Arial" w:cs="Arial"/>
        </w:rPr>
        <w:t xml:space="preserve">Business can raise people’s standard of living and contribute to long and healthy lives and to human knowledge. It benefits society by producing useful goods and services, providing employees with paychecks and benefits, paying taxes, and </w:t>
      </w:r>
      <w:r>
        <w:rPr>
          <w:rFonts w:ascii="Arial" w:hAnsi="Arial" w:cs="Arial"/>
        </w:rPr>
        <w:t>donating to community causes.</w:t>
      </w:r>
    </w:p>
    <w:p w:rsidR="00117FB4" w:rsidRPr="003512A6" w:rsidRDefault="00117FB4" w:rsidP="00A73191">
      <w:pPr>
        <w:pStyle w:val="ListParagraph"/>
        <w:spacing w:after="120"/>
        <w:ind w:left="0"/>
        <w:rPr>
          <w:rFonts w:ascii="Arial" w:hAnsi="Arial" w:cs="Arial"/>
          <w:bCs/>
          <w:i/>
        </w:rPr>
      </w:pPr>
      <w:r>
        <w:rPr>
          <w:rFonts w:ascii="Arial" w:hAnsi="Arial" w:cs="Arial"/>
        </w:rPr>
        <w:br/>
      </w:r>
      <w:r>
        <w:rPr>
          <w:rFonts w:ascii="Arial" w:hAnsi="Arial" w:cs="Arial"/>
          <w:b/>
          <w:bCs/>
        </w:rPr>
        <w:t xml:space="preserve">The Essential Question: </w:t>
      </w:r>
      <w:r w:rsidRPr="003512A6">
        <w:rPr>
          <w:rFonts w:ascii="Arial" w:hAnsi="Arial" w:cs="Arial"/>
          <w:bCs/>
          <w:i/>
        </w:rPr>
        <w:t xml:space="preserve">What are the main sources of wealth? </w:t>
      </w:r>
    </w:p>
    <w:p w:rsidR="00117FB4" w:rsidRPr="008F5162" w:rsidRDefault="00117FB4" w:rsidP="00A73191">
      <w:pPr>
        <w:spacing w:before="120" w:after="120" w:line="276" w:lineRule="auto"/>
        <w:rPr>
          <w:rFonts w:ascii="Arial" w:hAnsi="Arial" w:cs="Arial"/>
        </w:rPr>
      </w:pPr>
      <w:r w:rsidRPr="009D6530">
        <w:rPr>
          <w:rFonts w:ascii="Arial" w:hAnsi="Arial" w:cs="Arial"/>
          <w:bCs/>
          <w:i/>
        </w:rPr>
        <w:t xml:space="preserve"> </w:t>
      </w:r>
    </w:p>
    <w:p w:rsidR="00117FB4" w:rsidRPr="003512A6" w:rsidRDefault="00117FB4" w:rsidP="006B3F5A">
      <w:pPr>
        <w:keepNext/>
        <w:spacing w:before="120" w:after="120" w:line="276" w:lineRule="auto"/>
        <w:ind w:left="360" w:hanging="360"/>
        <w:outlineLvl w:val="1"/>
        <w:rPr>
          <w:rFonts w:ascii="Arial" w:hAnsi="Arial" w:cs="Arial"/>
          <w:b/>
          <w:bCs/>
        </w:rPr>
      </w:pPr>
      <w:r>
        <w:rPr>
          <w:rFonts w:ascii="Arial" w:hAnsi="Arial" w:cs="Arial"/>
          <w:b/>
          <w:bCs/>
        </w:rPr>
        <w:t xml:space="preserve">I.  </w:t>
      </w:r>
      <w:r>
        <w:rPr>
          <w:rFonts w:ascii="Arial" w:hAnsi="Arial" w:cs="Arial"/>
          <w:b/>
          <w:bCs/>
        </w:rPr>
        <w:tab/>
      </w:r>
      <w:r w:rsidRPr="003512A6">
        <w:rPr>
          <w:rFonts w:ascii="Arial" w:hAnsi="Arial" w:cs="Arial"/>
          <w:b/>
          <w:bCs/>
        </w:rPr>
        <w:t xml:space="preserve">Business Can Improve People’s </w:t>
      </w:r>
      <w:r w:rsidRPr="00E770FA">
        <w:rPr>
          <w:rFonts w:ascii="Arial" w:hAnsi="Arial" w:cs="Arial"/>
          <w:b/>
          <w:bCs/>
          <w:i/>
          <w:highlight w:val="yellow"/>
        </w:rPr>
        <w:t>Quality of Life</w:t>
      </w:r>
    </w:p>
    <w:p w:rsidR="00117FB4" w:rsidRPr="003512A6" w:rsidRDefault="00117FB4" w:rsidP="00A73191">
      <w:pPr>
        <w:numPr>
          <w:ilvl w:val="0"/>
          <w:numId w:val="5"/>
        </w:numPr>
        <w:spacing w:before="120" w:after="120" w:line="276" w:lineRule="auto"/>
        <w:contextualSpacing/>
        <w:rPr>
          <w:rFonts w:ascii="Arial" w:hAnsi="Arial" w:cs="Arial"/>
          <w:b/>
        </w:rPr>
      </w:pPr>
      <w:r w:rsidRPr="003512A6">
        <w:rPr>
          <w:rFonts w:ascii="Arial" w:hAnsi="Arial" w:cs="Arial"/>
          <w:b/>
        </w:rPr>
        <w:t xml:space="preserve">Raising the </w:t>
      </w:r>
      <w:r w:rsidRPr="00E770FA">
        <w:rPr>
          <w:rFonts w:ascii="Arial" w:hAnsi="Arial" w:cs="Arial"/>
          <w:b/>
          <w:i/>
          <w:highlight w:val="yellow"/>
        </w:rPr>
        <w:t>Standard of Living</w:t>
      </w:r>
      <w:r w:rsidRPr="003512A6">
        <w:rPr>
          <w:rFonts w:ascii="Arial" w:hAnsi="Arial" w:cs="Arial"/>
          <w:b/>
        </w:rPr>
        <w:t xml:space="preserve"> </w:t>
      </w:r>
    </w:p>
    <w:p w:rsidR="00117FB4" w:rsidRPr="003512A6" w:rsidRDefault="00117FB4" w:rsidP="00A73191">
      <w:pPr>
        <w:spacing w:before="120" w:after="120" w:line="276" w:lineRule="auto"/>
        <w:ind w:left="720"/>
        <w:rPr>
          <w:rFonts w:ascii="Arial" w:hAnsi="Arial" w:cs="Arial"/>
        </w:rPr>
      </w:pPr>
      <w:r w:rsidRPr="003512A6">
        <w:rPr>
          <w:rFonts w:ascii="Arial" w:hAnsi="Arial" w:cs="Arial"/>
        </w:rPr>
        <w:t xml:space="preserve">Defined by how many goods and services people can buy with the money they have. </w:t>
      </w:r>
    </w:p>
    <w:p w:rsidR="00117FB4" w:rsidRPr="003512A6" w:rsidRDefault="00117FB4" w:rsidP="00A73191">
      <w:pPr>
        <w:numPr>
          <w:ilvl w:val="0"/>
          <w:numId w:val="5"/>
        </w:numPr>
        <w:spacing w:before="120" w:after="120" w:line="276" w:lineRule="auto"/>
        <w:contextualSpacing/>
        <w:rPr>
          <w:rFonts w:ascii="Arial" w:hAnsi="Arial" w:cs="Arial"/>
          <w:b/>
        </w:rPr>
      </w:pPr>
      <w:r w:rsidRPr="003512A6">
        <w:rPr>
          <w:rFonts w:ascii="Arial" w:hAnsi="Arial" w:cs="Arial"/>
          <w:b/>
        </w:rPr>
        <w:t>Contributing to Long &amp; Healthy Lives &amp; to Human Knowledge</w:t>
      </w:r>
    </w:p>
    <w:p w:rsidR="00117FB4" w:rsidRPr="003512A6" w:rsidRDefault="00117FB4" w:rsidP="00A73191">
      <w:pPr>
        <w:spacing w:before="120" w:after="120" w:line="276" w:lineRule="auto"/>
        <w:ind w:left="720"/>
        <w:contextualSpacing/>
        <w:rPr>
          <w:rFonts w:ascii="Arial" w:hAnsi="Arial" w:cs="Arial"/>
          <w:b/>
        </w:rPr>
      </w:pPr>
      <w:r w:rsidRPr="003512A6">
        <w:rPr>
          <w:rFonts w:ascii="Arial" w:hAnsi="Arial" w:cs="Arial"/>
          <w:bCs/>
        </w:rPr>
        <w:t>Business research, products, and services may help to advance</w:t>
      </w:r>
      <w:r>
        <w:rPr>
          <w:rFonts w:ascii="Arial" w:hAnsi="Arial" w:cs="Arial"/>
          <w:bCs/>
        </w:rPr>
        <w:t>:</w:t>
      </w:r>
      <w:r w:rsidRPr="003512A6">
        <w:rPr>
          <w:rFonts w:ascii="Arial" w:hAnsi="Arial" w:cs="Arial"/>
          <w:bCs/>
        </w:rPr>
        <w:t xml:space="preserve"> </w:t>
      </w:r>
    </w:p>
    <w:p w:rsidR="00117FB4" w:rsidRPr="003512A6" w:rsidRDefault="00117FB4" w:rsidP="00EF023D">
      <w:pPr>
        <w:keepNext/>
        <w:numPr>
          <w:ilvl w:val="0"/>
          <w:numId w:val="24"/>
        </w:numPr>
        <w:spacing w:line="276" w:lineRule="auto"/>
        <w:outlineLvl w:val="1"/>
        <w:rPr>
          <w:rFonts w:ascii="Arial" w:hAnsi="Arial" w:cs="Arial"/>
          <w:bCs/>
        </w:rPr>
      </w:pPr>
      <w:r w:rsidRPr="003512A6">
        <w:rPr>
          <w:rFonts w:ascii="Arial" w:hAnsi="Arial" w:cs="Arial"/>
          <w:bCs/>
        </w:rPr>
        <w:t xml:space="preserve">life expectancy, </w:t>
      </w:r>
    </w:p>
    <w:p w:rsidR="00117FB4" w:rsidRPr="003512A6" w:rsidRDefault="00117FB4" w:rsidP="00EF023D">
      <w:pPr>
        <w:keepNext/>
        <w:numPr>
          <w:ilvl w:val="0"/>
          <w:numId w:val="24"/>
        </w:numPr>
        <w:spacing w:line="276" w:lineRule="auto"/>
        <w:outlineLvl w:val="1"/>
        <w:rPr>
          <w:rFonts w:ascii="Arial" w:hAnsi="Arial" w:cs="Arial"/>
          <w:bCs/>
        </w:rPr>
      </w:pPr>
      <w:r w:rsidRPr="003512A6">
        <w:rPr>
          <w:rFonts w:ascii="Arial" w:hAnsi="Arial" w:cs="Arial"/>
          <w:bCs/>
        </w:rPr>
        <w:t xml:space="preserve">educational attainment, and </w:t>
      </w:r>
    </w:p>
    <w:p w:rsidR="00117FB4" w:rsidRDefault="00117FB4" w:rsidP="00EF023D">
      <w:pPr>
        <w:numPr>
          <w:ilvl w:val="0"/>
          <w:numId w:val="24"/>
        </w:numPr>
        <w:spacing w:before="120" w:line="276" w:lineRule="auto"/>
        <w:contextualSpacing/>
        <w:rPr>
          <w:rFonts w:ascii="Arial" w:hAnsi="Arial" w:cs="Arial"/>
          <w:bCs/>
        </w:rPr>
      </w:pPr>
      <w:r w:rsidRPr="003512A6">
        <w:rPr>
          <w:rFonts w:ascii="Arial" w:hAnsi="Arial" w:cs="Arial"/>
          <w:bCs/>
        </w:rPr>
        <w:t>income</w:t>
      </w:r>
    </w:p>
    <w:p w:rsidR="00117FB4" w:rsidRPr="003512A6" w:rsidRDefault="00117FB4" w:rsidP="006B3F5A">
      <w:pPr>
        <w:keepNext/>
        <w:spacing w:before="120" w:after="120" w:line="276" w:lineRule="auto"/>
        <w:ind w:left="360" w:hanging="360"/>
        <w:outlineLvl w:val="1"/>
        <w:rPr>
          <w:rFonts w:ascii="Arial" w:hAnsi="Arial" w:cs="Arial"/>
          <w:b/>
          <w:bCs/>
        </w:rPr>
      </w:pPr>
      <w:r w:rsidRPr="008E3EC8">
        <w:rPr>
          <w:rFonts w:ascii="Arial" w:hAnsi="Arial" w:cs="Arial"/>
          <w:b/>
          <w:bCs/>
        </w:rPr>
        <w:t xml:space="preserve"> II</w:t>
      </w:r>
      <w:r>
        <w:rPr>
          <w:rFonts w:ascii="Arial" w:hAnsi="Arial" w:cs="Arial"/>
          <w:b/>
          <w:bCs/>
        </w:rPr>
        <w:t>.</w:t>
      </w:r>
      <w:r>
        <w:rPr>
          <w:rFonts w:ascii="Arial" w:hAnsi="Arial" w:cs="Arial"/>
          <w:b/>
          <w:bCs/>
        </w:rPr>
        <w:tab/>
      </w:r>
      <w:r w:rsidRPr="003512A6">
        <w:rPr>
          <w:rFonts w:ascii="Arial" w:hAnsi="Arial" w:cs="Arial"/>
          <w:b/>
          <w:bCs/>
        </w:rPr>
        <w:t>Business Supports Employee, Government, &amp; Community Interests</w:t>
      </w:r>
    </w:p>
    <w:p w:rsidR="00117FB4" w:rsidRPr="003512A6" w:rsidRDefault="00117FB4" w:rsidP="00A73191">
      <w:pPr>
        <w:spacing w:before="120" w:after="120" w:line="276" w:lineRule="auto"/>
        <w:ind w:firstLine="360"/>
        <w:rPr>
          <w:rFonts w:ascii="Arial" w:hAnsi="Arial" w:cs="Arial"/>
        </w:rPr>
      </w:pPr>
      <w:r w:rsidRPr="003512A6">
        <w:rPr>
          <w:rFonts w:ascii="Arial" w:hAnsi="Arial" w:cs="Arial"/>
        </w:rPr>
        <w:t xml:space="preserve">Business can advance the interests of society in four ways: </w:t>
      </w:r>
    </w:p>
    <w:p w:rsidR="00117FB4" w:rsidRPr="003512A6" w:rsidRDefault="00117FB4" w:rsidP="00A73191">
      <w:pPr>
        <w:numPr>
          <w:ilvl w:val="0"/>
          <w:numId w:val="10"/>
        </w:numPr>
        <w:spacing w:before="120" w:after="120" w:line="276" w:lineRule="auto"/>
        <w:contextualSpacing/>
        <w:rPr>
          <w:rFonts w:ascii="Arial" w:hAnsi="Arial" w:cs="Arial"/>
          <w:b/>
        </w:rPr>
      </w:pPr>
      <w:r w:rsidRPr="003512A6">
        <w:rPr>
          <w:rFonts w:ascii="Arial" w:hAnsi="Arial" w:cs="Arial"/>
          <w:b/>
        </w:rPr>
        <w:t xml:space="preserve">Producing Goods &amp; Services </w:t>
      </w:r>
    </w:p>
    <w:p w:rsidR="00117FB4" w:rsidRPr="003512A6" w:rsidRDefault="00117FB4" w:rsidP="00A73191">
      <w:pPr>
        <w:spacing w:before="120" w:after="120" w:line="276" w:lineRule="auto"/>
        <w:ind w:left="720"/>
        <w:rPr>
          <w:rFonts w:ascii="Arial" w:hAnsi="Arial" w:cs="Arial"/>
        </w:rPr>
      </w:pPr>
      <w:r w:rsidRPr="003512A6">
        <w:rPr>
          <w:rFonts w:ascii="Arial" w:hAnsi="Arial" w:cs="Arial"/>
        </w:rPr>
        <w:t xml:space="preserve">Food and medicine, clothing and shelter, heat and light, and other necessities of life are generally produced by businesses. </w:t>
      </w:r>
      <w:r w:rsidRPr="003512A6">
        <w:rPr>
          <w:rFonts w:ascii="Arial" w:hAnsi="Arial" w:cs="Arial"/>
        </w:rPr>
        <w:tab/>
      </w:r>
    </w:p>
    <w:p w:rsidR="00117FB4" w:rsidRPr="003512A6" w:rsidRDefault="00117FB4" w:rsidP="00A73191">
      <w:pPr>
        <w:numPr>
          <w:ilvl w:val="0"/>
          <w:numId w:val="10"/>
        </w:numPr>
        <w:spacing w:before="120" w:after="120" w:line="276" w:lineRule="auto"/>
        <w:contextualSpacing/>
        <w:rPr>
          <w:rFonts w:ascii="Arial" w:hAnsi="Arial" w:cs="Arial"/>
          <w:b/>
        </w:rPr>
      </w:pPr>
      <w:r w:rsidRPr="003512A6">
        <w:rPr>
          <w:rFonts w:ascii="Arial" w:hAnsi="Arial" w:cs="Arial"/>
          <w:b/>
        </w:rPr>
        <w:t xml:space="preserve">Providing Paychecks &amp; Benefits for Employees </w:t>
      </w:r>
    </w:p>
    <w:p w:rsidR="00117FB4" w:rsidRPr="003512A6" w:rsidRDefault="00117FB4" w:rsidP="00A73191">
      <w:pPr>
        <w:numPr>
          <w:ilvl w:val="0"/>
          <w:numId w:val="10"/>
        </w:numPr>
        <w:spacing w:before="120" w:after="120" w:line="276" w:lineRule="auto"/>
        <w:contextualSpacing/>
        <w:rPr>
          <w:rFonts w:ascii="Arial" w:hAnsi="Arial" w:cs="Arial"/>
          <w:b/>
        </w:rPr>
      </w:pPr>
      <w:r w:rsidRPr="003512A6">
        <w:rPr>
          <w:rFonts w:ascii="Arial" w:hAnsi="Arial" w:cs="Arial"/>
          <w:b/>
        </w:rPr>
        <w:t xml:space="preserve">Paying Taxes to Support Government Services </w:t>
      </w:r>
    </w:p>
    <w:p w:rsidR="00117FB4" w:rsidRPr="003512A6" w:rsidRDefault="00117FB4" w:rsidP="00A73191">
      <w:pPr>
        <w:numPr>
          <w:ilvl w:val="0"/>
          <w:numId w:val="10"/>
        </w:numPr>
        <w:spacing w:before="120" w:after="120" w:line="276" w:lineRule="auto"/>
        <w:contextualSpacing/>
        <w:rPr>
          <w:rFonts w:ascii="Arial" w:hAnsi="Arial" w:cs="Arial"/>
          <w:b/>
        </w:rPr>
      </w:pPr>
      <w:r w:rsidRPr="003512A6">
        <w:rPr>
          <w:rFonts w:ascii="Arial" w:hAnsi="Arial" w:cs="Arial"/>
          <w:b/>
        </w:rPr>
        <w:t xml:space="preserve">Donating Funds, Goods, &amp; Services for Community Causes </w:t>
      </w:r>
    </w:p>
    <w:p w:rsidR="00117FB4" w:rsidRDefault="00117FB4" w:rsidP="00A73191">
      <w:pPr>
        <w:spacing w:before="120" w:after="120" w:line="276" w:lineRule="auto"/>
        <w:ind w:left="360"/>
        <w:contextualSpacing/>
        <w:rPr>
          <w:rFonts w:ascii="Arial" w:hAnsi="Arial" w:cs="Arial"/>
          <w:b/>
        </w:rPr>
      </w:pPr>
    </w:p>
    <w:p w:rsidR="00117FB4" w:rsidRDefault="00117FB4" w:rsidP="00A73191">
      <w:pPr>
        <w:spacing w:before="120" w:after="120" w:line="276" w:lineRule="auto"/>
        <w:ind w:left="360"/>
        <w:contextualSpacing/>
        <w:rPr>
          <w:rFonts w:ascii="Arial" w:hAnsi="Arial" w:cs="Arial"/>
          <w:b/>
        </w:rPr>
      </w:pPr>
    </w:p>
    <w:p w:rsidR="00117FB4" w:rsidRPr="003512A6" w:rsidRDefault="00117FB4" w:rsidP="00A73191">
      <w:pPr>
        <w:spacing w:before="120" w:after="120" w:line="276" w:lineRule="auto"/>
        <w:ind w:left="360"/>
        <w:contextualSpacing/>
        <w:rPr>
          <w:rFonts w:ascii="Arial" w:hAnsi="Arial" w:cs="Arial"/>
          <w:b/>
        </w:rPr>
      </w:pP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Pr="00E35A3F" w:rsidRDefault="00117FB4" w:rsidP="00A73191">
      <w:pPr>
        <w:rPr>
          <w:rFonts w:ascii="Arial" w:hAnsi="Arial" w:cs="Arial"/>
          <w:b/>
          <w:bCs/>
          <w:sz w:val="28"/>
          <w:szCs w:val="28"/>
        </w:rPr>
      </w:pPr>
      <w:r>
        <w:rPr>
          <w:rFonts w:ascii="Arial" w:hAnsi="Arial" w:cs="Arial"/>
          <w:b/>
          <w:bCs/>
          <w:sz w:val="28"/>
          <w:szCs w:val="28"/>
        </w:rPr>
        <w:t>1.2</w:t>
      </w:r>
      <w:r>
        <w:rPr>
          <w:rFonts w:ascii="Arial" w:hAnsi="Arial" w:cs="Arial"/>
          <w:b/>
          <w:bCs/>
          <w:sz w:val="28"/>
          <w:szCs w:val="28"/>
        </w:rPr>
        <w:tab/>
      </w:r>
      <w:r w:rsidRPr="00E35A3F">
        <w:rPr>
          <w:rFonts w:ascii="Arial" w:hAnsi="Arial" w:cs="Arial"/>
          <w:b/>
          <w:bCs/>
          <w:sz w:val="28"/>
          <w:szCs w:val="28"/>
        </w:rPr>
        <w:t>Critical Thinking Question</w:t>
      </w:r>
    </w:p>
    <w:p w:rsidR="00117FB4" w:rsidRDefault="00117FB4" w:rsidP="00A73191">
      <w:pPr>
        <w:rPr>
          <w:rFonts w:ascii="Arial" w:hAnsi="Arial" w:cs="Arial"/>
          <w:b/>
          <w:bCs/>
        </w:rPr>
      </w:pPr>
    </w:p>
    <w:p w:rsidR="00117FB4" w:rsidRPr="009D6530" w:rsidRDefault="00117FB4" w:rsidP="00A73191">
      <w:pPr>
        <w:rPr>
          <w:rFonts w:ascii="Arial" w:hAnsi="Arial" w:cs="Arial"/>
          <w:i/>
        </w:rPr>
      </w:pPr>
      <w:r w:rsidRPr="009D6530">
        <w:rPr>
          <w:rFonts w:ascii="Arial" w:hAnsi="Arial" w:cs="Arial"/>
          <w:i/>
        </w:rPr>
        <w:t>Do you feel the average person has a positive or negative view of business?</w:t>
      </w:r>
    </w:p>
    <w:p w:rsidR="00117FB4" w:rsidRPr="009D6530" w:rsidRDefault="00117FB4" w:rsidP="00A73191">
      <w:pPr>
        <w:spacing w:before="120" w:after="120" w:line="276" w:lineRule="auto"/>
        <w:rPr>
          <w:rFonts w:ascii="Arial" w:hAnsi="Arial" w:cs="Arial"/>
          <w:bCs/>
          <w:i/>
        </w:rPr>
      </w:pPr>
    </w:p>
    <w:p w:rsidR="00117FB4" w:rsidRPr="009D6530" w:rsidRDefault="00117FB4" w:rsidP="00A73191">
      <w:pPr>
        <w:spacing w:before="120" w:after="120" w:line="276" w:lineRule="auto"/>
        <w:rPr>
          <w:rFonts w:ascii="Arial" w:hAnsi="Arial" w:cs="Arial"/>
          <w:b/>
          <w:bCs/>
          <w:sz w:val="28"/>
          <w:szCs w:val="28"/>
        </w:rPr>
      </w:pPr>
      <w:r>
        <w:rPr>
          <w:rFonts w:ascii="Arial" w:hAnsi="Arial" w:cs="Arial"/>
          <w:b/>
          <w:bCs/>
          <w:sz w:val="28"/>
          <w:szCs w:val="28"/>
        </w:rPr>
        <w:br w:type="page"/>
      </w:r>
      <w:r w:rsidRPr="009D6530">
        <w:rPr>
          <w:rFonts w:ascii="Arial" w:hAnsi="Arial" w:cs="Arial"/>
          <w:b/>
          <w:bCs/>
          <w:sz w:val="28"/>
          <w:szCs w:val="28"/>
        </w:rPr>
        <w:t>1.3   Risk, Entrepreneurship, &amp; the Factors of Production: The Creative Fire of Business</w:t>
      </w:r>
    </w:p>
    <w:p w:rsidR="00117FB4" w:rsidRPr="00313B6F" w:rsidRDefault="00117FB4" w:rsidP="00A73191">
      <w:pPr>
        <w:spacing w:before="120" w:after="120" w:line="276" w:lineRule="auto"/>
        <w:rPr>
          <w:rFonts w:ascii="Arial" w:hAnsi="Arial" w:cs="Arial"/>
          <w:b/>
          <w:bCs/>
        </w:rPr>
      </w:pPr>
      <w:r w:rsidRPr="00313B6F">
        <w:rPr>
          <w:rFonts w:ascii="Arial" w:hAnsi="Arial" w:cs="Arial"/>
          <w:b/>
        </w:rPr>
        <w:t>The Big Idea</w:t>
      </w:r>
    </w:p>
    <w:p w:rsidR="00117FB4" w:rsidRPr="003512A6" w:rsidRDefault="00117FB4" w:rsidP="00A73191">
      <w:pPr>
        <w:spacing w:before="120" w:after="120" w:line="276" w:lineRule="auto"/>
        <w:rPr>
          <w:rFonts w:ascii="Arial" w:hAnsi="Arial" w:cs="Arial"/>
        </w:rPr>
      </w:pPr>
      <w:r w:rsidRPr="003512A6">
        <w:rPr>
          <w:rFonts w:ascii="Arial" w:hAnsi="Arial" w:cs="Arial"/>
        </w:rPr>
        <w:t xml:space="preserve">Entrepreneurship means taking risks to create new products or a new enterprise. Entrepreneurship, natural resources, capital, and human resources constitute the four fundamental resources, or factors of production, needed to create wealth. Some scholars also add knowledge as a factor of production. </w:t>
      </w:r>
    </w:p>
    <w:p w:rsidR="00117FB4" w:rsidRPr="009D6530" w:rsidRDefault="00117FB4" w:rsidP="00A73191">
      <w:pPr>
        <w:spacing w:before="120" w:after="120" w:line="276" w:lineRule="auto"/>
        <w:rPr>
          <w:rFonts w:ascii="Arial" w:hAnsi="Arial" w:cs="Arial"/>
          <w:bCs/>
          <w:i/>
        </w:rPr>
      </w:pPr>
      <w:r>
        <w:rPr>
          <w:noProof/>
        </w:rPr>
        <w:pict>
          <v:shape id="_x0000_s1030" type="#_x0000_t202" style="position:absolute;margin-left:396pt;margin-top:18.65pt;width:117pt;height:90pt;z-index:251659264" stroked="f">
            <v:textbox style="mso-next-textbox:#_x0000_s1030">
              <w:txbxContent>
                <w:p w:rsidR="00117FB4" w:rsidRPr="00F57EC0" w:rsidRDefault="00117FB4" w:rsidP="00A73191">
                  <w:pPr>
                    <w:rPr>
                      <w:rFonts w:ascii="Arial" w:hAnsi="Arial" w:cs="Arial"/>
                      <w:b/>
                      <w:i/>
                      <w:color w:val="333399"/>
                    </w:rPr>
                  </w:pPr>
                  <w:r w:rsidRPr="00F57EC0">
                    <w:rPr>
                      <w:rFonts w:ascii="Arial" w:hAnsi="Arial" w:cs="Arial"/>
                      <w:b/>
                      <w:i/>
                      <w:color w:val="333399"/>
                    </w:rPr>
                    <w:t>PPT 1.6 &amp; 1.7</w:t>
                  </w:r>
                </w:p>
                <w:p w:rsidR="00117FB4" w:rsidRDefault="00117FB4" w:rsidP="00A73191">
                  <w:r w:rsidRPr="00D260A5">
                    <w:object w:dxaOrig="7194" w:dyaOrig="5402">
                      <v:shape id="_x0000_i1032" type="#_x0000_t75" style="width:90pt;height:67.8pt" o:ole="">
                        <v:imagedata r:id="rId13" o:title=""/>
                      </v:shape>
                      <o:OLEObject Type="Embed" ProgID="PowerPoint.Slide.8" ShapeID="_x0000_i1032" DrawAspect="Content" ObjectID="_1396261893" r:id="rId14"/>
                    </w:object>
                  </w:r>
                </w:p>
              </w:txbxContent>
            </v:textbox>
          </v:shape>
        </w:pict>
      </w:r>
      <w:r>
        <w:rPr>
          <w:rFonts w:ascii="Arial" w:hAnsi="Arial" w:cs="Arial"/>
          <w:b/>
          <w:bCs/>
        </w:rPr>
        <w:t xml:space="preserve">The Essential Question: </w:t>
      </w:r>
      <w:r w:rsidRPr="009D6530">
        <w:rPr>
          <w:rFonts w:ascii="Arial" w:hAnsi="Arial" w:cs="Arial"/>
          <w:bCs/>
          <w:i/>
        </w:rPr>
        <w:t xml:space="preserve">What are the main sources of wealth? </w:t>
      </w:r>
    </w:p>
    <w:p w:rsidR="00117FB4" w:rsidRDefault="00117FB4" w:rsidP="00A73191">
      <w:pPr>
        <w:spacing w:before="120" w:after="120" w:line="276" w:lineRule="auto"/>
        <w:rPr>
          <w:rFonts w:ascii="Arial" w:hAnsi="Arial" w:cs="Arial"/>
          <w:i/>
        </w:rPr>
      </w:pPr>
    </w:p>
    <w:p w:rsidR="00117FB4" w:rsidRPr="002462D4" w:rsidRDefault="00117FB4" w:rsidP="00A73191">
      <w:pPr>
        <w:spacing w:before="120" w:after="120" w:line="276" w:lineRule="auto"/>
        <w:rPr>
          <w:rFonts w:ascii="Arial" w:hAnsi="Arial" w:cs="Arial"/>
          <w:b/>
        </w:rPr>
      </w:pPr>
      <w:r>
        <w:rPr>
          <w:rFonts w:ascii="Arial" w:hAnsi="Arial" w:cs="Arial"/>
          <w:b/>
        </w:rPr>
        <w:t xml:space="preserve">I.   </w:t>
      </w:r>
      <w:r w:rsidRPr="002462D4">
        <w:rPr>
          <w:rFonts w:ascii="Arial" w:hAnsi="Arial" w:cs="Arial"/>
          <w:b/>
        </w:rPr>
        <w:t xml:space="preserve">The Wealthy People Next Door </w:t>
      </w:r>
    </w:p>
    <w:p w:rsidR="00117FB4" w:rsidRPr="00BC7023" w:rsidRDefault="00117FB4" w:rsidP="00A73191">
      <w:pPr>
        <w:spacing w:before="120" w:after="120" w:line="276" w:lineRule="auto"/>
        <w:ind w:left="720" w:hanging="360"/>
        <w:rPr>
          <w:rFonts w:ascii="Arial" w:hAnsi="Arial" w:cs="Arial"/>
          <w:b/>
        </w:rPr>
      </w:pPr>
      <w:r w:rsidRPr="00BC7023">
        <w:rPr>
          <w:rFonts w:ascii="Arial" w:hAnsi="Arial" w:cs="Arial"/>
          <w:b/>
        </w:rPr>
        <w:t>A. How do most wealthy people make their money?</w:t>
      </w:r>
    </w:p>
    <w:p w:rsidR="00117FB4" w:rsidRPr="009C655B" w:rsidRDefault="00117FB4" w:rsidP="009C655B">
      <w:pPr>
        <w:numPr>
          <w:ilvl w:val="0"/>
          <w:numId w:val="6"/>
        </w:numPr>
        <w:spacing w:before="120" w:after="120"/>
        <w:rPr>
          <w:rFonts w:ascii="Arial" w:hAnsi="Arial" w:cs="Arial"/>
          <w:bCs/>
          <w:i/>
        </w:rPr>
      </w:pPr>
      <w:r w:rsidRPr="009C655B">
        <w:rPr>
          <w:rFonts w:ascii="Arial" w:hAnsi="Arial" w:cs="Arial"/>
        </w:rPr>
        <w:t xml:space="preserve">Most wealthy people are self-employed business owners </w:t>
      </w:r>
    </w:p>
    <w:p w:rsidR="00117FB4" w:rsidRPr="009C655B" w:rsidRDefault="00117FB4" w:rsidP="009C655B">
      <w:pPr>
        <w:numPr>
          <w:ilvl w:val="0"/>
          <w:numId w:val="6"/>
        </w:numPr>
        <w:spacing w:before="120" w:after="120"/>
        <w:rPr>
          <w:rFonts w:ascii="Arial" w:hAnsi="Arial" w:cs="Arial"/>
        </w:rPr>
      </w:pPr>
      <w:r w:rsidRPr="009C655B">
        <w:rPr>
          <w:rFonts w:ascii="Arial" w:hAnsi="Arial" w:cs="Arial"/>
        </w:rPr>
        <w:t xml:space="preserve">The self-employed are more likely than the salaried to be rich </w:t>
      </w:r>
    </w:p>
    <w:p w:rsidR="00117FB4" w:rsidRPr="003512A6" w:rsidRDefault="00117FB4" w:rsidP="00A73191">
      <w:pPr>
        <w:spacing w:before="120" w:after="120" w:line="276" w:lineRule="auto"/>
        <w:rPr>
          <w:rFonts w:ascii="Arial" w:hAnsi="Arial" w:cs="Arial"/>
          <w:b/>
        </w:rPr>
      </w:pPr>
      <w:r>
        <w:rPr>
          <w:rFonts w:ascii="Arial" w:hAnsi="Arial" w:cs="Arial"/>
          <w:b/>
        </w:rPr>
        <w:t xml:space="preserve">II.   </w:t>
      </w:r>
      <w:r w:rsidRPr="003512A6">
        <w:rPr>
          <w:rFonts w:ascii="Arial" w:hAnsi="Arial" w:cs="Arial"/>
          <w:b/>
        </w:rPr>
        <w:t xml:space="preserve">Do Only Entrepreneurs Take Risks?   </w:t>
      </w:r>
    </w:p>
    <w:p w:rsidR="00117FB4" w:rsidRPr="0009139C" w:rsidRDefault="00117FB4" w:rsidP="00A73191">
      <w:pPr>
        <w:spacing w:before="120" w:after="120" w:line="276" w:lineRule="auto"/>
        <w:ind w:left="360"/>
        <w:rPr>
          <w:rFonts w:ascii="Arial" w:hAnsi="Arial" w:cs="Arial"/>
        </w:rPr>
      </w:pPr>
      <w:r w:rsidRPr="0009139C">
        <w:rPr>
          <w:rFonts w:ascii="Arial" w:hAnsi="Arial" w:cs="Arial"/>
        </w:rPr>
        <w:t xml:space="preserve">Which is more risky—being an </w:t>
      </w:r>
      <w:r w:rsidRPr="0009139C">
        <w:rPr>
          <w:rFonts w:ascii="Arial" w:hAnsi="Arial" w:cs="Arial"/>
          <w:b/>
          <w:i/>
          <w:highlight w:val="yellow"/>
        </w:rPr>
        <w:t>entrepreneur</w:t>
      </w:r>
      <w:r w:rsidRPr="0009139C">
        <w:rPr>
          <w:rFonts w:ascii="Arial" w:hAnsi="Arial" w:cs="Arial"/>
        </w:rPr>
        <w:t xml:space="preserve"> or being a salaried employee?</w:t>
      </w:r>
    </w:p>
    <w:p w:rsidR="00117FB4" w:rsidRPr="003512A6" w:rsidRDefault="00117FB4" w:rsidP="00A73191">
      <w:pPr>
        <w:spacing w:before="120" w:after="120" w:line="276" w:lineRule="auto"/>
        <w:rPr>
          <w:rFonts w:ascii="Arial" w:hAnsi="Arial" w:cs="Arial"/>
          <w:b/>
        </w:rPr>
      </w:pPr>
      <w:r>
        <w:rPr>
          <w:rFonts w:ascii="Arial" w:hAnsi="Arial" w:cs="Arial"/>
          <w:b/>
        </w:rPr>
        <w:t xml:space="preserve">III.  </w:t>
      </w:r>
      <w:r w:rsidRPr="003512A6">
        <w:rPr>
          <w:rFonts w:ascii="Arial" w:hAnsi="Arial" w:cs="Arial"/>
          <w:b/>
        </w:rPr>
        <w:t>Factors of Production: The Building Blocks of Wealth</w:t>
      </w:r>
    </w:p>
    <w:p w:rsidR="00117FB4" w:rsidRPr="003512A6" w:rsidRDefault="00117FB4" w:rsidP="00A73191">
      <w:pPr>
        <w:spacing w:before="120" w:after="120" w:line="276" w:lineRule="auto"/>
        <w:ind w:left="360"/>
        <w:rPr>
          <w:rFonts w:ascii="Arial" w:hAnsi="Arial" w:cs="Arial"/>
        </w:rPr>
      </w:pPr>
      <w:r w:rsidRPr="003512A6">
        <w:rPr>
          <w:rFonts w:ascii="Arial" w:hAnsi="Arial" w:cs="Arial"/>
        </w:rPr>
        <w:t xml:space="preserve">Businesses rely on </w:t>
      </w:r>
      <w:r w:rsidRPr="00C510AC">
        <w:rPr>
          <w:rFonts w:ascii="Arial" w:hAnsi="Arial" w:cs="Arial"/>
          <w:b/>
          <w:i/>
          <w:highlight w:val="yellow"/>
        </w:rPr>
        <w:t>factors of production</w:t>
      </w:r>
      <w:r w:rsidRPr="00C510AC">
        <w:rPr>
          <w:rFonts w:ascii="Arial" w:hAnsi="Arial" w:cs="Arial"/>
          <w:i/>
        </w:rPr>
        <w:t xml:space="preserve">, </w:t>
      </w:r>
      <w:r w:rsidRPr="00C510AC">
        <w:rPr>
          <w:rFonts w:ascii="Arial" w:hAnsi="Arial" w:cs="Arial"/>
        </w:rPr>
        <w:t>or resources, to create wealth</w:t>
      </w:r>
      <w:r>
        <w:rPr>
          <w:rFonts w:ascii="Arial" w:hAnsi="Arial" w:cs="Arial"/>
        </w:rPr>
        <w:t>.</w:t>
      </w:r>
    </w:p>
    <w:p w:rsidR="00117FB4" w:rsidRPr="003512A6" w:rsidRDefault="00117FB4" w:rsidP="00A73191">
      <w:pPr>
        <w:spacing w:before="120" w:after="120" w:line="276" w:lineRule="auto"/>
        <w:ind w:left="360"/>
        <w:rPr>
          <w:rFonts w:ascii="Arial" w:hAnsi="Arial" w:cs="Arial"/>
        </w:rPr>
      </w:pPr>
      <w:r>
        <w:rPr>
          <w:rFonts w:ascii="Arial" w:hAnsi="Arial" w:cs="Arial"/>
          <w:b/>
        </w:rPr>
        <w:t xml:space="preserve">A. </w:t>
      </w:r>
      <w:r w:rsidRPr="003512A6">
        <w:rPr>
          <w:rFonts w:ascii="Arial" w:hAnsi="Arial" w:cs="Arial"/>
          <w:b/>
        </w:rPr>
        <w:t xml:space="preserve">The Traditional Four Factors of Production </w:t>
      </w:r>
      <w:r w:rsidRPr="003512A6">
        <w:rPr>
          <w:rFonts w:ascii="Arial" w:hAnsi="Arial" w:cs="Arial"/>
        </w:rPr>
        <w:t xml:space="preserve"> </w:t>
      </w:r>
    </w:p>
    <w:p w:rsidR="00117FB4" w:rsidRDefault="00117FB4" w:rsidP="00AD64A9">
      <w:pPr>
        <w:numPr>
          <w:ilvl w:val="0"/>
          <w:numId w:val="11"/>
        </w:numPr>
        <w:tabs>
          <w:tab w:val="clear" w:pos="720"/>
          <w:tab w:val="num" w:pos="1080"/>
        </w:tabs>
        <w:spacing w:line="360" w:lineRule="auto"/>
        <w:ind w:left="1080"/>
        <w:contextualSpacing/>
        <w:rPr>
          <w:rFonts w:ascii="Arial" w:hAnsi="Arial" w:cs="Arial"/>
        </w:rPr>
      </w:pPr>
      <w:r w:rsidRPr="00C510AC">
        <w:rPr>
          <w:rFonts w:ascii="Arial" w:hAnsi="Arial" w:cs="Arial"/>
          <w:b/>
          <w:i/>
          <w:highlight w:val="yellow"/>
        </w:rPr>
        <w:t>Natural resources</w:t>
      </w:r>
      <w:r w:rsidRPr="003512A6">
        <w:rPr>
          <w:rFonts w:ascii="Arial" w:hAnsi="Arial" w:cs="Arial"/>
          <w:b/>
        </w:rPr>
        <w:t xml:space="preserve"> </w:t>
      </w:r>
      <w:r w:rsidRPr="00C510AC">
        <w:rPr>
          <w:rFonts w:ascii="Arial" w:hAnsi="Arial" w:cs="Arial"/>
        </w:rPr>
        <w:t>consist of production inputs that are useful just as they appear in nature</w:t>
      </w:r>
      <w:r>
        <w:rPr>
          <w:rFonts w:ascii="Arial" w:hAnsi="Arial" w:cs="Arial"/>
        </w:rPr>
        <w:t xml:space="preserve"> (e.g.,</w:t>
      </w:r>
      <w:r w:rsidRPr="003512A6">
        <w:rPr>
          <w:rFonts w:ascii="Arial" w:hAnsi="Arial" w:cs="Arial"/>
        </w:rPr>
        <w:t xml:space="preserve"> land, forests, water, wind, sunlight, </w:t>
      </w:r>
      <w:r>
        <w:rPr>
          <w:rFonts w:ascii="Arial" w:hAnsi="Arial" w:cs="Arial"/>
        </w:rPr>
        <w:t>etc</w:t>
      </w:r>
      <w:r w:rsidRPr="003512A6">
        <w:rPr>
          <w:rFonts w:ascii="Arial" w:hAnsi="Arial" w:cs="Arial"/>
        </w:rPr>
        <w:t>.</w:t>
      </w:r>
      <w:r>
        <w:rPr>
          <w:rFonts w:ascii="Arial" w:hAnsi="Arial" w:cs="Arial"/>
        </w:rPr>
        <w:t>)</w:t>
      </w:r>
    </w:p>
    <w:p w:rsidR="00117FB4" w:rsidRPr="00B72620" w:rsidRDefault="00117FB4" w:rsidP="00AD64A9">
      <w:pPr>
        <w:numPr>
          <w:ilvl w:val="0"/>
          <w:numId w:val="11"/>
        </w:numPr>
        <w:tabs>
          <w:tab w:val="clear" w:pos="720"/>
          <w:tab w:val="num" w:pos="1080"/>
        </w:tabs>
        <w:spacing w:line="360" w:lineRule="auto"/>
        <w:ind w:left="1080"/>
        <w:contextualSpacing/>
        <w:rPr>
          <w:rFonts w:ascii="Arial" w:hAnsi="Arial" w:cs="Arial"/>
        </w:rPr>
      </w:pPr>
      <w:r w:rsidRPr="00C510AC">
        <w:rPr>
          <w:rFonts w:ascii="Arial" w:hAnsi="Arial" w:cs="Arial"/>
          <w:b/>
          <w:i/>
          <w:highlight w:val="yellow"/>
        </w:rPr>
        <w:t>Capital</w:t>
      </w:r>
      <w:r w:rsidRPr="00C510AC">
        <w:rPr>
          <w:rFonts w:ascii="Arial" w:hAnsi="Arial" w:cs="Arial"/>
          <w:b/>
          <w:highlight w:val="yellow"/>
        </w:rPr>
        <w:t xml:space="preserve"> </w:t>
      </w:r>
      <w:r w:rsidRPr="00C510AC">
        <w:rPr>
          <w:rFonts w:ascii="Arial" w:hAnsi="Arial" w:cs="Arial"/>
        </w:rPr>
        <w:t>includes the buildings, machines, tools, and technology used to produce goods and services.</w:t>
      </w:r>
      <w:r w:rsidRPr="003512A6">
        <w:rPr>
          <w:rFonts w:ascii="Arial" w:hAnsi="Arial" w:cs="Arial"/>
          <w:b/>
        </w:rPr>
        <w:t xml:space="preserve"> </w:t>
      </w:r>
    </w:p>
    <w:p w:rsidR="00117FB4" w:rsidRDefault="00117FB4" w:rsidP="00AD64A9">
      <w:pPr>
        <w:numPr>
          <w:ilvl w:val="0"/>
          <w:numId w:val="11"/>
        </w:numPr>
        <w:tabs>
          <w:tab w:val="clear" w:pos="720"/>
          <w:tab w:val="num" w:pos="1080"/>
        </w:tabs>
        <w:spacing w:line="360" w:lineRule="auto"/>
        <w:ind w:left="1080"/>
        <w:contextualSpacing/>
        <w:rPr>
          <w:rFonts w:ascii="Arial" w:hAnsi="Arial" w:cs="Arial"/>
          <w:b/>
        </w:rPr>
      </w:pPr>
      <w:r w:rsidRPr="00C510AC">
        <w:rPr>
          <w:rFonts w:ascii="Arial" w:hAnsi="Arial" w:cs="Arial"/>
          <w:b/>
          <w:i/>
          <w:highlight w:val="yellow"/>
        </w:rPr>
        <w:t>Human resources</w:t>
      </w:r>
      <w:r w:rsidRPr="00C510AC">
        <w:rPr>
          <w:rFonts w:ascii="Arial" w:hAnsi="Arial" w:cs="Arial"/>
          <w:b/>
          <w:highlight w:val="yellow"/>
        </w:rPr>
        <w:t xml:space="preserve"> </w:t>
      </w:r>
      <w:r w:rsidRPr="00C510AC">
        <w:rPr>
          <w:rFonts w:ascii="Arial" w:hAnsi="Arial" w:cs="Arial"/>
        </w:rPr>
        <w:t>consist of labor, the physical and intellectual contributions of a company’s employees.</w:t>
      </w:r>
      <w:r w:rsidRPr="003512A6">
        <w:rPr>
          <w:rFonts w:ascii="Arial" w:hAnsi="Arial" w:cs="Arial"/>
          <w:b/>
        </w:rPr>
        <w:t xml:space="preserve"> </w:t>
      </w:r>
    </w:p>
    <w:p w:rsidR="00117FB4" w:rsidRDefault="00117FB4" w:rsidP="00AD64A9">
      <w:pPr>
        <w:numPr>
          <w:ilvl w:val="0"/>
          <w:numId w:val="11"/>
        </w:numPr>
        <w:tabs>
          <w:tab w:val="clear" w:pos="720"/>
          <w:tab w:val="num" w:pos="1080"/>
        </w:tabs>
        <w:spacing w:line="360" w:lineRule="auto"/>
        <w:ind w:left="1080"/>
        <w:contextualSpacing/>
        <w:rPr>
          <w:rFonts w:ascii="Arial" w:hAnsi="Arial" w:cs="Arial"/>
        </w:rPr>
      </w:pPr>
      <w:r w:rsidRPr="00C510AC">
        <w:rPr>
          <w:rFonts w:ascii="Arial" w:hAnsi="Arial" w:cs="Arial"/>
          <w:b/>
          <w:i/>
          <w:highlight w:val="yellow"/>
        </w:rPr>
        <w:t>Entrepreneurship</w:t>
      </w:r>
      <w:r w:rsidRPr="00C510AC">
        <w:rPr>
          <w:rFonts w:ascii="Arial" w:hAnsi="Arial" w:cs="Arial"/>
          <w:b/>
          <w:highlight w:val="yellow"/>
        </w:rPr>
        <w:t xml:space="preserve"> </w:t>
      </w:r>
      <w:r w:rsidRPr="00C510AC">
        <w:rPr>
          <w:rFonts w:ascii="Arial" w:hAnsi="Arial" w:cs="Arial"/>
        </w:rPr>
        <w:t>is the process of taking risks to try to create a new enterprise.</w:t>
      </w:r>
      <w:r w:rsidRPr="003512A6">
        <w:rPr>
          <w:rFonts w:ascii="Arial" w:hAnsi="Arial" w:cs="Arial"/>
          <w:b/>
        </w:rPr>
        <w:t xml:space="preserve">  </w:t>
      </w:r>
      <w:r w:rsidRPr="003512A6">
        <w:rPr>
          <w:rFonts w:ascii="Arial" w:hAnsi="Arial" w:cs="Arial"/>
        </w:rPr>
        <w:t xml:space="preserve"> </w:t>
      </w:r>
    </w:p>
    <w:p w:rsidR="00117FB4" w:rsidRPr="003512A6" w:rsidRDefault="00117FB4" w:rsidP="00AC685E">
      <w:pPr>
        <w:spacing w:before="240" w:after="120" w:line="276" w:lineRule="auto"/>
        <w:ind w:left="720" w:hanging="360"/>
        <w:contextualSpacing/>
        <w:rPr>
          <w:rFonts w:ascii="Arial" w:hAnsi="Arial" w:cs="Arial"/>
        </w:rPr>
      </w:pPr>
      <w:r>
        <w:rPr>
          <w:rFonts w:ascii="Arial" w:hAnsi="Arial" w:cs="Arial"/>
          <w:b/>
        </w:rPr>
        <w:t xml:space="preserve">B. </w:t>
      </w:r>
      <w:r w:rsidRPr="003512A6">
        <w:rPr>
          <w:rFonts w:ascii="Arial" w:hAnsi="Arial" w:cs="Arial"/>
          <w:b/>
        </w:rPr>
        <w:t>A Fifth Factor of Production—</w:t>
      </w:r>
      <w:r w:rsidRPr="00265821">
        <w:rPr>
          <w:rFonts w:ascii="Arial" w:hAnsi="Arial" w:cs="Arial"/>
          <w:b/>
          <w:i/>
        </w:rPr>
        <w:t>Knowledge</w:t>
      </w:r>
      <w:r w:rsidRPr="003512A6">
        <w:rPr>
          <w:rFonts w:ascii="Arial" w:hAnsi="Arial" w:cs="Arial"/>
          <w:b/>
        </w:rPr>
        <w:t xml:space="preserve">  </w:t>
      </w:r>
      <w:r w:rsidRPr="003512A6">
        <w:rPr>
          <w:rFonts w:ascii="Arial" w:hAnsi="Arial" w:cs="Arial"/>
        </w:rPr>
        <w:t xml:space="preserve"> </w:t>
      </w:r>
    </w:p>
    <w:p w:rsidR="00117FB4" w:rsidRDefault="00117FB4" w:rsidP="00A73191">
      <w:pPr>
        <w:rPr>
          <w:rFonts w:ascii="Arial" w:hAnsi="Arial" w:cs="Arial"/>
          <w:b/>
          <w:bCs/>
          <w:sz w:val="28"/>
          <w:szCs w:val="28"/>
        </w:rPr>
      </w:pPr>
    </w:p>
    <w:p w:rsidR="00117FB4" w:rsidRDefault="00117FB4" w:rsidP="00A73191">
      <w:pPr>
        <w:rPr>
          <w:rFonts w:ascii="Arial" w:hAnsi="Arial" w:cs="Arial"/>
          <w:b/>
          <w:bCs/>
          <w:sz w:val="28"/>
          <w:szCs w:val="28"/>
        </w:rPr>
      </w:pPr>
    </w:p>
    <w:p w:rsidR="00117FB4" w:rsidRPr="00AF33A0" w:rsidRDefault="00117FB4" w:rsidP="00A73191">
      <w:pPr>
        <w:rPr>
          <w:rFonts w:ascii="Arial" w:hAnsi="Arial" w:cs="Arial"/>
          <w:b/>
          <w:bCs/>
          <w:sz w:val="28"/>
          <w:szCs w:val="28"/>
        </w:rPr>
      </w:pPr>
      <w:r w:rsidRPr="00AF33A0">
        <w:rPr>
          <w:rFonts w:ascii="Arial" w:hAnsi="Arial" w:cs="Arial"/>
          <w:b/>
          <w:bCs/>
          <w:sz w:val="28"/>
          <w:szCs w:val="28"/>
        </w:rPr>
        <w:t>1.3 Critical Thinking Question</w:t>
      </w:r>
    </w:p>
    <w:p w:rsidR="00117FB4" w:rsidRDefault="00117FB4" w:rsidP="00A73191">
      <w:pPr>
        <w:rPr>
          <w:rFonts w:ascii="Arial" w:hAnsi="Arial" w:cs="Arial"/>
          <w:b/>
          <w:bCs/>
        </w:rPr>
      </w:pPr>
    </w:p>
    <w:p w:rsidR="00117FB4" w:rsidRDefault="00117FB4" w:rsidP="00A31776">
      <w:pPr>
        <w:rPr>
          <w:rFonts w:ascii="Arial" w:hAnsi="Arial" w:cs="Arial"/>
          <w:b/>
          <w:bCs/>
        </w:rPr>
      </w:pPr>
      <w:r w:rsidRPr="009D6530">
        <w:rPr>
          <w:rFonts w:ascii="Arial" w:hAnsi="Arial" w:cs="Arial"/>
          <w:i/>
        </w:rPr>
        <w:t>What are the personality traits of successful entrepreneurs?</w:t>
      </w:r>
    </w:p>
    <w:p w:rsidR="00117FB4" w:rsidRPr="009D6530" w:rsidRDefault="00117FB4" w:rsidP="00A73191">
      <w:pPr>
        <w:spacing w:before="120" w:after="120" w:line="276" w:lineRule="auto"/>
        <w:rPr>
          <w:rFonts w:ascii="Arial" w:hAnsi="Arial" w:cs="Arial"/>
          <w:b/>
          <w:bCs/>
          <w:sz w:val="28"/>
          <w:szCs w:val="28"/>
        </w:rPr>
      </w:pPr>
      <w:r>
        <w:rPr>
          <w:rFonts w:ascii="Arial" w:hAnsi="Arial" w:cs="Arial"/>
          <w:b/>
          <w:bCs/>
          <w:sz w:val="28"/>
          <w:szCs w:val="28"/>
        </w:rPr>
        <w:br w:type="page"/>
      </w:r>
      <w:r w:rsidRPr="009D6530">
        <w:rPr>
          <w:rFonts w:ascii="Arial" w:hAnsi="Arial" w:cs="Arial"/>
          <w:b/>
          <w:bCs/>
          <w:sz w:val="28"/>
          <w:szCs w:val="28"/>
        </w:rPr>
        <w:t xml:space="preserve">1.4 The Business Environment: Forces That Encourage &amp; Discourage Entrepreneurship </w:t>
      </w:r>
    </w:p>
    <w:p w:rsidR="00117FB4" w:rsidRPr="003512A6" w:rsidRDefault="00117FB4" w:rsidP="00A73191">
      <w:pPr>
        <w:keepNext/>
        <w:spacing w:before="120" w:after="120" w:line="276" w:lineRule="auto"/>
        <w:outlineLvl w:val="0"/>
        <w:rPr>
          <w:rFonts w:ascii="Arial" w:hAnsi="Arial" w:cs="Arial"/>
        </w:rPr>
      </w:pPr>
      <w:r w:rsidRPr="003512A6">
        <w:rPr>
          <w:rFonts w:ascii="Arial" w:hAnsi="Arial" w:cs="Arial"/>
          <w:b/>
        </w:rPr>
        <w:t>The Big Idea</w:t>
      </w:r>
    </w:p>
    <w:p w:rsidR="00117FB4" w:rsidRPr="003512A6" w:rsidRDefault="00117FB4" w:rsidP="00A73191">
      <w:pPr>
        <w:spacing w:before="120" w:after="120" w:line="276" w:lineRule="auto"/>
        <w:rPr>
          <w:rFonts w:ascii="Arial" w:hAnsi="Arial" w:cs="Arial"/>
        </w:rPr>
      </w:pPr>
      <w:r>
        <w:rPr>
          <w:noProof/>
        </w:rPr>
        <w:pict>
          <v:shape id="_x0000_s1031" type="#_x0000_t202" style="position:absolute;margin-left:414pt;margin-top:46.1pt;width:99pt;height:90pt;z-index:251660288" stroked="f">
            <v:textbox style="mso-next-textbox:#_x0000_s1031">
              <w:txbxContent>
                <w:p w:rsidR="00117FB4" w:rsidRPr="00F57EC0" w:rsidRDefault="00117FB4" w:rsidP="00A73191">
                  <w:pPr>
                    <w:rPr>
                      <w:rFonts w:ascii="Arial" w:hAnsi="Arial" w:cs="Arial"/>
                      <w:b/>
                      <w:i/>
                      <w:color w:val="333399"/>
                    </w:rPr>
                  </w:pPr>
                  <w:r w:rsidRPr="00F57EC0">
                    <w:rPr>
                      <w:rFonts w:ascii="Arial" w:hAnsi="Arial" w:cs="Arial"/>
                      <w:b/>
                      <w:i/>
                      <w:color w:val="333399"/>
                    </w:rPr>
                    <w:t>PPTs 1.8 &amp; 1.9</w:t>
                  </w:r>
                </w:p>
                <w:p w:rsidR="00117FB4" w:rsidRDefault="00117FB4" w:rsidP="00A73191">
                  <w:r w:rsidRPr="00D260A5">
                    <w:object w:dxaOrig="7194" w:dyaOrig="5402">
                      <v:shape id="_x0000_i1034" type="#_x0000_t75" style="width:86.4pt;height:64.8pt" o:ole="">
                        <v:imagedata r:id="rId15" o:title=""/>
                      </v:shape>
                      <o:OLEObject Type="Embed" ProgID="PowerPoint.Slide.8" ShapeID="_x0000_i1034" DrawAspect="Content" ObjectID="_1396261894" r:id="rId16"/>
                    </w:object>
                  </w:r>
                </w:p>
              </w:txbxContent>
            </v:textbox>
          </v:shape>
        </w:pict>
      </w:r>
      <w:r w:rsidRPr="003512A6">
        <w:rPr>
          <w:rFonts w:ascii="Arial" w:hAnsi="Arial" w:cs="Arial"/>
        </w:rPr>
        <w:t xml:space="preserve">Companies operate within the business environment, which consists of economic, technological, competitive, global, and social forces that encourage or discourage the development of business. </w:t>
      </w:r>
    </w:p>
    <w:p w:rsidR="00117FB4" w:rsidRPr="009D6530" w:rsidRDefault="00117FB4" w:rsidP="00A73191">
      <w:pPr>
        <w:spacing w:before="120" w:after="120" w:line="276" w:lineRule="auto"/>
        <w:rPr>
          <w:rFonts w:ascii="Arial" w:hAnsi="Arial" w:cs="Arial"/>
          <w:bCs/>
          <w:i/>
        </w:rPr>
      </w:pPr>
      <w:r>
        <w:rPr>
          <w:rFonts w:ascii="Arial" w:hAnsi="Arial" w:cs="Arial"/>
          <w:b/>
          <w:bCs/>
        </w:rPr>
        <w:t xml:space="preserve">The Essential Question: </w:t>
      </w:r>
      <w:r w:rsidRPr="009D6530">
        <w:rPr>
          <w:rFonts w:ascii="Arial" w:hAnsi="Arial" w:cs="Arial"/>
          <w:bCs/>
          <w:i/>
        </w:rPr>
        <w:t xml:space="preserve">What major forces affect the way companies and individual businesspeople operate? </w:t>
      </w:r>
    </w:p>
    <w:p w:rsidR="00117FB4" w:rsidRPr="003512A6" w:rsidRDefault="00117FB4" w:rsidP="00A73191">
      <w:pPr>
        <w:spacing w:before="120" w:after="120" w:line="276" w:lineRule="auto"/>
        <w:rPr>
          <w:rFonts w:ascii="Arial" w:hAnsi="Arial" w:cs="Arial"/>
        </w:rPr>
      </w:pPr>
      <w:r>
        <w:rPr>
          <w:noProof/>
        </w:rPr>
        <w:pict>
          <v:line id="Straight Connector 1" o:spid="_x0000_s1032" style="position:absolute;z-index:251654144;visibility:visible;mso-wrap-distance-left:3.17497mm;mso-wrap-distance-top:-3e-5mm;mso-wrap-distance-right:3.17497mm;mso-wrap-distance-bottom:-3e-5mm" from="423pt,270pt" to="423pt,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8NdFgIAADA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"/>
        </w:pict>
      </w:r>
    </w:p>
    <w:p w:rsidR="00117FB4" w:rsidRPr="003512A6" w:rsidRDefault="00117FB4" w:rsidP="00A73191">
      <w:pPr>
        <w:spacing w:before="120" w:after="120" w:line="276" w:lineRule="auto"/>
        <w:rPr>
          <w:rFonts w:ascii="Arial" w:hAnsi="Arial" w:cs="Arial"/>
          <w:b/>
        </w:rPr>
      </w:pPr>
      <w:r>
        <w:rPr>
          <w:rFonts w:ascii="Arial" w:hAnsi="Arial" w:cs="Arial"/>
          <w:b/>
        </w:rPr>
        <w:t xml:space="preserve">I.   </w:t>
      </w:r>
      <w:r w:rsidRPr="003512A6">
        <w:rPr>
          <w:rFonts w:ascii="Arial" w:hAnsi="Arial" w:cs="Arial"/>
          <w:b/>
        </w:rPr>
        <w:t>Economic Forces: The Tension between Freedom &amp; Restraint</w:t>
      </w:r>
    </w:p>
    <w:p w:rsidR="00117FB4" w:rsidRPr="003512A6" w:rsidRDefault="00117FB4" w:rsidP="00A73191">
      <w:pPr>
        <w:spacing w:before="120" w:after="120" w:line="276" w:lineRule="auto"/>
        <w:ind w:left="360"/>
        <w:rPr>
          <w:rFonts w:ascii="Arial" w:hAnsi="Arial" w:cs="Arial"/>
        </w:rPr>
      </w:pPr>
      <w:r w:rsidRPr="003512A6">
        <w:rPr>
          <w:rFonts w:ascii="Arial" w:hAnsi="Arial" w:cs="Arial"/>
        </w:rPr>
        <w:t>A continual source of tension is that between the amount of freedom allowed for people to establish and run their businesse</w:t>
      </w:r>
      <w:r>
        <w:rPr>
          <w:rFonts w:ascii="Arial" w:hAnsi="Arial" w:cs="Arial"/>
        </w:rPr>
        <w:t xml:space="preserve">s and the amount of restraints </w:t>
      </w:r>
      <w:r w:rsidRPr="003512A6">
        <w:rPr>
          <w:rFonts w:ascii="Arial" w:hAnsi="Arial" w:cs="Arial"/>
        </w:rPr>
        <w:t>that governments impose on business</w:t>
      </w:r>
      <w:r>
        <w:rPr>
          <w:rFonts w:ascii="Arial" w:hAnsi="Arial" w:cs="Arial"/>
        </w:rPr>
        <w:t>.</w:t>
      </w:r>
    </w:p>
    <w:p w:rsidR="00117FB4" w:rsidRPr="003512A6" w:rsidRDefault="00117FB4" w:rsidP="00A73191">
      <w:pPr>
        <w:numPr>
          <w:ilvl w:val="0"/>
          <w:numId w:val="7"/>
        </w:numPr>
        <w:spacing w:before="120" w:after="120" w:line="276" w:lineRule="auto"/>
        <w:contextualSpacing/>
        <w:rPr>
          <w:rFonts w:ascii="Arial" w:hAnsi="Arial" w:cs="Arial"/>
        </w:rPr>
      </w:pPr>
      <w:r w:rsidRPr="003512A6">
        <w:rPr>
          <w:rFonts w:ascii="Arial" w:hAnsi="Arial" w:cs="Arial"/>
          <w:b/>
          <w:i/>
        </w:rPr>
        <w:t>Taxation</w:t>
      </w:r>
      <w:r>
        <w:rPr>
          <w:rFonts w:ascii="Arial" w:hAnsi="Arial" w:cs="Arial"/>
          <w:b/>
          <w:i/>
        </w:rPr>
        <w:t xml:space="preserve">. </w:t>
      </w:r>
      <w:r w:rsidRPr="003512A6">
        <w:rPr>
          <w:rFonts w:ascii="Arial" w:hAnsi="Arial" w:cs="Arial"/>
        </w:rPr>
        <w:t xml:space="preserve">Some countries (and states) have </w:t>
      </w:r>
      <w:r>
        <w:rPr>
          <w:rFonts w:ascii="Arial" w:hAnsi="Arial" w:cs="Arial"/>
        </w:rPr>
        <w:t>higher tax rates on businesses, which restrict</w:t>
      </w:r>
      <w:r w:rsidRPr="003512A6">
        <w:rPr>
          <w:rFonts w:ascii="Arial" w:hAnsi="Arial" w:cs="Arial"/>
        </w:rPr>
        <w:t xml:space="preserve"> how much companies can invest in various business programs and keep in profits.</w:t>
      </w:r>
    </w:p>
    <w:p w:rsidR="00117FB4" w:rsidRPr="003512A6" w:rsidRDefault="00117FB4" w:rsidP="00A73191">
      <w:pPr>
        <w:numPr>
          <w:ilvl w:val="0"/>
          <w:numId w:val="7"/>
        </w:numPr>
        <w:spacing w:before="120" w:after="120" w:line="276" w:lineRule="auto"/>
        <w:rPr>
          <w:rFonts w:ascii="Arial" w:hAnsi="Arial" w:cs="Arial"/>
        </w:rPr>
      </w:pPr>
      <w:r w:rsidRPr="003512A6">
        <w:rPr>
          <w:rFonts w:ascii="Arial" w:hAnsi="Arial" w:cs="Arial"/>
          <w:b/>
          <w:i/>
        </w:rPr>
        <w:t>Contract enforcement</w:t>
      </w:r>
      <w:r>
        <w:rPr>
          <w:rFonts w:ascii="Arial" w:hAnsi="Arial" w:cs="Arial"/>
          <w:b/>
          <w:i/>
        </w:rPr>
        <w:t xml:space="preserve">. </w:t>
      </w:r>
      <w:r w:rsidRPr="003512A6">
        <w:rPr>
          <w:rFonts w:ascii="Arial" w:hAnsi="Arial" w:cs="Arial"/>
        </w:rPr>
        <w:t>In countries that don’t have strong enforcement of contract laws, businesspeople are reluctant to enter into legal relationships with other businesspeople.</w:t>
      </w:r>
    </w:p>
    <w:p w:rsidR="00117FB4" w:rsidRPr="003512A6" w:rsidRDefault="00117FB4" w:rsidP="00A73191">
      <w:pPr>
        <w:numPr>
          <w:ilvl w:val="0"/>
          <w:numId w:val="7"/>
        </w:numPr>
        <w:spacing w:before="120" w:after="120" w:line="276" w:lineRule="auto"/>
        <w:rPr>
          <w:rFonts w:ascii="Arial" w:hAnsi="Arial" w:cs="Arial"/>
        </w:rPr>
      </w:pPr>
      <w:r w:rsidRPr="003512A6">
        <w:rPr>
          <w:rFonts w:ascii="Arial" w:hAnsi="Arial" w:cs="Arial"/>
          <w:b/>
          <w:i/>
        </w:rPr>
        <w:t>Corruption</w:t>
      </w:r>
      <w:r>
        <w:rPr>
          <w:rFonts w:ascii="Arial" w:hAnsi="Arial" w:cs="Arial"/>
          <w:b/>
          <w:i/>
        </w:rPr>
        <w:t xml:space="preserve">. </w:t>
      </w:r>
      <w:r w:rsidRPr="003512A6">
        <w:rPr>
          <w:rFonts w:ascii="Arial" w:hAnsi="Arial" w:cs="Arial"/>
        </w:rPr>
        <w:t xml:space="preserve">Countries that don’t punish corruption and bribery allow uncertainty that hurts honest businesspeople. </w:t>
      </w:r>
    </w:p>
    <w:p w:rsidR="00117FB4" w:rsidRPr="003512A6" w:rsidRDefault="00117FB4" w:rsidP="00A73191">
      <w:pPr>
        <w:spacing w:before="120" w:after="120" w:line="276" w:lineRule="auto"/>
        <w:rPr>
          <w:rFonts w:ascii="Arial" w:hAnsi="Arial" w:cs="Arial"/>
          <w:b/>
        </w:rPr>
      </w:pPr>
      <w:r>
        <w:rPr>
          <w:rFonts w:ascii="Arial" w:hAnsi="Arial" w:cs="Arial"/>
          <w:b/>
        </w:rPr>
        <w:t xml:space="preserve">II.   </w:t>
      </w:r>
      <w:r w:rsidRPr="003512A6">
        <w:rPr>
          <w:rFonts w:ascii="Arial" w:hAnsi="Arial" w:cs="Arial"/>
          <w:b/>
        </w:rPr>
        <w:t>Technological Forces: The Effect on Productivity &amp; Security</w:t>
      </w:r>
    </w:p>
    <w:p w:rsidR="00117FB4" w:rsidRPr="003512A6" w:rsidRDefault="00117FB4" w:rsidP="00A73191">
      <w:pPr>
        <w:spacing w:before="120" w:after="120" w:line="276" w:lineRule="auto"/>
        <w:ind w:left="360"/>
        <w:rPr>
          <w:rFonts w:ascii="Arial" w:hAnsi="Arial" w:cs="Arial"/>
        </w:rPr>
      </w:pPr>
      <w:r w:rsidRPr="00937FE2">
        <w:rPr>
          <w:rFonts w:ascii="Arial" w:hAnsi="Arial" w:cs="Arial"/>
          <w:b/>
          <w:i/>
          <w:highlight w:val="yellow"/>
        </w:rPr>
        <w:t>Technology</w:t>
      </w:r>
      <w:r w:rsidRPr="003512A6">
        <w:rPr>
          <w:rFonts w:ascii="Arial" w:hAnsi="Arial" w:cs="Arial"/>
          <w:b/>
        </w:rPr>
        <w:t xml:space="preserve"> </w:t>
      </w:r>
      <w:r w:rsidRPr="003512A6">
        <w:rPr>
          <w:rFonts w:ascii="Arial" w:hAnsi="Arial" w:cs="Arial"/>
        </w:rPr>
        <w:t xml:space="preserve">includes not only digital technology, but also all machines required to help a company get things done </w:t>
      </w:r>
      <w:r w:rsidRPr="00DA38B9">
        <w:rPr>
          <w:rFonts w:ascii="Arial" w:hAnsi="Arial" w:cs="Arial"/>
        </w:rPr>
        <w:t>(d</w:t>
      </w:r>
      <w:r w:rsidRPr="003512A6">
        <w:rPr>
          <w:rFonts w:ascii="Arial" w:hAnsi="Arial" w:cs="Arial"/>
        </w:rPr>
        <w:t>elivery vans, vending machines, or surveillance cameras). Technology can have both positive and negative effects on:</w:t>
      </w:r>
    </w:p>
    <w:p w:rsidR="00117FB4" w:rsidRPr="003512A6" w:rsidRDefault="00117FB4" w:rsidP="00A73191">
      <w:pPr>
        <w:numPr>
          <w:ilvl w:val="0"/>
          <w:numId w:val="7"/>
        </w:numPr>
        <w:spacing w:before="120" w:after="120" w:line="276" w:lineRule="auto"/>
        <w:rPr>
          <w:rFonts w:ascii="Arial" w:hAnsi="Arial" w:cs="Arial"/>
        </w:rPr>
      </w:pPr>
      <w:r w:rsidRPr="00937FE2">
        <w:rPr>
          <w:rFonts w:ascii="Arial" w:hAnsi="Arial" w:cs="Arial"/>
          <w:b/>
          <w:i/>
          <w:highlight w:val="yellow"/>
        </w:rPr>
        <w:t>Productivity</w:t>
      </w:r>
      <w:r>
        <w:rPr>
          <w:rFonts w:ascii="Arial" w:hAnsi="Arial" w:cs="Arial"/>
          <w:b/>
          <w:i/>
        </w:rPr>
        <w:t xml:space="preserve">: </w:t>
      </w:r>
      <w:r w:rsidRPr="003512A6">
        <w:rPr>
          <w:rFonts w:ascii="Arial" w:hAnsi="Arial" w:cs="Arial"/>
        </w:rPr>
        <w:t>The purpose of installing technology is to improve productivity.</w:t>
      </w:r>
      <w:r w:rsidRPr="003512A6">
        <w:rPr>
          <w:rFonts w:ascii="Arial" w:hAnsi="Arial" w:cs="Arial"/>
          <w:b/>
          <w:i/>
        </w:rPr>
        <w:t xml:space="preserve"> </w:t>
      </w:r>
    </w:p>
    <w:p w:rsidR="00117FB4" w:rsidRPr="003512A6" w:rsidRDefault="00117FB4" w:rsidP="00A73191">
      <w:pPr>
        <w:numPr>
          <w:ilvl w:val="0"/>
          <w:numId w:val="7"/>
        </w:numPr>
        <w:spacing w:before="120" w:after="120" w:line="276" w:lineRule="auto"/>
        <w:rPr>
          <w:rFonts w:ascii="Arial" w:hAnsi="Arial" w:cs="Arial"/>
        </w:rPr>
      </w:pPr>
      <w:r w:rsidRPr="00937FE2">
        <w:rPr>
          <w:rFonts w:ascii="Arial" w:hAnsi="Arial" w:cs="Arial"/>
          <w:b/>
          <w:i/>
        </w:rPr>
        <w:t>Security</w:t>
      </w:r>
      <w:r>
        <w:rPr>
          <w:rFonts w:ascii="Arial" w:hAnsi="Arial" w:cs="Arial"/>
          <w:b/>
          <w:i/>
        </w:rPr>
        <w:t>:</w:t>
      </w:r>
      <w:r w:rsidRPr="003512A6">
        <w:rPr>
          <w:rFonts w:ascii="Arial" w:hAnsi="Arial" w:cs="Arial"/>
          <w:b/>
          <w:i/>
        </w:rPr>
        <w:t xml:space="preserve"> </w:t>
      </w:r>
      <w:r w:rsidRPr="003512A6">
        <w:rPr>
          <w:rFonts w:ascii="Arial" w:hAnsi="Arial" w:cs="Arial"/>
        </w:rPr>
        <w:t xml:space="preserve">Technological systems can enhance productivity but they can also compromise security, such as allowing hackers to break into customer credit files. </w:t>
      </w:r>
    </w:p>
    <w:p w:rsidR="00117FB4" w:rsidRDefault="00117FB4" w:rsidP="00A73191">
      <w:pPr>
        <w:spacing w:before="120" w:after="120" w:line="276" w:lineRule="auto"/>
        <w:ind w:left="360" w:hanging="360"/>
        <w:rPr>
          <w:rFonts w:ascii="Arial" w:hAnsi="Arial" w:cs="Arial"/>
          <w:b/>
        </w:rPr>
      </w:pPr>
    </w:p>
    <w:p w:rsidR="00117FB4" w:rsidRDefault="00117FB4" w:rsidP="00A73191">
      <w:pPr>
        <w:spacing w:before="120" w:after="120" w:line="276" w:lineRule="auto"/>
        <w:ind w:left="360" w:hanging="360"/>
        <w:rPr>
          <w:rFonts w:ascii="Arial" w:hAnsi="Arial" w:cs="Arial"/>
          <w:b/>
        </w:rPr>
      </w:pPr>
    </w:p>
    <w:p w:rsidR="00117FB4" w:rsidRPr="003512A6" w:rsidRDefault="00117FB4" w:rsidP="00A73191">
      <w:pPr>
        <w:spacing w:before="120" w:after="120" w:line="276" w:lineRule="auto"/>
        <w:ind w:left="360" w:hanging="360"/>
        <w:rPr>
          <w:rFonts w:ascii="Arial" w:hAnsi="Arial" w:cs="Arial"/>
          <w:b/>
        </w:rPr>
      </w:pPr>
      <w:r>
        <w:rPr>
          <w:rFonts w:ascii="Arial" w:hAnsi="Arial" w:cs="Arial"/>
          <w:b/>
        </w:rPr>
        <w:t>III.</w:t>
      </w:r>
      <w:r>
        <w:rPr>
          <w:rFonts w:ascii="Arial" w:hAnsi="Arial" w:cs="Arial"/>
          <w:b/>
        </w:rPr>
        <w:tab/>
      </w:r>
      <w:r w:rsidRPr="003512A6">
        <w:rPr>
          <w:rFonts w:ascii="Arial" w:hAnsi="Arial" w:cs="Arial"/>
          <w:b/>
        </w:rPr>
        <w:t>Competitive Forces: The Influence on</w:t>
      </w:r>
      <w:r>
        <w:rPr>
          <w:rFonts w:ascii="Arial" w:hAnsi="Arial" w:cs="Arial"/>
          <w:b/>
        </w:rPr>
        <w:t xml:space="preserve"> Customer, Employee, &amp; Investor </w:t>
      </w:r>
      <w:r w:rsidRPr="003512A6">
        <w:rPr>
          <w:rFonts w:ascii="Arial" w:hAnsi="Arial" w:cs="Arial"/>
          <w:b/>
        </w:rPr>
        <w:t>Satisfaction</w:t>
      </w:r>
    </w:p>
    <w:p w:rsidR="00117FB4" w:rsidRPr="003512A6" w:rsidRDefault="00117FB4" w:rsidP="00A73191">
      <w:pPr>
        <w:numPr>
          <w:ilvl w:val="0"/>
          <w:numId w:val="7"/>
        </w:numPr>
        <w:spacing w:before="120" w:after="120" w:line="276" w:lineRule="auto"/>
        <w:rPr>
          <w:rFonts w:ascii="Arial" w:hAnsi="Arial" w:cs="Arial"/>
        </w:rPr>
      </w:pPr>
      <w:r w:rsidRPr="003512A6">
        <w:rPr>
          <w:rFonts w:ascii="Arial" w:hAnsi="Arial" w:cs="Arial"/>
          <w:b/>
          <w:i/>
        </w:rPr>
        <w:t>Customers</w:t>
      </w:r>
      <w:r>
        <w:rPr>
          <w:rFonts w:ascii="Arial" w:hAnsi="Arial" w:cs="Arial"/>
          <w:b/>
          <w:i/>
        </w:rPr>
        <w:t>:</w:t>
      </w:r>
      <w:r w:rsidRPr="003512A6">
        <w:rPr>
          <w:rFonts w:ascii="Arial" w:hAnsi="Arial" w:cs="Arial"/>
          <w:i/>
        </w:rPr>
        <w:t xml:space="preserve"> </w:t>
      </w:r>
      <w:r w:rsidRPr="003512A6">
        <w:rPr>
          <w:rFonts w:ascii="Arial" w:hAnsi="Arial" w:cs="Arial"/>
        </w:rPr>
        <w:t>A company such as a public utility that is the only one in its industry has no particular incentive to improve service with its customers, since it knows they have nowhere else to go.</w:t>
      </w:r>
    </w:p>
    <w:p w:rsidR="00117FB4" w:rsidRPr="003512A6" w:rsidRDefault="00117FB4" w:rsidP="00A73191">
      <w:pPr>
        <w:numPr>
          <w:ilvl w:val="0"/>
          <w:numId w:val="7"/>
        </w:numPr>
        <w:spacing w:before="120" w:after="120" w:line="276" w:lineRule="auto"/>
        <w:rPr>
          <w:rFonts w:ascii="Arial" w:hAnsi="Arial" w:cs="Arial"/>
        </w:rPr>
      </w:pPr>
      <w:r w:rsidRPr="003512A6">
        <w:rPr>
          <w:rFonts w:ascii="Arial" w:hAnsi="Arial" w:cs="Arial"/>
          <w:b/>
          <w:i/>
        </w:rPr>
        <w:t>Employees</w:t>
      </w:r>
      <w:r>
        <w:rPr>
          <w:rFonts w:ascii="Arial" w:hAnsi="Arial" w:cs="Arial"/>
          <w:b/>
          <w:i/>
        </w:rPr>
        <w:t>:</w:t>
      </w:r>
      <w:r w:rsidRPr="003512A6">
        <w:rPr>
          <w:rFonts w:ascii="Arial" w:hAnsi="Arial" w:cs="Arial"/>
        </w:rPr>
        <w:t xml:space="preserve"> A technology company trying to recruit and keep top talent will go to greater lengths if it knows there are other companies fiercely competing for that talent.</w:t>
      </w:r>
    </w:p>
    <w:p w:rsidR="00117FB4" w:rsidRPr="003512A6" w:rsidRDefault="00117FB4" w:rsidP="00A73191">
      <w:pPr>
        <w:numPr>
          <w:ilvl w:val="0"/>
          <w:numId w:val="7"/>
        </w:numPr>
        <w:spacing w:before="120" w:after="120" w:line="276" w:lineRule="auto"/>
        <w:rPr>
          <w:rFonts w:ascii="Arial" w:hAnsi="Arial" w:cs="Arial"/>
        </w:rPr>
      </w:pPr>
      <w:r w:rsidRPr="003512A6">
        <w:rPr>
          <w:rFonts w:ascii="Arial" w:hAnsi="Arial" w:cs="Arial"/>
          <w:b/>
          <w:i/>
        </w:rPr>
        <w:t>Investors</w:t>
      </w:r>
      <w:r>
        <w:rPr>
          <w:rFonts w:ascii="Arial" w:hAnsi="Arial" w:cs="Arial"/>
          <w:b/>
          <w:i/>
        </w:rPr>
        <w:t>:</w:t>
      </w:r>
      <w:r w:rsidRPr="003512A6">
        <w:rPr>
          <w:rFonts w:ascii="Arial" w:hAnsi="Arial" w:cs="Arial"/>
        </w:rPr>
        <w:t xml:space="preserve"> A bank that is the only one in a state or country may pay its investors whatever it wants. </w:t>
      </w:r>
    </w:p>
    <w:p w:rsidR="00117FB4" w:rsidRPr="003512A6" w:rsidRDefault="00117FB4" w:rsidP="00A73191">
      <w:pPr>
        <w:spacing w:before="120" w:after="120" w:line="276" w:lineRule="auto"/>
        <w:rPr>
          <w:rFonts w:ascii="Arial" w:hAnsi="Arial" w:cs="Arial"/>
          <w:b/>
        </w:rPr>
      </w:pPr>
      <w:r>
        <w:rPr>
          <w:rFonts w:ascii="Arial" w:hAnsi="Arial" w:cs="Arial"/>
          <w:b/>
        </w:rPr>
        <w:t xml:space="preserve">IV. </w:t>
      </w:r>
      <w:r w:rsidRPr="003512A6">
        <w:rPr>
          <w:rFonts w:ascii="Arial" w:hAnsi="Arial" w:cs="Arial"/>
          <w:b/>
        </w:rPr>
        <w:t>Global Forces: The Effect on Trade &amp; Stability</w:t>
      </w:r>
    </w:p>
    <w:p w:rsidR="00117FB4" w:rsidRPr="003512A6" w:rsidRDefault="00117FB4" w:rsidP="00A73191">
      <w:pPr>
        <w:spacing w:before="120" w:after="120" w:line="276" w:lineRule="auto"/>
        <w:ind w:left="360"/>
        <w:rPr>
          <w:rFonts w:ascii="Arial" w:hAnsi="Arial" w:cs="Arial"/>
        </w:rPr>
      </w:pPr>
      <w:r w:rsidRPr="003512A6">
        <w:rPr>
          <w:rFonts w:ascii="Arial" w:hAnsi="Arial" w:cs="Arial"/>
        </w:rPr>
        <w:t>Global forces</w:t>
      </w:r>
      <w:r w:rsidRPr="003512A6">
        <w:rPr>
          <w:rFonts w:ascii="Arial" w:hAnsi="Arial" w:cs="Arial"/>
          <w:b/>
          <w:bCs/>
          <w:i/>
          <w:iCs/>
        </w:rPr>
        <w:t>—</w:t>
      </w:r>
      <w:r w:rsidRPr="003512A6">
        <w:rPr>
          <w:rFonts w:ascii="Arial" w:hAnsi="Arial" w:cs="Arial"/>
        </w:rPr>
        <w:t>for example, trade pacts, economic agreements, military alliances, currency exchanges, immigration policies, and environmental influences</w:t>
      </w:r>
      <w:r w:rsidRPr="003512A6">
        <w:rPr>
          <w:rFonts w:ascii="Arial" w:hAnsi="Arial" w:cs="Arial"/>
          <w:b/>
          <w:bCs/>
          <w:i/>
          <w:iCs/>
        </w:rPr>
        <w:t>—</w:t>
      </w:r>
      <w:r w:rsidRPr="003512A6">
        <w:rPr>
          <w:rFonts w:ascii="Arial" w:hAnsi="Arial" w:cs="Arial"/>
        </w:rPr>
        <w:t>can have a powerful influence on business in that they can affect:</w:t>
      </w:r>
    </w:p>
    <w:p w:rsidR="00117FB4" w:rsidRPr="003512A6" w:rsidRDefault="00117FB4" w:rsidP="00A73191">
      <w:pPr>
        <w:numPr>
          <w:ilvl w:val="0"/>
          <w:numId w:val="7"/>
        </w:numPr>
        <w:spacing w:before="120" w:after="120" w:line="276" w:lineRule="auto"/>
        <w:rPr>
          <w:rFonts w:ascii="Arial" w:hAnsi="Arial" w:cs="Arial"/>
        </w:rPr>
      </w:pPr>
      <w:r>
        <w:rPr>
          <w:rFonts w:ascii="Arial" w:hAnsi="Arial" w:cs="Arial"/>
          <w:b/>
          <w:i/>
        </w:rPr>
        <w:t>Trade:</w:t>
      </w:r>
      <w:r w:rsidRPr="003512A6">
        <w:rPr>
          <w:rFonts w:ascii="Arial" w:hAnsi="Arial" w:cs="Arial"/>
          <w:b/>
          <w:i/>
        </w:rPr>
        <w:t xml:space="preserve"> </w:t>
      </w:r>
      <w:r w:rsidRPr="003512A6">
        <w:rPr>
          <w:rFonts w:ascii="Arial" w:hAnsi="Arial" w:cs="Arial"/>
        </w:rPr>
        <w:t>Formalized agreements, such as trade pacts, can facilitate the exchange of goods and services between nations, which in turn can affect a nation’s manufacturing, employment, travel, and other policies.</w:t>
      </w:r>
    </w:p>
    <w:p w:rsidR="00117FB4" w:rsidRPr="003512A6" w:rsidRDefault="00117FB4" w:rsidP="00A73191">
      <w:pPr>
        <w:numPr>
          <w:ilvl w:val="0"/>
          <w:numId w:val="7"/>
        </w:numPr>
        <w:spacing w:before="120" w:after="120" w:line="276" w:lineRule="auto"/>
        <w:rPr>
          <w:rFonts w:ascii="Arial" w:hAnsi="Arial" w:cs="Arial"/>
        </w:rPr>
      </w:pPr>
      <w:r>
        <w:rPr>
          <w:rFonts w:ascii="Arial" w:hAnsi="Arial" w:cs="Arial"/>
          <w:b/>
          <w:i/>
        </w:rPr>
        <w:t>Stability:</w:t>
      </w:r>
      <w:r w:rsidRPr="003512A6">
        <w:rPr>
          <w:rFonts w:ascii="Arial" w:hAnsi="Arial" w:cs="Arial"/>
          <w:b/>
          <w:i/>
        </w:rPr>
        <w:t xml:space="preserve"> </w:t>
      </w:r>
      <w:r w:rsidRPr="003512A6">
        <w:rPr>
          <w:rFonts w:ascii="Arial" w:hAnsi="Arial" w:cs="Arial"/>
        </w:rPr>
        <w:t xml:space="preserve">Wars, terrorism, recessions, currency panics, epidemics, refugee flows, and ecological changes can undermine national stability. </w:t>
      </w:r>
    </w:p>
    <w:p w:rsidR="00117FB4" w:rsidRPr="003512A6" w:rsidRDefault="00117FB4" w:rsidP="00A73191">
      <w:pPr>
        <w:spacing w:before="120" w:after="120" w:line="276" w:lineRule="auto"/>
        <w:rPr>
          <w:rFonts w:ascii="Arial" w:hAnsi="Arial" w:cs="Arial"/>
          <w:b/>
        </w:rPr>
      </w:pPr>
      <w:r>
        <w:rPr>
          <w:rFonts w:ascii="Arial" w:hAnsi="Arial" w:cs="Arial"/>
          <w:b/>
        </w:rPr>
        <w:t xml:space="preserve">V.  </w:t>
      </w:r>
      <w:r w:rsidRPr="003512A6">
        <w:rPr>
          <w:rFonts w:ascii="Arial" w:hAnsi="Arial" w:cs="Arial"/>
          <w:b/>
        </w:rPr>
        <w:t>Social Forces: The Changes in Population</w:t>
      </w:r>
    </w:p>
    <w:p w:rsidR="00117FB4" w:rsidRPr="003512A6" w:rsidRDefault="00117FB4" w:rsidP="00A73191">
      <w:pPr>
        <w:spacing w:before="120" w:after="120" w:line="276" w:lineRule="auto"/>
        <w:ind w:left="360"/>
        <w:rPr>
          <w:rFonts w:ascii="Arial" w:hAnsi="Arial" w:cs="Arial"/>
        </w:rPr>
      </w:pPr>
      <w:r w:rsidRPr="003512A6">
        <w:rPr>
          <w:rFonts w:ascii="Arial" w:hAnsi="Arial" w:cs="Arial"/>
        </w:rPr>
        <w:t xml:space="preserve">Changes in a country’s </w:t>
      </w:r>
      <w:r w:rsidRPr="00937FE2">
        <w:rPr>
          <w:rFonts w:ascii="Arial" w:hAnsi="Arial" w:cs="Arial"/>
          <w:b/>
          <w:i/>
          <w:highlight w:val="yellow"/>
        </w:rPr>
        <w:t>demographics</w:t>
      </w:r>
      <w:r w:rsidRPr="003512A6">
        <w:rPr>
          <w:rFonts w:ascii="Arial" w:hAnsi="Arial" w:cs="Arial"/>
          <w:b/>
          <w:i/>
        </w:rPr>
        <w:t xml:space="preserve"> </w:t>
      </w:r>
      <w:r w:rsidRPr="003512A6">
        <w:rPr>
          <w:rFonts w:ascii="Arial" w:hAnsi="Arial" w:cs="Arial"/>
        </w:rPr>
        <w:t>can change the numbers of customers and customer needs and tastes. It can also change the employee pool and skills that a company has to deal with.</w:t>
      </w: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Default="00117FB4" w:rsidP="00A73191">
      <w:pPr>
        <w:rPr>
          <w:rFonts w:ascii="Arial" w:hAnsi="Arial" w:cs="Arial"/>
          <w:b/>
          <w:bCs/>
        </w:rPr>
      </w:pPr>
    </w:p>
    <w:p w:rsidR="00117FB4" w:rsidRPr="00797838" w:rsidRDefault="00117FB4" w:rsidP="00A73191">
      <w:pPr>
        <w:rPr>
          <w:rFonts w:ascii="Arial" w:hAnsi="Arial" w:cs="Arial"/>
          <w:bCs/>
          <w:i/>
          <w:sz w:val="28"/>
          <w:szCs w:val="28"/>
        </w:rPr>
      </w:pPr>
      <w:r w:rsidRPr="00797838">
        <w:rPr>
          <w:rFonts w:ascii="Arial" w:hAnsi="Arial" w:cs="Arial"/>
          <w:b/>
          <w:bCs/>
          <w:sz w:val="28"/>
          <w:szCs w:val="28"/>
        </w:rPr>
        <w:t>1.4 Critical Thinking Question</w:t>
      </w:r>
    </w:p>
    <w:p w:rsidR="00117FB4" w:rsidRDefault="00117FB4" w:rsidP="00A73191">
      <w:pPr>
        <w:rPr>
          <w:rFonts w:ascii="Arial" w:hAnsi="Arial" w:cs="Arial"/>
          <w:bCs/>
          <w:i/>
        </w:rPr>
      </w:pPr>
    </w:p>
    <w:p w:rsidR="00117FB4" w:rsidRDefault="00117FB4" w:rsidP="00A73191">
      <w:pPr>
        <w:rPr>
          <w:rFonts w:ascii="Arial" w:hAnsi="Arial" w:cs="Arial"/>
          <w:bCs/>
          <w:i/>
        </w:rPr>
      </w:pPr>
    </w:p>
    <w:p w:rsidR="00117FB4" w:rsidRPr="009D6530" w:rsidRDefault="00117FB4" w:rsidP="00A73191">
      <w:pPr>
        <w:rPr>
          <w:rFonts w:ascii="Arial" w:hAnsi="Arial" w:cs="Arial"/>
          <w:i/>
        </w:rPr>
      </w:pPr>
      <w:r w:rsidRPr="009D6530">
        <w:rPr>
          <w:rFonts w:ascii="Arial" w:hAnsi="Arial" w:cs="Arial"/>
          <w:i/>
        </w:rPr>
        <w:t>How is productivity related to the standard of living?</w:t>
      </w:r>
    </w:p>
    <w:p w:rsidR="00117FB4" w:rsidRPr="009D6530" w:rsidRDefault="00117FB4" w:rsidP="00A73191">
      <w:pPr>
        <w:spacing w:before="120" w:after="120" w:line="276" w:lineRule="auto"/>
        <w:rPr>
          <w:rFonts w:ascii="Arial" w:hAnsi="Arial" w:cs="Arial"/>
          <w:bCs/>
          <w:i/>
        </w:rPr>
      </w:pPr>
    </w:p>
    <w:p w:rsidR="00117FB4" w:rsidRPr="009D6530" w:rsidRDefault="00117FB4" w:rsidP="00A73191">
      <w:pPr>
        <w:spacing w:before="120" w:after="120" w:line="276" w:lineRule="auto"/>
        <w:rPr>
          <w:rFonts w:ascii="Arial" w:hAnsi="Arial" w:cs="Arial"/>
          <w:b/>
          <w:bCs/>
          <w:sz w:val="28"/>
          <w:szCs w:val="28"/>
        </w:rPr>
      </w:pPr>
      <w:r>
        <w:rPr>
          <w:rFonts w:ascii="Arial" w:hAnsi="Arial" w:cs="Arial"/>
          <w:b/>
          <w:bCs/>
          <w:sz w:val="28"/>
          <w:szCs w:val="28"/>
        </w:rPr>
        <w:br w:type="page"/>
      </w:r>
      <w:r w:rsidRPr="009D6530">
        <w:rPr>
          <w:rFonts w:ascii="Arial" w:hAnsi="Arial" w:cs="Arial"/>
          <w:b/>
          <w:bCs/>
          <w:sz w:val="28"/>
          <w:szCs w:val="28"/>
        </w:rPr>
        <w:t xml:space="preserve">1.5 Seven Key Business Rules: The Great Adventure of Being in Business in the 21st Century </w:t>
      </w:r>
    </w:p>
    <w:p w:rsidR="00117FB4" w:rsidRPr="003512A6" w:rsidRDefault="00117FB4" w:rsidP="00A73191">
      <w:pPr>
        <w:keepNext/>
        <w:spacing w:before="120" w:after="120" w:line="276" w:lineRule="auto"/>
        <w:outlineLvl w:val="0"/>
        <w:rPr>
          <w:rFonts w:ascii="Arial" w:hAnsi="Arial" w:cs="Arial"/>
        </w:rPr>
      </w:pPr>
      <w:r w:rsidRPr="003512A6">
        <w:rPr>
          <w:rFonts w:ascii="Arial" w:hAnsi="Arial" w:cs="Arial"/>
          <w:b/>
        </w:rPr>
        <w:t xml:space="preserve">The Big Idea </w:t>
      </w:r>
    </w:p>
    <w:p w:rsidR="00117FB4" w:rsidRPr="003512A6" w:rsidRDefault="00117FB4" w:rsidP="00A73191">
      <w:pPr>
        <w:spacing w:before="120" w:after="120"/>
        <w:rPr>
          <w:rFonts w:ascii="Arial" w:hAnsi="Arial" w:cs="Arial"/>
        </w:rPr>
      </w:pPr>
      <w:r w:rsidRPr="003512A6">
        <w:rPr>
          <w:rFonts w:ascii="Arial" w:hAnsi="Arial" w:cs="Arial"/>
        </w:rPr>
        <w:t xml:space="preserve">The general universe of changing forces suggests you will need to observe seven key business rules to be successful in today’s business world: (1) You must keep an eye on 10 types of groups whose interests are affected by your firm’s activities. (2) You must deal with many uncertainties. (3) You must strive to assert your competitive advantage. (4) You must operate in a global economic system. (5) You must try to stay true to your values. (6) You must deal with others who are diverse in race, ethnicity, religion, and so on. (7) You must develop superior personal skills.   </w:t>
      </w:r>
    </w:p>
    <w:p w:rsidR="00117FB4" w:rsidRDefault="00117FB4" w:rsidP="00A73191">
      <w:pPr>
        <w:spacing w:before="120" w:after="120" w:line="276" w:lineRule="auto"/>
        <w:rPr>
          <w:rFonts w:ascii="Arial" w:hAnsi="Arial" w:cs="Arial"/>
          <w:bCs/>
          <w:i/>
        </w:rPr>
      </w:pPr>
      <w:r>
        <w:rPr>
          <w:rFonts w:ascii="Arial" w:hAnsi="Arial" w:cs="Arial"/>
          <w:b/>
          <w:bCs/>
        </w:rPr>
        <w:t xml:space="preserve">The Essential Question: </w:t>
      </w:r>
      <w:r w:rsidRPr="009D6530">
        <w:rPr>
          <w:rFonts w:ascii="Arial" w:hAnsi="Arial" w:cs="Arial"/>
          <w:bCs/>
          <w:i/>
        </w:rPr>
        <w:t>What are seven key business rules to observe in pursuing business success?</w:t>
      </w:r>
    </w:p>
    <w:p w:rsidR="00117FB4" w:rsidRPr="007D560C" w:rsidRDefault="00117FB4" w:rsidP="00A73191">
      <w:pPr>
        <w:spacing w:before="120" w:after="120" w:line="276" w:lineRule="auto"/>
        <w:rPr>
          <w:rFonts w:ascii="Arial" w:hAnsi="Arial" w:cs="Arial"/>
          <w:bCs/>
        </w:rPr>
      </w:pPr>
    </w:p>
    <w:p w:rsidR="00117FB4" w:rsidRDefault="00117FB4" w:rsidP="003B0075">
      <w:pPr>
        <w:spacing w:before="120" w:after="120" w:line="276" w:lineRule="auto"/>
        <w:ind w:left="360" w:hanging="360"/>
        <w:rPr>
          <w:rFonts w:ascii="Arial" w:hAnsi="Arial" w:cs="Arial"/>
          <w:b/>
        </w:rPr>
      </w:pPr>
      <w:r>
        <w:rPr>
          <w:rFonts w:ascii="Arial" w:hAnsi="Arial" w:cs="Arial"/>
          <w:b/>
        </w:rPr>
        <w:t xml:space="preserve">I.  </w:t>
      </w:r>
      <w:r>
        <w:rPr>
          <w:rFonts w:ascii="Arial" w:hAnsi="Arial" w:cs="Arial"/>
          <w:b/>
        </w:rPr>
        <w:tab/>
        <w:t>Seven Key Business Rules for Success.</w:t>
      </w:r>
    </w:p>
    <w:p w:rsidR="00117FB4" w:rsidRPr="007D560C" w:rsidRDefault="00117FB4" w:rsidP="00A73191">
      <w:pPr>
        <w:spacing w:before="120" w:after="120" w:line="276" w:lineRule="auto"/>
        <w:ind w:left="360"/>
        <w:rPr>
          <w:rFonts w:ascii="Arial" w:hAnsi="Arial" w:cs="Arial"/>
        </w:rPr>
      </w:pPr>
      <w:r w:rsidRPr="007D560C">
        <w:rPr>
          <w:rFonts w:ascii="Arial" w:hAnsi="Arial" w:cs="Arial"/>
        </w:rPr>
        <w:t xml:space="preserve">Notice that the initial letters for these rules spell </w:t>
      </w:r>
      <w:r w:rsidRPr="007D560C">
        <w:rPr>
          <w:rFonts w:ascii="Arial" w:hAnsi="Arial" w:cs="Arial"/>
          <w:i/>
        </w:rPr>
        <w:t>success…</w:t>
      </w:r>
    </w:p>
    <w:p w:rsidR="00117FB4" w:rsidRPr="003512A6" w:rsidRDefault="00117FB4" w:rsidP="003B0075">
      <w:pPr>
        <w:spacing w:before="120" w:after="120" w:line="276" w:lineRule="auto"/>
        <w:ind w:left="720" w:hanging="360"/>
        <w:rPr>
          <w:rFonts w:ascii="Arial" w:hAnsi="Arial" w:cs="Arial"/>
          <w:b/>
        </w:rPr>
      </w:pPr>
      <w:r>
        <w:rPr>
          <w:noProof/>
        </w:rPr>
        <w:pict>
          <v:shape id="_x0000_s1033" type="#_x0000_t202" style="position:absolute;left:0;text-align:left;margin-left:405pt;margin-top:21.35pt;width:108pt;height:99pt;z-index:251661312" stroked="f">
            <v:textbox style="mso-next-textbox:#_x0000_s1033">
              <w:txbxContent>
                <w:p w:rsidR="00117FB4" w:rsidRPr="0036256A" w:rsidRDefault="00117FB4" w:rsidP="00A73191">
                  <w:pPr>
                    <w:rPr>
                      <w:rFonts w:ascii="Arial" w:hAnsi="Arial" w:cs="Arial"/>
                      <w:b/>
                      <w:i/>
                      <w:color w:val="333399"/>
                    </w:rPr>
                  </w:pPr>
                  <w:r w:rsidRPr="0036256A">
                    <w:rPr>
                      <w:rFonts w:ascii="Arial" w:hAnsi="Arial" w:cs="Arial"/>
                      <w:b/>
                      <w:i/>
                      <w:color w:val="333399"/>
                    </w:rPr>
                    <w:t>PPTs 1.10 - 1.17</w:t>
                  </w:r>
                </w:p>
                <w:p w:rsidR="00117FB4" w:rsidRDefault="00117FB4" w:rsidP="00A73191">
                  <w:r w:rsidRPr="00D260A5">
                    <w:object w:dxaOrig="7194" w:dyaOrig="5402">
                      <v:shape id="_x0000_i1036" type="#_x0000_t75" style="width:93.6pt;height:70.2pt" o:ole="">
                        <v:imagedata r:id="rId17" o:title=""/>
                      </v:shape>
                      <o:OLEObject Type="Embed" ProgID="PowerPoint.Slide.8" ShapeID="_x0000_i1036" DrawAspect="Content" ObjectID="_1396261895" r:id="rId18"/>
                    </w:object>
                  </w:r>
                </w:p>
              </w:txbxContent>
            </v:textbox>
          </v:shape>
        </w:pict>
      </w:r>
      <w:r>
        <w:rPr>
          <w:rFonts w:ascii="Arial" w:hAnsi="Arial" w:cs="Arial"/>
          <w:b/>
        </w:rPr>
        <w:t xml:space="preserve">A.  </w:t>
      </w:r>
      <w:r w:rsidRPr="003512A6">
        <w:rPr>
          <w:rFonts w:ascii="Arial" w:hAnsi="Arial" w:cs="Arial"/>
          <w:b/>
        </w:rPr>
        <w:t>Stakeholders: Rule 1—You Must Meet the Needs of Stakeholders, Those with an Interest in Your Organization</w:t>
      </w:r>
    </w:p>
    <w:p w:rsidR="00117FB4" w:rsidRPr="007D560C" w:rsidRDefault="00117FB4" w:rsidP="003B0075">
      <w:pPr>
        <w:spacing w:before="120" w:after="120" w:line="276" w:lineRule="auto"/>
        <w:ind w:left="720"/>
        <w:rPr>
          <w:rFonts w:ascii="Arial" w:hAnsi="Arial" w:cs="Arial"/>
          <w:iCs/>
        </w:rPr>
      </w:pPr>
      <w:r w:rsidRPr="007D560C">
        <w:rPr>
          <w:rFonts w:ascii="Arial" w:hAnsi="Arial" w:cs="Arial"/>
          <w:iCs/>
        </w:rPr>
        <w:t xml:space="preserve">Who are 10 </w:t>
      </w:r>
      <w:r w:rsidRPr="00EF5568">
        <w:rPr>
          <w:rFonts w:ascii="Arial" w:hAnsi="Arial" w:cs="Arial"/>
          <w:b/>
          <w:i/>
          <w:iCs/>
          <w:highlight w:val="yellow"/>
        </w:rPr>
        <w:t>stakeholders</w:t>
      </w:r>
      <w:r w:rsidRPr="007D560C">
        <w:rPr>
          <w:rFonts w:ascii="Arial" w:hAnsi="Arial" w:cs="Arial"/>
          <w:iCs/>
        </w:rPr>
        <w:t xml:space="preserve"> that you must recognize and deal with?</w:t>
      </w:r>
    </w:p>
    <w:p w:rsidR="00117FB4" w:rsidRPr="003512A6" w:rsidRDefault="00117FB4" w:rsidP="00554A5F">
      <w:pPr>
        <w:numPr>
          <w:ilvl w:val="0"/>
          <w:numId w:val="12"/>
        </w:numPr>
        <w:tabs>
          <w:tab w:val="clear" w:pos="720"/>
          <w:tab w:val="num" w:pos="1080"/>
        </w:tabs>
        <w:spacing w:before="120" w:after="120"/>
        <w:ind w:left="1080"/>
        <w:rPr>
          <w:rFonts w:ascii="Arial" w:hAnsi="Arial" w:cs="Arial"/>
        </w:rPr>
      </w:pPr>
      <w:r w:rsidRPr="007D560C">
        <w:rPr>
          <w:rFonts w:ascii="Arial" w:hAnsi="Arial" w:cs="Arial"/>
          <w:b/>
          <w:i/>
          <w:highlight w:val="yellow"/>
        </w:rPr>
        <w:t>Owners</w:t>
      </w:r>
      <w:r w:rsidRPr="003512A6">
        <w:rPr>
          <w:rFonts w:ascii="Arial" w:hAnsi="Arial" w:cs="Arial"/>
        </w:rPr>
        <w:t>: Hoping for Profit but Risking Loss</w:t>
      </w:r>
    </w:p>
    <w:p w:rsidR="00117FB4" w:rsidRDefault="00117FB4" w:rsidP="00554A5F">
      <w:pPr>
        <w:numPr>
          <w:ilvl w:val="0"/>
          <w:numId w:val="12"/>
        </w:numPr>
        <w:tabs>
          <w:tab w:val="clear" w:pos="720"/>
          <w:tab w:val="num" w:pos="1080"/>
        </w:tabs>
        <w:spacing w:before="120" w:after="120"/>
        <w:ind w:left="1080"/>
        <w:rPr>
          <w:rFonts w:ascii="Arial" w:hAnsi="Arial" w:cs="Arial"/>
        </w:rPr>
      </w:pPr>
      <w:r w:rsidRPr="007D560C">
        <w:rPr>
          <w:rFonts w:ascii="Arial" w:hAnsi="Arial" w:cs="Arial"/>
          <w:b/>
          <w:i/>
          <w:highlight w:val="yellow"/>
        </w:rPr>
        <w:t>Customers</w:t>
      </w:r>
      <w:r w:rsidRPr="003512A6">
        <w:rPr>
          <w:rFonts w:ascii="Arial" w:hAnsi="Arial" w:cs="Arial"/>
        </w:rPr>
        <w:t>: The Focus of Business</w:t>
      </w:r>
    </w:p>
    <w:p w:rsidR="00117FB4" w:rsidRPr="003512A6" w:rsidRDefault="00117FB4" w:rsidP="00554A5F">
      <w:pPr>
        <w:numPr>
          <w:ilvl w:val="0"/>
          <w:numId w:val="12"/>
        </w:numPr>
        <w:tabs>
          <w:tab w:val="clear" w:pos="720"/>
          <w:tab w:val="num" w:pos="1080"/>
        </w:tabs>
        <w:spacing w:before="120" w:after="120"/>
        <w:ind w:left="1080"/>
        <w:rPr>
          <w:rFonts w:ascii="Arial" w:hAnsi="Arial" w:cs="Arial"/>
        </w:rPr>
      </w:pPr>
      <w:r w:rsidRPr="007D560C">
        <w:rPr>
          <w:rFonts w:ascii="Arial" w:hAnsi="Arial" w:cs="Arial"/>
        </w:rPr>
        <w:t>Employees</w:t>
      </w:r>
      <w:r w:rsidRPr="003512A6">
        <w:rPr>
          <w:rFonts w:ascii="Arial" w:hAnsi="Arial" w:cs="Arial"/>
        </w:rPr>
        <w:t xml:space="preserve">: The Need for Performance  </w:t>
      </w:r>
    </w:p>
    <w:p w:rsidR="00117FB4" w:rsidRPr="003512A6" w:rsidRDefault="00117FB4" w:rsidP="00554A5F">
      <w:pPr>
        <w:numPr>
          <w:ilvl w:val="0"/>
          <w:numId w:val="12"/>
        </w:numPr>
        <w:tabs>
          <w:tab w:val="clear" w:pos="720"/>
          <w:tab w:val="num" w:pos="1080"/>
        </w:tabs>
        <w:spacing w:before="120" w:after="120"/>
        <w:ind w:left="1080"/>
        <w:rPr>
          <w:rFonts w:ascii="Arial" w:hAnsi="Arial" w:cs="Arial"/>
        </w:rPr>
      </w:pPr>
      <w:r w:rsidRPr="007D560C">
        <w:rPr>
          <w:rFonts w:ascii="Arial" w:hAnsi="Arial" w:cs="Arial"/>
          <w:b/>
          <w:i/>
          <w:highlight w:val="yellow"/>
        </w:rPr>
        <w:t>Suppliers</w:t>
      </w:r>
      <w:r w:rsidRPr="003512A6">
        <w:rPr>
          <w:rFonts w:ascii="Arial" w:hAnsi="Arial" w:cs="Arial"/>
        </w:rPr>
        <w:t>: Providing the Parts for the Product</w:t>
      </w:r>
    </w:p>
    <w:p w:rsidR="00117FB4" w:rsidRPr="003512A6" w:rsidRDefault="00117FB4" w:rsidP="00554A5F">
      <w:pPr>
        <w:numPr>
          <w:ilvl w:val="0"/>
          <w:numId w:val="12"/>
        </w:numPr>
        <w:tabs>
          <w:tab w:val="clear" w:pos="720"/>
          <w:tab w:val="num" w:pos="1080"/>
        </w:tabs>
        <w:spacing w:before="120" w:after="120"/>
        <w:ind w:left="1080"/>
        <w:rPr>
          <w:rFonts w:ascii="Arial" w:hAnsi="Arial" w:cs="Arial"/>
        </w:rPr>
      </w:pPr>
      <w:r w:rsidRPr="007D560C">
        <w:rPr>
          <w:rFonts w:ascii="Arial" w:hAnsi="Arial" w:cs="Arial"/>
          <w:b/>
          <w:i/>
          <w:highlight w:val="yellow"/>
        </w:rPr>
        <w:t>Distributors</w:t>
      </w:r>
      <w:r w:rsidRPr="003512A6">
        <w:rPr>
          <w:rFonts w:ascii="Arial" w:hAnsi="Arial" w:cs="Arial"/>
        </w:rPr>
        <w:t>: Directing Products to Customers</w:t>
      </w:r>
    </w:p>
    <w:p w:rsidR="00117FB4" w:rsidRPr="003512A6" w:rsidRDefault="00117FB4" w:rsidP="00554A5F">
      <w:pPr>
        <w:numPr>
          <w:ilvl w:val="0"/>
          <w:numId w:val="12"/>
        </w:numPr>
        <w:tabs>
          <w:tab w:val="clear" w:pos="720"/>
          <w:tab w:val="num" w:pos="1080"/>
        </w:tabs>
        <w:spacing w:before="120" w:after="120"/>
        <w:ind w:left="1080"/>
        <w:rPr>
          <w:rFonts w:ascii="Arial" w:hAnsi="Arial" w:cs="Arial"/>
        </w:rPr>
      </w:pPr>
      <w:r w:rsidRPr="003512A6">
        <w:rPr>
          <w:rFonts w:ascii="Arial" w:hAnsi="Arial" w:cs="Arial"/>
        </w:rPr>
        <w:t>Lenders: Carrying the Company When Money Is Short</w:t>
      </w:r>
    </w:p>
    <w:p w:rsidR="00117FB4" w:rsidRDefault="00117FB4" w:rsidP="00554A5F">
      <w:pPr>
        <w:numPr>
          <w:ilvl w:val="0"/>
          <w:numId w:val="12"/>
        </w:numPr>
        <w:tabs>
          <w:tab w:val="clear" w:pos="720"/>
          <w:tab w:val="num" w:pos="1080"/>
        </w:tabs>
        <w:spacing w:before="120" w:after="120"/>
        <w:ind w:left="1080"/>
        <w:rPr>
          <w:rFonts w:ascii="Arial" w:hAnsi="Arial" w:cs="Arial"/>
        </w:rPr>
      </w:pPr>
      <w:r w:rsidRPr="003512A6">
        <w:rPr>
          <w:rFonts w:ascii="Arial" w:hAnsi="Arial" w:cs="Arial"/>
        </w:rPr>
        <w:t>Nearby Communities: The Local Environment</w:t>
      </w:r>
    </w:p>
    <w:p w:rsidR="00117FB4" w:rsidRPr="003512A6" w:rsidRDefault="00117FB4" w:rsidP="00554A5F">
      <w:pPr>
        <w:numPr>
          <w:ilvl w:val="0"/>
          <w:numId w:val="12"/>
        </w:numPr>
        <w:tabs>
          <w:tab w:val="clear" w:pos="720"/>
          <w:tab w:val="num" w:pos="1080"/>
        </w:tabs>
        <w:spacing w:before="120" w:after="120"/>
        <w:ind w:left="1080"/>
        <w:rPr>
          <w:rFonts w:ascii="Arial" w:hAnsi="Arial" w:cs="Arial"/>
        </w:rPr>
      </w:pPr>
      <w:r w:rsidRPr="007D560C">
        <w:rPr>
          <w:rFonts w:ascii="Arial" w:hAnsi="Arial" w:cs="Arial"/>
          <w:b/>
          <w:i/>
          <w:highlight w:val="yellow"/>
        </w:rPr>
        <w:t>Government Regulators</w:t>
      </w:r>
      <w:r w:rsidRPr="003512A6">
        <w:rPr>
          <w:rFonts w:ascii="Arial" w:hAnsi="Arial" w:cs="Arial"/>
        </w:rPr>
        <w:t xml:space="preserve">: Local, State, Federal, &amp; World </w:t>
      </w:r>
      <w:r w:rsidRPr="003512A6">
        <w:rPr>
          <w:rFonts w:ascii="Arial" w:hAnsi="Arial" w:cs="Arial"/>
          <w:bCs/>
        </w:rPr>
        <w:t xml:space="preserve">government agencies that establish rules and regulations under which organizations may operate </w:t>
      </w:r>
    </w:p>
    <w:p w:rsidR="00117FB4" w:rsidRPr="003512A6" w:rsidRDefault="00117FB4" w:rsidP="00554A5F">
      <w:pPr>
        <w:numPr>
          <w:ilvl w:val="0"/>
          <w:numId w:val="12"/>
        </w:numPr>
        <w:tabs>
          <w:tab w:val="clear" w:pos="720"/>
          <w:tab w:val="num" w:pos="1080"/>
        </w:tabs>
        <w:spacing w:before="120" w:after="120"/>
        <w:ind w:left="1080"/>
        <w:rPr>
          <w:rFonts w:ascii="Arial" w:hAnsi="Arial" w:cs="Arial"/>
        </w:rPr>
      </w:pPr>
      <w:r w:rsidRPr="007D560C">
        <w:rPr>
          <w:rFonts w:ascii="Arial" w:hAnsi="Arial" w:cs="Arial"/>
          <w:b/>
          <w:i/>
          <w:highlight w:val="yellow"/>
        </w:rPr>
        <w:t>Interest Groups</w:t>
      </w:r>
      <w:r w:rsidRPr="003512A6">
        <w:rPr>
          <w:rFonts w:ascii="Arial" w:hAnsi="Arial" w:cs="Arial"/>
        </w:rPr>
        <w:t>: People with Specific Issues</w:t>
      </w:r>
      <w:r>
        <w:rPr>
          <w:rFonts w:ascii="Arial" w:hAnsi="Arial" w:cs="Arial"/>
        </w:rPr>
        <w:t xml:space="preserve">; special-interest groups—groups </w:t>
      </w:r>
      <w:r w:rsidRPr="003512A6">
        <w:rPr>
          <w:rFonts w:ascii="Arial" w:hAnsi="Arial" w:cs="Arial"/>
          <w:bCs/>
        </w:rPr>
        <w:t>whose members try to influence businesses and governments on specific issues.</w:t>
      </w:r>
      <w:r w:rsidRPr="003512A6">
        <w:rPr>
          <w:rFonts w:ascii="Arial" w:hAnsi="Arial" w:cs="Arial"/>
        </w:rPr>
        <w:t xml:space="preserve"> </w:t>
      </w:r>
    </w:p>
    <w:p w:rsidR="00117FB4" w:rsidRPr="003512A6" w:rsidRDefault="00117FB4" w:rsidP="00554A5F">
      <w:pPr>
        <w:numPr>
          <w:ilvl w:val="0"/>
          <w:numId w:val="12"/>
        </w:numPr>
        <w:tabs>
          <w:tab w:val="clear" w:pos="720"/>
          <w:tab w:val="num" w:pos="1080"/>
        </w:tabs>
        <w:spacing w:before="120" w:after="120"/>
        <w:ind w:left="1080"/>
        <w:rPr>
          <w:rFonts w:ascii="Arial" w:hAnsi="Arial" w:cs="Arial"/>
        </w:rPr>
      </w:pPr>
      <w:r w:rsidRPr="003512A6">
        <w:rPr>
          <w:rFonts w:ascii="Arial" w:hAnsi="Arial" w:cs="Arial"/>
        </w:rPr>
        <w:t>Media: From Print to Internet</w:t>
      </w:r>
    </w:p>
    <w:p w:rsidR="00117FB4" w:rsidRPr="003512A6" w:rsidRDefault="00117FB4" w:rsidP="00BA2022">
      <w:pPr>
        <w:spacing w:before="120" w:after="120" w:line="276" w:lineRule="auto"/>
        <w:ind w:left="720" w:hanging="360"/>
        <w:rPr>
          <w:rFonts w:ascii="Arial" w:hAnsi="Arial" w:cs="Arial"/>
          <w:b/>
        </w:rPr>
      </w:pPr>
      <w:r>
        <w:rPr>
          <w:rFonts w:ascii="Arial" w:hAnsi="Arial" w:cs="Arial"/>
          <w:b/>
        </w:rPr>
        <w:t xml:space="preserve">B.  </w:t>
      </w:r>
      <w:r w:rsidRPr="003512A6">
        <w:rPr>
          <w:rFonts w:ascii="Arial" w:hAnsi="Arial" w:cs="Arial"/>
          <w:b/>
        </w:rPr>
        <w:t>Uncertainty: Rule 2—You Must Deal with Constant Change, Including Technological Change</w:t>
      </w:r>
    </w:p>
    <w:p w:rsidR="00117FB4" w:rsidRPr="003512A6" w:rsidRDefault="00117FB4" w:rsidP="00554A5F">
      <w:pPr>
        <w:numPr>
          <w:ilvl w:val="0"/>
          <w:numId w:val="13"/>
        </w:numPr>
        <w:tabs>
          <w:tab w:val="clear" w:pos="720"/>
          <w:tab w:val="num" w:pos="1080"/>
        </w:tabs>
        <w:spacing w:before="120" w:after="120"/>
        <w:ind w:left="1080"/>
        <w:rPr>
          <w:rFonts w:ascii="Arial" w:hAnsi="Arial" w:cs="Arial"/>
        </w:rPr>
      </w:pPr>
      <w:r>
        <w:rPr>
          <w:rFonts w:ascii="Arial" w:hAnsi="Arial" w:cs="Arial"/>
          <w:b/>
          <w:i/>
          <w:highlight w:val="yellow"/>
        </w:rPr>
        <w:t>E</w:t>
      </w:r>
      <w:r w:rsidRPr="00451143">
        <w:rPr>
          <w:rFonts w:ascii="Arial" w:hAnsi="Arial" w:cs="Arial"/>
          <w:b/>
          <w:i/>
          <w:highlight w:val="yellow"/>
        </w:rPr>
        <w:t>-commerce</w:t>
      </w:r>
      <w:r>
        <w:rPr>
          <w:rFonts w:ascii="Arial" w:hAnsi="Arial" w:cs="Arial"/>
          <w:b/>
          <w:i/>
          <w:highlight w:val="yellow"/>
        </w:rPr>
        <w:t>:</w:t>
      </w:r>
      <w:r w:rsidRPr="00451143">
        <w:rPr>
          <w:rFonts w:ascii="Arial" w:hAnsi="Arial" w:cs="Arial"/>
          <w:b/>
          <w:highlight w:val="yellow"/>
        </w:rPr>
        <w:t xml:space="preserve"> </w:t>
      </w:r>
      <w:r w:rsidRPr="003512A6">
        <w:rPr>
          <w:rFonts w:ascii="Arial" w:hAnsi="Arial" w:cs="Arial"/>
        </w:rPr>
        <w:t>the buying and selling of products or services over computer networks</w:t>
      </w:r>
    </w:p>
    <w:p w:rsidR="00117FB4" w:rsidRPr="003512A6" w:rsidRDefault="00117FB4" w:rsidP="00554A5F">
      <w:pPr>
        <w:numPr>
          <w:ilvl w:val="0"/>
          <w:numId w:val="13"/>
        </w:numPr>
        <w:tabs>
          <w:tab w:val="clear" w:pos="720"/>
          <w:tab w:val="num" w:pos="1080"/>
        </w:tabs>
        <w:spacing w:before="120" w:after="120"/>
        <w:ind w:left="1080"/>
        <w:rPr>
          <w:rFonts w:ascii="Arial" w:hAnsi="Arial" w:cs="Arial"/>
          <w:i/>
          <w:u w:val="single"/>
        </w:rPr>
      </w:pPr>
      <w:r>
        <w:rPr>
          <w:rFonts w:ascii="Arial" w:hAnsi="Arial" w:cs="Arial"/>
          <w:b/>
          <w:i/>
          <w:highlight w:val="yellow"/>
        </w:rPr>
        <w:t>E</w:t>
      </w:r>
      <w:r w:rsidRPr="00451143">
        <w:rPr>
          <w:rFonts w:ascii="Arial" w:hAnsi="Arial" w:cs="Arial"/>
          <w:b/>
          <w:i/>
          <w:highlight w:val="yellow"/>
        </w:rPr>
        <w:t>-business</w:t>
      </w:r>
      <w:r>
        <w:rPr>
          <w:rFonts w:ascii="Arial" w:hAnsi="Arial" w:cs="Arial"/>
          <w:b/>
          <w:i/>
          <w:highlight w:val="yellow"/>
        </w:rPr>
        <w:t>:</w:t>
      </w:r>
      <w:r w:rsidRPr="00451143">
        <w:rPr>
          <w:rFonts w:ascii="Arial" w:hAnsi="Arial" w:cs="Arial"/>
          <w:b/>
          <w:highlight w:val="yellow"/>
        </w:rPr>
        <w:t xml:space="preserve"> </w:t>
      </w:r>
      <w:r w:rsidRPr="003512A6">
        <w:rPr>
          <w:rFonts w:ascii="Arial" w:hAnsi="Arial" w:cs="Arial"/>
        </w:rPr>
        <w:t xml:space="preserve">using the Internet to facilitate </w:t>
      </w:r>
      <w:r w:rsidRPr="003512A6">
        <w:rPr>
          <w:rFonts w:ascii="Arial" w:hAnsi="Arial" w:cs="Arial"/>
          <w:i/>
        </w:rPr>
        <w:t xml:space="preserve">every </w:t>
      </w:r>
      <w:r w:rsidRPr="003512A6">
        <w:rPr>
          <w:rFonts w:ascii="Arial" w:hAnsi="Arial" w:cs="Arial"/>
        </w:rPr>
        <w:t>aspect of running a business</w:t>
      </w:r>
    </w:p>
    <w:p w:rsidR="00117FB4" w:rsidRPr="003512A6" w:rsidRDefault="00117FB4" w:rsidP="00554A5F">
      <w:pPr>
        <w:numPr>
          <w:ilvl w:val="0"/>
          <w:numId w:val="13"/>
        </w:numPr>
        <w:tabs>
          <w:tab w:val="clear" w:pos="720"/>
          <w:tab w:val="num" w:pos="1080"/>
        </w:tabs>
        <w:spacing w:before="120" w:after="120"/>
        <w:ind w:left="1080"/>
        <w:rPr>
          <w:rFonts w:ascii="Arial" w:hAnsi="Arial" w:cs="Arial"/>
        </w:rPr>
      </w:pPr>
      <w:r w:rsidRPr="00451143">
        <w:rPr>
          <w:rFonts w:ascii="Arial" w:hAnsi="Arial" w:cs="Arial"/>
          <w:b/>
          <w:i/>
          <w:highlight w:val="yellow"/>
        </w:rPr>
        <w:t>Green businesses</w:t>
      </w:r>
      <w:r w:rsidRPr="00451143">
        <w:rPr>
          <w:rFonts w:ascii="Arial" w:hAnsi="Arial" w:cs="Arial"/>
          <w:b/>
          <w:highlight w:val="yellow"/>
        </w:rPr>
        <w:t xml:space="preserve"> </w:t>
      </w:r>
      <w:r w:rsidRPr="003512A6">
        <w:rPr>
          <w:rFonts w:ascii="Arial" w:hAnsi="Arial" w:cs="Arial"/>
        </w:rPr>
        <w:t>are those that adapt practices for the use of renewable resources and otherwise operate in ways that solve, rather than cause, both environmental and social problems.</w:t>
      </w:r>
      <w:r w:rsidRPr="003512A6">
        <w:rPr>
          <w:rFonts w:ascii="Arial" w:hAnsi="Arial" w:cs="Arial"/>
          <w:b/>
        </w:rPr>
        <w:t xml:space="preserve"> </w:t>
      </w:r>
    </w:p>
    <w:p w:rsidR="00117FB4" w:rsidRPr="003512A6" w:rsidRDefault="00117FB4" w:rsidP="00BA2022">
      <w:pPr>
        <w:spacing w:before="120" w:after="120" w:line="276" w:lineRule="auto"/>
        <w:ind w:left="720" w:hanging="360"/>
        <w:rPr>
          <w:rFonts w:ascii="Arial" w:hAnsi="Arial" w:cs="Arial"/>
        </w:rPr>
      </w:pPr>
      <w:r>
        <w:rPr>
          <w:rFonts w:ascii="Arial" w:hAnsi="Arial" w:cs="Arial"/>
          <w:b/>
        </w:rPr>
        <w:t xml:space="preserve">C.  </w:t>
      </w:r>
      <w:r w:rsidRPr="003512A6">
        <w:rPr>
          <w:rFonts w:ascii="Arial" w:hAnsi="Arial" w:cs="Arial"/>
          <w:b/>
        </w:rPr>
        <w:t xml:space="preserve">Competition: Rule 3—You Must Master the Competitive Environment to Stay Ahead of Rivals </w:t>
      </w:r>
    </w:p>
    <w:p w:rsidR="00117FB4" w:rsidRPr="001C00E7" w:rsidRDefault="00117FB4" w:rsidP="000277E2">
      <w:pPr>
        <w:spacing w:before="120" w:after="120" w:line="276" w:lineRule="auto"/>
        <w:ind w:left="720"/>
        <w:rPr>
          <w:rFonts w:ascii="Arial" w:hAnsi="Arial" w:cs="Arial"/>
          <w:iCs/>
        </w:rPr>
      </w:pPr>
      <w:r>
        <w:rPr>
          <w:rFonts w:ascii="Arial" w:hAnsi="Arial" w:cs="Arial"/>
          <w:iCs/>
        </w:rPr>
        <w:t>F</w:t>
      </w:r>
      <w:r w:rsidRPr="001C00E7">
        <w:rPr>
          <w:rFonts w:ascii="Arial" w:hAnsi="Arial" w:cs="Arial"/>
          <w:iCs/>
        </w:rPr>
        <w:t>our areas in the competitive environment you must master to be successful</w:t>
      </w:r>
      <w:r>
        <w:rPr>
          <w:rFonts w:ascii="Arial" w:hAnsi="Arial" w:cs="Arial"/>
          <w:iCs/>
        </w:rPr>
        <w:t>:</w:t>
      </w:r>
    </w:p>
    <w:p w:rsidR="00117FB4" w:rsidRPr="003512A6" w:rsidRDefault="00117FB4" w:rsidP="00554A5F">
      <w:pPr>
        <w:numPr>
          <w:ilvl w:val="0"/>
          <w:numId w:val="14"/>
        </w:numPr>
        <w:tabs>
          <w:tab w:val="clear" w:pos="720"/>
          <w:tab w:val="num" w:pos="1080"/>
        </w:tabs>
        <w:spacing w:before="120" w:after="120"/>
        <w:ind w:left="1080"/>
        <w:rPr>
          <w:rFonts w:ascii="Arial" w:hAnsi="Arial" w:cs="Arial"/>
        </w:rPr>
      </w:pPr>
      <w:r w:rsidRPr="003512A6">
        <w:rPr>
          <w:rFonts w:ascii="Arial" w:hAnsi="Arial" w:cs="Arial"/>
        </w:rPr>
        <w:t>Being responsive to customers</w:t>
      </w:r>
    </w:p>
    <w:p w:rsidR="00117FB4" w:rsidRPr="003512A6" w:rsidRDefault="00117FB4" w:rsidP="00554A5F">
      <w:pPr>
        <w:numPr>
          <w:ilvl w:val="0"/>
          <w:numId w:val="14"/>
        </w:numPr>
        <w:tabs>
          <w:tab w:val="clear" w:pos="720"/>
          <w:tab w:val="num" w:pos="1080"/>
        </w:tabs>
        <w:spacing w:before="120" w:after="120"/>
        <w:ind w:left="1080"/>
        <w:rPr>
          <w:rFonts w:ascii="Arial" w:hAnsi="Arial" w:cs="Arial"/>
        </w:rPr>
      </w:pPr>
      <w:r w:rsidRPr="003512A6">
        <w:rPr>
          <w:rFonts w:ascii="Arial" w:hAnsi="Arial" w:cs="Arial"/>
        </w:rPr>
        <w:t xml:space="preserve">Making continual improvement in the quality of your product or service </w:t>
      </w:r>
    </w:p>
    <w:p w:rsidR="00117FB4" w:rsidRPr="003512A6" w:rsidRDefault="00117FB4" w:rsidP="00554A5F">
      <w:pPr>
        <w:numPr>
          <w:ilvl w:val="0"/>
          <w:numId w:val="14"/>
        </w:numPr>
        <w:tabs>
          <w:tab w:val="clear" w:pos="720"/>
          <w:tab w:val="num" w:pos="1080"/>
        </w:tabs>
        <w:spacing w:before="120" w:after="120"/>
        <w:ind w:left="1080"/>
        <w:rPr>
          <w:rFonts w:ascii="Arial" w:hAnsi="Arial" w:cs="Arial"/>
        </w:rPr>
      </w:pPr>
      <w:r w:rsidRPr="003512A6">
        <w:rPr>
          <w:rFonts w:ascii="Arial" w:hAnsi="Arial" w:cs="Arial"/>
          <w:bCs/>
        </w:rPr>
        <w:t xml:space="preserve">Finding ways to deliver new or better products or services (what’s called </w:t>
      </w:r>
      <w:r w:rsidRPr="003512A6">
        <w:rPr>
          <w:rFonts w:ascii="Arial" w:hAnsi="Arial" w:cs="Arial"/>
          <w:i/>
        </w:rPr>
        <w:t>innovation</w:t>
      </w:r>
      <w:r w:rsidRPr="003512A6">
        <w:rPr>
          <w:rFonts w:ascii="Arial" w:hAnsi="Arial" w:cs="Arial"/>
        </w:rPr>
        <w:t>)</w:t>
      </w:r>
    </w:p>
    <w:p w:rsidR="00117FB4" w:rsidRPr="003512A6" w:rsidRDefault="00117FB4" w:rsidP="00554A5F">
      <w:pPr>
        <w:numPr>
          <w:ilvl w:val="0"/>
          <w:numId w:val="14"/>
        </w:numPr>
        <w:tabs>
          <w:tab w:val="clear" w:pos="720"/>
          <w:tab w:val="num" w:pos="1080"/>
        </w:tabs>
        <w:spacing w:before="120" w:after="120"/>
        <w:ind w:left="1080"/>
        <w:rPr>
          <w:rFonts w:ascii="Arial" w:hAnsi="Arial" w:cs="Arial"/>
        </w:rPr>
      </w:pPr>
      <w:r w:rsidRPr="003512A6">
        <w:rPr>
          <w:rFonts w:ascii="Arial" w:hAnsi="Arial" w:cs="Arial"/>
        </w:rPr>
        <w:t>Striving for employee efficiency</w:t>
      </w:r>
    </w:p>
    <w:p w:rsidR="00117FB4" w:rsidRPr="003512A6" w:rsidRDefault="00117FB4" w:rsidP="00BA2022">
      <w:pPr>
        <w:spacing w:before="120" w:after="120" w:line="276" w:lineRule="auto"/>
        <w:ind w:left="720" w:hanging="360"/>
        <w:rPr>
          <w:rFonts w:ascii="Arial" w:hAnsi="Arial" w:cs="Arial"/>
          <w:b/>
        </w:rPr>
      </w:pPr>
      <w:r>
        <w:rPr>
          <w:rFonts w:ascii="Arial" w:hAnsi="Arial" w:cs="Arial"/>
          <w:b/>
        </w:rPr>
        <w:t xml:space="preserve">D.  </w:t>
      </w:r>
      <w:r w:rsidRPr="003512A6">
        <w:rPr>
          <w:rFonts w:ascii="Arial" w:hAnsi="Arial" w:cs="Arial"/>
          <w:b/>
        </w:rPr>
        <w:t>Common Economy: Rule 4—You Must Deal with an Interdependent Global Economic System</w:t>
      </w:r>
    </w:p>
    <w:p w:rsidR="00117FB4" w:rsidRPr="001C00E7" w:rsidRDefault="00117FB4" w:rsidP="000277E2">
      <w:pPr>
        <w:spacing w:before="120" w:after="120" w:line="276" w:lineRule="auto"/>
        <w:ind w:left="720"/>
        <w:rPr>
          <w:rFonts w:ascii="Arial" w:hAnsi="Arial" w:cs="Arial"/>
          <w:b/>
        </w:rPr>
      </w:pPr>
      <w:r>
        <w:rPr>
          <w:rFonts w:ascii="Arial" w:hAnsi="Arial" w:cs="Arial"/>
          <w:b/>
          <w:i/>
          <w:iCs/>
          <w:highlight w:val="yellow"/>
        </w:rPr>
        <w:t>Gl</w:t>
      </w:r>
      <w:r w:rsidRPr="001C00E7">
        <w:rPr>
          <w:rFonts w:ascii="Arial" w:hAnsi="Arial" w:cs="Arial"/>
          <w:b/>
          <w:i/>
          <w:iCs/>
          <w:highlight w:val="yellow"/>
        </w:rPr>
        <w:t>obalization</w:t>
      </w:r>
      <w:r>
        <w:rPr>
          <w:rFonts w:ascii="Arial" w:hAnsi="Arial" w:cs="Arial"/>
          <w:iCs/>
        </w:rPr>
        <w:t>: T</w:t>
      </w:r>
      <w:r w:rsidRPr="001C00E7">
        <w:rPr>
          <w:rFonts w:ascii="Arial" w:hAnsi="Arial" w:cs="Arial"/>
        </w:rPr>
        <w:t>he trend of the world economy toward becoming a more interdependent system.</w:t>
      </w:r>
      <w:r w:rsidRPr="001C00E7">
        <w:rPr>
          <w:rFonts w:ascii="Arial" w:hAnsi="Arial" w:cs="Arial"/>
          <w:b/>
        </w:rPr>
        <w:t xml:space="preserve"> </w:t>
      </w:r>
    </w:p>
    <w:p w:rsidR="00117FB4" w:rsidRPr="003512A6" w:rsidRDefault="00117FB4" w:rsidP="00A73191">
      <w:pPr>
        <w:spacing w:before="120" w:after="120" w:line="276" w:lineRule="auto"/>
        <w:ind w:left="360"/>
        <w:rPr>
          <w:rFonts w:ascii="Arial" w:hAnsi="Arial" w:cs="Arial"/>
          <w:b/>
        </w:rPr>
      </w:pPr>
      <w:r>
        <w:rPr>
          <w:rFonts w:ascii="Arial" w:hAnsi="Arial" w:cs="Arial"/>
          <w:b/>
        </w:rPr>
        <w:t xml:space="preserve">E.  </w:t>
      </w:r>
      <w:r w:rsidRPr="003512A6">
        <w:rPr>
          <w:rFonts w:ascii="Arial" w:hAnsi="Arial" w:cs="Arial"/>
          <w:b/>
        </w:rPr>
        <w:t>Ethics: Rule 5—You Must Be Ethical &amp; Socially Responsible</w:t>
      </w:r>
    </w:p>
    <w:p w:rsidR="00117FB4" w:rsidRPr="003512A6" w:rsidRDefault="00117FB4" w:rsidP="00BA2022">
      <w:pPr>
        <w:spacing w:before="120" w:after="120" w:line="276" w:lineRule="auto"/>
        <w:ind w:left="720" w:hanging="360"/>
        <w:rPr>
          <w:rFonts w:ascii="Arial" w:hAnsi="Arial" w:cs="Arial"/>
          <w:b/>
        </w:rPr>
      </w:pPr>
      <w:r>
        <w:rPr>
          <w:rFonts w:ascii="Arial" w:hAnsi="Arial" w:cs="Arial"/>
          <w:b/>
        </w:rPr>
        <w:t xml:space="preserve">F.  </w:t>
      </w:r>
      <w:r w:rsidRPr="003512A6">
        <w:rPr>
          <w:rFonts w:ascii="Arial" w:hAnsi="Arial" w:cs="Arial"/>
          <w:b/>
        </w:rPr>
        <w:t>Social Differences: Rule 6—You Must Learn to Deal with Different Kinds of People</w:t>
      </w:r>
    </w:p>
    <w:p w:rsidR="00117FB4" w:rsidRPr="003512A6" w:rsidRDefault="00117FB4" w:rsidP="00BA2022">
      <w:pPr>
        <w:spacing w:before="120" w:after="120" w:line="276" w:lineRule="auto"/>
        <w:ind w:left="720" w:hanging="360"/>
        <w:rPr>
          <w:rFonts w:ascii="Arial" w:hAnsi="Arial" w:cs="Arial"/>
          <w:b/>
        </w:rPr>
      </w:pPr>
      <w:r>
        <w:rPr>
          <w:rFonts w:ascii="Arial" w:hAnsi="Arial" w:cs="Arial"/>
          <w:b/>
        </w:rPr>
        <w:t xml:space="preserve">G.  </w:t>
      </w:r>
      <w:r w:rsidRPr="003512A6">
        <w:rPr>
          <w:rFonts w:ascii="Arial" w:hAnsi="Arial" w:cs="Arial"/>
          <w:b/>
        </w:rPr>
        <w:t>Self-Development: Rule 7—You Must Acquire the Personal Skills Needed for Business Success</w:t>
      </w:r>
    </w:p>
    <w:p w:rsidR="00117FB4" w:rsidRPr="003512A6" w:rsidRDefault="00117FB4" w:rsidP="00554A5F">
      <w:pPr>
        <w:numPr>
          <w:ilvl w:val="0"/>
          <w:numId w:val="15"/>
        </w:numPr>
        <w:tabs>
          <w:tab w:val="clear" w:pos="720"/>
          <w:tab w:val="num" w:pos="1080"/>
        </w:tabs>
        <w:spacing w:before="120" w:after="120"/>
        <w:ind w:left="1080"/>
        <w:rPr>
          <w:rFonts w:ascii="Arial" w:hAnsi="Arial" w:cs="Arial"/>
        </w:rPr>
      </w:pPr>
      <w:r w:rsidRPr="003512A6">
        <w:rPr>
          <w:rFonts w:ascii="Arial" w:hAnsi="Arial" w:cs="Arial"/>
        </w:rPr>
        <w:t>Ability to Perform a Specific Job</w:t>
      </w:r>
    </w:p>
    <w:p w:rsidR="00117FB4" w:rsidRPr="003512A6" w:rsidRDefault="00117FB4" w:rsidP="00554A5F">
      <w:pPr>
        <w:numPr>
          <w:ilvl w:val="0"/>
          <w:numId w:val="15"/>
        </w:numPr>
        <w:tabs>
          <w:tab w:val="clear" w:pos="720"/>
          <w:tab w:val="num" w:pos="1080"/>
        </w:tabs>
        <w:spacing w:before="120" w:after="120"/>
        <w:ind w:left="1080"/>
        <w:rPr>
          <w:rFonts w:ascii="Arial" w:hAnsi="Arial" w:cs="Arial"/>
        </w:rPr>
      </w:pPr>
      <w:r w:rsidRPr="003512A6">
        <w:rPr>
          <w:rFonts w:ascii="Arial" w:hAnsi="Arial" w:cs="Arial"/>
        </w:rPr>
        <w:t xml:space="preserve">Ability to Think Analytically </w:t>
      </w:r>
    </w:p>
    <w:p w:rsidR="00117FB4" w:rsidRDefault="00117FB4" w:rsidP="00554A5F">
      <w:pPr>
        <w:numPr>
          <w:ilvl w:val="0"/>
          <w:numId w:val="15"/>
        </w:numPr>
        <w:tabs>
          <w:tab w:val="clear" w:pos="720"/>
          <w:tab w:val="num" w:pos="1080"/>
        </w:tabs>
        <w:spacing w:before="120" w:after="120"/>
        <w:ind w:left="1080"/>
        <w:rPr>
          <w:rFonts w:ascii="Arial" w:hAnsi="Arial" w:cs="Arial"/>
        </w:rPr>
      </w:pPr>
      <w:r w:rsidRPr="003512A6">
        <w:rPr>
          <w:rFonts w:ascii="Arial" w:hAnsi="Arial" w:cs="Arial"/>
        </w:rPr>
        <w:t>Ability to Interact Well with People</w:t>
      </w:r>
    </w:p>
    <w:p w:rsidR="00117FB4" w:rsidRDefault="00117FB4" w:rsidP="00A73191">
      <w:pPr>
        <w:rPr>
          <w:rFonts w:ascii="Arial" w:hAnsi="Arial" w:cs="Arial"/>
          <w:b/>
          <w:sz w:val="28"/>
          <w:szCs w:val="28"/>
        </w:rPr>
      </w:pPr>
    </w:p>
    <w:p w:rsidR="00117FB4" w:rsidRDefault="00117FB4" w:rsidP="00A73191">
      <w:pPr>
        <w:rPr>
          <w:rFonts w:ascii="Arial" w:hAnsi="Arial" w:cs="Arial"/>
          <w:b/>
          <w:sz w:val="28"/>
          <w:szCs w:val="28"/>
        </w:rPr>
      </w:pPr>
    </w:p>
    <w:p w:rsidR="00117FB4" w:rsidRDefault="00117FB4" w:rsidP="00A73191">
      <w:pPr>
        <w:rPr>
          <w:rFonts w:ascii="Arial" w:hAnsi="Arial" w:cs="Arial"/>
          <w:b/>
          <w:sz w:val="28"/>
          <w:szCs w:val="28"/>
        </w:rPr>
      </w:pPr>
    </w:p>
    <w:p w:rsidR="00117FB4" w:rsidRDefault="00117FB4" w:rsidP="00A73191">
      <w:pPr>
        <w:rPr>
          <w:rFonts w:ascii="Arial" w:hAnsi="Arial" w:cs="Arial"/>
          <w:b/>
          <w:sz w:val="28"/>
          <w:szCs w:val="28"/>
        </w:rPr>
      </w:pPr>
    </w:p>
    <w:p w:rsidR="00117FB4" w:rsidRPr="00797838" w:rsidRDefault="00117FB4" w:rsidP="00A73191">
      <w:pPr>
        <w:rPr>
          <w:rFonts w:ascii="Arial" w:hAnsi="Arial" w:cs="Arial"/>
          <w:b/>
          <w:sz w:val="28"/>
          <w:szCs w:val="28"/>
        </w:rPr>
      </w:pPr>
      <w:r>
        <w:rPr>
          <w:rFonts w:ascii="Arial" w:hAnsi="Arial" w:cs="Arial"/>
          <w:b/>
          <w:sz w:val="28"/>
          <w:szCs w:val="28"/>
        </w:rPr>
        <w:t>1.5</w:t>
      </w:r>
      <w:r>
        <w:rPr>
          <w:rFonts w:ascii="Arial" w:hAnsi="Arial" w:cs="Arial"/>
          <w:b/>
          <w:sz w:val="28"/>
          <w:szCs w:val="28"/>
        </w:rPr>
        <w:tab/>
      </w:r>
      <w:r w:rsidRPr="00797838">
        <w:rPr>
          <w:rFonts w:ascii="Arial" w:hAnsi="Arial" w:cs="Arial"/>
          <w:b/>
          <w:sz w:val="28"/>
          <w:szCs w:val="28"/>
        </w:rPr>
        <w:t>Critical Thinking Question</w:t>
      </w:r>
    </w:p>
    <w:p w:rsidR="00117FB4" w:rsidRDefault="00117FB4" w:rsidP="00A73191">
      <w:pPr>
        <w:rPr>
          <w:rFonts w:ascii="Arial" w:hAnsi="Arial" w:cs="Arial"/>
          <w:b/>
        </w:rPr>
      </w:pPr>
    </w:p>
    <w:p w:rsidR="00117FB4" w:rsidRPr="009D6530" w:rsidRDefault="00117FB4" w:rsidP="00A73191">
      <w:pPr>
        <w:rPr>
          <w:rFonts w:ascii="Arial" w:hAnsi="Arial" w:cs="Arial"/>
          <w:i/>
        </w:rPr>
      </w:pPr>
      <w:r w:rsidRPr="009D6530">
        <w:rPr>
          <w:rFonts w:ascii="Arial" w:hAnsi="Arial" w:cs="Arial"/>
          <w:i/>
        </w:rPr>
        <w:t>Can these seven rules be applied to your success as a college student?</w:t>
      </w:r>
    </w:p>
    <w:p w:rsidR="00117FB4" w:rsidRPr="00910BBE" w:rsidRDefault="00117FB4" w:rsidP="00A73191">
      <w:pPr>
        <w:spacing w:before="120" w:after="120" w:line="276" w:lineRule="auto"/>
        <w:rPr>
          <w:rFonts w:ascii="Arial" w:hAnsi="Arial" w:cs="Arial"/>
          <w:b/>
          <w:sz w:val="28"/>
          <w:szCs w:val="28"/>
        </w:rPr>
      </w:pPr>
      <w:r>
        <w:rPr>
          <w:rFonts w:ascii="Arial" w:hAnsi="Arial" w:cs="Arial"/>
          <w:b/>
          <w:sz w:val="28"/>
          <w:szCs w:val="28"/>
        </w:rPr>
        <w:t>Teaching Tips</w:t>
      </w:r>
    </w:p>
    <w:p w:rsidR="00117FB4" w:rsidRPr="00F7006E" w:rsidRDefault="00117FB4" w:rsidP="00A73191">
      <w:pPr>
        <w:numPr>
          <w:ilvl w:val="0"/>
          <w:numId w:val="8"/>
        </w:numPr>
        <w:rPr>
          <w:rFonts w:ascii="Arial" w:hAnsi="Arial" w:cs="Arial"/>
        </w:rPr>
      </w:pPr>
      <w:r w:rsidRPr="00F7006E">
        <w:rPr>
          <w:rFonts w:ascii="Arial" w:hAnsi="Arial" w:cs="Arial"/>
        </w:rPr>
        <w:t>Brainstorm with students how the shifting economy has affected the middle class and the need for education.</w:t>
      </w:r>
    </w:p>
    <w:p w:rsidR="00117FB4" w:rsidRPr="00F7006E" w:rsidRDefault="00117FB4" w:rsidP="00A73191">
      <w:pPr>
        <w:numPr>
          <w:ilvl w:val="0"/>
          <w:numId w:val="8"/>
        </w:numPr>
        <w:rPr>
          <w:rFonts w:ascii="Arial" w:hAnsi="Arial" w:cs="Arial"/>
        </w:rPr>
      </w:pPr>
      <w:r w:rsidRPr="00F7006E">
        <w:rPr>
          <w:rFonts w:ascii="Arial" w:hAnsi="Arial" w:cs="Arial"/>
        </w:rPr>
        <w:t>Based on Demographic projections ask students how they feel the business environment will change over the next 20 years.</w:t>
      </w:r>
    </w:p>
    <w:p w:rsidR="00117FB4" w:rsidRDefault="00117FB4" w:rsidP="00A73191">
      <w:pPr>
        <w:spacing w:before="120" w:after="120" w:line="276" w:lineRule="auto"/>
        <w:rPr>
          <w:rFonts w:ascii="Arial" w:hAnsi="Arial" w:cs="Arial"/>
          <w:b/>
        </w:rPr>
      </w:pPr>
    </w:p>
    <w:p w:rsidR="00117FB4" w:rsidRPr="00910BBE" w:rsidRDefault="00117FB4" w:rsidP="00A73191">
      <w:pPr>
        <w:spacing w:before="120" w:after="120" w:line="276" w:lineRule="auto"/>
        <w:rPr>
          <w:rFonts w:ascii="Arial" w:hAnsi="Arial" w:cs="Arial"/>
          <w:b/>
          <w:sz w:val="28"/>
          <w:szCs w:val="28"/>
        </w:rPr>
      </w:pPr>
      <w:r>
        <w:rPr>
          <w:rFonts w:ascii="Arial" w:hAnsi="Arial" w:cs="Arial"/>
          <w:b/>
          <w:sz w:val="28"/>
          <w:szCs w:val="28"/>
        </w:rPr>
        <w:t>Related Homework Assignments</w:t>
      </w:r>
    </w:p>
    <w:p w:rsidR="00117FB4" w:rsidRPr="00F7006E" w:rsidRDefault="00117FB4" w:rsidP="00A73191">
      <w:pPr>
        <w:numPr>
          <w:ilvl w:val="0"/>
          <w:numId w:val="9"/>
        </w:numPr>
        <w:ind w:left="720"/>
        <w:rPr>
          <w:rFonts w:ascii="Arial" w:hAnsi="Arial" w:cs="Arial"/>
          <w:b/>
        </w:rPr>
      </w:pPr>
      <w:r w:rsidRPr="003512A6">
        <w:rPr>
          <w:rFonts w:ascii="Arial" w:hAnsi="Arial" w:cs="Arial"/>
        </w:rPr>
        <w:t>The American Space Program is a non-profit program spo</w:t>
      </w:r>
      <w:r>
        <w:rPr>
          <w:rFonts w:ascii="Arial" w:hAnsi="Arial" w:cs="Arial"/>
        </w:rPr>
        <w:t xml:space="preserve">nsored by the U.S. Government. </w:t>
      </w:r>
      <w:r w:rsidRPr="003512A6">
        <w:rPr>
          <w:rFonts w:ascii="Arial" w:hAnsi="Arial" w:cs="Arial"/>
        </w:rPr>
        <w:t xml:space="preserve">Some products developed in the space program are now sold for a profit by </w:t>
      </w:r>
      <w:r>
        <w:rPr>
          <w:rFonts w:ascii="Arial" w:hAnsi="Arial" w:cs="Arial"/>
        </w:rPr>
        <w:t xml:space="preserve">businesses. </w:t>
      </w:r>
      <w:r w:rsidRPr="003512A6">
        <w:rPr>
          <w:rFonts w:ascii="Arial" w:hAnsi="Arial" w:cs="Arial"/>
        </w:rPr>
        <w:t xml:space="preserve">Using Google find five products that are now sold commercially for a profit that were developed as a result of the space program.  </w:t>
      </w:r>
    </w:p>
    <w:p w:rsidR="00117FB4" w:rsidRPr="00D96D47" w:rsidRDefault="00117FB4" w:rsidP="00A73191">
      <w:pPr>
        <w:numPr>
          <w:ilvl w:val="0"/>
          <w:numId w:val="9"/>
        </w:numPr>
        <w:ind w:left="720"/>
        <w:rPr>
          <w:rFonts w:ascii="Arial" w:hAnsi="Arial" w:cs="Arial"/>
          <w:b/>
        </w:rPr>
      </w:pPr>
      <w:r w:rsidRPr="003512A6">
        <w:rPr>
          <w:rFonts w:ascii="Arial" w:hAnsi="Arial" w:cs="Arial"/>
        </w:rPr>
        <w:t>The cost of living varies depending on the city and part of the co</w:t>
      </w:r>
      <w:r>
        <w:rPr>
          <w:rFonts w:ascii="Arial" w:hAnsi="Arial" w:cs="Arial"/>
        </w:rPr>
        <w:t xml:space="preserve">untry in which you live. Visit the “Cost of Living Comparison Calculator” at </w:t>
      </w:r>
      <w:hyperlink r:id="rId19" w:history="1">
        <w:r w:rsidRPr="006143A6">
          <w:rPr>
            <w:rStyle w:val="Hyperlink"/>
            <w:rFonts w:ascii="Arial" w:hAnsi="Arial" w:cs="Arial"/>
          </w:rPr>
          <w:t>www.Bankrate.com</w:t>
        </w:r>
      </w:hyperlink>
      <w:r>
        <w:rPr>
          <w:rFonts w:ascii="Arial" w:hAnsi="Arial" w:cs="Arial"/>
          <w:u w:val="single"/>
        </w:rPr>
        <w:t xml:space="preserve"> </w:t>
      </w:r>
      <w:r>
        <w:rPr>
          <w:rFonts w:ascii="Arial" w:hAnsi="Arial" w:cs="Arial"/>
        </w:rPr>
        <w:t xml:space="preserve">to </w:t>
      </w:r>
      <w:r w:rsidRPr="003512A6">
        <w:rPr>
          <w:rFonts w:ascii="Arial" w:hAnsi="Arial" w:cs="Arial"/>
        </w:rPr>
        <w:t>compare the cost of living in the city in which you now live and a city in which you might like to live in the future.</w:t>
      </w:r>
    </w:p>
    <w:p w:rsidR="00117FB4" w:rsidRDefault="00117FB4" w:rsidP="00A73191">
      <w:pPr>
        <w:rPr>
          <w:rFonts w:ascii="Arial" w:hAnsi="Arial" w:cs="Arial"/>
        </w:rPr>
      </w:pPr>
    </w:p>
    <w:p w:rsidR="00117FB4" w:rsidRDefault="00117FB4" w:rsidP="00A73191">
      <w:pPr>
        <w:rPr>
          <w:rFonts w:ascii="Arial" w:hAnsi="Arial" w:cs="Arial"/>
        </w:rPr>
      </w:pPr>
    </w:p>
    <w:p w:rsidR="00117FB4" w:rsidRDefault="00117FB4" w:rsidP="00A73191">
      <w:pPr>
        <w:rPr>
          <w:rFonts w:ascii="Arial" w:hAnsi="Arial" w:cs="Arial"/>
        </w:rPr>
      </w:pPr>
    </w:p>
    <w:p w:rsidR="00117FB4" w:rsidRPr="007D3BD1" w:rsidRDefault="00117FB4" w:rsidP="00A73191">
      <w:pPr>
        <w:rPr>
          <w:rFonts w:ascii="Arial" w:hAnsi="Arial" w:cs="Arial"/>
          <w:b/>
        </w:rPr>
      </w:pPr>
      <w:r>
        <w:rPr>
          <w:rFonts w:ascii="Arial" w:hAnsi="Arial" w:cs="Arial"/>
        </w:rPr>
        <w:br w:type="page"/>
      </w:r>
      <w:bookmarkStart w:id="0" w:name="OLE_LINK1"/>
      <w:bookmarkStart w:id="1" w:name="OLE_LINK2"/>
      <w:r w:rsidRPr="009B2EC0">
        <w:rPr>
          <w:rFonts w:ascii="Arial" w:hAnsi="Arial" w:cs="Arial"/>
          <w:b/>
          <w:sz w:val="28"/>
          <w:szCs w:val="28"/>
        </w:rPr>
        <w:t>Answers to End-of-Chapter Material</w:t>
      </w:r>
      <w:r>
        <w:rPr>
          <w:rFonts w:ascii="Arial" w:hAnsi="Arial" w:cs="Arial"/>
          <w:b/>
          <w:sz w:val="28"/>
          <w:szCs w:val="28"/>
        </w:rPr>
        <w:t xml:space="preserve"> </w:t>
      </w:r>
      <w:r>
        <w:rPr>
          <w:rFonts w:ascii="Arial" w:hAnsi="Arial" w:cs="Arial"/>
          <w:b/>
        </w:rPr>
        <w:t xml:space="preserve">(textbook </w:t>
      </w:r>
      <w:r w:rsidRPr="007D3BD1">
        <w:rPr>
          <w:rFonts w:ascii="Arial" w:hAnsi="Arial" w:cs="Arial"/>
          <w:b/>
        </w:rPr>
        <w:t>page</w:t>
      </w:r>
      <w:r>
        <w:rPr>
          <w:rFonts w:ascii="Arial" w:hAnsi="Arial" w:cs="Arial"/>
          <w:b/>
        </w:rPr>
        <w:t>s</w:t>
      </w:r>
      <w:r w:rsidRPr="007D3BD1">
        <w:rPr>
          <w:rFonts w:ascii="Arial" w:hAnsi="Arial" w:cs="Arial"/>
          <w:b/>
        </w:rPr>
        <w:t xml:space="preserve"> 27</w:t>
      </w:r>
      <w:r>
        <w:rPr>
          <w:rFonts w:ascii="Arial" w:hAnsi="Arial" w:cs="Arial"/>
          <w:b/>
        </w:rPr>
        <w:t>-29</w:t>
      </w:r>
      <w:r w:rsidRPr="007D3BD1">
        <w:rPr>
          <w:rFonts w:ascii="Arial" w:hAnsi="Arial" w:cs="Arial"/>
          <w:b/>
        </w:rPr>
        <w:t>)</w:t>
      </w:r>
    </w:p>
    <w:p w:rsidR="00117FB4" w:rsidRDefault="00117FB4" w:rsidP="00A73191">
      <w:pPr>
        <w:rPr>
          <w:rFonts w:ascii="Arial" w:hAnsi="Arial" w:cs="Arial"/>
        </w:rPr>
      </w:pPr>
    </w:p>
    <w:p w:rsidR="00117FB4" w:rsidRDefault="00117FB4" w:rsidP="00A73191">
      <w:pPr>
        <w:rPr>
          <w:rFonts w:ascii="Arial" w:hAnsi="Arial" w:cs="Arial"/>
          <w:b/>
        </w:rPr>
      </w:pPr>
      <w:r w:rsidRPr="007D3BD1">
        <w:rPr>
          <w:rFonts w:ascii="Arial" w:hAnsi="Arial" w:cs="Arial"/>
          <w:b/>
        </w:rPr>
        <w:t>Pop Quiz Prep</w:t>
      </w:r>
    </w:p>
    <w:bookmarkEnd w:id="0"/>
    <w:bookmarkEnd w:id="1"/>
    <w:p w:rsidR="00117FB4" w:rsidRDefault="00117FB4" w:rsidP="00A73191">
      <w:pPr>
        <w:rPr>
          <w:rFonts w:ascii="Arial" w:hAnsi="Arial" w:cs="Arial"/>
          <w:b/>
        </w:rPr>
      </w:pP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What is a nonprofit organization?</w:t>
      </w:r>
    </w:p>
    <w:p w:rsidR="00117FB4" w:rsidRPr="00126FAB" w:rsidRDefault="00117FB4" w:rsidP="00A73191">
      <w:pPr>
        <w:ind w:left="360"/>
        <w:rPr>
          <w:rFonts w:ascii="Arial" w:hAnsi="Arial" w:cs="Arial"/>
          <w:i/>
          <w:sz w:val="22"/>
          <w:szCs w:val="22"/>
        </w:rPr>
      </w:pPr>
      <w:r w:rsidRPr="00126FAB">
        <w:rPr>
          <w:rFonts w:ascii="Arial" w:hAnsi="Arial" w:cs="Arial"/>
          <w:i/>
          <w:sz w:val="22"/>
          <w:szCs w:val="22"/>
        </w:rPr>
        <w:t>Correct answer: A nonprofit is an organization whose purpose is to further its goals.</w:t>
      </w:r>
    </w:p>
    <w:p w:rsidR="00117FB4" w:rsidRPr="00126FAB" w:rsidRDefault="00117FB4" w:rsidP="00A73191">
      <w:pPr>
        <w:ind w:left="360"/>
        <w:rPr>
          <w:rFonts w:ascii="Arial" w:hAnsi="Arial" w:cs="Arial"/>
          <w:i/>
          <w:sz w:val="22"/>
          <w:szCs w:val="22"/>
        </w:rPr>
      </w:pPr>
      <w:r w:rsidRPr="00126FAB">
        <w:rPr>
          <w:rFonts w:ascii="Arial" w:hAnsi="Arial" w:cs="Arial"/>
          <w:i/>
          <w:sz w:val="22"/>
          <w:szCs w:val="22"/>
        </w:rPr>
        <w:t xml:space="preserve">Explanation: An organization is a group of people who </w:t>
      </w:r>
      <w:r>
        <w:rPr>
          <w:rFonts w:ascii="Arial" w:hAnsi="Arial" w:cs="Arial"/>
          <w:i/>
          <w:sz w:val="22"/>
          <w:szCs w:val="22"/>
        </w:rPr>
        <w:t>work together to accomplish a s</w:t>
      </w:r>
      <w:r w:rsidRPr="00126FAB">
        <w:rPr>
          <w:rFonts w:ascii="Arial" w:hAnsi="Arial" w:cs="Arial"/>
          <w:i/>
          <w:sz w:val="22"/>
          <w:szCs w:val="22"/>
        </w:rPr>
        <w:t>pecific purpose. There are two types of organizations—for-profit and nonprofit. A for-profit organization is simply another name for a business—an organization formed to make money, or profits, by selling goods or services. The purpose of a nonprofit is not to distribute its surplus funds, or profits, to owners but rather to further its goals. Most nonprofits pay their employees. Some, such as the University of Massachusetts, are in the public sector; others, such as Harvard University, are in the private sector.</w:t>
      </w: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 xml:space="preserve">How is </w:t>
      </w:r>
      <w:r w:rsidRPr="009076AA">
        <w:rPr>
          <w:rFonts w:ascii="Arial" w:hAnsi="Arial" w:cs="Arial"/>
          <w:b/>
          <w:i/>
          <w:sz w:val="22"/>
          <w:szCs w:val="22"/>
        </w:rPr>
        <w:t>revenue</w:t>
      </w:r>
      <w:r w:rsidRPr="009076AA">
        <w:rPr>
          <w:rFonts w:ascii="Arial" w:hAnsi="Arial" w:cs="Arial"/>
          <w:b/>
          <w:sz w:val="22"/>
          <w:szCs w:val="22"/>
        </w:rPr>
        <w:t xml:space="preserve"> defined?</w:t>
      </w:r>
    </w:p>
    <w:p w:rsidR="00117FB4" w:rsidRPr="00D45460" w:rsidRDefault="00117FB4" w:rsidP="00A73191">
      <w:pPr>
        <w:ind w:left="360"/>
        <w:rPr>
          <w:rFonts w:ascii="Arial" w:hAnsi="Arial" w:cs="Arial"/>
          <w:i/>
          <w:sz w:val="22"/>
          <w:szCs w:val="22"/>
        </w:rPr>
      </w:pPr>
      <w:r w:rsidRPr="00D45460">
        <w:rPr>
          <w:rFonts w:ascii="Arial" w:hAnsi="Arial" w:cs="Arial"/>
          <w:i/>
          <w:sz w:val="22"/>
          <w:szCs w:val="22"/>
        </w:rPr>
        <w:t>Correct answer: Revenue is the total amount of money that the selling of goods or services produces for a business during a defined period of time.</w:t>
      </w:r>
    </w:p>
    <w:p w:rsidR="00117FB4" w:rsidRPr="00D45460" w:rsidRDefault="00117FB4" w:rsidP="00A73191">
      <w:pPr>
        <w:ind w:left="360"/>
        <w:rPr>
          <w:rFonts w:ascii="Arial" w:hAnsi="Arial" w:cs="Arial"/>
          <w:i/>
          <w:sz w:val="22"/>
          <w:szCs w:val="22"/>
        </w:rPr>
      </w:pPr>
      <w:r w:rsidRPr="00D45460">
        <w:rPr>
          <w:rFonts w:ascii="Arial" w:hAnsi="Arial" w:cs="Arial"/>
          <w:i/>
          <w:sz w:val="22"/>
          <w:szCs w:val="22"/>
        </w:rPr>
        <w:t>Explanation: Revenue is the total amount of money that the selling of goods or services produces for a business during a defined period of time, such as every 3 or 12 months. Profit is the amount of money a business makes after paying for its salaries and all other costs—that is, revenue minus expenses. The opposite of profit is a loss, which occurs when business expenses are larger than revenues.</w:t>
      </w: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 xml:space="preserve">How is </w:t>
      </w:r>
      <w:r w:rsidRPr="009076AA">
        <w:rPr>
          <w:rFonts w:ascii="Arial" w:hAnsi="Arial" w:cs="Arial"/>
          <w:b/>
          <w:i/>
          <w:sz w:val="22"/>
          <w:szCs w:val="22"/>
        </w:rPr>
        <w:t>standard of living</w:t>
      </w:r>
      <w:r w:rsidRPr="009076AA">
        <w:rPr>
          <w:rFonts w:ascii="Arial" w:hAnsi="Arial" w:cs="Arial"/>
          <w:b/>
          <w:sz w:val="22"/>
          <w:szCs w:val="22"/>
        </w:rPr>
        <w:t xml:space="preserve"> defined?</w:t>
      </w:r>
    </w:p>
    <w:p w:rsidR="00117FB4" w:rsidRPr="00D45460" w:rsidRDefault="00117FB4" w:rsidP="00A73191">
      <w:pPr>
        <w:ind w:left="360"/>
        <w:rPr>
          <w:rFonts w:ascii="Arial" w:hAnsi="Arial" w:cs="Arial"/>
          <w:i/>
          <w:sz w:val="22"/>
          <w:szCs w:val="22"/>
        </w:rPr>
      </w:pPr>
      <w:r w:rsidRPr="00D45460">
        <w:rPr>
          <w:rFonts w:ascii="Arial" w:hAnsi="Arial" w:cs="Arial"/>
          <w:i/>
          <w:sz w:val="22"/>
          <w:szCs w:val="22"/>
        </w:rPr>
        <w:t>Correct answer: By how many goods and services people can buy with the money they have</w:t>
      </w:r>
    </w:p>
    <w:p w:rsidR="00117FB4" w:rsidRPr="00D45460" w:rsidRDefault="00117FB4" w:rsidP="00A73191">
      <w:pPr>
        <w:ind w:left="360"/>
        <w:rPr>
          <w:rFonts w:ascii="Arial" w:hAnsi="Arial" w:cs="Arial"/>
          <w:i/>
          <w:sz w:val="22"/>
          <w:szCs w:val="22"/>
        </w:rPr>
      </w:pPr>
      <w:r w:rsidRPr="00D45460">
        <w:rPr>
          <w:rFonts w:ascii="Arial" w:hAnsi="Arial" w:cs="Arial"/>
          <w:i/>
          <w:sz w:val="22"/>
          <w:szCs w:val="22"/>
        </w:rPr>
        <w:t>Explanation: Quality of life expresses a society’s general well-being as measured by standard of living, healthcare, educational opportunities, freedom, happiness, art, environmental health, and innovation. A large part of an enhanced quality of life for individuals results from an improved standard of living, defined by how many goods and services people can buy with the money they have.</w:t>
      </w: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When businesses sponsor Little League teams or help disaster victims by making monetary contributions, which method of businesses benefitting society does this illustrate?</w:t>
      </w:r>
    </w:p>
    <w:p w:rsidR="00117FB4" w:rsidRPr="00D45460" w:rsidRDefault="00117FB4" w:rsidP="00A73191">
      <w:pPr>
        <w:ind w:left="360"/>
        <w:rPr>
          <w:rFonts w:ascii="Arial" w:hAnsi="Arial" w:cs="Arial"/>
          <w:i/>
          <w:sz w:val="22"/>
          <w:szCs w:val="22"/>
        </w:rPr>
      </w:pPr>
      <w:r w:rsidRPr="00D45460">
        <w:rPr>
          <w:rFonts w:ascii="Arial" w:hAnsi="Arial" w:cs="Arial"/>
          <w:i/>
          <w:sz w:val="22"/>
          <w:szCs w:val="22"/>
        </w:rPr>
        <w:t>Correct answer: Donating funds, goods, and services for community causes</w:t>
      </w:r>
    </w:p>
    <w:p w:rsidR="00117FB4" w:rsidRPr="00D45460" w:rsidRDefault="00117FB4" w:rsidP="00A73191">
      <w:pPr>
        <w:ind w:left="360"/>
        <w:rPr>
          <w:rFonts w:ascii="Arial" w:hAnsi="Arial" w:cs="Arial"/>
          <w:i/>
          <w:sz w:val="22"/>
          <w:szCs w:val="22"/>
        </w:rPr>
      </w:pPr>
      <w:r w:rsidRPr="00D45460">
        <w:rPr>
          <w:rFonts w:ascii="Arial" w:hAnsi="Arial" w:cs="Arial"/>
          <w:i/>
          <w:sz w:val="22"/>
          <w:szCs w:val="22"/>
        </w:rPr>
        <w:t>Explanation: In many communities, businesses are strong supporters of charitable causes, helping everything from earthquake disaster victims by donating supplies to making monetary contributions to the United Way to buying ads in high school yearbooks and in Little League baseball fields. The other ways in which businesses benefit society are by producing goods and services, by providing paychecks and benefits for employees, and by paying taxes to support government services.</w:t>
      </w: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According to research mentioned in this chapter, what group of people is most likely to be wealthy in America?</w:t>
      </w:r>
    </w:p>
    <w:p w:rsidR="00117FB4" w:rsidRPr="00D45460" w:rsidRDefault="00117FB4" w:rsidP="00A73191">
      <w:pPr>
        <w:ind w:left="360"/>
        <w:rPr>
          <w:rFonts w:ascii="Arial" w:hAnsi="Arial" w:cs="Arial"/>
          <w:i/>
          <w:iCs/>
          <w:sz w:val="22"/>
          <w:szCs w:val="22"/>
        </w:rPr>
      </w:pPr>
      <w:r w:rsidRPr="00D45460">
        <w:rPr>
          <w:rFonts w:ascii="Arial" w:hAnsi="Arial" w:cs="Arial"/>
          <w:i/>
          <w:iCs/>
          <w:sz w:val="22"/>
          <w:szCs w:val="22"/>
        </w:rPr>
        <w:t>Correct answer: People who are business owners or self-employed professionals</w:t>
      </w:r>
    </w:p>
    <w:p w:rsidR="00117FB4" w:rsidRPr="00D45460" w:rsidRDefault="00117FB4" w:rsidP="00A73191">
      <w:pPr>
        <w:ind w:left="360"/>
        <w:rPr>
          <w:rFonts w:ascii="Arial" w:hAnsi="Arial" w:cs="Arial"/>
          <w:i/>
          <w:sz w:val="22"/>
          <w:szCs w:val="22"/>
        </w:rPr>
      </w:pPr>
      <w:r w:rsidRPr="00D45460">
        <w:rPr>
          <w:rFonts w:ascii="Arial" w:hAnsi="Arial" w:cs="Arial"/>
          <w:i/>
          <w:iCs/>
          <w:sz w:val="22"/>
          <w:szCs w:val="22"/>
        </w:rPr>
        <w:t xml:space="preserve">Explanation: </w:t>
      </w:r>
      <w:r w:rsidRPr="00D45460">
        <w:rPr>
          <w:rFonts w:ascii="Arial" w:hAnsi="Arial" w:cs="Arial"/>
          <w:i/>
          <w:sz w:val="22"/>
          <w:szCs w:val="22"/>
        </w:rPr>
        <w:t xml:space="preserve">In their book The Millionaire Next Door, </w:t>
      </w:r>
      <w:r w:rsidRPr="00D45460">
        <w:rPr>
          <w:rFonts w:ascii="Arial" w:hAnsi="Arial" w:cs="Arial"/>
          <w:bCs/>
          <w:i/>
          <w:sz w:val="22"/>
          <w:szCs w:val="22"/>
        </w:rPr>
        <w:t>researchers Thomas Stanley and William Danko revealed some surprising facts. One of them is that m</w:t>
      </w:r>
      <w:r w:rsidRPr="00D45460">
        <w:rPr>
          <w:rFonts w:ascii="Arial" w:hAnsi="Arial" w:cs="Arial"/>
          <w:i/>
          <w:sz w:val="22"/>
          <w:szCs w:val="22"/>
        </w:rPr>
        <w:t xml:space="preserve">ost wealthy are self-employed business owners: </w:t>
      </w:r>
      <w:r w:rsidRPr="00D45460">
        <w:rPr>
          <w:rFonts w:ascii="Arial" w:hAnsi="Arial" w:cs="Arial"/>
          <w:bCs/>
          <w:i/>
          <w:sz w:val="22"/>
          <w:szCs w:val="22"/>
        </w:rPr>
        <w:t>It’s seldom inheritance, luck, advanced degrees, or even intelligence that enables people to amass fortunes. “Most of the affluent in America are business owners, including self-employed professionals,” they write. “Twenty percent of the affluent households in America are headed by retirees. Of the remaining 80%, more than two-thirds are headed by self-employed owners of businesses</w:t>
      </w:r>
      <w:r w:rsidRPr="00D45460">
        <w:rPr>
          <w:rFonts w:ascii="Arial" w:hAnsi="Arial" w:cs="Arial"/>
          <w:i/>
          <w:sz w:val="22"/>
          <w:szCs w:val="22"/>
        </w:rPr>
        <w:t>.”</w:t>
      </w: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In terms of the factors of production, what are buildings, machines, tools, and technology considered?</w:t>
      </w:r>
    </w:p>
    <w:p w:rsidR="00117FB4" w:rsidRPr="00F54749" w:rsidRDefault="00117FB4" w:rsidP="00A73191">
      <w:pPr>
        <w:ind w:left="360"/>
        <w:rPr>
          <w:rFonts w:ascii="Arial" w:hAnsi="Arial" w:cs="Arial"/>
          <w:i/>
          <w:iCs/>
          <w:sz w:val="22"/>
          <w:szCs w:val="22"/>
        </w:rPr>
      </w:pPr>
      <w:r w:rsidRPr="00F54749">
        <w:rPr>
          <w:rFonts w:ascii="Arial" w:hAnsi="Arial" w:cs="Arial"/>
          <w:i/>
          <w:iCs/>
          <w:sz w:val="22"/>
          <w:szCs w:val="22"/>
        </w:rPr>
        <w:t>Correct answer: Capital</w:t>
      </w:r>
    </w:p>
    <w:p w:rsidR="00117FB4" w:rsidRPr="00F54749" w:rsidRDefault="00117FB4" w:rsidP="00A73191">
      <w:pPr>
        <w:ind w:left="360"/>
        <w:rPr>
          <w:rFonts w:ascii="Arial" w:hAnsi="Arial" w:cs="Arial"/>
          <w:i/>
          <w:iCs/>
          <w:sz w:val="22"/>
          <w:szCs w:val="22"/>
        </w:rPr>
      </w:pPr>
      <w:r w:rsidRPr="00F54749">
        <w:rPr>
          <w:rFonts w:ascii="Arial" w:hAnsi="Arial" w:cs="Arial"/>
          <w:i/>
          <w:iCs/>
          <w:sz w:val="22"/>
          <w:szCs w:val="22"/>
        </w:rPr>
        <w:t xml:space="preserve">Explanation: </w:t>
      </w:r>
      <w:r w:rsidRPr="00F54749">
        <w:rPr>
          <w:rFonts w:ascii="Arial" w:hAnsi="Arial" w:cs="Arial"/>
          <w:i/>
          <w:sz w:val="22"/>
          <w:szCs w:val="22"/>
        </w:rPr>
        <w:t>Wealth is created from the factors of production, which consist of natural resources, capital, human resources, and entrepreneurship. Capital includes the buildings, machines, tools, and technology used to produce goods and services. As used in this sense, however, capital does not include money, although money is used to acquire buildings and other capital.</w:t>
      </w: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How is an organization likely to behave if it has no competition?</w:t>
      </w:r>
    </w:p>
    <w:p w:rsidR="00117FB4" w:rsidRPr="00F54749" w:rsidRDefault="00117FB4" w:rsidP="00A73191">
      <w:pPr>
        <w:ind w:left="360"/>
        <w:rPr>
          <w:rFonts w:ascii="Arial" w:hAnsi="Arial" w:cs="Arial"/>
          <w:i/>
          <w:iCs/>
          <w:sz w:val="22"/>
          <w:szCs w:val="22"/>
        </w:rPr>
      </w:pPr>
      <w:r w:rsidRPr="00F54749">
        <w:rPr>
          <w:rFonts w:ascii="Arial" w:hAnsi="Arial" w:cs="Arial"/>
          <w:i/>
          <w:iCs/>
          <w:sz w:val="22"/>
          <w:szCs w:val="22"/>
        </w:rPr>
        <w:t xml:space="preserve">Correct answer: </w:t>
      </w:r>
      <w:r w:rsidRPr="00F54749">
        <w:rPr>
          <w:rFonts w:ascii="Arial" w:hAnsi="Arial" w:cs="Arial"/>
          <w:i/>
          <w:sz w:val="22"/>
          <w:szCs w:val="22"/>
        </w:rPr>
        <w:t xml:space="preserve">It </w:t>
      </w:r>
      <w:r w:rsidRPr="00F54749">
        <w:rPr>
          <w:rFonts w:ascii="Arial" w:hAnsi="Arial" w:cs="Arial"/>
          <w:i/>
          <w:iCs/>
          <w:sz w:val="22"/>
          <w:szCs w:val="22"/>
        </w:rPr>
        <w:t>will not have much incentive to improve customer service.</w:t>
      </w:r>
    </w:p>
    <w:p w:rsidR="00117FB4" w:rsidRPr="00F54749" w:rsidRDefault="00117FB4" w:rsidP="00A73191">
      <w:pPr>
        <w:ind w:left="360"/>
        <w:rPr>
          <w:rFonts w:ascii="Arial" w:hAnsi="Arial" w:cs="Arial"/>
          <w:i/>
          <w:sz w:val="22"/>
          <w:szCs w:val="22"/>
        </w:rPr>
      </w:pPr>
      <w:r w:rsidRPr="00F54749">
        <w:rPr>
          <w:rFonts w:ascii="Arial" w:hAnsi="Arial" w:cs="Arial"/>
          <w:i/>
          <w:iCs/>
          <w:sz w:val="22"/>
          <w:szCs w:val="22"/>
        </w:rPr>
        <w:t xml:space="preserve">Explanation: </w:t>
      </w:r>
      <w:r w:rsidRPr="00F54749">
        <w:rPr>
          <w:rFonts w:ascii="Arial" w:hAnsi="Arial" w:cs="Arial"/>
          <w:i/>
          <w:sz w:val="22"/>
          <w:szCs w:val="22"/>
        </w:rPr>
        <w:t xml:space="preserve">Having no </w:t>
      </w:r>
      <w:r w:rsidRPr="00F54749">
        <w:rPr>
          <w:rFonts w:ascii="Arial" w:hAnsi="Arial" w:cs="Arial"/>
          <w:bCs/>
          <w:i/>
          <w:iCs/>
          <w:sz w:val="22"/>
          <w:szCs w:val="22"/>
        </w:rPr>
        <w:t>competitors—</w:t>
      </w:r>
      <w:r w:rsidRPr="00F54749">
        <w:rPr>
          <w:rFonts w:ascii="Arial" w:hAnsi="Arial" w:cs="Arial"/>
          <w:bCs/>
          <w:i/>
          <w:sz w:val="22"/>
          <w:szCs w:val="22"/>
        </w:rPr>
        <w:t xml:space="preserve">people or organizations that compete for customers or resources—or having </w:t>
      </w:r>
      <w:r w:rsidRPr="00F54749">
        <w:rPr>
          <w:rFonts w:ascii="Arial" w:hAnsi="Arial" w:cs="Arial"/>
          <w:i/>
          <w:sz w:val="22"/>
          <w:szCs w:val="22"/>
        </w:rPr>
        <w:t>lots of competitors can certainly determine the amount of effort that a company is willing to put into satisfying customers, employees, and investors. A company such as a public utility that is the only one in its industry has no particular incentive to improve service with its customers, since it knows they have nowhere else to go. On the other hand, a company with lots of competition will need to put more effort into keeping its customers, employees, and investors happy, so that they don’t go to a rival.</w:t>
      </w: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 xml:space="preserve">How is </w:t>
      </w:r>
      <w:r w:rsidRPr="009076AA">
        <w:rPr>
          <w:rFonts w:ascii="Arial" w:hAnsi="Arial" w:cs="Arial"/>
          <w:b/>
          <w:i/>
          <w:sz w:val="22"/>
          <w:szCs w:val="22"/>
        </w:rPr>
        <w:t>productivity</w:t>
      </w:r>
      <w:r w:rsidRPr="009076AA">
        <w:rPr>
          <w:rFonts w:ascii="Arial" w:hAnsi="Arial" w:cs="Arial"/>
          <w:b/>
          <w:sz w:val="22"/>
          <w:szCs w:val="22"/>
        </w:rPr>
        <w:t xml:space="preserve"> defined?</w:t>
      </w:r>
    </w:p>
    <w:p w:rsidR="00117FB4" w:rsidRPr="00F54749" w:rsidRDefault="00117FB4" w:rsidP="00A73191">
      <w:pPr>
        <w:ind w:left="360"/>
        <w:rPr>
          <w:rFonts w:ascii="Arial" w:hAnsi="Arial" w:cs="Arial"/>
          <w:i/>
          <w:iCs/>
          <w:sz w:val="22"/>
          <w:szCs w:val="22"/>
        </w:rPr>
      </w:pPr>
      <w:r w:rsidRPr="00F54749">
        <w:rPr>
          <w:rFonts w:ascii="Arial" w:hAnsi="Arial" w:cs="Arial"/>
          <w:i/>
          <w:iCs/>
          <w:sz w:val="22"/>
          <w:szCs w:val="22"/>
        </w:rPr>
        <w:t>Correct answer: T</w:t>
      </w:r>
      <w:r w:rsidRPr="00F54749">
        <w:rPr>
          <w:rFonts w:ascii="Arial" w:hAnsi="Arial" w:cs="Arial"/>
          <w:i/>
          <w:sz w:val="22"/>
          <w:szCs w:val="22"/>
        </w:rPr>
        <w:t>he amount of output given the amount of input</w:t>
      </w:r>
    </w:p>
    <w:p w:rsidR="00117FB4" w:rsidRPr="00F54749" w:rsidRDefault="00117FB4" w:rsidP="00A73191">
      <w:pPr>
        <w:ind w:left="360"/>
        <w:rPr>
          <w:rFonts w:ascii="Arial" w:hAnsi="Arial" w:cs="Arial"/>
          <w:i/>
          <w:sz w:val="22"/>
          <w:szCs w:val="22"/>
        </w:rPr>
      </w:pPr>
      <w:r w:rsidRPr="00F54749">
        <w:rPr>
          <w:rFonts w:ascii="Arial" w:hAnsi="Arial" w:cs="Arial"/>
          <w:i/>
          <w:iCs/>
          <w:sz w:val="22"/>
          <w:szCs w:val="22"/>
        </w:rPr>
        <w:t>Explanation: P</w:t>
      </w:r>
      <w:r w:rsidRPr="00F54749">
        <w:rPr>
          <w:rFonts w:ascii="Arial" w:hAnsi="Arial" w:cs="Arial"/>
          <w:i/>
          <w:sz w:val="22"/>
          <w:szCs w:val="22"/>
        </w:rPr>
        <w:t xml:space="preserve">roductivity is defined as the amount of output given the amount of input—such as the number of doughnuts produced for given number of hours worked. </w:t>
      </w: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Who are the distributors of a business?</w:t>
      </w:r>
    </w:p>
    <w:p w:rsidR="00117FB4" w:rsidRPr="00F54749" w:rsidRDefault="00117FB4" w:rsidP="00A73191">
      <w:pPr>
        <w:ind w:left="360"/>
        <w:rPr>
          <w:rFonts w:ascii="Arial" w:hAnsi="Arial" w:cs="Arial"/>
          <w:i/>
          <w:iCs/>
          <w:sz w:val="22"/>
          <w:szCs w:val="22"/>
        </w:rPr>
      </w:pPr>
      <w:r w:rsidRPr="00F54749">
        <w:rPr>
          <w:rFonts w:ascii="Arial" w:hAnsi="Arial" w:cs="Arial"/>
          <w:i/>
          <w:iCs/>
          <w:sz w:val="22"/>
          <w:szCs w:val="22"/>
        </w:rPr>
        <w:t>Correct answer: The people or organizations that help sell goods and services to customers</w:t>
      </w:r>
    </w:p>
    <w:p w:rsidR="00117FB4" w:rsidRPr="00F54749" w:rsidRDefault="00117FB4" w:rsidP="00A73191">
      <w:pPr>
        <w:ind w:left="360"/>
        <w:rPr>
          <w:rFonts w:ascii="Arial" w:hAnsi="Arial" w:cs="Arial"/>
          <w:i/>
          <w:sz w:val="22"/>
          <w:szCs w:val="22"/>
        </w:rPr>
      </w:pPr>
      <w:r w:rsidRPr="00F54749">
        <w:rPr>
          <w:rFonts w:ascii="Arial" w:hAnsi="Arial" w:cs="Arial"/>
          <w:i/>
          <w:iCs/>
          <w:sz w:val="22"/>
          <w:szCs w:val="22"/>
        </w:rPr>
        <w:t>Explanation: The principal stakeholders of a business include its distributors, the people or organizations that help sell its goods and services to customers</w:t>
      </w:r>
      <w:r w:rsidRPr="00F54749">
        <w:rPr>
          <w:rFonts w:ascii="Arial" w:hAnsi="Arial" w:cs="Arial"/>
          <w:i/>
          <w:sz w:val="22"/>
          <w:szCs w:val="22"/>
        </w:rPr>
        <w:t>. Distributors can be quite important in industries in which there is not a lot of competition because they have a lot of power over the price and placement of the product.</w:t>
      </w:r>
    </w:p>
    <w:p w:rsidR="00117FB4" w:rsidRPr="009076AA" w:rsidRDefault="00117FB4" w:rsidP="00A73191">
      <w:pPr>
        <w:numPr>
          <w:ilvl w:val="0"/>
          <w:numId w:val="19"/>
        </w:numPr>
        <w:rPr>
          <w:rFonts w:ascii="Arial" w:hAnsi="Arial" w:cs="Arial"/>
          <w:b/>
          <w:sz w:val="22"/>
          <w:szCs w:val="22"/>
        </w:rPr>
      </w:pPr>
      <w:r w:rsidRPr="009076AA">
        <w:rPr>
          <w:rFonts w:ascii="Arial" w:hAnsi="Arial" w:cs="Arial"/>
          <w:b/>
          <w:sz w:val="22"/>
          <w:szCs w:val="22"/>
        </w:rPr>
        <w:t xml:space="preserve">What is </w:t>
      </w:r>
      <w:r w:rsidRPr="009076AA">
        <w:rPr>
          <w:rFonts w:ascii="Arial" w:hAnsi="Arial" w:cs="Arial"/>
          <w:b/>
          <w:i/>
          <w:sz w:val="22"/>
          <w:szCs w:val="22"/>
        </w:rPr>
        <w:t>globalization</w:t>
      </w:r>
      <w:r w:rsidRPr="009076AA">
        <w:rPr>
          <w:rFonts w:ascii="Arial" w:hAnsi="Arial" w:cs="Arial"/>
          <w:b/>
          <w:sz w:val="22"/>
          <w:szCs w:val="22"/>
        </w:rPr>
        <w:t>?</w:t>
      </w:r>
    </w:p>
    <w:p w:rsidR="00117FB4" w:rsidRPr="00F54749" w:rsidRDefault="00117FB4" w:rsidP="00A73191">
      <w:pPr>
        <w:ind w:left="360"/>
        <w:rPr>
          <w:rFonts w:ascii="Arial" w:hAnsi="Arial" w:cs="Arial"/>
          <w:i/>
          <w:iCs/>
          <w:sz w:val="22"/>
          <w:szCs w:val="22"/>
        </w:rPr>
      </w:pPr>
      <w:r w:rsidRPr="00F54749">
        <w:rPr>
          <w:rFonts w:ascii="Arial" w:hAnsi="Arial" w:cs="Arial"/>
          <w:i/>
          <w:iCs/>
          <w:sz w:val="22"/>
          <w:szCs w:val="22"/>
        </w:rPr>
        <w:t>Correct answer: The trend of the world economy toward becoming a more interdependent system.</w:t>
      </w:r>
    </w:p>
    <w:p w:rsidR="00117FB4" w:rsidRPr="00F54749" w:rsidRDefault="00117FB4" w:rsidP="00A73191">
      <w:pPr>
        <w:ind w:left="360"/>
        <w:rPr>
          <w:rFonts w:ascii="Arial" w:hAnsi="Arial" w:cs="Arial"/>
          <w:i/>
          <w:sz w:val="22"/>
          <w:szCs w:val="22"/>
        </w:rPr>
      </w:pPr>
      <w:r w:rsidRPr="00F54749">
        <w:rPr>
          <w:rFonts w:ascii="Arial" w:hAnsi="Arial" w:cs="Arial"/>
          <w:i/>
          <w:iCs/>
          <w:sz w:val="22"/>
          <w:szCs w:val="22"/>
        </w:rPr>
        <w:t xml:space="preserve">Explanation: </w:t>
      </w:r>
      <w:r w:rsidRPr="00F54749">
        <w:rPr>
          <w:rFonts w:ascii="Arial" w:hAnsi="Arial" w:cs="Arial"/>
          <w:bCs/>
          <w:i/>
          <w:sz w:val="22"/>
          <w:szCs w:val="22"/>
        </w:rPr>
        <w:t xml:space="preserve">The common economy is the global economy, or </w:t>
      </w:r>
      <w:r w:rsidRPr="00F54749">
        <w:rPr>
          <w:rFonts w:ascii="Arial" w:hAnsi="Arial" w:cs="Arial"/>
          <w:i/>
          <w:sz w:val="22"/>
          <w:szCs w:val="22"/>
        </w:rPr>
        <w:t xml:space="preserve">globalization—the trend of the world economy toward becoming a more interdependent system. </w:t>
      </w:r>
    </w:p>
    <w:p w:rsidR="00117FB4" w:rsidRPr="00D45460" w:rsidRDefault="00117FB4" w:rsidP="00A73191">
      <w:pPr>
        <w:rPr>
          <w:rFonts w:ascii="Arial" w:hAnsi="Arial" w:cs="Arial"/>
          <w:sz w:val="22"/>
          <w:szCs w:val="22"/>
        </w:rPr>
      </w:pPr>
    </w:p>
    <w:p w:rsidR="00117FB4" w:rsidRPr="007D3BD1" w:rsidRDefault="00117FB4" w:rsidP="00A73191">
      <w:pPr>
        <w:rPr>
          <w:rFonts w:ascii="Arial" w:hAnsi="Arial" w:cs="Arial"/>
          <w:b/>
        </w:rPr>
      </w:pPr>
    </w:p>
    <w:p w:rsidR="00117FB4" w:rsidRPr="007D3BD1" w:rsidRDefault="00117FB4" w:rsidP="00A73191">
      <w:pPr>
        <w:rPr>
          <w:rFonts w:ascii="Arial" w:hAnsi="Arial" w:cs="Arial"/>
          <w:b/>
        </w:rPr>
      </w:pPr>
      <w:r w:rsidRPr="007D3BD1">
        <w:rPr>
          <w:rFonts w:ascii="Arial" w:hAnsi="Arial" w:cs="Arial"/>
          <w:b/>
        </w:rPr>
        <w:t>Critical Thinking Exercises (10 minutes each)</w:t>
      </w:r>
    </w:p>
    <w:p w:rsidR="00117FB4" w:rsidRPr="001D43A5" w:rsidRDefault="00117FB4" w:rsidP="00A73191">
      <w:pPr>
        <w:rPr>
          <w:sz w:val="20"/>
          <w:szCs w:val="20"/>
        </w:rPr>
      </w:pPr>
    </w:p>
    <w:p w:rsidR="00117FB4" w:rsidRPr="001B6945" w:rsidRDefault="00117FB4" w:rsidP="00A73191">
      <w:pPr>
        <w:numPr>
          <w:ilvl w:val="0"/>
          <w:numId w:val="16"/>
        </w:numPr>
        <w:ind w:left="360"/>
        <w:rPr>
          <w:rFonts w:ascii="Arial" w:hAnsi="Arial" w:cs="Arial"/>
          <w:i/>
          <w:sz w:val="22"/>
          <w:szCs w:val="22"/>
        </w:rPr>
      </w:pPr>
      <w:r w:rsidRPr="001B6945">
        <w:rPr>
          <w:rFonts w:ascii="Arial" w:hAnsi="Arial" w:cs="Arial"/>
          <w:sz w:val="22"/>
          <w:szCs w:val="22"/>
        </w:rPr>
        <w:t xml:space="preserve">Booker T. Washington was an African American educator, author, orator and political leader… </w:t>
      </w:r>
      <w:r w:rsidRPr="001B6945">
        <w:rPr>
          <w:rFonts w:ascii="Arial" w:hAnsi="Arial" w:cs="Arial"/>
          <w:b/>
          <w:sz w:val="22"/>
          <w:szCs w:val="22"/>
        </w:rPr>
        <w:t>Utilizing the textbook and class lectures, interpret and discuss this quote.</w:t>
      </w:r>
      <w:r w:rsidRPr="001B6945">
        <w:rPr>
          <w:rFonts w:ascii="Arial" w:hAnsi="Arial" w:cs="Arial"/>
          <w:sz w:val="22"/>
          <w:szCs w:val="22"/>
        </w:rPr>
        <w:t xml:space="preserve">   </w:t>
      </w:r>
      <w:r w:rsidRPr="001B6945">
        <w:rPr>
          <w:rFonts w:ascii="Arial" w:hAnsi="Arial" w:cs="Arial"/>
          <w:sz w:val="22"/>
          <w:szCs w:val="22"/>
        </w:rPr>
        <w:br/>
      </w:r>
      <w:r w:rsidRPr="001B6945">
        <w:rPr>
          <w:rFonts w:ascii="Arial" w:hAnsi="Arial" w:cs="Arial"/>
          <w:i/>
          <w:sz w:val="22"/>
          <w:szCs w:val="22"/>
        </w:rPr>
        <w:t xml:space="preserve">Possible Answers:  </w:t>
      </w:r>
    </w:p>
    <w:p w:rsidR="00117FB4" w:rsidRPr="001B6945" w:rsidRDefault="00117FB4" w:rsidP="00A73191">
      <w:pPr>
        <w:numPr>
          <w:ilvl w:val="0"/>
          <w:numId w:val="17"/>
        </w:numPr>
        <w:ind w:left="720"/>
        <w:rPr>
          <w:rFonts w:ascii="Arial" w:hAnsi="Arial" w:cs="Arial"/>
          <w:i/>
          <w:sz w:val="22"/>
          <w:szCs w:val="22"/>
        </w:rPr>
      </w:pPr>
      <w:r w:rsidRPr="001B6945">
        <w:rPr>
          <w:rFonts w:ascii="Arial" w:hAnsi="Arial" w:cs="Arial"/>
          <w:i/>
          <w:sz w:val="22"/>
          <w:szCs w:val="22"/>
        </w:rPr>
        <w:t xml:space="preserve">Mr. Washington’s quote is one of entrepreneurial spirit, and even though it is 100 years old, it is still true today. </w:t>
      </w:r>
    </w:p>
    <w:p w:rsidR="00117FB4" w:rsidRPr="001B6945" w:rsidRDefault="00117FB4" w:rsidP="00A73191">
      <w:pPr>
        <w:numPr>
          <w:ilvl w:val="0"/>
          <w:numId w:val="17"/>
        </w:numPr>
        <w:ind w:left="720"/>
        <w:rPr>
          <w:rFonts w:ascii="Arial" w:hAnsi="Arial" w:cs="Arial"/>
          <w:i/>
          <w:sz w:val="22"/>
          <w:szCs w:val="22"/>
        </w:rPr>
      </w:pPr>
      <w:r w:rsidRPr="001B6945">
        <w:rPr>
          <w:rFonts w:ascii="Arial" w:hAnsi="Arial" w:cs="Arial"/>
          <w:i/>
          <w:sz w:val="22"/>
          <w:szCs w:val="22"/>
        </w:rPr>
        <w:t xml:space="preserve">Mr. Washington was referring to the self sufficiency of African Americans, but this holds true for other groups as well.  </w:t>
      </w:r>
    </w:p>
    <w:p w:rsidR="00117FB4" w:rsidRPr="001B6945" w:rsidRDefault="00117FB4" w:rsidP="00A73191">
      <w:pPr>
        <w:numPr>
          <w:ilvl w:val="0"/>
          <w:numId w:val="17"/>
        </w:numPr>
        <w:ind w:left="720"/>
        <w:rPr>
          <w:rFonts w:ascii="Arial" w:hAnsi="Arial" w:cs="Arial"/>
          <w:color w:val="000000"/>
          <w:sz w:val="22"/>
          <w:szCs w:val="22"/>
        </w:rPr>
      </w:pPr>
      <w:r w:rsidRPr="001B6945">
        <w:rPr>
          <w:rFonts w:ascii="Arial" w:hAnsi="Arial" w:cs="Arial"/>
          <w:i/>
          <w:sz w:val="22"/>
          <w:szCs w:val="22"/>
        </w:rPr>
        <w:t>Mr. Washington may have been referencing the independence and autonomy that entrepreneurship offers (away from a history of slavery). Some entrepreneurs have built businesses with the most scarce of resources, and have gone on to become very successful.</w:t>
      </w:r>
    </w:p>
    <w:p w:rsidR="00117FB4" w:rsidRPr="001B6945" w:rsidRDefault="00117FB4" w:rsidP="00A73191">
      <w:pPr>
        <w:numPr>
          <w:ilvl w:val="0"/>
          <w:numId w:val="17"/>
        </w:numPr>
        <w:ind w:left="720"/>
        <w:rPr>
          <w:rFonts w:ascii="Arial" w:hAnsi="Arial" w:cs="Arial"/>
          <w:color w:val="000000"/>
          <w:sz w:val="22"/>
          <w:szCs w:val="22"/>
        </w:rPr>
      </w:pPr>
      <w:r w:rsidRPr="001B6945">
        <w:rPr>
          <w:rFonts w:ascii="Arial" w:hAnsi="Arial" w:cs="Arial"/>
          <w:i/>
          <w:sz w:val="22"/>
          <w:szCs w:val="22"/>
        </w:rPr>
        <w:t xml:space="preserve">Mr. Washington felt strongly that some of the skills learned by the slaves (things like carpentry, cooking, farming, tailoring and shoemaking) were seeds for businesses that could be started at home and with little or no capital  </w:t>
      </w:r>
    </w:p>
    <w:p w:rsidR="00117FB4" w:rsidRPr="001B6945" w:rsidRDefault="00117FB4" w:rsidP="00A73191">
      <w:pPr>
        <w:numPr>
          <w:ilvl w:val="0"/>
          <w:numId w:val="17"/>
        </w:numPr>
        <w:ind w:left="720"/>
        <w:rPr>
          <w:rFonts w:ascii="Arial" w:hAnsi="Arial" w:cs="Arial"/>
          <w:color w:val="000000"/>
          <w:sz w:val="22"/>
          <w:szCs w:val="22"/>
        </w:rPr>
      </w:pPr>
      <w:r w:rsidRPr="001B6945">
        <w:rPr>
          <w:rFonts w:ascii="Arial" w:hAnsi="Arial" w:cs="Arial"/>
          <w:i/>
          <w:sz w:val="22"/>
          <w:szCs w:val="22"/>
        </w:rPr>
        <w:t>Some people may feel that their small one or two person business doesn’t make a difference.</w:t>
      </w:r>
      <w:r w:rsidRPr="001B6945" w:rsidDel="009419CC">
        <w:rPr>
          <w:rFonts w:ascii="Arial" w:hAnsi="Arial" w:cs="Arial"/>
          <w:i/>
          <w:sz w:val="22"/>
          <w:szCs w:val="22"/>
          <w:vertAlign w:val="superscript"/>
        </w:rPr>
        <w:t xml:space="preserve"> </w:t>
      </w:r>
      <w:r w:rsidRPr="001B6945">
        <w:rPr>
          <w:rFonts w:ascii="Arial" w:hAnsi="Arial" w:cs="Arial"/>
          <w:i/>
          <w:sz w:val="22"/>
          <w:szCs w:val="22"/>
          <w:vertAlign w:val="superscript"/>
        </w:rPr>
        <w:br/>
      </w:r>
    </w:p>
    <w:p w:rsidR="00117FB4" w:rsidRPr="001B6945" w:rsidRDefault="00117FB4" w:rsidP="00A73191">
      <w:pPr>
        <w:numPr>
          <w:ilvl w:val="0"/>
          <w:numId w:val="16"/>
        </w:numPr>
        <w:ind w:left="360"/>
        <w:rPr>
          <w:rFonts w:ascii="Arial" w:hAnsi="Arial" w:cs="Arial"/>
          <w:i/>
          <w:sz w:val="22"/>
          <w:szCs w:val="22"/>
        </w:rPr>
      </w:pPr>
      <w:r w:rsidRPr="001B6945">
        <w:rPr>
          <w:rFonts w:ascii="Arial" w:hAnsi="Arial" w:cs="Arial"/>
          <w:sz w:val="22"/>
          <w:szCs w:val="22"/>
        </w:rPr>
        <w:t xml:space="preserve">Wealth is created from the factors of production… </w:t>
      </w:r>
      <w:r w:rsidRPr="00AF0857">
        <w:rPr>
          <w:rFonts w:ascii="Arial" w:hAnsi="Arial" w:cs="Arial"/>
          <w:b/>
          <w:sz w:val="22"/>
          <w:szCs w:val="22"/>
        </w:rPr>
        <w:t xml:space="preserve">Using the criteria of creating wealth, </w:t>
      </w:r>
      <w:r w:rsidRPr="001B6945">
        <w:rPr>
          <w:rFonts w:ascii="Arial" w:hAnsi="Arial" w:cs="Arial"/>
          <w:b/>
          <w:sz w:val="22"/>
          <w:szCs w:val="22"/>
        </w:rPr>
        <w:t>rank the factors of production in order of importance.  Explain your ranking.</w:t>
      </w:r>
      <w:r w:rsidRPr="001B6945">
        <w:rPr>
          <w:rFonts w:ascii="Arial" w:hAnsi="Arial" w:cs="Arial"/>
          <w:sz w:val="22"/>
          <w:szCs w:val="22"/>
        </w:rPr>
        <w:t xml:space="preserve">  </w:t>
      </w:r>
      <w:r w:rsidRPr="001B6945">
        <w:rPr>
          <w:rFonts w:ascii="Arial" w:hAnsi="Arial" w:cs="Arial"/>
          <w:sz w:val="22"/>
          <w:szCs w:val="22"/>
        </w:rPr>
        <w:br/>
      </w:r>
      <w:r w:rsidRPr="001B6945">
        <w:rPr>
          <w:rFonts w:ascii="Arial" w:hAnsi="Arial" w:cs="Arial"/>
          <w:i/>
          <w:sz w:val="22"/>
          <w:szCs w:val="22"/>
        </w:rPr>
        <w:t xml:space="preserve">Possible Answer: Answers will vary. For instance, some students will say  that knowledge and entrepreneurship are at the top, while human resources, capitol and land and natural resources rank lower; and other students will likely rank natural resources and capital more highly.  </w:t>
      </w:r>
      <w:r w:rsidRPr="001B6945">
        <w:rPr>
          <w:rFonts w:ascii="Arial" w:hAnsi="Arial" w:cs="Arial"/>
          <w:i/>
          <w:sz w:val="22"/>
          <w:szCs w:val="22"/>
        </w:rPr>
        <w:br/>
      </w:r>
    </w:p>
    <w:p w:rsidR="00117FB4" w:rsidRPr="001B6945" w:rsidRDefault="00117FB4" w:rsidP="00A73191">
      <w:pPr>
        <w:numPr>
          <w:ilvl w:val="0"/>
          <w:numId w:val="16"/>
        </w:numPr>
        <w:ind w:left="360"/>
        <w:rPr>
          <w:rFonts w:ascii="Arial" w:hAnsi="Arial" w:cs="Arial"/>
          <w:i/>
          <w:sz w:val="22"/>
          <w:szCs w:val="22"/>
        </w:rPr>
      </w:pPr>
      <w:r w:rsidRPr="001B6945">
        <w:rPr>
          <w:rFonts w:ascii="Arial" w:hAnsi="Arial" w:cs="Arial"/>
          <w:sz w:val="22"/>
          <w:szCs w:val="22"/>
        </w:rPr>
        <w:t xml:space="preserve">As discussed in the chapter, a country’s demographics (the measurable characteristics of a population such as race and age) affect customer needs as well as the pool from which a company draws employees… </w:t>
      </w:r>
      <w:r w:rsidRPr="001B6945">
        <w:rPr>
          <w:rFonts w:ascii="Arial" w:hAnsi="Arial" w:cs="Arial"/>
          <w:b/>
          <w:sz w:val="22"/>
          <w:szCs w:val="22"/>
        </w:rPr>
        <w:t>Discuss how each might impact U.S. business practices and give examples of how businesses could respond to these changes:…</w:t>
      </w:r>
      <w:r w:rsidRPr="001B6945">
        <w:rPr>
          <w:rFonts w:ascii="Arial" w:hAnsi="Arial" w:cs="Arial"/>
          <w:color w:val="000000"/>
          <w:sz w:val="22"/>
          <w:szCs w:val="22"/>
        </w:rPr>
        <w:br/>
      </w:r>
      <w:r w:rsidRPr="001B6945">
        <w:rPr>
          <w:rFonts w:ascii="Arial" w:hAnsi="Arial" w:cs="Arial"/>
          <w:i/>
          <w:color w:val="000000"/>
          <w:sz w:val="22"/>
          <w:szCs w:val="22"/>
        </w:rPr>
        <w:t xml:space="preserve">Possible Answers:   </w:t>
      </w:r>
    </w:p>
    <w:p w:rsidR="00117FB4" w:rsidRPr="001B6945" w:rsidRDefault="00117FB4" w:rsidP="00A73191">
      <w:pPr>
        <w:numPr>
          <w:ilvl w:val="0"/>
          <w:numId w:val="18"/>
        </w:numPr>
        <w:ind w:left="720"/>
        <w:rPr>
          <w:rFonts w:ascii="Arial" w:hAnsi="Arial" w:cs="Arial"/>
          <w:i/>
          <w:color w:val="000000"/>
          <w:sz w:val="22"/>
          <w:szCs w:val="22"/>
        </w:rPr>
      </w:pPr>
      <w:r w:rsidRPr="001B6945">
        <w:rPr>
          <w:rFonts w:ascii="Arial" w:hAnsi="Arial" w:cs="Arial"/>
          <w:i/>
          <w:color w:val="000000"/>
          <w:sz w:val="22"/>
          <w:szCs w:val="22"/>
        </w:rPr>
        <w:t xml:space="preserve">An increased number of minorities (diversity) may mean greater diversity awareness and acceptance will be needed.  This could be achieved through   diversity training and workshops supporting a more multi-lingual environment, changing holiday schedules to reflect some groups who do not celebrate dominant holidays (Muslims, Buddhists, Jews), and appreciating new perspectives and ways of problem solving that may arise from having a more varied experience base.  </w:t>
      </w:r>
    </w:p>
    <w:p w:rsidR="00117FB4" w:rsidRPr="001B6945" w:rsidRDefault="00117FB4" w:rsidP="00A73191">
      <w:pPr>
        <w:numPr>
          <w:ilvl w:val="0"/>
          <w:numId w:val="18"/>
        </w:numPr>
        <w:ind w:left="720"/>
        <w:rPr>
          <w:rFonts w:ascii="Arial" w:hAnsi="Arial" w:cs="Arial"/>
          <w:i/>
          <w:sz w:val="22"/>
          <w:szCs w:val="22"/>
        </w:rPr>
      </w:pPr>
      <w:r w:rsidRPr="001B6945">
        <w:rPr>
          <w:rFonts w:ascii="Arial" w:hAnsi="Arial" w:cs="Arial"/>
          <w:i/>
          <w:color w:val="000000"/>
          <w:sz w:val="22"/>
          <w:szCs w:val="22"/>
        </w:rPr>
        <w:t xml:space="preserve">An aging workforce may need new/different perks for employees such as onsite day care for their aging parents (this group is called the sandwich generation) and may need to provide job opportunities for aging workers who continue to work for financial reasons., Businesses may benefit from retiree entrepreneurs and tapping the labor market in the sunbelt (where older people live) and a demand for older managers with experience.  </w:t>
      </w:r>
    </w:p>
    <w:p w:rsidR="00117FB4" w:rsidRPr="001B6945" w:rsidRDefault="00117FB4" w:rsidP="00A73191">
      <w:pPr>
        <w:numPr>
          <w:ilvl w:val="0"/>
          <w:numId w:val="18"/>
        </w:numPr>
        <w:ind w:left="720"/>
        <w:rPr>
          <w:rFonts w:ascii="Arial" w:hAnsi="Arial" w:cs="Arial"/>
          <w:i/>
          <w:sz w:val="22"/>
          <w:szCs w:val="22"/>
        </w:rPr>
      </w:pPr>
      <w:r w:rsidRPr="001B6945">
        <w:rPr>
          <w:rFonts w:ascii="Arial" w:hAnsi="Arial" w:cs="Arial"/>
          <w:i/>
          <w:color w:val="000000"/>
          <w:sz w:val="22"/>
          <w:szCs w:val="22"/>
        </w:rPr>
        <w:t xml:space="preserve">Single parent households may need flexible work schedules resulting in more job sharing and on-site day care. </w:t>
      </w:r>
    </w:p>
    <w:p w:rsidR="00117FB4" w:rsidRPr="001B6945" w:rsidRDefault="00117FB4" w:rsidP="00A73191">
      <w:pPr>
        <w:numPr>
          <w:ilvl w:val="0"/>
          <w:numId w:val="18"/>
        </w:numPr>
        <w:ind w:left="720"/>
        <w:rPr>
          <w:rFonts w:ascii="Arial" w:hAnsi="Arial" w:cs="Arial"/>
          <w:i/>
          <w:sz w:val="22"/>
          <w:szCs w:val="22"/>
        </w:rPr>
      </w:pPr>
      <w:r w:rsidRPr="001B6945">
        <w:rPr>
          <w:rFonts w:ascii="Arial" w:hAnsi="Arial" w:cs="Arial"/>
          <w:i/>
          <w:color w:val="000000"/>
          <w:sz w:val="22"/>
          <w:szCs w:val="22"/>
        </w:rPr>
        <w:t xml:space="preserve"> Families extending across borders may need longer vacations (possibly unpaid) to see family members who are across borders, a more global environment of shared experiences.  </w:t>
      </w:r>
    </w:p>
    <w:p w:rsidR="00117FB4" w:rsidRPr="001B6945" w:rsidRDefault="00117FB4" w:rsidP="00A73191">
      <w:pPr>
        <w:ind w:left="360" w:hanging="360"/>
        <w:rPr>
          <w:rFonts w:ascii="Arial" w:hAnsi="Arial" w:cs="Arial"/>
          <w:i/>
          <w:sz w:val="22"/>
          <w:szCs w:val="22"/>
        </w:rPr>
      </w:pPr>
    </w:p>
    <w:p w:rsidR="00117FB4" w:rsidRPr="001B6945" w:rsidRDefault="00117FB4" w:rsidP="00A73191">
      <w:pPr>
        <w:numPr>
          <w:ilvl w:val="0"/>
          <w:numId w:val="16"/>
        </w:numPr>
        <w:ind w:left="360"/>
        <w:rPr>
          <w:rFonts w:ascii="Arial" w:hAnsi="Arial" w:cs="Arial"/>
          <w:sz w:val="22"/>
          <w:szCs w:val="22"/>
        </w:rPr>
      </w:pPr>
      <w:r w:rsidRPr="001B6945">
        <w:rPr>
          <w:rFonts w:ascii="Arial" w:hAnsi="Arial" w:cs="Arial"/>
          <w:sz w:val="22"/>
          <w:szCs w:val="22"/>
        </w:rPr>
        <w:t>A NPR (National Public Radio) article “Defining Diversity: Beyond Race and Gender”</w:t>
      </w:r>
      <w:r>
        <w:rPr>
          <w:rFonts w:ascii="Arial" w:hAnsi="Arial" w:cs="Arial"/>
          <w:sz w:val="22"/>
          <w:szCs w:val="22"/>
        </w:rPr>
        <w:t xml:space="preserve"> </w:t>
      </w:r>
      <w:r w:rsidRPr="001B6945">
        <w:rPr>
          <w:rFonts w:ascii="Arial" w:hAnsi="Arial" w:cs="Arial"/>
          <w:sz w:val="22"/>
          <w:szCs w:val="22"/>
        </w:rPr>
        <w:t xml:space="preserve">says that diversity in the current workplace often goes beyond the traditional gender and race quotients…  </w:t>
      </w:r>
      <w:r w:rsidRPr="001B6945">
        <w:rPr>
          <w:rFonts w:ascii="Arial" w:hAnsi="Arial" w:cs="Arial"/>
          <w:b/>
          <w:sz w:val="22"/>
          <w:szCs w:val="22"/>
        </w:rPr>
        <w:t>How would you define diversity at your school, work or a community group in which you’re involved? Is it defined differently than traditional age, gender and race?</w:t>
      </w:r>
      <w:r w:rsidRPr="001B6945">
        <w:rPr>
          <w:rFonts w:ascii="Arial" w:hAnsi="Arial" w:cs="Arial"/>
          <w:sz w:val="22"/>
          <w:szCs w:val="22"/>
        </w:rPr>
        <w:br/>
      </w:r>
      <w:r w:rsidRPr="001B6945">
        <w:rPr>
          <w:rFonts w:ascii="Arial" w:hAnsi="Arial" w:cs="Arial"/>
          <w:i/>
          <w:sz w:val="22"/>
          <w:szCs w:val="22"/>
        </w:rPr>
        <w:t xml:space="preserve">Possible Answer: Answers will vary. Students may list: sexual orientation, employees with pets (allowing pets at the workplace), gender reassignment, the sandwich generation (those baby boomers caring for aging parents and small children, former inmates reentering the workplace, recreational habits or marital status.   </w:t>
      </w:r>
      <w:r w:rsidRPr="001B6945">
        <w:rPr>
          <w:rFonts w:ascii="Arial" w:hAnsi="Arial" w:cs="Arial"/>
          <w:i/>
          <w:sz w:val="22"/>
          <w:szCs w:val="22"/>
        </w:rPr>
        <w:br/>
      </w:r>
    </w:p>
    <w:p w:rsidR="00117FB4" w:rsidRPr="001B6945" w:rsidRDefault="00117FB4" w:rsidP="00A73191">
      <w:pPr>
        <w:numPr>
          <w:ilvl w:val="0"/>
          <w:numId w:val="16"/>
        </w:numPr>
        <w:ind w:left="360"/>
        <w:rPr>
          <w:rFonts w:ascii="Arial" w:hAnsi="Arial" w:cs="Arial"/>
          <w:sz w:val="22"/>
          <w:szCs w:val="22"/>
        </w:rPr>
      </w:pPr>
      <w:r w:rsidRPr="001B6945">
        <w:rPr>
          <w:rFonts w:ascii="Arial" w:hAnsi="Arial" w:cs="Arial"/>
          <w:sz w:val="22"/>
          <w:szCs w:val="22"/>
        </w:rPr>
        <w:t xml:space="preserve">Buy Nothing Day (BND) is an international day of </w:t>
      </w:r>
      <w:hyperlink r:id="rId20" w:tooltip="Protest" w:history="1">
        <w:r w:rsidRPr="001B6945">
          <w:rPr>
            <w:rFonts w:ascii="Arial" w:hAnsi="Arial" w:cs="Arial"/>
            <w:sz w:val="22"/>
            <w:szCs w:val="22"/>
          </w:rPr>
          <w:t>protest</w:t>
        </w:r>
      </w:hyperlink>
      <w:r w:rsidRPr="001B6945">
        <w:rPr>
          <w:rFonts w:ascii="Arial" w:hAnsi="Arial" w:cs="Arial"/>
          <w:sz w:val="22"/>
          <w:szCs w:val="22"/>
        </w:rPr>
        <w:t xml:space="preserve"> against </w:t>
      </w:r>
      <w:hyperlink r:id="rId21" w:tooltip="Consumerism" w:history="1">
        <w:r w:rsidRPr="001B6945">
          <w:rPr>
            <w:rFonts w:ascii="Arial" w:hAnsi="Arial" w:cs="Arial"/>
            <w:sz w:val="22"/>
            <w:szCs w:val="22"/>
          </w:rPr>
          <w:t>consumerism</w:t>
        </w:r>
      </w:hyperlink>
      <w:r w:rsidRPr="001B6945">
        <w:rPr>
          <w:rFonts w:ascii="Arial" w:hAnsi="Arial" w:cs="Arial"/>
          <w:sz w:val="22"/>
          <w:szCs w:val="22"/>
        </w:rPr>
        <w:t xml:space="preserve"> observed by </w:t>
      </w:r>
      <w:hyperlink r:id="rId22" w:tooltip="Social activists" w:history="1">
        <w:r w:rsidRPr="001B6945">
          <w:rPr>
            <w:rFonts w:ascii="Arial" w:hAnsi="Arial" w:cs="Arial"/>
            <w:sz w:val="22"/>
            <w:szCs w:val="22"/>
          </w:rPr>
          <w:t>social activists</w:t>
        </w:r>
      </w:hyperlink>
      <w:r w:rsidRPr="001B6945">
        <w:rPr>
          <w:rFonts w:ascii="Arial" w:hAnsi="Arial" w:cs="Arial"/>
          <w:sz w:val="22"/>
          <w:szCs w:val="22"/>
        </w:rPr>
        <w:t xml:space="preserve">… </w:t>
      </w:r>
      <w:r w:rsidRPr="001B6945">
        <w:rPr>
          <w:rFonts w:ascii="Arial" w:hAnsi="Arial" w:cs="Arial"/>
          <w:b/>
          <w:sz w:val="22"/>
          <w:szCs w:val="22"/>
        </w:rPr>
        <w:t>As a member of the buying public, would you be interested in participating in this? Do you think BND is effective in achieving its goal as stated above</w:t>
      </w:r>
      <w:r w:rsidRPr="001B6945">
        <w:rPr>
          <w:rFonts w:ascii="Arial" w:hAnsi="Arial" w:cs="Arial"/>
          <w:sz w:val="22"/>
          <w:szCs w:val="22"/>
        </w:rPr>
        <w:t>?</w:t>
      </w:r>
      <w:r w:rsidRPr="001B6945">
        <w:rPr>
          <w:rFonts w:ascii="Arial" w:hAnsi="Arial" w:cs="Arial"/>
          <w:sz w:val="22"/>
          <w:szCs w:val="22"/>
        </w:rPr>
        <w:br/>
      </w:r>
      <w:r w:rsidRPr="001B6945">
        <w:rPr>
          <w:rFonts w:ascii="Arial" w:hAnsi="Arial" w:cs="Arial"/>
          <w:i/>
          <w:sz w:val="22"/>
          <w:szCs w:val="22"/>
        </w:rPr>
        <w:t>Possible Answer: The answers will vary depending upon the student’s level of consumerism. To some degree most students are aware of the impact of marketing and the hyper-cons</w:t>
      </w:r>
      <w:r>
        <w:rPr>
          <w:rFonts w:ascii="Arial" w:hAnsi="Arial" w:cs="Arial"/>
          <w:i/>
          <w:sz w:val="22"/>
          <w:szCs w:val="22"/>
        </w:rPr>
        <w:t xml:space="preserve">umer world in which they live. </w:t>
      </w:r>
      <w:r w:rsidRPr="001B6945">
        <w:rPr>
          <w:rFonts w:ascii="Arial" w:hAnsi="Arial" w:cs="Arial"/>
          <w:i/>
          <w:sz w:val="22"/>
          <w:szCs w:val="22"/>
        </w:rPr>
        <w:t xml:space="preserve">While some students may reject BND entirely, others may be very interested in such a movement and actually support the day, or a similar exercise, already. </w:t>
      </w:r>
    </w:p>
    <w:p w:rsidR="00117FB4" w:rsidRDefault="00117FB4" w:rsidP="00A73191">
      <w:pPr>
        <w:rPr>
          <w:rFonts w:ascii="Arial" w:hAnsi="Arial" w:cs="Arial"/>
        </w:rPr>
      </w:pPr>
    </w:p>
    <w:p w:rsidR="00117FB4" w:rsidRDefault="00117FB4" w:rsidP="00A73191">
      <w:pPr>
        <w:rPr>
          <w:rFonts w:ascii="Arial" w:hAnsi="Arial" w:cs="Arial"/>
        </w:rPr>
      </w:pPr>
    </w:p>
    <w:p w:rsidR="00117FB4" w:rsidRDefault="00117FB4" w:rsidP="00A73191">
      <w:pPr>
        <w:rPr>
          <w:rFonts w:ascii="Arial" w:hAnsi="Arial" w:cs="Arial"/>
          <w:b/>
        </w:rPr>
      </w:pPr>
      <w:r w:rsidRPr="00AF3E95">
        <w:rPr>
          <w:rFonts w:ascii="Arial" w:hAnsi="Arial" w:cs="Arial"/>
          <w:b/>
        </w:rPr>
        <w:t>Video Case</w:t>
      </w:r>
    </w:p>
    <w:p w:rsidR="00117FB4" w:rsidRDefault="00117FB4" w:rsidP="00A73191">
      <w:pPr>
        <w:rPr>
          <w:rFonts w:ascii="Arial" w:hAnsi="Arial" w:cs="Arial"/>
          <w:b/>
        </w:rPr>
      </w:pPr>
      <w:r>
        <w:rPr>
          <w:rFonts w:ascii="Arial" w:hAnsi="Arial" w:cs="Arial"/>
          <w:b/>
        </w:rPr>
        <w:t xml:space="preserve">Making a Difference in Society: </w:t>
      </w:r>
      <w:r w:rsidRPr="00AF3E95">
        <w:rPr>
          <w:rFonts w:ascii="Arial" w:hAnsi="Arial" w:cs="Arial"/>
          <w:b/>
        </w:rPr>
        <w:t>Saving Lives of Senior Dogs</w:t>
      </w:r>
    </w:p>
    <w:p w:rsidR="00117FB4" w:rsidRDefault="00117FB4" w:rsidP="00A73191">
      <w:pPr>
        <w:rPr>
          <w:rFonts w:ascii="Arial" w:hAnsi="Arial" w:cs="Arial"/>
          <w:b/>
        </w:rPr>
      </w:pPr>
    </w:p>
    <w:p w:rsidR="00117FB4" w:rsidRPr="00AB3E4A" w:rsidRDefault="00117FB4" w:rsidP="00A73191">
      <w:pPr>
        <w:pStyle w:val="ListParagraph"/>
        <w:numPr>
          <w:ilvl w:val="0"/>
          <w:numId w:val="20"/>
        </w:numPr>
        <w:spacing w:after="200" w:line="276" w:lineRule="auto"/>
        <w:ind w:left="360"/>
        <w:rPr>
          <w:rFonts w:ascii="Arial" w:hAnsi="Arial" w:cs="Arial"/>
          <w:sz w:val="22"/>
          <w:szCs w:val="22"/>
        </w:rPr>
      </w:pPr>
      <w:r w:rsidRPr="00AB3E4A">
        <w:rPr>
          <w:rFonts w:ascii="Arial" w:hAnsi="Arial" w:cs="Arial"/>
          <w:sz w:val="22"/>
          <w:szCs w:val="22"/>
        </w:rPr>
        <w:t xml:space="preserve">“Quality of life” reflects a society’s general well-being as measured by standard of living… </w:t>
      </w:r>
      <w:r w:rsidRPr="00AB3E4A">
        <w:rPr>
          <w:rFonts w:ascii="Arial" w:hAnsi="Arial" w:cs="Arial"/>
          <w:b/>
          <w:sz w:val="22"/>
          <w:szCs w:val="22"/>
        </w:rPr>
        <w:t>Based upon the definition of quality of life, which of these measurements is most prevalent in the work that Sherri Franklin and Muttville Senior Dog Rescue performs to improve the quality of life for both dogs and humans?</w:t>
      </w:r>
      <w:r w:rsidRPr="00AB3E4A">
        <w:rPr>
          <w:rFonts w:ascii="Arial" w:hAnsi="Arial" w:cs="Arial"/>
          <w:sz w:val="22"/>
          <w:szCs w:val="22"/>
        </w:rPr>
        <w:br/>
      </w:r>
      <w:r w:rsidRPr="00AB3E4A">
        <w:rPr>
          <w:rFonts w:ascii="Arial" w:hAnsi="Arial" w:cs="Arial"/>
          <w:i/>
          <w:sz w:val="22"/>
          <w:szCs w:val="22"/>
        </w:rPr>
        <w:t>Possible Answer: Muttville contributes to increasing the quality of life for its animals, volunteers and new pet owners, as follows:</w:t>
      </w:r>
    </w:p>
    <w:p w:rsidR="00117FB4" w:rsidRPr="00AB3E4A" w:rsidRDefault="00117FB4" w:rsidP="00A73191">
      <w:pPr>
        <w:pStyle w:val="ListParagraph"/>
        <w:numPr>
          <w:ilvl w:val="0"/>
          <w:numId w:val="21"/>
        </w:numPr>
        <w:spacing w:after="200" w:line="276" w:lineRule="auto"/>
        <w:rPr>
          <w:rFonts w:ascii="Arial" w:hAnsi="Arial" w:cs="Arial"/>
          <w:sz w:val="22"/>
          <w:szCs w:val="22"/>
        </w:rPr>
      </w:pPr>
      <w:r w:rsidRPr="00AB3E4A">
        <w:rPr>
          <w:rFonts w:ascii="Arial" w:hAnsi="Arial" w:cs="Arial"/>
          <w:i/>
          <w:sz w:val="22"/>
          <w:szCs w:val="22"/>
        </w:rPr>
        <w:t>A pet provides instant companionship, love and affection, and for some seniors (and non-seniors as well), as described in the video, the companionship of a pet can lesson depression and isolation.</w:t>
      </w:r>
    </w:p>
    <w:p w:rsidR="00117FB4" w:rsidRPr="00AB3E4A" w:rsidRDefault="00117FB4" w:rsidP="00A73191">
      <w:pPr>
        <w:pStyle w:val="ListParagraph"/>
        <w:numPr>
          <w:ilvl w:val="0"/>
          <w:numId w:val="21"/>
        </w:numPr>
        <w:spacing w:after="200" w:line="276" w:lineRule="auto"/>
        <w:rPr>
          <w:rFonts w:ascii="Arial" w:hAnsi="Arial" w:cs="Arial"/>
          <w:sz w:val="22"/>
          <w:szCs w:val="22"/>
        </w:rPr>
      </w:pPr>
      <w:r w:rsidRPr="00AB3E4A">
        <w:rPr>
          <w:rFonts w:ascii="Arial" w:hAnsi="Arial" w:cs="Arial"/>
          <w:i/>
          <w:sz w:val="22"/>
          <w:szCs w:val="22"/>
        </w:rPr>
        <w:t>A pet provides an excuse to exercise and hike for increased health benefits and reduced stress</w:t>
      </w:r>
      <w:r>
        <w:rPr>
          <w:rFonts w:ascii="Arial" w:hAnsi="Arial" w:cs="Arial"/>
          <w:i/>
          <w:sz w:val="22"/>
          <w:szCs w:val="22"/>
        </w:rPr>
        <w:t>.</w:t>
      </w:r>
    </w:p>
    <w:p w:rsidR="00117FB4" w:rsidRPr="00AB3E4A" w:rsidRDefault="00117FB4" w:rsidP="00A73191">
      <w:pPr>
        <w:pStyle w:val="ListParagraph"/>
        <w:numPr>
          <w:ilvl w:val="0"/>
          <w:numId w:val="21"/>
        </w:numPr>
        <w:spacing w:after="200" w:line="276" w:lineRule="auto"/>
        <w:rPr>
          <w:rFonts w:ascii="Arial" w:hAnsi="Arial" w:cs="Arial"/>
          <w:sz w:val="22"/>
          <w:szCs w:val="22"/>
        </w:rPr>
      </w:pPr>
      <w:r w:rsidRPr="00AB3E4A">
        <w:rPr>
          <w:rFonts w:ascii="Arial" w:hAnsi="Arial" w:cs="Arial"/>
          <w:i/>
          <w:sz w:val="22"/>
          <w:szCs w:val="22"/>
        </w:rPr>
        <w:t>A new family addition like a pet not only teaches children about responsibility and care, but also adds love.</w:t>
      </w:r>
    </w:p>
    <w:p w:rsidR="00117FB4" w:rsidRPr="00AB3E4A" w:rsidRDefault="00117FB4" w:rsidP="00A73191">
      <w:pPr>
        <w:pStyle w:val="ListParagraph"/>
        <w:numPr>
          <w:ilvl w:val="0"/>
          <w:numId w:val="21"/>
        </w:numPr>
        <w:spacing w:after="200" w:line="276" w:lineRule="auto"/>
        <w:rPr>
          <w:rFonts w:ascii="Arial" w:hAnsi="Arial" w:cs="Arial"/>
          <w:sz w:val="22"/>
          <w:szCs w:val="22"/>
        </w:rPr>
      </w:pPr>
      <w:r w:rsidRPr="00AB3E4A">
        <w:rPr>
          <w:rFonts w:ascii="Arial" w:hAnsi="Arial" w:cs="Arial"/>
          <w:i/>
          <w:sz w:val="22"/>
          <w:szCs w:val="22"/>
        </w:rPr>
        <w:t xml:space="preserve">A pet-loving volunteer may feel an immense sense of gratitude: finding a forever home for an abandoned dog at a pet adoption event, being around other likeminded pet lovers, nursing a neglected or abused pet back to life, creating an end of life hospice arrangement, or saving a life worth living from euthanasia. </w:t>
      </w:r>
    </w:p>
    <w:p w:rsidR="00117FB4" w:rsidRPr="00AB3E4A" w:rsidRDefault="00117FB4" w:rsidP="00A73191">
      <w:pPr>
        <w:pStyle w:val="ListParagraph"/>
        <w:numPr>
          <w:ilvl w:val="0"/>
          <w:numId w:val="21"/>
        </w:numPr>
        <w:spacing w:after="200" w:line="276" w:lineRule="auto"/>
        <w:rPr>
          <w:rFonts w:ascii="Arial" w:hAnsi="Arial" w:cs="Arial"/>
          <w:sz w:val="22"/>
          <w:szCs w:val="22"/>
        </w:rPr>
      </w:pPr>
      <w:r w:rsidRPr="00AB3E4A">
        <w:rPr>
          <w:rFonts w:ascii="Arial" w:hAnsi="Arial" w:cs="Arial"/>
          <w:i/>
          <w:sz w:val="22"/>
          <w:szCs w:val="22"/>
        </w:rPr>
        <w:t>Volunteers involved in education and advocacy at Muttville are working diligently to create awareness about neutering dogs in order to, i</w:t>
      </w:r>
      <w:r>
        <w:rPr>
          <w:rFonts w:ascii="Arial" w:hAnsi="Arial" w:cs="Arial"/>
          <w:i/>
          <w:sz w:val="22"/>
          <w:szCs w:val="22"/>
        </w:rPr>
        <w:t xml:space="preserve">n addition to other reasons, </w:t>
      </w:r>
      <w:r w:rsidRPr="00AB3E4A">
        <w:rPr>
          <w:rFonts w:ascii="Arial" w:hAnsi="Arial" w:cs="Arial"/>
          <w:i/>
          <w:sz w:val="22"/>
          <w:szCs w:val="22"/>
        </w:rPr>
        <w:t xml:space="preserve">avoid unplanned litters resulting in pet overpopulation -- both which can be prevented. </w:t>
      </w:r>
    </w:p>
    <w:p w:rsidR="00117FB4" w:rsidRPr="00AB3E4A" w:rsidRDefault="00117FB4" w:rsidP="00A73191">
      <w:pPr>
        <w:pStyle w:val="ListParagraph"/>
        <w:numPr>
          <w:ilvl w:val="0"/>
          <w:numId w:val="21"/>
        </w:numPr>
        <w:spacing w:after="200" w:line="276" w:lineRule="auto"/>
        <w:rPr>
          <w:rFonts w:ascii="Arial" w:hAnsi="Arial" w:cs="Arial"/>
          <w:i/>
          <w:sz w:val="22"/>
          <w:szCs w:val="22"/>
        </w:rPr>
      </w:pPr>
      <w:r w:rsidRPr="00AB3E4A">
        <w:rPr>
          <w:rFonts w:ascii="Arial" w:hAnsi="Arial" w:cs="Arial"/>
          <w:i/>
          <w:sz w:val="22"/>
          <w:szCs w:val="22"/>
        </w:rPr>
        <w:t>This is quality of life for dogs, not people</w:t>
      </w:r>
      <w:r>
        <w:rPr>
          <w:rFonts w:ascii="Arial" w:hAnsi="Arial" w:cs="Arial"/>
          <w:i/>
          <w:sz w:val="22"/>
          <w:szCs w:val="22"/>
        </w:rPr>
        <w:t>.</w:t>
      </w:r>
      <w:r w:rsidRPr="00AB3E4A">
        <w:rPr>
          <w:rFonts w:ascii="Arial" w:hAnsi="Arial" w:cs="Arial"/>
          <w:i/>
          <w:sz w:val="22"/>
          <w:szCs w:val="22"/>
        </w:rPr>
        <w:t xml:space="preserve"> Muttville’s mission</w:t>
      </w:r>
      <w:r>
        <w:rPr>
          <w:rFonts w:ascii="Arial" w:hAnsi="Arial" w:cs="Arial"/>
          <w:i/>
          <w:sz w:val="22"/>
          <w:szCs w:val="22"/>
        </w:rPr>
        <w:t>, according to their website,</w:t>
      </w:r>
      <w:r w:rsidRPr="00AB3E4A">
        <w:rPr>
          <w:rFonts w:ascii="Arial" w:hAnsi="Arial" w:cs="Arial"/>
          <w:i/>
          <w:sz w:val="22"/>
          <w:szCs w:val="22"/>
        </w:rPr>
        <w:t xml:space="preserve"> is to change the way the world thinks about and treats older dogs and to create better lives for them through rescue, foster, adoption and hospice. </w:t>
      </w:r>
      <w:r w:rsidRPr="00AB3E4A">
        <w:rPr>
          <w:rFonts w:ascii="Arial" w:hAnsi="Arial" w:cs="Arial"/>
          <w:i/>
          <w:sz w:val="22"/>
          <w:szCs w:val="22"/>
        </w:rPr>
        <w:br/>
      </w:r>
    </w:p>
    <w:p w:rsidR="00117FB4" w:rsidRPr="00AB3E4A" w:rsidRDefault="00117FB4" w:rsidP="00A73191">
      <w:pPr>
        <w:pStyle w:val="ListParagraph"/>
        <w:rPr>
          <w:rFonts w:ascii="Arial" w:hAnsi="Arial" w:cs="Arial"/>
          <w:sz w:val="22"/>
          <w:szCs w:val="22"/>
        </w:rPr>
      </w:pPr>
    </w:p>
    <w:p w:rsidR="00117FB4" w:rsidRPr="00AB3E4A" w:rsidRDefault="00117FB4" w:rsidP="00A73191">
      <w:pPr>
        <w:pStyle w:val="ListParagraph"/>
        <w:numPr>
          <w:ilvl w:val="0"/>
          <w:numId w:val="20"/>
        </w:numPr>
        <w:spacing w:after="200" w:line="276" w:lineRule="auto"/>
        <w:ind w:left="360"/>
        <w:rPr>
          <w:rFonts w:ascii="Arial" w:hAnsi="Arial" w:cs="Arial"/>
          <w:sz w:val="22"/>
          <w:szCs w:val="22"/>
        </w:rPr>
      </w:pPr>
      <w:r w:rsidRPr="00AB3E4A">
        <w:rPr>
          <w:rFonts w:ascii="Arial" w:hAnsi="Arial" w:cs="Arial"/>
          <w:sz w:val="22"/>
          <w:szCs w:val="22"/>
        </w:rPr>
        <w:t xml:space="preserve">In for-profits, the measure or metric of success is generally profit (or loss)…  </w:t>
      </w:r>
      <w:r w:rsidRPr="00AB3E4A">
        <w:rPr>
          <w:rFonts w:ascii="Arial" w:hAnsi="Arial" w:cs="Arial"/>
          <w:b/>
          <w:sz w:val="22"/>
          <w:szCs w:val="22"/>
        </w:rPr>
        <w:t>Name at least five ways you would measure the success of Muttville Senior Dog Rescue.</w:t>
      </w:r>
      <w:r w:rsidRPr="00AB3E4A">
        <w:rPr>
          <w:rFonts w:ascii="Arial" w:hAnsi="Arial" w:cs="Arial"/>
          <w:sz w:val="22"/>
          <w:szCs w:val="22"/>
        </w:rPr>
        <w:t xml:space="preserve">  </w:t>
      </w:r>
    </w:p>
    <w:p w:rsidR="00117FB4" w:rsidRPr="00AB3E4A" w:rsidRDefault="00117FB4" w:rsidP="00A73191">
      <w:pPr>
        <w:pStyle w:val="ListParagraph"/>
        <w:ind w:left="360" w:hanging="360"/>
        <w:rPr>
          <w:rFonts w:ascii="Arial" w:hAnsi="Arial" w:cs="Arial"/>
          <w:i/>
          <w:sz w:val="22"/>
          <w:szCs w:val="22"/>
        </w:rPr>
      </w:pPr>
      <w:r w:rsidRPr="00AB3E4A">
        <w:rPr>
          <w:rFonts w:ascii="Arial" w:hAnsi="Arial" w:cs="Arial"/>
          <w:i/>
          <w:sz w:val="22"/>
          <w:szCs w:val="22"/>
        </w:rPr>
        <w:tab/>
        <w:t xml:space="preserve">Possible Answers:  </w:t>
      </w:r>
    </w:p>
    <w:p w:rsidR="00117FB4" w:rsidRPr="00AB3E4A" w:rsidRDefault="00117FB4" w:rsidP="00A73191">
      <w:pPr>
        <w:pStyle w:val="ListParagraph"/>
        <w:ind w:left="360" w:hanging="360"/>
        <w:rPr>
          <w:rFonts w:ascii="Arial" w:hAnsi="Arial" w:cs="Arial"/>
          <w:i/>
          <w:sz w:val="22"/>
          <w:szCs w:val="22"/>
        </w:rPr>
      </w:pPr>
      <w:r w:rsidRPr="00AB3E4A">
        <w:rPr>
          <w:rFonts w:ascii="Arial" w:hAnsi="Arial" w:cs="Arial"/>
          <w:i/>
          <w:sz w:val="22"/>
          <w:szCs w:val="22"/>
        </w:rPr>
        <w:tab/>
        <w:t xml:space="preserve">Number of dogs placed for adoption or finding a “forever home” for a pet deemed “unadoptable” </w:t>
      </w:r>
      <w:r w:rsidRPr="00AB3E4A">
        <w:rPr>
          <w:rFonts w:ascii="Arial" w:hAnsi="Arial" w:cs="Arial"/>
          <w:i/>
          <w:sz w:val="22"/>
          <w:szCs w:val="22"/>
        </w:rPr>
        <w:br/>
        <w:t xml:space="preserve">Number of dogs placed in foster homes while waiting for their “forever home.” </w:t>
      </w:r>
      <w:r w:rsidRPr="00AB3E4A">
        <w:rPr>
          <w:rFonts w:ascii="Arial" w:hAnsi="Arial" w:cs="Arial"/>
          <w:i/>
          <w:sz w:val="22"/>
          <w:szCs w:val="22"/>
        </w:rPr>
        <w:br/>
        <w:t>Creating awareness of the benefits of adopting a senior dog</w:t>
      </w:r>
      <w:r w:rsidRPr="00AB3E4A">
        <w:rPr>
          <w:rFonts w:ascii="Arial" w:hAnsi="Arial" w:cs="Arial"/>
          <w:i/>
          <w:sz w:val="22"/>
          <w:szCs w:val="22"/>
        </w:rPr>
        <w:br/>
        <w:t xml:space="preserve">Successful fundraising from donations, grants, and events </w:t>
      </w:r>
      <w:r w:rsidRPr="00AB3E4A">
        <w:rPr>
          <w:rFonts w:ascii="Arial" w:hAnsi="Arial" w:cs="Arial"/>
          <w:i/>
          <w:sz w:val="22"/>
          <w:szCs w:val="22"/>
        </w:rPr>
        <w:br/>
        <w:t>Covering expenses, primarily consisting of veterinary costs</w:t>
      </w:r>
      <w:r w:rsidRPr="00AB3E4A">
        <w:rPr>
          <w:rFonts w:ascii="Arial" w:hAnsi="Arial" w:cs="Arial"/>
          <w:i/>
          <w:sz w:val="22"/>
          <w:szCs w:val="22"/>
        </w:rPr>
        <w:br/>
      </w:r>
      <w:r w:rsidRPr="00AB3E4A">
        <w:rPr>
          <w:rFonts w:ascii="Arial" w:hAnsi="Arial" w:cs="Arial"/>
          <w:i/>
          <w:color w:val="000000"/>
          <w:sz w:val="22"/>
          <w:szCs w:val="22"/>
        </w:rPr>
        <w:t>Organizational Structure and Management: Effectiveness of team leaders and office manager delegating to reliable volunteer team members covering different support functions, including transport (bringing a dog to Muttville from a shelter), social media, adoption events, press, public relations, fundraising, grant solicitation, special programs (Seniors for Seniors).</w:t>
      </w:r>
    </w:p>
    <w:p w:rsidR="00117FB4" w:rsidRPr="00AB3E4A" w:rsidRDefault="00117FB4" w:rsidP="00A73191">
      <w:pPr>
        <w:pStyle w:val="ListParagraph"/>
        <w:ind w:left="360" w:hanging="360"/>
        <w:rPr>
          <w:rFonts w:ascii="Arial" w:hAnsi="Arial" w:cs="Arial"/>
          <w:sz w:val="22"/>
          <w:szCs w:val="22"/>
        </w:rPr>
      </w:pPr>
      <w:r w:rsidRPr="00AB3E4A">
        <w:rPr>
          <w:rFonts w:ascii="Arial" w:hAnsi="Arial" w:cs="Arial"/>
          <w:i/>
          <w:sz w:val="22"/>
          <w:szCs w:val="22"/>
        </w:rPr>
        <w:tab/>
        <w:t>Finding Board Members who are passionate, committed, and insightful</w:t>
      </w:r>
      <w:r w:rsidRPr="00AB3E4A">
        <w:rPr>
          <w:rFonts w:ascii="Arial" w:hAnsi="Arial" w:cs="Arial"/>
          <w:i/>
          <w:sz w:val="22"/>
          <w:szCs w:val="22"/>
        </w:rPr>
        <w:br/>
      </w:r>
    </w:p>
    <w:p w:rsidR="00117FB4" w:rsidRPr="00AB3E4A" w:rsidRDefault="00117FB4" w:rsidP="00A73191">
      <w:pPr>
        <w:pStyle w:val="ListParagraph"/>
        <w:numPr>
          <w:ilvl w:val="0"/>
          <w:numId w:val="20"/>
        </w:numPr>
        <w:spacing w:after="200" w:line="276" w:lineRule="auto"/>
        <w:ind w:left="360"/>
        <w:rPr>
          <w:rFonts w:ascii="Arial" w:hAnsi="Arial" w:cs="Arial"/>
          <w:sz w:val="22"/>
          <w:szCs w:val="22"/>
        </w:rPr>
      </w:pPr>
      <w:r w:rsidRPr="00AB3E4A">
        <w:rPr>
          <w:rFonts w:ascii="Arial" w:hAnsi="Arial" w:cs="Arial"/>
          <w:sz w:val="22"/>
          <w:szCs w:val="22"/>
        </w:rPr>
        <w:t xml:space="preserve">An entrepreneur is a person who sees a new opportunity… </w:t>
      </w:r>
      <w:r w:rsidRPr="00AB3E4A">
        <w:rPr>
          <w:rFonts w:ascii="Arial" w:hAnsi="Arial" w:cs="Arial"/>
          <w:b/>
          <w:sz w:val="22"/>
          <w:szCs w:val="22"/>
        </w:rPr>
        <w:t>Describe how Sherri Franklin can be considered an entrepreneur. What would you say are the primary differences between what Ms. Franklin’s “startup” and a for-profit entrepreneurial startup?</w:t>
      </w:r>
    </w:p>
    <w:p w:rsidR="00117FB4" w:rsidRPr="00AB3E4A" w:rsidRDefault="00117FB4" w:rsidP="00A73191">
      <w:pPr>
        <w:pStyle w:val="ListParagraph"/>
        <w:ind w:left="360" w:hanging="360"/>
        <w:rPr>
          <w:rFonts w:ascii="Arial" w:hAnsi="Arial" w:cs="Arial"/>
          <w:sz w:val="22"/>
          <w:szCs w:val="22"/>
        </w:rPr>
      </w:pPr>
      <w:r w:rsidRPr="00AB3E4A">
        <w:rPr>
          <w:rFonts w:ascii="Arial" w:hAnsi="Arial" w:cs="Arial"/>
          <w:i/>
          <w:sz w:val="22"/>
          <w:szCs w:val="22"/>
        </w:rPr>
        <w:tab/>
        <w:t>Possible Answer: The difference between a for-profit and a nonprofit is that an entrepreneur may possess the same passion for an innovative product or service, but the focus on profi</w:t>
      </w:r>
      <w:r>
        <w:rPr>
          <w:rFonts w:ascii="Arial" w:hAnsi="Arial" w:cs="Arial"/>
          <w:i/>
          <w:sz w:val="22"/>
          <w:szCs w:val="22"/>
        </w:rPr>
        <w:t xml:space="preserve">t is mostly always the reward. </w:t>
      </w:r>
      <w:r w:rsidRPr="00AB3E4A">
        <w:rPr>
          <w:rFonts w:ascii="Arial" w:hAnsi="Arial" w:cs="Arial"/>
          <w:i/>
          <w:sz w:val="22"/>
          <w:szCs w:val="22"/>
        </w:rPr>
        <w:t>In Ms. Franklin’s case, her “profit” comes from the satisfaction of creating better lives for older dogs through rescue, foster, adoption, and hospice care.</w:t>
      </w:r>
      <w:r w:rsidRPr="00AB3E4A">
        <w:rPr>
          <w:rStyle w:val="EndnoteReference"/>
          <w:rFonts w:ascii="Arial" w:hAnsi="Arial" w:cs="Arial"/>
          <w:sz w:val="22"/>
          <w:szCs w:val="22"/>
        </w:rPr>
        <w:t xml:space="preserve"> </w:t>
      </w:r>
      <w:r w:rsidRPr="00AB3E4A">
        <w:rPr>
          <w:rFonts w:ascii="Arial" w:hAnsi="Arial" w:cs="Arial"/>
          <w:i/>
          <w:sz w:val="22"/>
          <w:szCs w:val="22"/>
        </w:rPr>
        <w:t xml:space="preserve">  </w:t>
      </w:r>
    </w:p>
    <w:p w:rsidR="00117FB4" w:rsidRPr="00AB3E4A" w:rsidRDefault="00117FB4" w:rsidP="00A73191">
      <w:pPr>
        <w:pStyle w:val="ListParagraph"/>
        <w:rPr>
          <w:rFonts w:ascii="Arial" w:hAnsi="Arial" w:cs="Arial"/>
          <w:sz w:val="22"/>
          <w:szCs w:val="22"/>
        </w:rPr>
      </w:pPr>
    </w:p>
    <w:p w:rsidR="00117FB4" w:rsidRPr="00AB3E4A" w:rsidRDefault="00117FB4" w:rsidP="00A73191">
      <w:pPr>
        <w:pStyle w:val="ListParagraph"/>
        <w:numPr>
          <w:ilvl w:val="0"/>
          <w:numId w:val="20"/>
        </w:numPr>
        <w:spacing w:after="200" w:line="276" w:lineRule="auto"/>
        <w:ind w:left="360"/>
        <w:rPr>
          <w:rFonts w:ascii="Arial" w:hAnsi="Arial" w:cs="Arial"/>
          <w:i/>
          <w:sz w:val="22"/>
          <w:szCs w:val="22"/>
        </w:rPr>
      </w:pPr>
      <w:r w:rsidRPr="00AB3E4A">
        <w:rPr>
          <w:rFonts w:ascii="Arial" w:hAnsi="Arial" w:cs="Arial"/>
          <w:b/>
          <w:sz w:val="22"/>
          <w:szCs w:val="22"/>
        </w:rPr>
        <w:t>Did you know that it is illegal to abandon a pet? Think about and explain some of the reasons why owners may surrender their dogs. Which are direct results of the economy? What do you think the impact of the economy has been on animal rescue organizations like Muttville Senior Dog Rescue?</w:t>
      </w:r>
      <w:r w:rsidRPr="00AB3E4A">
        <w:rPr>
          <w:rFonts w:ascii="Arial" w:hAnsi="Arial" w:cs="Arial"/>
          <w:sz w:val="22"/>
          <w:szCs w:val="22"/>
        </w:rPr>
        <w:t xml:space="preserve">   </w:t>
      </w:r>
      <w:r w:rsidRPr="00AB3E4A">
        <w:rPr>
          <w:rFonts w:ascii="Arial" w:hAnsi="Arial" w:cs="Arial"/>
          <w:sz w:val="22"/>
          <w:szCs w:val="22"/>
        </w:rPr>
        <w:br/>
      </w:r>
      <w:r w:rsidRPr="00AB3E4A">
        <w:rPr>
          <w:rFonts w:ascii="Arial" w:hAnsi="Arial" w:cs="Arial"/>
          <w:i/>
          <w:sz w:val="22"/>
          <w:szCs w:val="22"/>
        </w:rPr>
        <w:t xml:space="preserve">Possible Answers (those with an asterisk are a direct result of the economy): </w:t>
      </w:r>
      <w:r w:rsidRPr="00AB3E4A">
        <w:rPr>
          <w:rFonts w:ascii="Arial" w:hAnsi="Arial" w:cs="Arial"/>
          <w:i/>
          <w:sz w:val="22"/>
          <w:szCs w:val="22"/>
        </w:rPr>
        <w:br/>
        <w:t>Death of a guardian</w:t>
      </w:r>
      <w:r w:rsidRPr="00AB3E4A">
        <w:rPr>
          <w:rFonts w:ascii="Arial" w:hAnsi="Arial" w:cs="Arial"/>
          <w:i/>
          <w:sz w:val="22"/>
          <w:szCs w:val="22"/>
        </w:rPr>
        <w:br/>
        <w:t>Lack of time for the dog*</w:t>
      </w:r>
      <w:r w:rsidRPr="00AB3E4A">
        <w:rPr>
          <w:rFonts w:ascii="Arial" w:hAnsi="Arial" w:cs="Arial"/>
          <w:i/>
          <w:sz w:val="22"/>
          <w:szCs w:val="22"/>
        </w:rPr>
        <w:br/>
        <w:t>Change in work schedule*</w:t>
      </w:r>
      <w:r w:rsidRPr="00AB3E4A">
        <w:rPr>
          <w:rFonts w:ascii="Arial" w:hAnsi="Arial" w:cs="Arial"/>
          <w:i/>
          <w:sz w:val="22"/>
          <w:szCs w:val="22"/>
        </w:rPr>
        <w:br/>
        <w:t>A new baby</w:t>
      </w:r>
      <w:r w:rsidRPr="00AB3E4A">
        <w:rPr>
          <w:rFonts w:ascii="Arial" w:hAnsi="Arial" w:cs="Arial"/>
          <w:i/>
          <w:sz w:val="22"/>
          <w:szCs w:val="22"/>
        </w:rPr>
        <w:br/>
        <w:t>The need to move to a place where dogs are not allowed*</w:t>
      </w:r>
      <w:r w:rsidRPr="00AB3E4A">
        <w:rPr>
          <w:rFonts w:ascii="Arial" w:hAnsi="Arial" w:cs="Arial"/>
          <w:i/>
          <w:sz w:val="22"/>
          <w:szCs w:val="22"/>
        </w:rPr>
        <w:br/>
        <w:t>Foreclosure*</w:t>
      </w:r>
      <w:r w:rsidRPr="00AB3E4A">
        <w:rPr>
          <w:rFonts w:ascii="Arial" w:hAnsi="Arial" w:cs="Arial"/>
          <w:i/>
          <w:sz w:val="22"/>
          <w:szCs w:val="22"/>
        </w:rPr>
        <w:br/>
        <w:t>Allergies</w:t>
      </w:r>
      <w:r w:rsidRPr="00AB3E4A">
        <w:rPr>
          <w:rFonts w:ascii="Arial" w:hAnsi="Arial" w:cs="Arial"/>
          <w:i/>
          <w:sz w:val="22"/>
          <w:szCs w:val="22"/>
        </w:rPr>
        <w:br/>
        <w:t>Change in lifestyle*</w:t>
      </w:r>
      <w:r w:rsidRPr="00AB3E4A">
        <w:rPr>
          <w:rFonts w:ascii="Arial" w:hAnsi="Arial" w:cs="Arial"/>
          <w:i/>
          <w:sz w:val="22"/>
          <w:szCs w:val="22"/>
        </w:rPr>
        <w:br/>
        <w:t>Prospective spouse, boyfriend or girlfriend/roommate doesn’t like dogs</w:t>
      </w:r>
      <w:r w:rsidRPr="00AB3E4A">
        <w:rPr>
          <w:rFonts w:ascii="Arial" w:hAnsi="Arial" w:cs="Arial"/>
          <w:i/>
          <w:sz w:val="22"/>
          <w:szCs w:val="22"/>
        </w:rPr>
        <w:br/>
        <w:t>Veterinary costs*</w:t>
      </w:r>
      <w:r w:rsidRPr="00AB3E4A">
        <w:rPr>
          <w:rFonts w:ascii="Arial" w:hAnsi="Arial" w:cs="Arial"/>
          <w:i/>
          <w:sz w:val="22"/>
          <w:szCs w:val="22"/>
        </w:rPr>
        <w:br/>
        <w:t>House training issues</w:t>
      </w:r>
      <w:r w:rsidRPr="00AB3E4A">
        <w:rPr>
          <w:rFonts w:ascii="Arial" w:hAnsi="Arial" w:cs="Arial"/>
          <w:i/>
          <w:sz w:val="22"/>
          <w:szCs w:val="22"/>
        </w:rPr>
        <w:br/>
        <w:t>Hyperactivity</w:t>
      </w:r>
      <w:r w:rsidRPr="00AB3E4A">
        <w:rPr>
          <w:rFonts w:ascii="Arial" w:hAnsi="Arial" w:cs="Arial"/>
          <w:i/>
          <w:sz w:val="22"/>
          <w:szCs w:val="22"/>
        </w:rPr>
        <w:br/>
        <w:t>Aggression or not getting along with other pets</w:t>
      </w:r>
      <w:r w:rsidRPr="00AB3E4A">
        <w:rPr>
          <w:rFonts w:ascii="Arial" w:hAnsi="Arial" w:cs="Arial"/>
          <w:i/>
          <w:sz w:val="22"/>
          <w:szCs w:val="22"/>
        </w:rPr>
        <w:br/>
        <w:t>Animal shelters: Pets may be the newest victims of the economic recession</w:t>
      </w:r>
      <w:r>
        <w:rPr>
          <w:rFonts w:ascii="Arial" w:hAnsi="Arial" w:cs="Arial"/>
          <w:i/>
          <w:sz w:val="22"/>
          <w:szCs w:val="22"/>
        </w:rPr>
        <w:t>.</w:t>
      </w:r>
      <w:r w:rsidRPr="00AB3E4A">
        <w:rPr>
          <w:rStyle w:val="EndnoteReference"/>
          <w:rFonts w:ascii="Arial" w:hAnsi="Arial" w:cs="Arial"/>
          <w:i/>
          <w:sz w:val="22"/>
          <w:szCs w:val="22"/>
        </w:rPr>
        <w:t xml:space="preserve"> </w:t>
      </w:r>
      <w:r w:rsidRPr="00AB3E4A">
        <w:rPr>
          <w:rFonts w:ascii="Arial" w:hAnsi="Arial" w:cs="Arial"/>
          <w:i/>
          <w:sz w:val="22"/>
          <w:szCs w:val="22"/>
        </w:rPr>
        <w:t>Animal shelters become more crowded in a recession due to events such as a lifestyle change or foreclosures. It is more difficult to raise funds in a time of recession, and there are more people who are looking for paid work over volunteer work (which leaves fewer volunteers).</w:t>
      </w:r>
    </w:p>
    <w:p w:rsidR="00117FB4" w:rsidRDefault="00117FB4" w:rsidP="00A73191">
      <w:pPr>
        <w:rPr>
          <w:rFonts w:ascii="Arial" w:hAnsi="Arial" w:cs="Arial"/>
          <w:b/>
        </w:rPr>
      </w:pPr>
    </w:p>
    <w:p w:rsidR="00117FB4" w:rsidRPr="00414DA4" w:rsidRDefault="00117FB4" w:rsidP="00A73191">
      <w:pPr>
        <w:ind w:left="-90"/>
        <w:rPr>
          <w:rFonts w:ascii="Arial" w:hAnsi="Arial" w:cs="Arial"/>
          <w:b/>
        </w:rPr>
      </w:pPr>
      <w:r w:rsidRPr="00414DA4">
        <w:rPr>
          <w:rFonts w:ascii="Arial" w:hAnsi="Arial" w:cs="Arial"/>
          <w:b/>
        </w:rPr>
        <w:t>Business Decision Case</w:t>
      </w:r>
    </w:p>
    <w:p w:rsidR="00117FB4" w:rsidRPr="00414DA4" w:rsidRDefault="00117FB4" w:rsidP="00A73191">
      <w:pPr>
        <w:ind w:left="-90"/>
        <w:rPr>
          <w:rFonts w:ascii="Arial" w:hAnsi="Arial" w:cs="Arial"/>
          <w:b/>
        </w:rPr>
      </w:pPr>
      <w:r w:rsidRPr="00414DA4">
        <w:rPr>
          <w:rFonts w:ascii="Arial" w:hAnsi="Arial" w:cs="Arial"/>
          <w:b/>
        </w:rPr>
        <w:t>Apple and Google: Relationship Status Change (20 minutes)</w:t>
      </w:r>
    </w:p>
    <w:p w:rsidR="00117FB4" w:rsidRDefault="00117FB4" w:rsidP="00A73191">
      <w:pPr>
        <w:ind w:left="-90"/>
        <w:rPr>
          <w:b/>
          <w:sz w:val="28"/>
          <w:szCs w:val="28"/>
        </w:rPr>
      </w:pPr>
    </w:p>
    <w:p w:rsidR="00117FB4" w:rsidRPr="005B51EA" w:rsidRDefault="00117FB4" w:rsidP="00A73191">
      <w:pPr>
        <w:numPr>
          <w:ilvl w:val="0"/>
          <w:numId w:val="22"/>
        </w:numPr>
        <w:ind w:left="360"/>
        <w:rPr>
          <w:rFonts w:ascii="Arial" w:hAnsi="Arial" w:cs="Arial"/>
          <w:b/>
          <w:sz w:val="22"/>
          <w:szCs w:val="22"/>
        </w:rPr>
      </w:pPr>
      <w:r w:rsidRPr="005B51EA">
        <w:rPr>
          <w:rFonts w:ascii="Arial" w:hAnsi="Arial" w:cs="Arial"/>
          <w:b/>
          <w:sz w:val="22"/>
          <w:szCs w:val="22"/>
        </w:rPr>
        <w:t>Is this just a situation of capitalism and friendly competition?  Do you have any ideas as to what the future holds in terms of the competitive landscape between these two companies?</w:t>
      </w:r>
    </w:p>
    <w:p w:rsidR="00117FB4" w:rsidRPr="005B51EA" w:rsidRDefault="00117FB4" w:rsidP="00A73191">
      <w:pPr>
        <w:ind w:left="360" w:hanging="360"/>
        <w:rPr>
          <w:rFonts w:ascii="Arial" w:hAnsi="Arial" w:cs="Arial"/>
          <w:sz w:val="22"/>
          <w:szCs w:val="22"/>
        </w:rPr>
      </w:pPr>
      <w:r w:rsidRPr="005B51EA">
        <w:rPr>
          <w:rFonts w:ascii="Arial" w:hAnsi="Arial" w:cs="Arial"/>
          <w:sz w:val="22"/>
          <w:szCs w:val="22"/>
        </w:rPr>
        <w:t xml:space="preserve">  </w:t>
      </w:r>
      <w:r w:rsidRPr="005B51EA">
        <w:rPr>
          <w:rFonts w:ascii="Arial" w:hAnsi="Arial" w:cs="Arial"/>
          <w:sz w:val="22"/>
          <w:szCs w:val="22"/>
        </w:rPr>
        <w:tab/>
      </w:r>
      <w:r w:rsidRPr="005B51EA">
        <w:rPr>
          <w:rFonts w:ascii="Arial" w:hAnsi="Arial" w:cs="Arial"/>
          <w:i/>
          <w:sz w:val="22"/>
          <w:szCs w:val="22"/>
        </w:rPr>
        <w:t>Possible Answer: This is probably not a case of friendly competition, especially the move away from the Apple Board of Directors by Eric Schmidt, former CEO of Google. As mobile computing continues to grow and advertising, search, content delivery and the growing apps market heats up, there will be even more competition between these companies.</w:t>
      </w:r>
      <w:r w:rsidRPr="005B51EA">
        <w:rPr>
          <w:rFonts w:ascii="Arial" w:hAnsi="Arial" w:cs="Arial"/>
          <w:sz w:val="22"/>
          <w:szCs w:val="22"/>
        </w:rPr>
        <w:t xml:space="preserve">  </w:t>
      </w:r>
      <w:r w:rsidRPr="005B51EA">
        <w:rPr>
          <w:rFonts w:ascii="Arial" w:hAnsi="Arial" w:cs="Arial"/>
          <w:sz w:val="22"/>
          <w:szCs w:val="22"/>
        </w:rPr>
        <w:br/>
      </w:r>
    </w:p>
    <w:p w:rsidR="00117FB4" w:rsidRPr="005B51EA" w:rsidRDefault="00117FB4" w:rsidP="00A73191">
      <w:pPr>
        <w:numPr>
          <w:ilvl w:val="0"/>
          <w:numId w:val="22"/>
        </w:numPr>
        <w:ind w:left="360"/>
        <w:rPr>
          <w:rFonts w:ascii="Arial" w:hAnsi="Arial" w:cs="Arial"/>
          <w:b/>
          <w:sz w:val="22"/>
          <w:szCs w:val="22"/>
        </w:rPr>
      </w:pPr>
      <w:r w:rsidRPr="005B51EA">
        <w:rPr>
          <w:rFonts w:ascii="Arial" w:hAnsi="Arial" w:cs="Arial"/>
          <w:b/>
          <w:sz w:val="22"/>
          <w:szCs w:val="22"/>
        </w:rPr>
        <w:t xml:space="preserve">As the competition between Apple and Google continues to intensify, do you think that Apple may decide to dump Google as the default search engine on its mobile devices?  If they do, any idea of who they would turn to for search or how they would deal with search on their devices?  </w:t>
      </w:r>
    </w:p>
    <w:p w:rsidR="00117FB4" w:rsidRPr="005B51EA" w:rsidRDefault="00117FB4" w:rsidP="00A73191">
      <w:pPr>
        <w:pStyle w:val="ListParagraph"/>
        <w:ind w:left="360" w:hanging="360"/>
        <w:rPr>
          <w:rFonts w:ascii="Arial" w:hAnsi="Arial" w:cs="Arial"/>
          <w:sz w:val="22"/>
          <w:szCs w:val="22"/>
        </w:rPr>
      </w:pPr>
      <w:r w:rsidRPr="005B51EA">
        <w:rPr>
          <w:rFonts w:ascii="Arial" w:hAnsi="Arial" w:cs="Arial"/>
          <w:i/>
          <w:sz w:val="22"/>
          <w:szCs w:val="22"/>
        </w:rPr>
        <w:tab/>
        <w:t>Possible Answer: Yes, Apple may eventually decide to use a search engine other than Google’s. There is always a possibility that they could use Microsoft’s search engine, BING</w:t>
      </w:r>
      <w:r>
        <w:rPr>
          <w:rFonts w:ascii="Arial" w:hAnsi="Arial" w:cs="Arial"/>
          <w:i/>
          <w:sz w:val="22"/>
          <w:szCs w:val="22"/>
        </w:rPr>
        <w:t>, o</w:t>
      </w:r>
      <w:r w:rsidRPr="005B51EA">
        <w:rPr>
          <w:rFonts w:ascii="Arial" w:hAnsi="Arial" w:cs="Arial"/>
          <w:i/>
          <w:sz w:val="22"/>
          <w:szCs w:val="22"/>
        </w:rPr>
        <w:t>r they could develop their own search engine</w:t>
      </w:r>
      <w:r>
        <w:rPr>
          <w:rFonts w:ascii="Arial" w:hAnsi="Arial" w:cs="Arial"/>
          <w:i/>
          <w:sz w:val="22"/>
          <w:szCs w:val="22"/>
        </w:rPr>
        <w:t xml:space="preserve">. </w:t>
      </w:r>
      <w:r w:rsidRPr="005B51EA">
        <w:rPr>
          <w:rFonts w:ascii="Arial" w:hAnsi="Arial" w:cs="Arial"/>
          <w:i/>
          <w:sz w:val="22"/>
          <w:szCs w:val="22"/>
        </w:rPr>
        <w:t>It is probably true that many of Apple’s customers have come to rely heavily on Google search, so any switch could feel like a “bait and switch,” making it harder to foresee what might happen and when.</w:t>
      </w:r>
      <w:r>
        <w:rPr>
          <w:rFonts w:ascii="Arial" w:hAnsi="Arial" w:cs="Arial"/>
          <w:sz w:val="22"/>
          <w:szCs w:val="22"/>
        </w:rPr>
        <w:t xml:space="preserve"> </w:t>
      </w:r>
    </w:p>
    <w:p w:rsidR="00117FB4" w:rsidRPr="005B51EA" w:rsidRDefault="00117FB4" w:rsidP="00A73191">
      <w:pPr>
        <w:pStyle w:val="ListParagraph"/>
        <w:ind w:left="360" w:hanging="360"/>
        <w:rPr>
          <w:rFonts w:ascii="Arial" w:hAnsi="Arial" w:cs="Arial"/>
          <w:sz w:val="22"/>
          <w:szCs w:val="22"/>
        </w:rPr>
      </w:pPr>
    </w:p>
    <w:p w:rsidR="00117FB4" w:rsidRPr="005B51EA" w:rsidRDefault="00117FB4" w:rsidP="00A73191">
      <w:pPr>
        <w:pStyle w:val="ListParagraph"/>
        <w:numPr>
          <w:ilvl w:val="0"/>
          <w:numId w:val="22"/>
        </w:numPr>
        <w:spacing w:line="280" w:lineRule="exact"/>
        <w:ind w:left="360"/>
        <w:rPr>
          <w:rFonts w:ascii="Arial" w:hAnsi="Arial" w:cs="Arial"/>
          <w:b/>
          <w:sz w:val="22"/>
          <w:szCs w:val="22"/>
        </w:rPr>
      </w:pPr>
      <w:r w:rsidRPr="005B51EA">
        <w:rPr>
          <w:rFonts w:ascii="Arial" w:hAnsi="Arial" w:cs="Arial"/>
          <w:b/>
          <w:sz w:val="22"/>
          <w:szCs w:val="22"/>
        </w:rPr>
        <w:t>Are there any benefits for the consumer of increased competition?</w:t>
      </w:r>
    </w:p>
    <w:p w:rsidR="00117FB4" w:rsidRPr="005B51EA" w:rsidRDefault="00117FB4" w:rsidP="00A73191">
      <w:pPr>
        <w:pStyle w:val="ListParagraph"/>
        <w:ind w:left="360" w:hanging="360"/>
        <w:rPr>
          <w:rFonts w:ascii="Arial" w:hAnsi="Arial" w:cs="Arial"/>
          <w:i/>
          <w:iCs/>
          <w:sz w:val="22"/>
          <w:szCs w:val="22"/>
        </w:rPr>
      </w:pPr>
      <w:r w:rsidRPr="005B51EA">
        <w:rPr>
          <w:rFonts w:ascii="Arial" w:hAnsi="Arial" w:cs="Arial"/>
          <w:i/>
          <w:iCs/>
          <w:sz w:val="22"/>
          <w:szCs w:val="22"/>
        </w:rPr>
        <w:tab/>
        <w:t xml:space="preserve">Possible Answer: Increased choice, lower prices, better customer support and more apps. </w:t>
      </w:r>
    </w:p>
    <w:p w:rsidR="00117FB4" w:rsidRPr="005B51EA" w:rsidRDefault="00117FB4" w:rsidP="00A73191">
      <w:pPr>
        <w:pStyle w:val="ListParagraph"/>
        <w:ind w:left="360" w:hanging="360"/>
        <w:rPr>
          <w:rFonts w:ascii="Arial" w:hAnsi="Arial" w:cs="Arial"/>
          <w:sz w:val="22"/>
          <w:szCs w:val="22"/>
        </w:rPr>
      </w:pPr>
    </w:p>
    <w:p w:rsidR="00117FB4" w:rsidRPr="005B51EA" w:rsidRDefault="00117FB4" w:rsidP="00A73191">
      <w:pPr>
        <w:pStyle w:val="ListParagraph"/>
        <w:numPr>
          <w:ilvl w:val="0"/>
          <w:numId w:val="22"/>
        </w:numPr>
        <w:spacing w:line="280" w:lineRule="exact"/>
        <w:ind w:left="360"/>
        <w:rPr>
          <w:rFonts w:ascii="Arial" w:hAnsi="Arial" w:cs="Arial"/>
          <w:b/>
          <w:sz w:val="22"/>
          <w:szCs w:val="22"/>
        </w:rPr>
      </w:pPr>
      <w:r w:rsidRPr="005B51EA">
        <w:rPr>
          <w:rFonts w:ascii="Arial" w:hAnsi="Arial" w:cs="Arial"/>
          <w:b/>
          <w:sz w:val="22"/>
          <w:szCs w:val="22"/>
        </w:rPr>
        <w:t xml:space="preserve">If you were considering purchasing a smartphone (iPhone, HTC or Blackberry), or replacing an older model, would any of the competitive issues outlined above be a factor in your purchase? Explain why these issues would or would not affect your decision.  </w:t>
      </w:r>
    </w:p>
    <w:p w:rsidR="00117FB4" w:rsidRPr="005B51EA" w:rsidRDefault="00117FB4" w:rsidP="00A73191">
      <w:pPr>
        <w:pStyle w:val="ListParagraph"/>
        <w:ind w:left="360" w:hanging="360"/>
        <w:rPr>
          <w:rFonts w:ascii="Arial" w:hAnsi="Arial" w:cs="Arial"/>
          <w:i/>
          <w:sz w:val="22"/>
          <w:szCs w:val="22"/>
        </w:rPr>
      </w:pPr>
      <w:r w:rsidRPr="005B51EA">
        <w:rPr>
          <w:rFonts w:ascii="Arial" w:hAnsi="Arial" w:cs="Arial"/>
          <w:i/>
          <w:sz w:val="22"/>
          <w:szCs w:val="22"/>
        </w:rPr>
        <w:tab/>
        <w:t xml:space="preserve">Possible Answer: Answers may vary between iPhone, Google Android and other users. Decision factors may include number and variety of apps, ease of content delivery and experience with and loyalty to a company. </w:t>
      </w:r>
    </w:p>
    <w:p w:rsidR="00117FB4" w:rsidRPr="005B51EA" w:rsidRDefault="00117FB4" w:rsidP="00A73191">
      <w:pPr>
        <w:pStyle w:val="ListParagraph"/>
        <w:ind w:left="360" w:hanging="360"/>
        <w:rPr>
          <w:rFonts w:ascii="Arial" w:hAnsi="Arial" w:cs="Arial"/>
          <w:sz w:val="22"/>
          <w:szCs w:val="22"/>
        </w:rPr>
      </w:pPr>
    </w:p>
    <w:p w:rsidR="00117FB4" w:rsidRPr="00A73191" w:rsidRDefault="00117FB4" w:rsidP="00A73191">
      <w:pPr>
        <w:numPr>
          <w:ilvl w:val="0"/>
          <w:numId w:val="22"/>
        </w:numPr>
        <w:ind w:left="360"/>
        <w:rPr>
          <w:rFonts w:ascii="Arial" w:hAnsi="Arial" w:cs="Arial"/>
          <w:b/>
        </w:rPr>
      </w:pPr>
      <w:r w:rsidRPr="005B51EA">
        <w:rPr>
          <w:rFonts w:ascii="Arial" w:hAnsi="Arial" w:cs="Arial"/>
          <w:sz w:val="22"/>
          <w:szCs w:val="22"/>
        </w:rPr>
        <w:t xml:space="preserve">In an effort to take greater control and to increase profits, Apple is moving to a system of delivering and billing for electronic content… </w:t>
      </w:r>
      <w:r w:rsidRPr="005B51EA">
        <w:rPr>
          <w:rFonts w:ascii="Arial" w:hAnsi="Arial" w:cs="Arial"/>
          <w:b/>
          <w:sz w:val="22"/>
          <w:szCs w:val="22"/>
        </w:rPr>
        <w:t>As a user, if you wanted to purchase content, would you have an issue if you had to do so through the content publisher’s website, for example, or an iTunes store?</w:t>
      </w:r>
      <w:r w:rsidRPr="005B51EA">
        <w:rPr>
          <w:rFonts w:ascii="Arial" w:hAnsi="Arial" w:cs="Arial"/>
          <w:sz w:val="22"/>
          <w:szCs w:val="22"/>
        </w:rPr>
        <w:t xml:space="preserve">  </w:t>
      </w:r>
      <w:r w:rsidRPr="005B51EA">
        <w:rPr>
          <w:rFonts w:ascii="Arial" w:hAnsi="Arial" w:cs="Arial"/>
          <w:sz w:val="22"/>
          <w:szCs w:val="22"/>
        </w:rPr>
        <w:br/>
      </w:r>
      <w:r w:rsidRPr="005B51EA">
        <w:rPr>
          <w:rFonts w:ascii="Arial" w:hAnsi="Arial" w:cs="Arial"/>
          <w:i/>
          <w:sz w:val="22"/>
          <w:szCs w:val="22"/>
        </w:rPr>
        <w:t>Possible Answer: Some may answer they would not have a problem going through the iTune store since many already do so. Others may philosophically not like being restricted or limited to a single place for purchase, or being told where they can or cannot purchase.</w:t>
      </w:r>
      <w:r w:rsidRPr="005B51EA">
        <w:rPr>
          <w:rFonts w:ascii="Arial" w:hAnsi="Arial" w:cs="Arial"/>
          <w:sz w:val="22"/>
          <w:szCs w:val="22"/>
        </w:rPr>
        <w:t xml:space="preserve">  </w:t>
      </w:r>
      <w:r w:rsidRPr="005B51EA">
        <w:rPr>
          <w:rFonts w:ascii="Arial" w:hAnsi="Arial" w:cs="Arial"/>
          <w:sz w:val="22"/>
          <w:szCs w:val="22"/>
        </w:rPr>
        <w:br/>
      </w:r>
    </w:p>
    <w:sectPr w:rsidR="00117FB4" w:rsidRPr="00A73191" w:rsidSect="00AA6612">
      <w:footerReference w:type="even" r:id="rId23"/>
      <w:footerReference w:type="default" r:id="rId2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FB4" w:rsidRDefault="00117FB4">
      <w:r>
        <w:separator/>
      </w:r>
    </w:p>
  </w:endnote>
  <w:endnote w:type="continuationSeparator" w:id="0">
    <w:p w:rsidR="00117FB4" w:rsidRDefault="00117F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FB4" w:rsidRDefault="00117FB4" w:rsidP="00FE51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17FB4" w:rsidRDefault="00117FB4" w:rsidP="008D534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FB4" w:rsidRDefault="00117FB4" w:rsidP="00FE5174">
    <w:pPr>
      <w:pStyle w:val="Footer"/>
      <w:framePr w:wrap="around" w:vAnchor="text" w:hAnchor="margin" w:xAlign="right" w:y="1"/>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117FB4" w:rsidRDefault="00117FB4" w:rsidP="008D5340">
    <w:pPr>
      <w:pStyle w:val="Footer"/>
      <w:ind w:right="360"/>
    </w:pPr>
    <w:r w:rsidRPr="00F57EC0">
      <w:t>Copyright © 2013 Pearson Education, Inc.  Publishing as Prentice Hal</w:t>
    </w:r>
    <w:r>
      <w:t>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FB4" w:rsidRDefault="00117FB4">
      <w:r>
        <w:separator/>
      </w:r>
    </w:p>
  </w:footnote>
  <w:footnote w:type="continuationSeparator" w:id="0">
    <w:p w:rsidR="00117FB4" w:rsidRDefault="00117F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33398"/>
    <w:multiLevelType w:val="hybridMultilevel"/>
    <w:tmpl w:val="26A62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B04A67"/>
    <w:multiLevelType w:val="hybridMultilevel"/>
    <w:tmpl w:val="4D2E7420"/>
    <w:lvl w:ilvl="0" w:tplc="50F09900">
      <w:start w:val="1"/>
      <w:numFmt w:val="decimal"/>
      <w:lvlText w:val="%1."/>
      <w:lvlJc w:val="left"/>
      <w:pPr>
        <w:ind w:left="720" w:hanging="360"/>
      </w:pPr>
      <w:rPr>
        <w:rFonts w:cs="Times New Roman"/>
        <w:b/>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3E57229"/>
    <w:multiLevelType w:val="hybridMultilevel"/>
    <w:tmpl w:val="4A9467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69221DA"/>
    <w:multiLevelType w:val="hybridMultilevel"/>
    <w:tmpl w:val="A37E9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4F37BC"/>
    <w:multiLevelType w:val="hybridMultilevel"/>
    <w:tmpl w:val="CBC00D6A"/>
    <w:lvl w:ilvl="0" w:tplc="9A60C5D6">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1872"/>
        </w:tabs>
        <w:ind w:left="1872" w:hanging="360"/>
      </w:pPr>
      <w:rPr>
        <w:rFonts w:ascii="Courier New" w:hAnsi="Courier New" w:hint="default"/>
      </w:rPr>
    </w:lvl>
    <w:lvl w:ilvl="2" w:tplc="04090005">
      <w:start w:val="1"/>
      <w:numFmt w:val="bullet"/>
      <w:lvlText w:val=""/>
      <w:lvlJc w:val="left"/>
      <w:pPr>
        <w:tabs>
          <w:tab w:val="num" w:pos="2592"/>
        </w:tabs>
        <w:ind w:left="2592" w:hanging="360"/>
      </w:pPr>
      <w:rPr>
        <w:rFonts w:ascii="Wingdings" w:hAnsi="Wingdings" w:hint="default"/>
      </w:rPr>
    </w:lvl>
    <w:lvl w:ilvl="3" w:tplc="04090001">
      <w:start w:val="1"/>
      <w:numFmt w:val="bullet"/>
      <w:lvlText w:val=""/>
      <w:lvlJc w:val="left"/>
      <w:pPr>
        <w:tabs>
          <w:tab w:val="num" w:pos="3312"/>
        </w:tabs>
        <w:ind w:left="3312" w:hanging="360"/>
      </w:pPr>
      <w:rPr>
        <w:rFonts w:ascii="Symbol" w:hAnsi="Symbol" w:hint="default"/>
      </w:rPr>
    </w:lvl>
    <w:lvl w:ilvl="4" w:tplc="04090003">
      <w:start w:val="1"/>
      <w:numFmt w:val="bullet"/>
      <w:lvlText w:val="o"/>
      <w:lvlJc w:val="left"/>
      <w:pPr>
        <w:tabs>
          <w:tab w:val="num" w:pos="4032"/>
        </w:tabs>
        <w:ind w:left="4032" w:hanging="360"/>
      </w:pPr>
      <w:rPr>
        <w:rFonts w:ascii="Courier New" w:hAnsi="Courier New" w:hint="default"/>
      </w:rPr>
    </w:lvl>
    <w:lvl w:ilvl="5" w:tplc="04090005">
      <w:start w:val="1"/>
      <w:numFmt w:val="bullet"/>
      <w:lvlText w:val=""/>
      <w:lvlJc w:val="left"/>
      <w:pPr>
        <w:tabs>
          <w:tab w:val="num" w:pos="4752"/>
        </w:tabs>
        <w:ind w:left="4752" w:hanging="360"/>
      </w:pPr>
      <w:rPr>
        <w:rFonts w:ascii="Wingdings" w:hAnsi="Wingdings" w:hint="default"/>
      </w:rPr>
    </w:lvl>
    <w:lvl w:ilvl="6" w:tplc="04090001">
      <w:start w:val="1"/>
      <w:numFmt w:val="bullet"/>
      <w:lvlText w:val=""/>
      <w:lvlJc w:val="left"/>
      <w:pPr>
        <w:tabs>
          <w:tab w:val="num" w:pos="5472"/>
        </w:tabs>
        <w:ind w:left="5472" w:hanging="360"/>
      </w:pPr>
      <w:rPr>
        <w:rFonts w:ascii="Symbol" w:hAnsi="Symbol" w:hint="default"/>
      </w:rPr>
    </w:lvl>
    <w:lvl w:ilvl="7" w:tplc="04090003">
      <w:start w:val="1"/>
      <w:numFmt w:val="bullet"/>
      <w:lvlText w:val="o"/>
      <w:lvlJc w:val="left"/>
      <w:pPr>
        <w:tabs>
          <w:tab w:val="num" w:pos="6192"/>
        </w:tabs>
        <w:ind w:left="6192" w:hanging="360"/>
      </w:pPr>
      <w:rPr>
        <w:rFonts w:ascii="Courier New" w:hAnsi="Courier New" w:hint="default"/>
      </w:rPr>
    </w:lvl>
    <w:lvl w:ilvl="8" w:tplc="04090005">
      <w:start w:val="1"/>
      <w:numFmt w:val="bullet"/>
      <w:lvlText w:val=""/>
      <w:lvlJc w:val="left"/>
      <w:pPr>
        <w:tabs>
          <w:tab w:val="num" w:pos="6912"/>
        </w:tabs>
        <w:ind w:left="6912" w:hanging="360"/>
      </w:pPr>
      <w:rPr>
        <w:rFonts w:ascii="Wingdings" w:hAnsi="Wingdings" w:hint="default"/>
      </w:rPr>
    </w:lvl>
  </w:abstractNum>
  <w:abstractNum w:abstractNumId="5">
    <w:nsid w:val="1C0E7978"/>
    <w:multiLevelType w:val="hybridMultilevel"/>
    <w:tmpl w:val="A8A2C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E017D1"/>
    <w:multiLevelType w:val="hybridMultilevel"/>
    <w:tmpl w:val="5C4A1F46"/>
    <w:lvl w:ilvl="0" w:tplc="3822BDE0">
      <w:start w:val="1"/>
      <w:numFmt w:val="decimal"/>
      <w:lvlText w:val="%1."/>
      <w:lvlJc w:val="left"/>
      <w:pPr>
        <w:ind w:left="720" w:hanging="360"/>
      </w:pPr>
      <w:rPr>
        <w:rFonts w:ascii="Arial" w:hAnsi="Arial" w:cs="Times New Roman" w:hint="default"/>
        <w:b/>
        <w:i w:val="0"/>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F6739EA"/>
    <w:multiLevelType w:val="hybridMultilevel"/>
    <w:tmpl w:val="18084F9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31E83F37"/>
    <w:multiLevelType w:val="hybridMultilevel"/>
    <w:tmpl w:val="E5629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176B44"/>
    <w:multiLevelType w:val="hybridMultilevel"/>
    <w:tmpl w:val="EFCE6BDA"/>
    <w:lvl w:ilvl="0" w:tplc="7F5A011E">
      <w:start w:val="1"/>
      <w:numFmt w:val="upperRoman"/>
      <w:lvlText w:val="%1."/>
      <w:lvlJc w:val="right"/>
      <w:pPr>
        <w:tabs>
          <w:tab w:val="num" w:pos="180"/>
        </w:tabs>
        <w:ind w:left="180" w:hanging="18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418712AD"/>
    <w:multiLevelType w:val="hybridMultilevel"/>
    <w:tmpl w:val="83689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AE18B1"/>
    <w:multiLevelType w:val="multilevel"/>
    <w:tmpl w:val="C47452E4"/>
    <w:lvl w:ilvl="0">
      <w:start w:val="1"/>
      <w:numFmt w:val="decimal"/>
      <w:lvlText w:val="%1."/>
      <w:lvlJc w:val="left"/>
      <w:pPr>
        <w:ind w:left="360"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nsid w:val="45E7745E"/>
    <w:multiLevelType w:val="hybridMultilevel"/>
    <w:tmpl w:val="2A7AF28C"/>
    <w:lvl w:ilvl="0" w:tplc="0F9E774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710"/>
        </w:tabs>
        <w:ind w:left="1710" w:hanging="360"/>
      </w:pPr>
      <w:rPr>
        <w:rFonts w:ascii="Courier New" w:hAnsi="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3">
    <w:nsid w:val="478D37E2"/>
    <w:multiLevelType w:val="hybridMultilevel"/>
    <w:tmpl w:val="4AE818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5A277A1"/>
    <w:multiLevelType w:val="hybridMultilevel"/>
    <w:tmpl w:val="3DA2BE30"/>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5">
    <w:nsid w:val="57243EA6"/>
    <w:multiLevelType w:val="hybridMultilevel"/>
    <w:tmpl w:val="EF4CE786"/>
    <w:lvl w:ilvl="0" w:tplc="9710BC3C">
      <w:start w:val="1"/>
      <w:numFmt w:val="decimal"/>
      <w:lvlText w:val="%1."/>
      <w:lvlJc w:val="left"/>
      <w:pPr>
        <w:ind w:left="720" w:hanging="360"/>
      </w:pPr>
      <w:rPr>
        <w:rFonts w:ascii="Arial" w:hAnsi="Arial" w:cs="Times New Roman"/>
        <w:b/>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FE2357A"/>
    <w:multiLevelType w:val="hybridMultilevel"/>
    <w:tmpl w:val="99D4CA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60D3EAA"/>
    <w:multiLevelType w:val="hybridMultilevel"/>
    <w:tmpl w:val="678A9DD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6B3B055B"/>
    <w:multiLevelType w:val="hybridMultilevel"/>
    <w:tmpl w:val="538475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D0406BE"/>
    <w:multiLevelType w:val="hybridMultilevel"/>
    <w:tmpl w:val="CC5676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5F15E3B"/>
    <w:multiLevelType w:val="hybridMultilevel"/>
    <w:tmpl w:val="7026F672"/>
    <w:lvl w:ilvl="0" w:tplc="DF485D3E">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C993AC8"/>
    <w:multiLevelType w:val="hybridMultilevel"/>
    <w:tmpl w:val="AC9E97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E3B7476"/>
    <w:multiLevelType w:val="hybridMultilevel"/>
    <w:tmpl w:val="E32A3D92"/>
    <w:lvl w:ilvl="0" w:tplc="62D8951C">
      <w:start w:val="1"/>
      <w:numFmt w:val="upperLetter"/>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E916803"/>
    <w:multiLevelType w:val="hybridMultilevel"/>
    <w:tmpl w:val="8F6E18A8"/>
    <w:lvl w:ilvl="0" w:tplc="04090015">
      <w:start w:val="1"/>
      <w:numFmt w:val="upperLetter"/>
      <w:lvlText w:val="%1."/>
      <w:lvlJc w:val="left"/>
      <w:pPr>
        <w:ind w:left="720" w:hanging="360"/>
      </w:pPr>
      <w:rPr>
        <w:rFonts w:cs="Times New Roman" w:hint="default"/>
      </w:rPr>
    </w:lvl>
    <w:lvl w:ilvl="1" w:tplc="67D6043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20"/>
  </w:num>
  <w:num w:numId="3">
    <w:abstractNumId w:val="16"/>
  </w:num>
  <w:num w:numId="4">
    <w:abstractNumId w:val="22"/>
  </w:num>
  <w:num w:numId="5">
    <w:abstractNumId w:val="23"/>
  </w:num>
  <w:num w:numId="6">
    <w:abstractNumId w:val="4"/>
  </w:num>
  <w:num w:numId="7">
    <w:abstractNumId w:val="10"/>
  </w:num>
  <w:num w:numId="8">
    <w:abstractNumId w:val="8"/>
  </w:num>
  <w:num w:numId="9">
    <w:abstractNumId w:val="3"/>
  </w:num>
  <w:num w:numId="10">
    <w:abstractNumId w:val="18"/>
  </w:num>
  <w:num w:numId="11">
    <w:abstractNumId w:val="7"/>
  </w:num>
  <w:num w:numId="12">
    <w:abstractNumId w:val="19"/>
  </w:num>
  <w:num w:numId="13">
    <w:abstractNumId w:val="21"/>
  </w:num>
  <w:num w:numId="14">
    <w:abstractNumId w:val="13"/>
  </w:num>
  <w:num w:numId="15">
    <w:abstractNumId w:val="0"/>
  </w:num>
  <w:num w:numId="16">
    <w:abstractNumId w:val="1"/>
  </w:num>
  <w:num w:numId="17">
    <w:abstractNumId w:val="14"/>
  </w:num>
  <w:num w:numId="18">
    <w:abstractNumId w:val="2"/>
  </w:num>
  <w:num w:numId="19">
    <w:abstractNumId w:val="17"/>
  </w:num>
  <w:num w:numId="20">
    <w:abstractNumId w:val="6"/>
  </w:num>
  <w:num w:numId="21">
    <w:abstractNumId w:val="5"/>
  </w:num>
  <w:num w:numId="22">
    <w:abstractNumId w:val="15"/>
  </w:num>
  <w:num w:numId="23">
    <w:abstractNumId w:val="11"/>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3191"/>
    <w:rsid w:val="0000241A"/>
    <w:rsid w:val="0000282D"/>
    <w:rsid w:val="00002B87"/>
    <w:rsid w:val="00002CA0"/>
    <w:rsid w:val="000037A9"/>
    <w:rsid w:val="00004C88"/>
    <w:rsid w:val="00005108"/>
    <w:rsid w:val="00006467"/>
    <w:rsid w:val="000065DE"/>
    <w:rsid w:val="00006D0E"/>
    <w:rsid w:val="00010B41"/>
    <w:rsid w:val="00017B6B"/>
    <w:rsid w:val="00020B48"/>
    <w:rsid w:val="00021318"/>
    <w:rsid w:val="000227B0"/>
    <w:rsid w:val="000228E4"/>
    <w:rsid w:val="00022C6D"/>
    <w:rsid w:val="000235C1"/>
    <w:rsid w:val="00024A5D"/>
    <w:rsid w:val="000250B2"/>
    <w:rsid w:val="0002551F"/>
    <w:rsid w:val="000274A3"/>
    <w:rsid w:val="000277E2"/>
    <w:rsid w:val="00030AC9"/>
    <w:rsid w:val="00031597"/>
    <w:rsid w:val="000320D0"/>
    <w:rsid w:val="00032A51"/>
    <w:rsid w:val="00032A84"/>
    <w:rsid w:val="00032E65"/>
    <w:rsid w:val="0003361B"/>
    <w:rsid w:val="00034278"/>
    <w:rsid w:val="00034F43"/>
    <w:rsid w:val="00034F5B"/>
    <w:rsid w:val="00037D90"/>
    <w:rsid w:val="00041F22"/>
    <w:rsid w:val="00043513"/>
    <w:rsid w:val="000436D1"/>
    <w:rsid w:val="000439FB"/>
    <w:rsid w:val="000442C5"/>
    <w:rsid w:val="000453C4"/>
    <w:rsid w:val="00045B13"/>
    <w:rsid w:val="00046B48"/>
    <w:rsid w:val="00046D2D"/>
    <w:rsid w:val="00046F2B"/>
    <w:rsid w:val="00047AA6"/>
    <w:rsid w:val="00047E41"/>
    <w:rsid w:val="0005014E"/>
    <w:rsid w:val="000503A2"/>
    <w:rsid w:val="0005051A"/>
    <w:rsid w:val="0005396F"/>
    <w:rsid w:val="00054BA5"/>
    <w:rsid w:val="00054C9A"/>
    <w:rsid w:val="00054E5E"/>
    <w:rsid w:val="00055AF2"/>
    <w:rsid w:val="00056D30"/>
    <w:rsid w:val="000571DA"/>
    <w:rsid w:val="00057615"/>
    <w:rsid w:val="00060086"/>
    <w:rsid w:val="00060D72"/>
    <w:rsid w:val="00061A04"/>
    <w:rsid w:val="00062E7A"/>
    <w:rsid w:val="00064227"/>
    <w:rsid w:val="000644C1"/>
    <w:rsid w:val="00064D4C"/>
    <w:rsid w:val="00070083"/>
    <w:rsid w:val="00070472"/>
    <w:rsid w:val="0007178B"/>
    <w:rsid w:val="00073193"/>
    <w:rsid w:val="00073DF5"/>
    <w:rsid w:val="00073EE4"/>
    <w:rsid w:val="00074A00"/>
    <w:rsid w:val="0007541D"/>
    <w:rsid w:val="00075927"/>
    <w:rsid w:val="00075BDA"/>
    <w:rsid w:val="00077194"/>
    <w:rsid w:val="00081CCB"/>
    <w:rsid w:val="00082379"/>
    <w:rsid w:val="000823C0"/>
    <w:rsid w:val="0008255A"/>
    <w:rsid w:val="000834F1"/>
    <w:rsid w:val="00083757"/>
    <w:rsid w:val="000846AE"/>
    <w:rsid w:val="00084CA7"/>
    <w:rsid w:val="000851B3"/>
    <w:rsid w:val="00086FA7"/>
    <w:rsid w:val="00087AED"/>
    <w:rsid w:val="0009070A"/>
    <w:rsid w:val="00090723"/>
    <w:rsid w:val="0009139C"/>
    <w:rsid w:val="00091997"/>
    <w:rsid w:val="00091FAE"/>
    <w:rsid w:val="00093483"/>
    <w:rsid w:val="00093DA6"/>
    <w:rsid w:val="000947CD"/>
    <w:rsid w:val="000948A7"/>
    <w:rsid w:val="00094918"/>
    <w:rsid w:val="0009563B"/>
    <w:rsid w:val="000979BD"/>
    <w:rsid w:val="000A0340"/>
    <w:rsid w:val="000A19A6"/>
    <w:rsid w:val="000A23F4"/>
    <w:rsid w:val="000A31BD"/>
    <w:rsid w:val="000A355F"/>
    <w:rsid w:val="000A390A"/>
    <w:rsid w:val="000A3F4F"/>
    <w:rsid w:val="000A59DE"/>
    <w:rsid w:val="000A659F"/>
    <w:rsid w:val="000A66F2"/>
    <w:rsid w:val="000B013C"/>
    <w:rsid w:val="000B0297"/>
    <w:rsid w:val="000B1EEE"/>
    <w:rsid w:val="000B2BD2"/>
    <w:rsid w:val="000B30D4"/>
    <w:rsid w:val="000B320C"/>
    <w:rsid w:val="000B54D2"/>
    <w:rsid w:val="000B5AAD"/>
    <w:rsid w:val="000C0062"/>
    <w:rsid w:val="000C074B"/>
    <w:rsid w:val="000C17D8"/>
    <w:rsid w:val="000C1958"/>
    <w:rsid w:val="000C49F1"/>
    <w:rsid w:val="000C4ABC"/>
    <w:rsid w:val="000C5094"/>
    <w:rsid w:val="000C564F"/>
    <w:rsid w:val="000C5BE3"/>
    <w:rsid w:val="000C60B4"/>
    <w:rsid w:val="000C75CD"/>
    <w:rsid w:val="000D00B3"/>
    <w:rsid w:val="000D0184"/>
    <w:rsid w:val="000D01E3"/>
    <w:rsid w:val="000D1DD9"/>
    <w:rsid w:val="000D39C7"/>
    <w:rsid w:val="000D3F95"/>
    <w:rsid w:val="000D56B3"/>
    <w:rsid w:val="000D5823"/>
    <w:rsid w:val="000D5A58"/>
    <w:rsid w:val="000D652E"/>
    <w:rsid w:val="000D6A23"/>
    <w:rsid w:val="000E1360"/>
    <w:rsid w:val="000E1BC1"/>
    <w:rsid w:val="000E2722"/>
    <w:rsid w:val="000E2748"/>
    <w:rsid w:val="000E2B59"/>
    <w:rsid w:val="000E30CA"/>
    <w:rsid w:val="000E3127"/>
    <w:rsid w:val="000E31B7"/>
    <w:rsid w:val="000E48BF"/>
    <w:rsid w:val="000E502B"/>
    <w:rsid w:val="000E54E7"/>
    <w:rsid w:val="000E614D"/>
    <w:rsid w:val="000E6556"/>
    <w:rsid w:val="000E71C2"/>
    <w:rsid w:val="000E7375"/>
    <w:rsid w:val="000F06BD"/>
    <w:rsid w:val="000F075B"/>
    <w:rsid w:val="000F0A15"/>
    <w:rsid w:val="000F0E4B"/>
    <w:rsid w:val="000F2358"/>
    <w:rsid w:val="000F254D"/>
    <w:rsid w:val="000F2FDE"/>
    <w:rsid w:val="000F311B"/>
    <w:rsid w:val="000F35CC"/>
    <w:rsid w:val="000F509C"/>
    <w:rsid w:val="000F54E7"/>
    <w:rsid w:val="000F61E3"/>
    <w:rsid w:val="000F7544"/>
    <w:rsid w:val="000F7F31"/>
    <w:rsid w:val="00100443"/>
    <w:rsid w:val="001004FB"/>
    <w:rsid w:val="0010083E"/>
    <w:rsid w:val="0010164E"/>
    <w:rsid w:val="00101A5C"/>
    <w:rsid w:val="00101D1B"/>
    <w:rsid w:val="00102268"/>
    <w:rsid w:val="00103616"/>
    <w:rsid w:val="001040F6"/>
    <w:rsid w:val="00105DA9"/>
    <w:rsid w:val="0010755C"/>
    <w:rsid w:val="00107A6B"/>
    <w:rsid w:val="00107F15"/>
    <w:rsid w:val="00110F25"/>
    <w:rsid w:val="00111ABB"/>
    <w:rsid w:val="00111BC1"/>
    <w:rsid w:val="00111F94"/>
    <w:rsid w:val="001124FE"/>
    <w:rsid w:val="001130AA"/>
    <w:rsid w:val="001145AE"/>
    <w:rsid w:val="0011478B"/>
    <w:rsid w:val="001152CC"/>
    <w:rsid w:val="001154E2"/>
    <w:rsid w:val="00115ADF"/>
    <w:rsid w:val="00116DA4"/>
    <w:rsid w:val="00117E42"/>
    <w:rsid w:val="00117FB4"/>
    <w:rsid w:val="00121083"/>
    <w:rsid w:val="00122B62"/>
    <w:rsid w:val="00124536"/>
    <w:rsid w:val="00124561"/>
    <w:rsid w:val="00124999"/>
    <w:rsid w:val="00125091"/>
    <w:rsid w:val="0012674C"/>
    <w:rsid w:val="00126E67"/>
    <w:rsid w:val="00126FAB"/>
    <w:rsid w:val="00127C01"/>
    <w:rsid w:val="001300F9"/>
    <w:rsid w:val="00131281"/>
    <w:rsid w:val="00131562"/>
    <w:rsid w:val="00131BE2"/>
    <w:rsid w:val="00134209"/>
    <w:rsid w:val="00134E3B"/>
    <w:rsid w:val="001404FF"/>
    <w:rsid w:val="00141AA3"/>
    <w:rsid w:val="00142627"/>
    <w:rsid w:val="00142FFB"/>
    <w:rsid w:val="0014364E"/>
    <w:rsid w:val="001458B0"/>
    <w:rsid w:val="001463A7"/>
    <w:rsid w:val="001464C0"/>
    <w:rsid w:val="001466B3"/>
    <w:rsid w:val="00147D1B"/>
    <w:rsid w:val="00147F67"/>
    <w:rsid w:val="0015079A"/>
    <w:rsid w:val="00150846"/>
    <w:rsid w:val="00153263"/>
    <w:rsid w:val="00154AD1"/>
    <w:rsid w:val="00154FEE"/>
    <w:rsid w:val="00155DF2"/>
    <w:rsid w:val="00156290"/>
    <w:rsid w:val="00156F63"/>
    <w:rsid w:val="00157AE5"/>
    <w:rsid w:val="00160420"/>
    <w:rsid w:val="001613EB"/>
    <w:rsid w:val="00162B8B"/>
    <w:rsid w:val="00165D61"/>
    <w:rsid w:val="00167140"/>
    <w:rsid w:val="0016717E"/>
    <w:rsid w:val="001671DB"/>
    <w:rsid w:val="00167F76"/>
    <w:rsid w:val="0017232D"/>
    <w:rsid w:val="001729FC"/>
    <w:rsid w:val="00172B35"/>
    <w:rsid w:val="00172F88"/>
    <w:rsid w:val="001739BC"/>
    <w:rsid w:val="00176B48"/>
    <w:rsid w:val="001777D4"/>
    <w:rsid w:val="00177CFC"/>
    <w:rsid w:val="00180CD6"/>
    <w:rsid w:val="00181AE0"/>
    <w:rsid w:val="00182B16"/>
    <w:rsid w:val="0018341A"/>
    <w:rsid w:val="00185251"/>
    <w:rsid w:val="00185F40"/>
    <w:rsid w:val="00186C84"/>
    <w:rsid w:val="001870AA"/>
    <w:rsid w:val="0018747A"/>
    <w:rsid w:val="0018763D"/>
    <w:rsid w:val="00190C79"/>
    <w:rsid w:val="00190E9B"/>
    <w:rsid w:val="00191FBB"/>
    <w:rsid w:val="00195335"/>
    <w:rsid w:val="00195ABE"/>
    <w:rsid w:val="00195EEB"/>
    <w:rsid w:val="00196C19"/>
    <w:rsid w:val="001A093A"/>
    <w:rsid w:val="001A12A1"/>
    <w:rsid w:val="001A1E0A"/>
    <w:rsid w:val="001A4326"/>
    <w:rsid w:val="001A5371"/>
    <w:rsid w:val="001A6A36"/>
    <w:rsid w:val="001A720E"/>
    <w:rsid w:val="001B0F7B"/>
    <w:rsid w:val="001B1D37"/>
    <w:rsid w:val="001B4C69"/>
    <w:rsid w:val="001B4EEA"/>
    <w:rsid w:val="001B52CF"/>
    <w:rsid w:val="001B5DA6"/>
    <w:rsid w:val="001B669C"/>
    <w:rsid w:val="001B672A"/>
    <w:rsid w:val="001B6945"/>
    <w:rsid w:val="001B6FC8"/>
    <w:rsid w:val="001B7678"/>
    <w:rsid w:val="001C00E7"/>
    <w:rsid w:val="001C09A8"/>
    <w:rsid w:val="001C19CF"/>
    <w:rsid w:val="001C2990"/>
    <w:rsid w:val="001C4403"/>
    <w:rsid w:val="001C5C51"/>
    <w:rsid w:val="001C6E38"/>
    <w:rsid w:val="001C74F6"/>
    <w:rsid w:val="001C7D16"/>
    <w:rsid w:val="001D0454"/>
    <w:rsid w:val="001D0B51"/>
    <w:rsid w:val="001D0B97"/>
    <w:rsid w:val="001D0CEE"/>
    <w:rsid w:val="001D0E61"/>
    <w:rsid w:val="001D29EF"/>
    <w:rsid w:val="001D2B41"/>
    <w:rsid w:val="001D369B"/>
    <w:rsid w:val="001D43A5"/>
    <w:rsid w:val="001D4E25"/>
    <w:rsid w:val="001D6F7E"/>
    <w:rsid w:val="001D7DE4"/>
    <w:rsid w:val="001E022C"/>
    <w:rsid w:val="001E244E"/>
    <w:rsid w:val="001E32BB"/>
    <w:rsid w:val="001E3A44"/>
    <w:rsid w:val="001E4238"/>
    <w:rsid w:val="001E4F44"/>
    <w:rsid w:val="001E699D"/>
    <w:rsid w:val="001F0C2C"/>
    <w:rsid w:val="001F13C3"/>
    <w:rsid w:val="001F19F1"/>
    <w:rsid w:val="001F3193"/>
    <w:rsid w:val="001F42A1"/>
    <w:rsid w:val="001F53E0"/>
    <w:rsid w:val="001F6316"/>
    <w:rsid w:val="001F6406"/>
    <w:rsid w:val="001F73F1"/>
    <w:rsid w:val="001F798D"/>
    <w:rsid w:val="001F7E4C"/>
    <w:rsid w:val="002021C5"/>
    <w:rsid w:val="002026AC"/>
    <w:rsid w:val="0020319D"/>
    <w:rsid w:val="002036AB"/>
    <w:rsid w:val="00204030"/>
    <w:rsid w:val="002068BD"/>
    <w:rsid w:val="00206AEF"/>
    <w:rsid w:val="00207F63"/>
    <w:rsid w:val="002109FD"/>
    <w:rsid w:val="00211B47"/>
    <w:rsid w:val="00212AAD"/>
    <w:rsid w:val="00212C5A"/>
    <w:rsid w:val="0021452A"/>
    <w:rsid w:val="00215429"/>
    <w:rsid w:val="00216BE7"/>
    <w:rsid w:val="0021728D"/>
    <w:rsid w:val="00217A6D"/>
    <w:rsid w:val="00217B5C"/>
    <w:rsid w:val="00220038"/>
    <w:rsid w:val="00220D6F"/>
    <w:rsid w:val="00221A14"/>
    <w:rsid w:val="002223B6"/>
    <w:rsid w:val="00222734"/>
    <w:rsid w:val="002232F2"/>
    <w:rsid w:val="00223A54"/>
    <w:rsid w:val="00224AA9"/>
    <w:rsid w:val="00225209"/>
    <w:rsid w:val="00225BC3"/>
    <w:rsid w:val="002262CB"/>
    <w:rsid w:val="00226BCD"/>
    <w:rsid w:val="0022765F"/>
    <w:rsid w:val="00230704"/>
    <w:rsid w:val="002318D6"/>
    <w:rsid w:val="00231EBE"/>
    <w:rsid w:val="002324AF"/>
    <w:rsid w:val="00232645"/>
    <w:rsid w:val="00233231"/>
    <w:rsid w:val="00233913"/>
    <w:rsid w:val="00233B05"/>
    <w:rsid w:val="00233BE5"/>
    <w:rsid w:val="00235938"/>
    <w:rsid w:val="00235BA6"/>
    <w:rsid w:val="002368F9"/>
    <w:rsid w:val="002403FD"/>
    <w:rsid w:val="00240F69"/>
    <w:rsid w:val="002426F5"/>
    <w:rsid w:val="00242D12"/>
    <w:rsid w:val="002447A5"/>
    <w:rsid w:val="0024487F"/>
    <w:rsid w:val="002460C9"/>
    <w:rsid w:val="002462D4"/>
    <w:rsid w:val="00246B5D"/>
    <w:rsid w:val="00251744"/>
    <w:rsid w:val="002518E9"/>
    <w:rsid w:val="00252442"/>
    <w:rsid w:val="00253584"/>
    <w:rsid w:val="00253BCA"/>
    <w:rsid w:val="00253FD5"/>
    <w:rsid w:val="0025403E"/>
    <w:rsid w:val="002542F9"/>
    <w:rsid w:val="002546E4"/>
    <w:rsid w:val="00254CE0"/>
    <w:rsid w:val="00254ECF"/>
    <w:rsid w:val="002561F9"/>
    <w:rsid w:val="00256652"/>
    <w:rsid w:val="00256A5D"/>
    <w:rsid w:val="00257500"/>
    <w:rsid w:val="00257B18"/>
    <w:rsid w:val="00257B95"/>
    <w:rsid w:val="002612A6"/>
    <w:rsid w:val="00261F94"/>
    <w:rsid w:val="00262991"/>
    <w:rsid w:val="002632FE"/>
    <w:rsid w:val="002639EA"/>
    <w:rsid w:val="00264CA9"/>
    <w:rsid w:val="00265047"/>
    <w:rsid w:val="00265821"/>
    <w:rsid w:val="00270592"/>
    <w:rsid w:val="0027276E"/>
    <w:rsid w:val="002733B8"/>
    <w:rsid w:val="002735B7"/>
    <w:rsid w:val="00275172"/>
    <w:rsid w:val="0027521F"/>
    <w:rsid w:val="00275B48"/>
    <w:rsid w:val="00276596"/>
    <w:rsid w:val="00276E82"/>
    <w:rsid w:val="00280A72"/>
    <w:rsid w:val="0028118A"/>
    <w:rsid w:val="002821FF"/>
    <w:rsid w:val="002828C0"/>
    <w:rsid w:val="00284B91"/>
    <w:rsid w:val="00286005"/>
    <w:rsid w:val="00286696"/>
    <w:rsid w:val="00286E41"/>
    <w:rsid w:val="002871B0"/>
    <w:rsid w:val="00291A66"/>
    <w:rsid w:val="00293562"/>
    <w:rsid w:val="00293CB1"/>
    <w:rsid w:val="00294069"/>
    <w:rsid w:val="002943DA"/>
    <w:rsid w:val="00294A72"/>
    <w:rsid w:val="00294B84"/>
    <w:rsid w:val="002A1BBF"/>
    <w:rsid w:val="002A39A0"/>
    <w:rsid w:val="002A3B6C"/>
    <w:rsid w:val="002A3BBC"/>
    <w:rsid w:val="002A4244"/>
    <w:rsid w:val="002A47C7"/>
    <w:rsid w:val="002A4880"/>
    <w:rsid w:val="002A4BB6"/>
    <w:rsid w:val="002A4FBD"/>
    <w:rsid w:val="002A73D5"/>
    <w:rsid w:val="002A78AE"/>
    <w:rsid w:val="002B0247"/>
    <w:rsid w:val="002B43F1"/>
    <w:rsid w:val="002B48C2"/>
    <w:rsid w:val="002B493B"/>
    <w:rsid w:val="002B5298"/>
    <w:rsid w:val="002B5761"/>
    <w:rsid w:val="002B6061"/>
    <w:rsid w:val="002B64BC"/>
    <w:rsid w:val="002B64DF"/>
    <w:rsid w:val="002B6706"/>
    <w:rsid w:val="002B704C"/>
    <w:rsid w:val="002B7748"/>
    <w:rsid w:val="002B7BBA"/>
    <w:rsid w:val="002C02AB"/>
    <w:rsid w:val="002C0ABA"/>
    <w:rsid w:val="002C0BD2"/>
    <w:rsid w:val="002C0C3E"/>
    <w:rsid w:val="002C11E6"/>
    <w:rsid w:val="002C2265"/>
    <w:rsid w:val="002C2A52"/>
    <w:rsid w:val="002C339A"/>
    <w:rsid w:val="002C4FAD"/>
    <w:rsid w:val="002C5FEE"/>
    <w:rsid w:val="002C6715"/>
    <w:rsid w:val="002C6B92"/>
    <w:rsid w:val="002C6EE8"/>
    <w:rsid w:val="002D0955"/>
    <w:rsid w:val="002D0F95"/>
    <w:rsid w:val="002D2C34"/>
    <w:rsid w:val="002D4A5E"/>
    <w:rsid w:val="002D509F"/>
    <w:rsid w:val="002D62C4"/>
    <w:rsid w:val="002D77A2"/>
    <w:rsid w:val="002E0D57"/>
    <w:rsid w:val="002E16D9"/>
    <w:rsid w:val="002E1C5E"/>
    <w:rsid w:val="002E3374"/>
    <w:rsid w:val="002E3912"/>
    <w:rsid w:val="002E3B20"/>
    <w:rsid w:val="002E452D"/>
    <w:rsid w:val="002E4823"/>
    <w:rsid w:val="002E4AFA"/>
    <w:rsid w:val="002E5005"/>
    <w:rsid w:val="002E51F4"/>
    <w:rsid w:val="002E55B2"/>
    <w:rsid w:val="002E6427"/>
    <w:rsid w:val="002E7B74"/>
    <w:rsid w:val="002F0C55"/>
    <w:rsid w:val="002F15B3"/>
    <w:rsid w:val="002F2159"/>
    <w:rsid w:val="002F2365"/>
    <w:rsid w:val="002F291E"/>
    <w:rsid w:val="002F4555"/>
    <w:rsid w:val="002F528B"/>
    <w:rsid w:val="002F5825"/>
    <w:rsid w:val="002F600C"/>
    <w:rsid w:val="002F77CD"/>
    <w:rsid w:val="00300801"/>
    <w:rsid w:val="00300E55"/>
    <w:rsid w:val="00302690"/>
    <w:rsid w:val="0030350E"/>
    <w:rsid w:val="00303E4B"/>
    <w:rsid w:val="00305B5A"/>
    <w:rsid w:val="00305DF4"/>
    <w:rsid w:val="0030666C"/>
    <w:rsid w:val="00306A2A"/>
    <w:rsid w:val="00307C58"/>
    <w:rsid w:val="003108EA"/>
    <w:rsid w:val="00312C6A"/>
    <w:rsid w:val="00313B6F"/>
    <w:rsid w:val="00314483"/>
    <w:rsid w:val="003156C7"/>
    <w:rsid w:val="003167B8"/>
    <w:rsid w:val="00316FE1"/>
    <w:rsid w:val="003179CA"/>
    <w:rsid w:val="00317FE8"/>
    <w:rsid w:val="00320810"/>
    <w:rsid w:val="00321462"/>
    <w:rsid w:val="00321C5C"/>
    <w:rsid w:val="00321DD2"/>
    <w:rsid w:val="00322B18"/>
    <w:rsid w:val="00324017"/>
    <w:rsid w:val="003241CE"/>
    <w:rsid w:val="0032646E"/>
    <w:rsid w:val="003272FF"/>
    <w:rsid w:val="00330529"/>
    <w:rsid w:val="003306CC"/>
    <w:rsid w:val="00330AF6"/>
    <w:rsid w:val="00330B05"/>
    <w:rsid w:val="00330B28"/>
    <w:rsid w:val="00332A98"/>
    <w:rsid w:val="00332EFA"/>
    <w:rsid w:val="00333865"/>
    <w:rsid w:val="0033469E"/>
    <w:rsid w:val="003350E3"/>
    <w:rsid w:val="00336F32"/>
    <w:rsid w:val="00336FDA"/>
    <w:rsid w:val="00337216"/>
    <w:rsid w:val="0034095D"/>
    <w:rsid w:val="003409CC"/>
    <w:rsid w:val="0034127F"/>
    <w:rsid w:val="003418B4"/>
    <w:rsid w:val="003418CA"/>
    <w:rsid w:val="003418E7"/>
    <w:rsid w:val="00343B9A"/>
    <w:rsid w:val="00343BF6"/>
    <w:rsid w:val="00344411"/>
    <w:rsid w:val="00344F6B"/>
    <w:rsid w:val="00346487"/>
    <w:rsid w:val="00346EC7"/>
    <w:rsid w:val="00350E83"/>
    <w:rsid w:val="003512A6"/>
    <w:rsid w:val="00351FC3"/>
    <w:rsid w:val="003520A3"/>
    <w:rsid w:val="003526DC"/>
    <w:rsid w:val="00353270"/>
    <w:rsid w:val="003542EE"/>
    <w:rsid w:val="00354E4E"/>
    <w:rsid w:val="00355450"/>
    <w:rsid w:val="003571AF"/>
    <w:rsid w:val="0035783E"/>
    <w:rsid w:val="00360A78"/>
    <w:rsid w:val="00360B5A"/>
    <w:rsid w:val="003613DE"/>
    <w:rsid w:val="0036156C"/>
    <w:rsid w:val="0036220C"/>
    <w:rsid w:val="0036256A"/>
    <w:rsid w:val="00362757"/>
    <w:rsid w:val="003631D2"/>
    <w:rsid w:val="00363EFA"/>
    <w:rsid w:val="003651AF"/>
    <w:rsid w:val="003654B5"/>
    <w:rsid w:val="00365691"/>
    <w:rsid w:val="00366559"/>
    <w:rsid w:val="00367C40"/>
    <w:rsid w:val="00370DF0"/>
    <w:rsid w:val="0037341F"/>
    <w:rsid w:val="00373C08"/>
    <w:rsid w:val="003740CC"/>
    <w:rsid w:val="003741F1"/>
    <w:rsid w:val="0037511D"/>
    <w:rsid w:val="003760F6"/>
    <w:rsid w:val="00376D6C"/>
    <w:rsid w:val="00377046"/>
    <w:rsid w:val="00377DBA"/>
    <w:rsid w:val="00380D5E"/>
    <w:rsid w:val="00382BA2"/>
    <w:rsid w:val="00383B3A"/>
    <w:rsid w:val="00384217"/>
    <w:rsid w:val="00384652"/>
    <w:rsid w:val="00384CAC"/>
    <w:rsid w:val="00386329"/>
    <w:rsid w:val="00386449"/>
    <w:rsid w:val="00390BB1"/>
    <w:rsid w:val="0039230B"/>
    <w:rsid w:val="00392ACC"/>
    <w:rsid w:val="00395441"/>
    <w:rsid w:val="00395784"/>
    <w:rsid w:val="00395821"/>
    <w:rsid w:val="00395A45"/>
    <w:rsid w:val="00395D35"/>
    <w:rsid w:val="0039643B"/>
    <w:rsid w:val="003975DE"/>
    <w:rsid w:val="003A06AF"/>
    <w:rsid w:val="003A130E"/>
    <w:rsid w:val="003A132B"/>
    <w:rsid w:val="003A2389"/>
    <w:rsid w:val="003A2BED"/>
    <w:rsid w:val="003A3901"/>
    <w:rsid w:val="003A45F5"/>
    <w:rsid w:val="003A4614"/>
    <w:rsid w:val="003A6CAD"/>
    <w:rsid w:val="003A78DA"/>
    <w:rsid w:val="003A793D"/>
    <w:rsid w:val="003B0075"/>
    <w:rsid w:val="003B01D0"/>
    <w:rsid w:val="003B0681"/>
    <w:rsid w:val="003B174C"/>
    <w:rsid w:val="003B1A48"/>
    <w:rsid w:val="003B28FD"/>
    <w:rsid w:val="003B2986"/>
    <w:rsid w:val="003B368A"/>
    <w:rsid w:val="003B401E"/>
    <w:rsid w:val="003B4208"/>
    <w:rsid w:val="003B65C8"/>
    <w:rsid w:val="003B6C7F"/>
    <w:rsid w:val="003C17DB"/>
    <w:rsid w:val="003C1C41"/>
    <w:rsid w:val="003C2880"/>
    <w:rsid w:val="003C376F"/>
    <w:rsid w:val="003C379E"/>
    <w:rsid w:val="003C5979"/>
    <w:rsid w:val="003C5F70"/>
    <w:rsid w:val="003C68BF"/>
    <w:rsid w:val="003C6EEC"/>
    <w:rsid w:val="003C6F0E"/>
    <w:rsid w:val="003C6F4F"/>
    <w:rsid w:val="003D0A76"/>
    <w:rsid w:val="003D11C1"/>
    <w:rsid w:val="003D19BC"/>
    <w:rsid w:val="003D2213"/>
    <w:rsid w:val="003D34FE"/>
    <w:rsid w:val="003D3612"/>
    <w:rsid w:val="003D3A98"/>
    <w:rsid w:val="003D4261"/>
    <w:rsid w:val="003D48AC"/>
    <w:rsid w:val="003D565C"/>
    <w:rsid w:val="003D602F"/>
    <w:rsid w:val="003D6959"/>
    <w:rsid w:val="003D7ED5"/>
    <w:rsid w:val="003E0718"/>
    <w:rsid w:val="003E116F"/>
    <w:rsid w:val="003E426F"/>
    <w:rsid w:val="003E43FE"/>
    <w:rsid w:val="003E4AA0"/>
    <w:rsid w:val="003E53B3"/>
    <w:rsid w:val="003E53F9"/>
    <w:rsid w:val="003E5595"/>
    <w:rsid w:val="003E666E"/>
    <w:rsid w:val="003E66E7"/>
    <w:rsid w:val="003F0217"/>
    <w:rsid w:val="003F10DC"/>
    <w:rsid w:val="003F33A8"/>
    <w:rsid w:val="003F36BA"/>
    <w:rsid w:val="003F467F"/>
    <w:rsid w:val="003F4723"/>
    <w:rsid w:val="003F5C30"/>
    <w:rsid w:val="003F6B3C"/>
    <w:rsid w:val="003F717D"/>
    <w:rsid w:val="003F7A00"/>
    <w:rsid w:val="00400774"/>
    <w:rsid w:val="004019ED"/>
    <w:rsid w:val="00401C59"/>
    <w:rsid w:val="004025AD"/>
    <w:rsid w:val="004026B6"/>
    <w:rsid w:val="00402757"/>
    <w:rsid w:val="004027CA"/>
    <w:rsid w:val="0040389F"/>
    <w:rsid w:val="00403D43"/>
    <w:rsid w:val="0040438C"/>
    <w:rsid w:val="004058C1"/>
    <w:rsid w:val="00405F72"/>
    <w:rsid w:val="0040614A"/>
    <w:rsid w:val="00406850"/>
    <w:rsid w:val="004070DA"/>
    <w:rsid w:val="004071A2"/>
    <w:rsid w:val="00407503"/>
    <w:rsid w:val="004075AE"/>
    <w:rsid w:val="00407B74"/>
    <w:rsid w:val="00410590"/>
    <w:rsid w:val="00410AE7"/>
    <w:rsid w:val="004118CA"/>
    <w:rsid w:val="00411A25"/>
    <w:rsid w:val="00411BDC"/>
    <w:rsid w:val="0041222E"/>
    <w:rsid w:val="004127DB"/>
    <w:rsid w:val="004129E6"/>
    <w:rsid w:val="00412F42"/>
    <w:rsid w:val="00414DA4"/>
    <w:rsid w:val="00414FFC"/>
    <w:rsid w:val="004159BA"/>
    <w:rsid w:val="00417482"/>
    <w:rsid w:val="00417710"/>
    <w:rsid w:val="00420A1B"/>
    <w:rsid w:val="00421125"/>
    <w:rsid w:val="004219CE"/>
    <w:rsid w:val="00421B35"/>
    <w:rsid w:val="0042214C"/>
    <w:rsid w:val="0042252B"/>
    <w:rsid w:val="004243AB"/>
    <w:rsid w:val="0042546D"/>
    <w:rsid w:val="00425D1F"/>
    <w:rsid w:val="00426370"/>
    <w:rsid w:val="004263DE"/>
    <w:rsid w:val="00426C80"/>
    <w:rsid w:val="00427600"/>
    <w:rsid w:val="004302A2"/>
    <w:rsid w:val="00431865"/>
    <w:rsid w:val="00431FB9"/>
    <w:rsid w:val="004326B8"/>
    <w:rsid w:val="004359A3"/>
    <w:rsid w:val="00435F4E"/>
    <w:rsid w:val="00436187"/>
    <w:rsid w:val="00436873"/>
    <w:rsid w:val="00440BE9"/>
    <w:rsid w:val="00442304"/>
    <w:rsid w:val="00444194"/>
    <w:rsid w:val="00445024"/>
    <w:rsid w:val="00445087"/>
    <w:rsid w:val="00445394"/>
    <w:rsid w:val="00451143"/>
    <w:rsid w:val="00452E74"/>
    <w:rsid w:val="00453076"/>
    <w:rsid w:val="00454D62"/>
    <w:rsid w:val="00457B26"/>
    <w:rsid w:val="00460606"/>
    <w:rsid w:val="00460C1C"/>
    <w:rsid w:val="00461189"/>
    <w:rsid w:val="00462D3F"/>
    <w:rsid w:val="00463C99"/>
    <w:rsid w:val="004640EB"/>
    <w:rsid w:val="0046436B"/>
    <w:rsid w:val="00467B9C"/>
    <w:rsid w:val="0047157E"/>
    <w:rsid w:val="00471B75"/>
    <w:rsid w:val="00472278"/>
    <w:rsid w:val="00475B45"/>
    <w:rsid w:val="004762FB"/>
    <w:rsid w:val="00477C80"/>
    <w:rsid w:val="00480C73"/>
    <w:rsid w:val="00481EA2"/>
    <w:rsid w:val="00482EB2"/>
    <w:rsid w:val="00482EEE"/>
    <w:rsid w:val="00482F69"/>
    <w:rsid w:val="00483039"/>
    <w:rsid w:val="00483661"/>
    <w:rsid w:val="0048463D"/>
    <w:rsid w:val="004854C6"/>
    <w:rsid w:val="004855EC"/>
    <w:rsid w:val="00486E50"/>
    <w:rsid w:val="00486F13"/>
    <w:rsid w:val="004874D4"/>
    <w:rsid w:val="00487818"/>
    <w:rsid w:val="004910C6"/>
    <w:rsid w:val="00492C0E"/>
    <w:rsid w:val="00492F2E"/>
    <w:rsid w:val="004939AB"/>
    <w:rsid w:val="004947A6"/>
    <w:rsid w:val="00495DA5"/>
    <w:rsid w:val="004960A9"/>
    <w:rsid w:val="004962B5"/>
    <w:rsid w:val="0049640D"/>
    <w:rsid w:val="004968DF"/>
    <w:rsid w:val="004A0C3B"/>
    <w:rsid w:val="004A15C8"/>
    <w:rsid w:val="004A1832"/>
    <w:rsid w:val="004A2471"/>
    <w:rsid w:val="004A2567"/>
    <w:rsid w:val="004A28D1"/>
    <w:rsid w:val="004A3034"/>
    <w:rsid w:val="004A421D"/>
    <w:rsid w:val="004A42EA"/>
    <w:rsid w:val="004A430C"/>
    <w:rsid w:val="004A57FC"/>
    <w:rsid w:val="004A6F11"/>
    <w:rsid w:val="004A6F98"/>
    <w:rsid w:val="004A7947"/>
    <w:rsid w:val="004B1474"/>
    <w:rsid w:val="004B253F"/>
    <w:rsid w:val="004B36BE"/>
    <w:rsid w:val="004B5830"/>
    <w:rsid w:val="004B5887"/>
    <w:rsid w:val="004B69C1"/>
    <w:rsid w:val="004B6B98"/>
    <w:rsid w:val="004B6D53"/>
    <w:rsid w:val="004C0E76"/>
    <w:rsid w:val="004C1835"/>
    <w:rsid w:val="004C1916"/>
    <w:rsid w:val="004C2F29"/>
    <w:rsid w:val="004C3636"/>
    <w:rsid w:val="004C4538"/>
    <w:rsid w:val="004C466F"/>
    <w:rsid w:val="004C47AB"/>
    <w:rsid w:val="004C52B5"/>
    <w:rsid w:val="004C52CF"/>
    <w:rsid w:val="004C5F29"/>
    <w:rsid w:val="004C6970"/>
    <w:rsid w:val="004C7EF4"/>
    <w:rsid w:val="004D01B9"/>
    <w:rsid w:val="004D0AD3"/>
    <w:rsid w:val="004D0CFB"/>
    <w:rsid w:val="004D0FF8"/>
    <w:rsid w:val="004D1280"/>
    <w:rsid w:val="004D13BB"/>
    <w:rsid w:val="004D158E"/>
    <w:rsid w:val="004D1797"/>
    <w:rsid w:val="004D1969"/>
    <w:rsid w:val="004D2588"/>
    <w:rsid w:val="004D2D66"/>
    <w:rsid w:val="004D3005"/>
    <w:rsid w:val="004D3375"/>
    <w:rsid w:val="004D4B5C"/>
    <w:rsid w:val="004D4EF3"/>
    <w:rsid w:val="004D58BC"/>
    <w:rsid w:val="004D5915"/>
    <w:rsid w:val="004D5933"/>
    <w:rsid w:val="004D6753"/>
    <w:rsid w:val="004D6904"/>
    <w:rsid w:val="004E13B5"/>
    <w:rsid w:val="004E1F9C"/>
    <w:rsid w:val="004E3B1B"/>
    <w:rsid w:val="004E539F"/>
    <w:rsid w:val="004E5671"/>
    <w:rsid w:val="004E6F1F"/>
    <w:rsid w:val="004E703D"/>
    <w:rsid w:val="004E7A0C"/>
    <w:rsid w:val="004F0F6C"/>
    <w:rsid w:val="004F2CEF"/>
    <w:rsid w:val="004F2DED"/>
    <w:rsid w:val="004F3F39"/>
    <w:rsid w:val="004F46AB"/>
    <w:rsid w:val="00500179"/>
    <w:rsid w:val="0050096C"/>
    <w:rsid w:val="00501260"/>
    <w:rsid w:val="0050173C"/>
    <w:rsid w:val="00502EEF"/>
    <w:rsid w:val="00503B11"/>
    <w:rsid w:val="00503EA7"/>
    <w:rsid w:val="005047C6"/>
    <w:rsid w:val="00506648"/>
    <w:rsid w:val="00506F04"/>
    <w:rsid w:val="0051030C"/>
    <w:rsid w:val="00511DC9"/>
    <w:rsid w:val="00514577"/>
    <w:rsid w:val="00516526"/>
    <w:rsid w:val="00516B7F"/>
    <w:rsid w:val="00517597"/>
    <w:rsid w:val="00520C62"/>
    <w:rsid w:val="0052120F"/>
    <w:rsid w:val="00521A36"/>
    <w:rsid w:val="00524124"/>
    <w:rsid w:val="00525012"/>
    <w:rsid w:val="00525912"/>
    <w:rsid w:val="00525DFD"/>
    <w:rsid w:val="005272BC"/>
    <w:rsid w:val="00527D66"/>
    <w:rsid w:val="005301DD"/>
    <w:rsid w:val="0053025E"/>
    <w:rsid w:val="0053073E"/>
    <w:rsid w:val="005316BC"/>
    <w:rsid w:val="005318E8"/>
    <w:rsid w:val="00531948"/>
    <w:rsid w:val="00531E56"/>
    <w:rsid w:val="005329D9"/>
    <w:rsid w:val="005336A0"/>
    <w:rsid w:val="00533A58"/>
    <w:rsid w:val="00534CA9"/>
    <w:rsid w:val="00534FE4"/>
    <w:rsid w:val="00535421"/>
    <w:rsid w:val="00536077"/>
    <w:rsid w:val="0053627C"/>
    <w:rsid w:val="00536342"/>
    <w:rsid w:val="0053637F"/>
    <w:rsid w:val="00537240"/>
    <w:rsid w:val="00537427"/>
    <w:rsid w:val="00537744"/>
    <w:rsid w:val="00540BF1"/>
    <w:rsid w:val="00541255"/>
    <w:rsid w:val="0054151F"/>
    <w:rsid w:val="00541EC0"/>
    <w:rsid w:val="00542862"/>
    <w:rsid w:val="00542AFA"/>
    <w:rsid w:val="00543368"/>
    <w:rsid w:val="00544273"/>
    <w:rsid w:val="00544F0A"/>
    <w:rsid w:val="00550509"/>
    <w:rsid w:val="00550AA6"/>
    <w:rsid w:val="00550D1E"/>
    <w:rsid w:val="00551D1C"/>
    <w:rsid w:val="00552296"/>
    <w:rsid w:val="00553108"/>
    <w:rsid w:val="00553CA5"/>
    <w:rsid w:val="005543E7"/>
    <w:rsid w:val="00554A5F"/>
    <w:rsid w:val="005559AD"/>
    <w:rsid w:val="005559C8"/>
    <w:rsid w:val="005564A7"/>
    <w:rsid w:val="00557473"/>
    <w:rsid w:val="0055781B"/>
    <w:rsid w:val="00557C4D"/>
    <w:rsid w:val="0056045E"/>
    <w:rsid w:val="00560CB1"/>
    <w:rsid w:val="0056118C"/>
    <w:rsid w:val="00561237"/>
    <w:rsid w:val="00562625"/>
    <w:rsid w:val="005629E1"/>
    <w:rsid w:val="005631ED"/>
    <w:rsid w:val="00564448"/>
    <w:rsid w:val="00565157"/>
    <w:rsid w:val="00565393"/>
    <w:rsid w:val="005656A6"/>
    <w:rsid w:val="005669C4"/>
    <w:rsid w:val="00567746"/>
    <w:rsid w:val="0057040C"/>
    <w:rsid w:val="005704FA"/>
    <w:rsid w:val="005715AD"/>
    <w:rsid w:val="00571A38"/>
    <w:rsid w:val="00572651"/>
    <w:rsid w:val="00574561"/>
    <w:rsid w:val="005757D3"/>
    <w:rsid w:val="005762C2"/>
    <w:rsid w:val="005769F4"/>
    <w:rsid w:val="005772FB"/>
    <w:rsid w:val="005815BB"/>
    <w:rsid w:val="005822C3"/>
    <w:rsid w:val="005827BB"/>
    <w:rsid w:val="00582805"/>
    <w:rsid w:val="00582E2E"/>
    <w:rsid w:val="00583123"/>
    <w:rsid w:val="005831AA"/>
    <w:rsid w:val="00584556"/>
    <w:rsid w:val="00584A47"/>
    <w:rsid w:val="005867FA"/>
    <w:rsid w:val="00586A47"/>
    <w:rsid w:val="005878C6"/>
    <w:rsid w:val="00587F1B"/>
    <w:rsid w:val="0059015E"/>
    <w:rsid w:val="005919F8"/>
    <w:rsid w:val="00592242"/>
    <w:rsid w:val="00594A09"/>
    <w:rsid w:val="00594B70"/>
    <w:rsid w:val="005959E9"/>
    <w:rsid w:val="00596EE9"/>
    <w:rsid w:val="005975BB"/>
    <w:rsid w:val="005A215C"/>
    <w:rsid w:val="005A286F"/>
    <w:rsid w:val="005A41A0"/>
    <w:rsid w:val="005A4E64"/>
    <w:rsid w:val="005A5401"/>
    <w:rsid w:val="005A79FE"/>
    <w:rsid w:val="005B04B0"/>
    <w:rsid w:val="005B152A"/>
    <w:rsid w:val="005B2E7A"/>
    <w:rsid w:val="005B2F28"/>
    <w:rsid w:val="005B30C0"/>
    <w:rsid w:val="005B4087"/>
    <w:rsid w:val="005B51EA"/>
    <w:rsid w:val="005B5679"/>
    <w:rsid w:val="005B5840"/>
    <w:rsid w:val="005B695D"/>
    <w:rsid w:val="005B6A5E"/>
    <w:rsid w:val="005B6B20"/>
    <w:rsid w:val="005B7FDB"/>
    <w:rsid w:val="005C0655"/>
    <w:rsid w:val="005C2A7F"/>
    <w:rsid w:val="005C33DA"/>
    <w:rsid w:val="005C376C"/>
    <w:rsid w:val="005C3CB9"/>
    <w:rsid w:val="005C511E"/>
    <w:rsid w:val="005C5D1C"/>
    <w:rsid w:val="005C5D9C"/>
    <w:rsid w:val="005C70C0"/>
    <w:rsid w:val="005D0FDE"/>
    <w:rsid w:val="005D3BA5"/>
    <w:rsid w:val="005D3D9C"/>
    <w:rsid w:val="005D5CBA"/>
    <w:rsid w:val="005D6409"/>
    <w:rsid w:val="005D67A6"/>
    <w:rsid w:val="005D6A8F"/>
    <w:rsid w:val="005E075F"/>
    <w:rsid w:val="005E10D1"/>
    <w:rsid w:val="005E12E9"/>
    <w:rsid w:val="005E2C0D"/>
    <w:rsid w:val="005E56B5"/>
    <w:rsid w:val="005E5854"/>
    <w:rsid w:val="005E60D1"/>
    <w:rsid w:val="005E7084"/>
    <w:rsid w:val="005E731E"/>
    <w:rsid w:val="005F0418"/>
    <w:rsid w:val="005F0C5C"/>
    <w:rsid w:val="005F1B18"/>
    <w:rsid w:val="005F2631"/>
    <w:rsid w:val="005F26B2"/>
    <w:rsid w:val="005F353D"/>
    <w:rsid w:val="005F40D8"/>
    <w:rsid w:val="005F57AF"/>
    <w:rsid w:val="005F68BA"/>
    <w:rsid w:val="005F7844"/>
    <w:rsid w:val="005F7892"/>
    <w:rsid w:val="006004C0"/>
    <w:rsid w:val="00600591"/>
    <w:rsid w:val="0060208B"/>
    <w:rsid w:val="00602CD4"/>
    <w:rsid w:val="0060388C"/>
    <w:rsid w:val="006038B9"/>
    <w:rsid w:val="00603F2B"/>
    <w:rsid w:val="006047E3"/>
    <w:rsid w:val="006052A5"/>
    <w:rsid w:val="0060625D"/>
    <w:rsid w:val="006062A8"/>
    <w:rsid w:val="00607AA7"/>
    <w:rsid w:val="00607F14"/>
    <w:rsid w:val="00607FAF"/>
    <w:rsid w:val="006110DF"/>
    <w:rsid w:val="006122B6"/>
    <w:rsid w:val="00612456"/>
    <w:rsid w:val="006143A6"/>
    <w:rsid w:val="00615285"/>
    <w:rsid w:val="006153D9"/>
    <w:rsid w:val="00615512"/>
    <w:rsid w:val="00615F9E"/>
    <w:rsid w:val="006162A4"/>
    <w:rsid w:val="0061668D"/>
    <w:rsid w:val="00616C17"/>
    <w:rsid w:val="00617126"/>
    <w:rsid w:val="0062098E"/>
    <w:rsid w:val="006227B6"/>
    <w:rsid w:val="00622A6B"/>
    <w:rsid w:val="00623702"/>
    <w:rsid w:val="00624625"/>
    <w:rsid w:val="006246C2"/>
    <w:rsid w:val="00625654"/>
    <w:rsid w:val="006272D9"/>
    <w:rsid w:val="006276D3"/>
    <w:rsid w:val="00627F99"/>
    <w:rsid w:val="0063036A"/>
    <w:rsid w:val="006304A9"/>
    <w:rsid w:val="006306F2"/>
    <w:rsid w:val="00630BFE"/>
    <w:rsid w:val="00630FF7"/>
    <w:rsid w:val="00631137"/>
    <w:rsid w:val="0063146D"/>
    <w:rsid w:val="006317DB"/>
    <w:rsid w:val="00632815"/>
    <w:rsid w:val="00633197"/>
    <w:rsid w:val="00633B2F"/>
    <w:rsid w:val="00633F18"/>
    <w:rsid w:val="00634AD7"/>
    <w:rsid w:val="0063502C"/>
    <w:rsid w:val="00635520"/>
    <w:rsid w:val="00635660"/>
    <w:rsid w:val="00635E04"/>
    <w:rsid w:val="0063662B"/>
    <w:rsid w:val="00636BF7"/>
    <w:rsid w:val="0064031E"/>
    <w:rsid w:val="0064192C"/>
    <w:rsid w:val="00642321"/>
    <w:rsid w:val="00645897"/>
    <w:rsid w:val="0064672A"/>
    <w:rsid w:val="006474D2"/>
    <w:rsid w:val="00650B72"/>
    <w:rsid w:val="00650DEC"/>
    <w:rsid w:val="006524F2"/>
    <w:rsid w:val="006525D5"/>
    <w:rsid w:val="00652D49"/>
    <w:rsid w:val="00653244"/>
    <w:rsid w:val="00653D64"/>
    <w:rsid w:val="0065465E"/>
    <w:rsid w:val="00655E62"/>
    <w:rsid w:val="00656AC5"/>
    <w:rsid w:val="00657335"/>
    <w:rsid w:val="00660875"/>
    <w:rsid w:val="00660F11"/>
    <w:rsid w:val="0066187D"/>
    <w:rsid w:val="006641F8"/>
    <w:rsid w:val="00665237"/>
    <w:rsid w:val="00665CC5"/>
    <w:rsid w:val="00666A40"/>
    <w:rsid w:val="00666EFD"/>
    <w:rsid w:val="006671B0"/>
    <w:rsid w:val="0066777F"/>
    <w:rsid w:val="00667C7C"/>
    <w:rsid w:val="0067037D"/>
    <w:rsid w:val="006710F3"/>
    <w:rsid w:val="006718E0"/>
    <w:rsid w:val="006722B2"/>
    <w:rsid w:val="00673AE7"/>
    <w:rsid w:val="00674DC8"/>
    <w:rsid w:val="00674E31"/>
    <w:rsid w:val="00676086"/>
    <w:rsid w:val="00676B78"/>
    <w:rsid w:val="00676CCC"/>
    <w:rsid w:val="006805E4"/>
    <w:rsid w:val="00680DFF"/>
    <w:rsid w:val="0068305B"/>
    <w:rsid w:val="00684364"/>
    <w:rsid w:val="00684B78"/>
    <w:rsid w:val="006858C9"/>
    <w:rsid w:val="00685C94"/>
    <w:rsid w:val="00686135"/>
    <w:rsid w:val="0068639A"/>
    <w:rsid w:val="00686494"/>
    <w:rsid w:val="006868F9"/>
    <w:rsid w:val="00692265"/>
    <w:rsid w:val="00693EAF"/>
    <w:rsid w:val="0069403C"/>
    <w:rsid w:val="00694357"/>
    <w:rsid w:val="0069489A"/>
    <w:rsid w:val="00694A25"/>
    <w:rsid w:val="006950A8"/>
    <w:rsid w:val="00696070"/>
    <w:rsid w:val="00696966"/>
    <w:rsid w:val="0069796D"/>
    <w:rsid w:val="00697AA9"/>
    <w:rsid w:val="006A04BB"/>
    <w:rsid w:val="006A0F2B"/>
    <w:rsid w:val="006A15C5"/>
    <w:rsid w:val="006A1A0C"/>
    <w:rsid w:val="006A2A06"/>
    <w:rsid w:val="006A3228"/>
    <w:rsid w:val="006A391D"/>
    <w:rsid w:val="006A4749"/>
    <w:rsid w:val="006A47EC"/>
    <w:rsid w:val="006A529F"/>
    <w:rsid w:val="006A5762"/>
    <w:rsid w:val="006A5E77"/>
    <w:rsid w:val="006A650D"/>
    <w:rsid w:val="006A6C45"/>
    <w:rsid w:val="006A74FA"/>
    <w:rsid w:val="006A7A80"/>
    <w:rsid w:val="006B07E4"/>
    <w:rsid w:val="006B1081"/>
    <w:rsid w:val="006B128A"/>
    <w:rsid w:val="006B31D8"/>
    <w:rsid w:val="006B3A23"/>
    <w:rsid w:val="006B3F5A"/>
    <w:rsid w:val="006B42E0"/>
    <w:rsid w:val="006B4428"/>
    <w:rsid w:val="006B514A"/>
    <w:rsid w:val="006B77EC"/>
    <w:rsid w:val="006B79CE"/>
    <w:rsid w:val="006C1420"/>
    <w:rsid w:val="006C337F"/>
    <w:rsid w:val="006C4A80"/>
    <w:rsid w:val="006C5EC4"/>
    <w:rsid w:val="006C5EE7"/>
    <w:rsid w:val="006C61EC"/>
    <w:rsid w:val="006C77AE"/>
    <w:rsid w:val="006C7898"/>
    <w:rsid w:val="006D0DD5"/>
    <w:rsid w:val="006D1ADA"/>
    <w:rsid w:val="006D24D1"/>
    <w:rsid w:val="006D2BD4"/>
    <w:rsid w:val="006D2EA7"/>
    <w:rsid w:val="006D301C"/>
    <w:rsid w:val="006D325F"/>
    <w:rsid w:val="006D77DD"/>
    <w:rsid w:val="006E021A"/>
    <w:rsid w:val="006E0E68"/>
    <w:rsid w:val="006E2DCD"/>
    <w:rsid w:val="006E30A8"/>
    <w:rsid w:val="006E317B"/>
    <w:rsid w:val="006E3824"/>
    <w:rsid w:val="006E3B90"/>
    <w:rsid w:val="006E3CB1"/>
    <w:rsid w:val="006E3E4F"/>
    <w:rsid w:val="006E47E4"/>
    <w:rsid w:val="006E5A8C"/>
    <w:rsid w:val="006E5C94"/>
    <w:rsid w:val="006E638E"/>
    <w:rsid w:val="006F0061"/>
    <w:rsid w:val="006F0C4D"/>
    <w:rsid w:val="006F1278"/>
    <w:rsid w:val="006F1D97"/>
    <w:rsid w:val="006F1F9E"/>
    <w:rsid w:val="006F237D"/>
    <w:rsid w:val="006F2736"/>
    <w:rsid w:val="006F301F"/>
    <w:rsid w:val="006F4E10"/>
    <w:rsid w:val="006F5C10"/>
    <w:rsid w:val="006F63BA"/>
    <w:rsid w:val="006F70FA"/>
    <w:rsid w:val="006F7AA2"/>
    <w:rsid w:val="00701358"/>
    <w:rsid w:val="00701CE7"/>
    <w:rsid w:val="00702970"/>
    <w:rsid w:val="007029A3"/>
    <w:rsid w:val="007035D2"/>
    <w:rsid w:val="00703879"/>
    <w:rsid w:val="00704221"/>
    <w:rsid w:val="00704451"/>
    <w:rsid w:val="00706268"/>
    <w:rsid w:val="0070716D"/>
    <w:rsid w:val="007074F8"/>
    <w:rsid w:val="00710F68"/>
    <w:rsid w:val="007112F6"/>
    <w:rsid w:val="00712079"/>
    <w:rsid w:val="007124B1"/>
    <w:rsid w:val="00713684"/>
    <w:rsid w:val="007136F3"/>
    <w:rsid w:val="00713A53"/>
    <w:rsid w:val="00713F85"/>
    <w:rsid w:val="00714802"/>
    <w:rsid w:val="00714B0A"/>
    <w:rsid w:val="0071543D"/>
    <w:rsid w:val="00715EF6"/>
    <w:rsid w:val="007160C8"/>
    <w:rsid w:val="007212B6"/>
    <w:rsid w:val="007216A5"/>
    <w:rsid w:val="007216FD"/>
    <w:rsid w:val="007226E0"/>
    <w:rsid w:val="007228F9"/>
    <w:rsid w:val="00722DC7"/>
    <w:rsid w:val="00722FC1"/>
    <w:rsid w:val="00723198"/>
    <w:rsid w:val="007249E9"/>
    <w:rsid w:val="00727AD7"/>
    <w:rsid w:val="00730227"/>
    <w:rsid w:val="00730C34"/>
    <w:rsid w:val="007313AB"/>
    <w:rsid w:val="0073156F"/>
    <w:rsid w:val="00731B7E"/>
    <w:rsid w:val="0073370C"/>
    <w:rsid w:val="00734323"/>
    <w:rsid w:val="00734D65"/>
    <w:rsid w:val="007354BA"/>
    <w:rsid w:val="00736685"/>
    <w:rsid w:val="00736B95"/>
    <w:rsid w:val="00740B80"/>
    <w:rsid w:val="00743A96"/>
    <w:rsid w:val="00743DD8"/>
    <w:rsid w:val="007443FE"/>
    <w:rsid w:val="00744581"/>
    <w:rsid w:val="00745012"/>
    <w:rsid w:val="007455E5"/>
    <w:rsid w:val="0074681A"/>
    <w:rsid w:val="00746C68"/>
    <w:rsid w:val="0075120A"/>
    <w:rsid w:val="0075237F"/>
    <w:rsid w:val="00752C57"/>
    <w:rsid w:val="00755C30"/>
    <w:rsid w:val="00755C68"/>
    <w:rsid w:val="00756A2B"/>
    <w:rsid w:val="00757E67"/>
    <w:rsid w:val="00760C2E"/>
    <w:rsid w:val="007614BE"/>
    <w:rsid w:val="00761F3C"/>
    <w:rsid w:val="0076212E"/>
    <w:rsid w:val="00762C3C"/>
    <w:rsid w:val="00763212"/>
    <w:rsid w:val="007632D8"/>
    <w:rsid w:val="0076337E"/>
    <w:rsid w:val="00763A1B"/>
    <w:rsid w:val="00764314"/>
    <w:rsid w:val="00764727"/>
    <w:rsid w:val="0076511F"/>
    <w:rsid w:val="007652F4"/>
    <w:rsid w:val="00765609"/>
    <w:rsid w:val="00765FCB"/>
    <w:rsid w:val="00767096"/>
    <w:rsid w:val="00767E26"/>
    <w:rsid w:val="007700AB"/>
    <w:rsid w:val="00770616"/>
    <w:rsid w:val="00770F9B"/>
    <w:rsid w:val="007712B8"/>
    <w:rsid w:val="00771423"/>
    <w:rsid w:val="00771A8F"/>
    <w:rsid w:val="00771D50"/>
    <w:rsid w:val="00772554"/>
    <w:rsid w:val="00773004"/>
    <w:rsid w:val="007748A4"/>
    <w:rsid w:val="00776493"/>
    <w:rsid w:val="007767E3"/>
    <w:rsid w:val="00777010"/>
    <w:rsid w:val="007770AD"/>
    <w:rsid w:val="00777D33"/>
    <w:rsid w:val="00777E34"/>
    <w:rsid w:val="0078095D"/>
    <w:rsid w:val="00781C38"/>
    <w:rsid w:val="00782021"/>
    <w:rsid w:val="007827FD"/>
    <w:rsid w:val="00782F62"/>
    <w:rsid w:val="007837CC"/>
    <w:rsid w:val="00784838"/>
    <w:rsid w:val="00784CDB"/>
    <w:rsid w:val="00787988"/>
    <w:rsid w:val="00791470"/>
    <w:rsid w:val="007927C0"/>
    <w:rsid w:val="007933BE"/>
    <w:rsid w:val="00793791"/>
    <w:rsid w:val="007951CA"/>
    <w:rsid w:val="007955A0"/>
    <w:rsid w:val="00795953"/>
    <w:rsid w:val="00795975"/>
    <w:rsid w:val="00796A13"/>
    <w:rsid w:val="00796E1E"/>
    <w:rsid w:val="00797838"/>
    <w:rsid w:val="007A037D"/>
    <w:rsid w:val="007A08CE"/>
    <w:rsid w:val="007A1459"/>
    <w:rsid w:val="007A2B61"/>
    <w:rsid w:val="007A2D91"/>
    <w:rsid w:val="007A2DAF"/>
    <w:rsid w:val="007A33F2"/>
    <w:rsid w:val="007A37C4"/>
    <w:rsid w:val="007A3979"/>
    <w:rsid w:val="007A3CB8"/>
    <w:rsid w:val="007A4260"/>
    <w:rsid w:val="007A59ED"/>
    <w:rsid w:val="007A5F07"/>
    <w:rsid w:val="007A61D0"/>
    <w:rsid w:val="007A6DCC"/>
    <w:rsid w:val="007A7975"/>
    <w:rsid w:val="007A7F50"/>
    <w:rsid w:val="007B1257"/>
    <w:rsid w:val="007B18F2"/>
    <w:rsid w:val="007B4EA7"/>
    <w:rsid w:val="007B5703"/>
    <w:rsid w:val="007B5F1F"/>
    <w:rsid w:val="007B7272"/>
    <w:rsid w:val="007B729F"/>
    <w:rsid w:val="007B7A0D"/>
    <w:rsid w:val="007C0670"/>
    <w:rsid w:val="007C0B29"/>
    <w:rsid w:val="007C11F3"/>
    <w:rsid w:val="007C1CB4"/>
    <w:rsid w:val="007C1CD8"/>
    <w:rsid w:val="007C1E9C"/>
    <w:rsid w:val="007C212E"/>
    <w:rsid w:val="007C2783"/>
    <w:rsid w:val="007C2B7E"/>
    <w:rsid w:val="007C3023"/>
    <w:rsid w:val="007C3293"/>
    <w:rsid w:val="007C3DDD"/>
    <w:rsid w:val="007C4450"/>
    <w:rsid w:val="007C5AC0"/>
    <w:rsid w:val="007C5E25"/>
    <w:rsid w:val="007C6722"/>
    <w:rsid w:val="007C7101"/>
    <w:rsid w:val="007D1EB4"/>
    <w:rsid w:val="007D2425"/>
    <w:rsid w:val="007D2B48"/>
    <w:rsid w:val="007D3957"/>
    <w:rsid w:val="007D3BD1"/>
    <w:rsid w:val="007D3CA2"/>
    <w:rsid w:val="007D4EAA"/>
    <w:rsid w:val="007D560C"/>
    <w:rsid w:val="007D6798"/>
    <w:rsid w:val="007D7393"/>
    <w:rsid w:val="007E22BF"/>
    <w:rsid w:val="007E482E"/>
    <w:rsid w:val="007E4EEB"/>
    <w:rsid w:val="007E5461"/>
    <w:rsid w:val="007E5865"/>
    <w:rsid w:val="007E5B39"/>
    <w:rsid w:val="007E7F7A"/>
    <w:rsid w:val="007F2FD4"/>
    <w:rsid w:val="007F3521"/>
    <w:rsid w:val="007F4359"/>
    <w:rsid w:val="007F53C9"/>
    <w:rsid w:val="007F6A40"/>
    <w:rsid w:val="007F72E4"/>
    <w:rsid w:val="007F76BB"/>
    <w:rsid w:val="00800AE2"/>
    <w:rsid w:val="00800F1C"/>
    <w:rsid w:val="008029E0"/>
    <w:rsid w:val="00803867"/>
    <w:rsid w:val="008065A3"/>
    <w:rsid w:val="0080791C"/>
    <w:rsid w:val="00807CD8"/>
    <w:rsid w:val="00810191"/>
    <w:rsid w:val="00810412"/>
    <w:rsid w:val="008104E0"/>
    <w:rsid w:val="008109BF"/>
    <w:rsid w:val="00810FD7"/>
    <w:rsid w:val="008120C7"/>
    <w:rsid w:val="00814686"/>
    <w:rsid w:val="00816B2A"/>
    <w:rsid w:val="00816BC6"/>
    <w:rsid w:val="00817A25"/>
    <w:rsid w:val="00817F74"/>
    <w:rsid w:val="008212E9"/>
    <w:rsid w:val="008233B9"/>
    <w:rsid w:val="0082346A"/>
    <w:rsid w:val="0082373E"/>
    <w:rsid w:val="008244AC"/>
    <w:rsid w:val="008249A0"/>
    <w:rsid w:val="00824FDF"/>
    <w:rsid w:val="00825711"/>
    <w:rsid w:val="008257A4"/>
    <w:rsid w:val="0082636E"/>
    <w:rsid w:val="00826540"/>
    <w:rsid w:val="00826D17"/>
    <w:rsid w:val="00826D22"/>
    <w:rsid w:val="00830386"/>
    <w:rsid w:val="008310F7"/>
    <w:rsid w:val="00834769"/>
    <w:rsid w:val="008350D1"/>
    <w:rsid w:val="00835540"/>
    <w:rsid w:val="00836B0D"/>
    <w:rsid w:val="00837B97"/>
    <w:rsid w:val="00837B9B"/>
    <w:rsid w:val="008401E2"/>
    <w:rsid w:val="00840445"/>
    <w:rsid w:val="00840D8C"/>
    <w:rsid w:val="008428A4"/>
    <w:rsid w:val="0084338A"/>
    <w:rsid w:val="00843C1E"/>
    <w:rsid w:val="00843E0B"/>
    <w:rsid w:val="008455FD"/>
    <w:rsid w:val="008467B9"/>
    <w:rsid w:val="008475E3"/>
    <w:rsid w:val="00850CF1"/>
    <w:rsid w:val="008522AC"/>
    <w:rsid w:val="0085302E"/>
    <w:rsid w:val="0085306C"/>
    <w:rsid w:val="00853FF4"/>
    <w:rsid w:val="0085475C"/>
    <w:rsid w:val="00857182"/>
    <w:rsid w:val="00857A28"/>
    <w:rsid w:val="00857DB8"/>
    <w:rsid w:val="00860880"/>
    <w:rsid w:val="00862455"/>
    <w:rsid w:val="0086276A"/>
    <w:rsid w:val="00863B90"/>
    <w:rsid w:val="008642C5"/>
    <w:rsid w:val="008651B3"/>
    <w:rsid w:val="00865D00"/>
    <w:rsid w:val="0086798D"/>
    <w:rsid w:val="008700A5"/>
    <w:rsid w:val="00871619"/>
    <w:rsid w:val="008724DB"/>
    <w:rsid w:val="008737A1"/>
    <w:rsid w:val="008753F7"/>
    <w:rsid w:val="00875590"/>
    <w:rsid w:val="0087594A"/>
    <w:rsid w:val="008762F1"/>
    <w:rsid w:val="008765C6"/>
    <w:rsid w:val="00876E9E"/>
    <w:rsid w:val="00876F87"/>
    <w:rsid w:val="00877CD1"/>
    <w:rsid w:val="00877F56"/>
    <w:rsid w:val="008800A8"/>
    <w:rsid w:val="0088032A"/>
    <w:rsid w:val="00881023"/>
    <w:rsid w:val="008819D9"/>
    <w:rsid w:val="00881FBF"/>
    <w:rsid w:val="00883884"/>
    <w:rsid w:val="008838EB"/>
    <w:rsid w:val="00883A31"/>
    <w:rsid w:val="00883EFC"/>
    <w:rsid w:val="008846EB"/>
    <w:rsid w:val="008865E4"/>
    <w:rsid w:val="00886F72"/>
    <w:rsid w:val="008903E2"/>
    <w:rsid w:val="008905FB"/>
    <w:rsid w:val="00891622"/>
    <w:rsid w:val="008928D1"/>
    <w:rsid w:val="00893C38"/>
    <w:rsid w:val="008950A3"/>
    <w:rsid w:val="00895521"/>
    <w:rsid w:val="00896D39"/>
    <w:rsid w:val="00897EDD"/>
    <w:rsid w:val="008A0AFE"/>
    <w:rsid w:val="008A157C"/>
    <w:rsid w:val="008A17B3"/>
    <w:rsid w:val="008A1DE1"/>
    <w:rsid w:val="008A24AA"/>
    <w:rsid w:val="008A27FE"/>
    <w:rsid w:val="008A54B7"/>
    <w:rsid w:val="008A5755"/>
    <w:rsid w:val="008A6253"/>
    <w:rsid w:val="008A66E8"/>
    <w:rsid w:val="008A6AA7"/>
    <w:rsid w:val="008A6F73"/>
    <w:rsid w:val="008A7430"/>
    <w:rsid w:val="008A7625"/>
    <w:rsid w:val="008A7864"/>
    <w:rsid w:val="008A7ED8"/>
    <w:rsid w:val="008B5AE5"/>
    <w:rsid w:val="008B5F75"/>
    <w:rsid w:val="008C0193"/>
    <w:rsid w:val="008C04AE"/>
    <w:rsid w:val="008C12AD"/>
    <w:rsid w:val="008C1344"/>
    <w:rsid w:val="008C1D2B"/>
    <w:rsid w:val="008C265C"/>
    <w:rsid w:val="008C61E5"/>
    <w:rsid w:val="008C64C4"/>
    <w:rsid w:val="008C6A3B"/>
    <w:rsid w:val="008D05B4"/>
    <w:rsid w:val="008D0774"/>
    <w:rsid w:val="008D07D0"/>
    <w:rsid w:val="008D08DE"/>
    <w:rsid w:val="008D0DFC"/>
    <w:rsid w:val="008D0ECA"/>
    <w:rsid w:val="008D1CD5"/>
    <w:rsid w:val="008D345F"/>
    <w:rsid w:val="008D3B30"/>
    <w:rsid w:val="008D5340"/>
    <w:rsid w:val="008D63FF"/>
    <w:rsid w:val="008D68F4"/>
    <w:rsid w:val="008D6A07"/>
    <w:rsid w:val="008D702F"/>
    <w:rsid w:val="008D7298"/>
    <w:rsid w:val="008E09A6"/>
    <w:rsid w:val="008E0EF2"/>
    <w:rsid w:val="008E3357"/>
    <w:rsid w:val="008E3975"/>
    <w:rsid w:val="008E3EC8"/>
    <w:rsid w:val="008E414A"/>
    <w:rsid w:val="008E4D35"/>
    <w:rsid w:val="008E5216"/>
    <w:rsid w:val="008E7089"/>
    <w:rsid w:val="008E74AD"/>
    <w:rsid w:val="008E7CA0"/>
    <w:rsid w:val="008E7FC2"/>
    <w:rsid w:val="008F0B5F"/>
    <w:rsid w:val="008F0D01"/>
    <w:rsid w:val="008F1591"/>
    <w:rsid w:val="008F1945"/>
    <w:rsid w:val="008F2B75"/>
    <w:rsid w:val="008F3440"/>
    <w:rsid w:val="008F3A84"/>
    <w:rsid w:val="008F3B7A"/>
    <w:rsid w:val="008F5162"/>
    <w:rsid w:val="008F5D02"/>
    <w:rsid w:val="008F61F2"/>
    <w:rsid w:val="008F7542"/>
    <w:rsid w:val="008F76BE"/>
    <w:rsid w:val="008F7F33"/>
    <w:rsid w:val="00900EE4"/>
    <w:rsid w:val="009010B3"/>
    <w:rsid w:val="009013DB"/>
    <w:rsid w:val="00901693"/>
    <w:rsid w:val="0090199E"/>
    <w:rsid w:val="00901D59"/>
    <w:rsid w:val="009032B5"/>
    <w:rsid w:val="00903F2F"/>
    <w:rsid w:val="00904164"/>
    <w:rsid w:val="00904749"/>
    <w:rsid w:val="00904D45"/>
    <w:rsid w:val="009055A5"/>
    <w:rsid w:val="0090642E"/>
    <w:rsid w:val="00906F9E"/>
    <w:rsid w:val="009076AA"/>
    <w:rsid w:val="00910BBE"/>
    <w:rsid w:val="00911256"/>
    <w:rsid w:val="009112BD"/>
    <w:rsid w:val="00911598"/>
    <w:rsid w:val="009133C0"/>
    <w:rsid w:val="009137FC"/>
    <w:rsid w:val="00914091"/>
    <w:rsid w:val="00915807"/>
    <w:rsid w:val="00915CC6"/>
    <w:rsid w:val="00915F36"/>
    <w:rsid w:val="00915FFD"/>
    <w:rsid w:val="009172D2"/>
    <w:rsid w:val="00917D9E"/>
    <w:rsid w:val="00921768"/>
    <w:rsid w:val="00922182"/>
    <w:rsid w:val="00922859"/>
    <w:rsid w:val="00922F0E"/>
    <w:rsid w:val="0092328E"/>
    <w:rsid w:val="0092366F"/>
    <w:rsid w:val="0092379B"/>
    <w:rsid w:val="00924EC8"/>
    <w:rsid w:val="00925517"/>
    <w:rsid w:val="00925611"/>
    <w:rsid w:val="00926C65"/>
    <w:rsid w:val="00926D2D"/>
    <w:rsid w:val="009276B6"/>
    <w:rsid w:val="009278F8"/>
    <w:rsid w:val="00927AA9"/>
    <w:rsid w:val="00930E99"/>
    <w:rsid w:val="00931006"/>
    <w:rsid w:val="00931068"/>
    <w:rsid w:val="00931860"/>
    <w:rsid w:val="00932123"/>
    <w:rsid w:val="00932461"/>
    <w:rsid w:val="00933446"/>
    <w:rsid w:val="009352BC"/>
    <w:rsid w:val="0093659B"/>
    <w:rsid w:val="0093671F"/>
    <w:rsid w:val="00936857"/>
    <w:rsid w:val="00936DFC"/>
    <w:rsid w:val="00936F11"/>
    <w:rsid w:val="00937431"/>
    <w:rsid w:val="00937FE2"/>
    <w:rsid w:val="009410D0"/>
    <w:rsid w:val="009419CC"/>
    <w:rsid w:val="00943020"/>
    <w:rsid w:val="00944CE0"/>
    <w:rsid w:val="0094536B"/>
    <w:rsid w:val="0094542B"/>
    <w:rsid w:val="00945CD7"/>
    <w:rsid w:val="009508AF"/>
    <w:rsid w:val="00950E6B"/>
    <w:rsid w:val="0095214E"/>
    <w:rsid w:val="00952301"/>
    <w:rsid w:val="00952310"/>
    <w:rsid w:val="009526E8"/>
    <w:rsid w:val="00956EA3"/>
    <w:rsid w:val="0095730E"/>
    <w:rsid w:val="0096076D"/>
    <w:rsid w:val="009609DB"/>
    <w:rsid w:val="00961804"/>
    <w:rsid w:val="00961B16"/>
    <w:rsid w:val="00963058"/>
    <w:rsid w:val="0096316F"/>
    <w:rsid w:val="00963D9B"/>
    <w:rsid w:val="0096558B"/>
    <w:rsid w:val="009663F8"/>
    <w:rsid w:val="00967140"/>
    <w:rsid w:val="00970289"/>
    <w:rsid w:val="00971505"/>
    <w:rsid w:val="0097186D"/>
    <w:rsid w:val="0097423D"/>
    <w:rsid w:val="009742B2"/>
    <w:rsid w:val="0097440F"/>
    <w:rsid w:val="009746D2"/>
    <w:rsid w:val="00980E7A"/>
    <w:rsid w:val="00981743"/>
    <w:rsid w:val="00982201"/>
    <w:rsid w:val="009830A2"/>
    <w:rsid w:val="0098314C"/>
    <w:rsid w:val="009841A7"/>
    <w:rsid w:val="009853CD"/>
    <w:rsid w:val="00986132"/>
    <w:rsid w:val="009863B3"/>
    <w:rsid w:val="00986738"/>
    <w:rsid w:val="0099023E"/>
    <w:rsid w:val="009906CC"/>
    <w:rsid w:val="009917DA"/>
    <w:rsid w:val="009918B6"/>
    <w:rsid w:val="00992CB5"/>
    <w:rsid w:val="0099463E"/>
    <w:rsid w:val="00995A77"/>
    <w:rsid w:val="00995A94"/>
    <w:rsid w:val="009962DA"/>
    <w:rsid w:val="00996969"/>
    <w:rsid w:val="00996E4E"/>
    <w:rsid w:val="009A0FB8"/>
    <w:rsid w:val="009A27D7"/>
    <w:rsid w:val="009A2CE5"/>
    <w:rsid w:val="009A4308"/>
    <w:rsid w:val="009A43E2"/>
    <w:rsid w:val="009A4E21"/>
    <w:rsid w:val="009A5D11"/>
    <w:rsid w:val="009A73C0"/>
    <w:rsid w:val="009A7562"/>
    <w:rsid w:val="009A7C78"/>
    <w:rsid w:val="009B1A97"/>
    <w:rsid w:val="009B27C8"/>
    <w:rsid w:val="009B2EC0"/>
    <w:rsid w:val="009B32C6"/>
    <w:rsid w:val="009B399B"/>
    <w:rsid w:val="009B4306"/>
    <w:rsid w:val="009B54E0"/>
    <w:rsid w:val="009B5947"/>
    <w:rsid w:val="009C13AC"/>
    <w:rsid w:val="009C1EAA"/>
    <w:rsid w:val="009C2986"/>
    <w:rsid w:val="009C43A4"/>
    <w:rsid w:val="009C5E51"/>
    <w:rsid w:val="009C64CC"/>
    <w:rsid w:val="009C64E0"/>
    <w:rsid w:val="009C655B"/>
    <w:rsid w:val="009C6F1C"/>
    <w:rsid w:val="009C73B9"/>
    <w:rsid w:val="009D0C89"/>
    <w:rsid w:val="009D1650"/>
    <w:rsid w:val="009D1960"/>
    <w:rsid w:val="009D1AF8"/>
    <w:rsid w:val="009D274C"/>
    <w:rsid w:val="009D31B0"/>
    <w:rsid w:val="009D4FE8"/>
    <w:rsid w:val="009D528E"/>
    <w:rsid w:val="009D61F9"/>
    <w:rsid w:val="009D6512"/>
    <w:rsid w:val="009D6530"/>
    <w:rsid w:val="009D6EC0"/>
    <w:rsid w:val="009D7B8B"/>
    <w:rsid w:val="009E2A33"/>
    <w:rsid w:val="009E3260"/>
    <w:rsid w:val="009E38F0"/>
    <w:rsid w:val="009E3FC1"/>
    <w:rsid w:val="009E4C1A"/>
    <w:rsid w:val="009E4FE2"/>
    <w:rsid w:val="009E60B6"/>
    <w:rsid w:val="009E6766"/>
    <w:rsid w:val="009E68AB"/>
    <w:rsid w:val="009E7304"/>
    <w:rsid w:val="009E7733"/>
    <w:rsid w:val="009E7D14"/>
    <w:rsid w:val="009F2461"/>
    <w:rsid w:val="009F28FB"/>
    <w:rsid w:val="009F3A75"/>
    <w:rsid w:val="009F3D21"/>
    <w:rsid w:val="009F5BEF"/>
    <w:rsid w:val="009F62F4"/>
    <w:rsid w:val="009F6371"/>
    <w:rsid w:val="009F7284"/>
    <w:rsid w:val="009F7309"/>
    <w:rsid w:val="009F7AC5"/>
    <w:rsid w:val="009F7C0B"/>
    <w:rsid w:val="009F7F85"/>
    <w:rsid w:val="00A00D89"/>
    <w:rsid w:val="00A00E8A"/>
    <w:rsid w:val="00A01742"/>
    <w:rsid w:val="00A04CE2"/>
    <w:rsid w:val="00A04D4C"/>
    <w:rsid w:val="00A0533C"/>
    <w:rsid w:val="00A072F9"/>
    <w:rsid w:val="00A074DC"/>
    <w:rsid w:val="00A10941"/>
    <w:rsid w:val="00A11556"/>
    <w:rsid w:val="00A1210C"/>
    <w:rsid w:val="00A128B5"/>
    <w:rsid w:val="00A12ABF"/>
    <w:rsid w:val="00A12EF8"/>
    <w:rsid w:val="00A1342F"/>
    <w:rsid w:val="00A13612"/>
    <w:rsid w:val="00A1379C"/>
    <w:rsid w:val="00A14186"/>
    <w:rsid w:val="00A14643"/>
    <w:rsid w:val="00A1540C"/>
    <w:rsid w:val="00A15979"/>
    <w:rsid w:val="00A16E49"/>
    <w:rsid w:val="00A1751C"/>
    <w:rsid w:val="00A2186D"/>
    <w:rsid w:val="00A228D5"/>
    <w:rsid w:val="00A233ED"/>
    <w:rsid w:val="00A245D6"/>
    <w:rsid w:val="00A245E3"/>
    <w:rsid w:val="00A24745"/>
    <w:rsid w:val="00A25507"/>
    <w:rsid w:val="00A26786"/>
    <w:rsid w:val="00A267B6"/>
    <w:rsid w:val="00A26A5D"/>
    <w:rsid w:val="00A31682"/>
    <w:rsid w:val="00A31776"/>
    <w:rsid w:val="00A32A25"/>
    <w:rsid w:val="00A33277"/>
    <w:rsid w:val="00A35915"/>
    <w:rsid w:val="00A36915"/>
    <w:rsid w:val="00A36E6C"/>
    <w:rsid w:val="00A37052"/>
    <w:rsid w:val="00A374B2"/>
    <w:rsid w:val="00A402D1"/>
    <w:rsid w:val="00A405BC"/>
    <w:rsid w:val="00A40D7E"/>
    <w:rsid w:val="00A41AF4"/>
    <w:rsid w:val="00A44036"/>
    <w:rsid w:val="00A445FB"/>
    <w:rsid w:val="00A44709"/>
    <w:rsid w:val="00A45C5B"/>
    <w:rsid w:val="00A47E83"/>
    <w:rsid w:val="00A50C8E"/>
    <w:rsid w:val="00A510D4"/>
    <w:rsid w:val="00A51838"/>
    <w:rsid w:val="00A51AD8"/>
    <w:rsid w:val="00A52815"/>
    <w:rsid w:val="00A53108"/>
    <w:rsid w:val="00A53119"/>
    <w:rsid w:val="00A5406E"/>
    <w:rsid w:val="00A54091"/>
    <w:rsid w:val="00A561AF"/>
    <w:rsid w:val="00A56387"/>
    <w:rsid w:val="00A567CE"/>
    <w:rsid w:val="00A57134"/>
    <w:rsid w:val="00A57772"/>
    <w:rsid w:val="00A63A86"/>
    <w:rsid w:val="00A6543A"/>
    <w:rsid w:val="00A673AE"/>
    <w:rsid w:val="00A67717"/>
    <w:rsid w:val="00A67A53"/>
    <w:rsid w:val="00A71E31"/>
    <w:rsid w:val="00A72336"/>
    <w:rsid w:val="00A724C5"/>
    <w:rsid w:val="00A73191"/>
    <w:rsid w:val="00A745CC"/>
    <w:rsid w:val="00A750C7"/>
    <w:rsid w:val="00A7611E"/>
    <w:rsid w:val="00A762A3"/>
    <w:rsid w:val="00A808C1"/>
    <w:rsid w:val="00A80B93"/>
    <w:rsid w:val="00A8338E"/>
    <w:rsid w:val="00A83C98"/>
    <w:rsid w:val="00A85072"/>
    <w:rsid w:val="00A856AC"/>
    <w:rsid w:val="00A85A09"/>
    <w:rsid w:val="00A86034"/>
    <w:rsid w:val="00A86119"/>
    <w:rsid w:val="00A90229"/>
    <w:rsid w:val="00A9053A"/>
    <w:rsid w:val="00A9112C"/>
    <w:rsid w:val="00A911AB"/>
    <w:rsid w:val="00A91395"/>
    <w:rsid w:val="00A913FB"/>
    <w:rsid w:val="00A91AA6"/>
    <w:rsid w:val="00A91AF8"/>
    <w:rsid w:val="00A93A00"/>
    <w:rsid w:val="00A93A4A"/>
    <w:rsid w:val="00A941B7"/>
    <w:rsid w:val="00A942D9"/>
    <w:rsid w:val="00A96BAA"/>
    <w:rsid w:val="00AA1059"/>
    <w:rsid w:val="00AA1715"/>
    <w:rsid w:val="00AA241F"/>
    <w:rsid w:val="00AA2781"/>
    <w:rsid w:val="00AA2B1D"/>
    <w:rsid w:val="00AA3326"/>
    <w:rsid w:val="00AA484D"/>
    <w:rsid w:val="00AA5CBF"/>
    <w:rsid w:val="00AA6612"/>
    <w:rsid w:val="00AA7101"/>
    <w:rsid w:val="00AA73DE"/>
    <w:rsid w:val="00AB066A"/>
    <w:rsid w:val="00AB19C0"/>
    <w:rsid w:val="00AB1E64"/>
    <w:rsid w:val="00AB25E5"/>
    <w:rsid w:val="00AB2C64"/>
    <w:rsid w:val="00AB3089"/>
    <w:rsid w:val="00AB32DA"/>
    <w:rsid w:val="00AB3608"/>
    <w:rsid w:val="00AB3E4A"/>
    <w:rsid w:val="00AB4CB8"/>
    <w:rsid w:val="00AB60DA"/>
    <w:rsid w:val="00AB6276"/>
    <w:rsid w:val="00AB7C69"/>
    <w:rsid w:val="00AC0105"/>
    <w:rsid w:val="00AC1D1C"/>
    <w:rsid w:val="00AC1EFB"/>
    <w:rsid w:val="00AC2154"/>
    <w:rsid w:val="00AC27AD"/>
    <w:rsid w:val="00AC39BB"/>
    <w:rsid w:val="00AC3D59"/>
    <w:rsid w:val="00AC422E"/>
    <w:rsid w:val="00AC42F9"/>
    <w:rsid w:val="00AC4450"/>
    <w:rsid w:val="00AC4982"/>
    <w:rsid w:val="00AC49CF"/>
    <w:rsid w:val="00AC6217"/>
    <w:rsid w:val="00AC6567"/>
    <w:rsid w:val="00AC685E"/>
    <w:rsid w:val="00AC6CF3"/>
    <w:rsid w:val="00AC713B"/>
    <w:rsid w:val="00AC742F"/>
    <w:rsid w:val="00AC7451"/>
    <w:rsid w:val="00AC78C8"/>
    <w:rsid w:val="00AD0F30"/>
    <w:rsid w:val="00AD1FE2"/>
    <w:rsid w:val="00AD2A29"/>
    <w:rsid w:val="00AD2A89"/>
    <w:rsid w:val="00AD2D37"/>
    <w:rsid w:val="00AD64A9"/>
    <w:rsid w:val="00AD69E9"/>
    <w:rsid w:val="00AD7C6E"/>
    <w:rsid w:val="00AE051C"/>
    <w:rsid w:val="00AE2378"/>
    <w:rsid w:val="00AE2BCA"/>
    <w:rsid w:val="00AE2EC7"/>
    <w:rsid w:val="00AE3793"/>
    <w:rsid w:val="00AE3E80"/>
    <w:rsid w:val="00AE45DD"/>
    <w:rsid w:val="00AE47C4"/>
    <w:rsid w:val="00AE69EF"/>
    <w:rsid w:val="00AE6A5B"/>
    <w:rsid w:val="00AE6CDA"/>
    <w:rsid w:val="00AE77F3"/>
    <w:rsid w:val="00AE7E93"/>
    <w:rsid w:val="00AF0121"/>
    <w:rsid w:val="00AF02EF"/>
    <w:rsid w:val="00AF04B5"/>
    <w:rsid w:val="00AF065F"/>
    <w:rsid w:val="00AF0857"/>
    <w:rsid w:val="00AF0AA2"/>
    <w:rsid w:val="00AF1578"/>
    <w:rsid w:val="00AF188D"/>
    <w:rsid w:val="00AF200F"/>
    <w:rsid w:val="00AF245E"/>
    <w:rsid w:val="00AF3116"/>
    <w:rsid w:val="00AF33A0"/>
    <w:rsid w:val="00AF3E95"/>
    <w:rsid w:val="00AF4386"/>
    <w:rsid w:val="00AF4809"/>
    <w:rsid w:val="00AF4975"/>
    <w:rsid w:val="00AF6D4A"/>
    <w:rsid w:val="00AF736B"/>
    <w:rsid w:val="00B01358"/>
    <w:rsid w:val="00B01729"/>
    <w:rsid w:val="00B028D8"/>
    <w:rsid w:val="00B0299B"/>
    <w:rsid w:val="00B04141"/>
    <w:rsid w:val="00B04707"/>
    <w:rsid w:val="00B050B6"/>
    <w:rsid w:val="00B056E3"/>
    <w:rsid w:val="00B05D19"/>
    <w:rsid w:val="00B06678"/>
    <w:rsid w:val="00B068E5"/>
    <w:rsid w:val="00B073C0"/>
    <w:rsid w:val="00B075D4"/>
    <w:rsid w:val="00B109C3"/>
    <w:rsid w:val="00B10B94"/>
    <w:rsid w:val="00B1216D"/>
    <w:rsid w:val="00B12906"/>
    <w:rsid w:val="00B13150"/>
    <w:rsid w:val="00B14954"/>
    <w:rsid w:val="00B156BE"/>
    <w:rsid w:val="00B1622C"/>
    <w:rsid w:val="00B16739"/>
    <w:rsid w:val="00B203B6"/>
    <w:rsid w:val="00B203CA"/>
    <w:rsid w:val="00B20400"/>
    <w:rsid w:val="00B21280"/>
    <w:rsid w:val="00B215D5"/>
    <w:rsid w:val="00B217CD"/>
    <w:rsid w:val="00B21B1B"/>
    <w:rsid w:val="00B2235C"/>
    <w:rsid w:val="00B22883"/>
    <w:rsid w:val="00B24B60"/>
    <w:rsid w:val="00B25103"/>
    <w:rsid w:val="00B25271"/>
    <w:rsid w:val="00B25478"/>
    <w:rsid w:val="00B25920"/>
    <w:rsid w:val="00B25FEC"/>
    <w:rsid w:val="00B26698"/>
    <w:rsid w:val="00B267B9"/>
    <w:rsid w:val="00B27954"/>
    <w:rsid w:val="00B326DE"/>
    <w:rsid w:val="00B33644"/>
    <w:rsid w:val="00B33E95"/>
    <w:rsid w:val="00B34FE6"/>
    <w:rsid w:val="00B352BD"/>
    <w:rsid w:val="00B3570B"/>
    <w:rsid w:val="00B37853"/>
    <w:rsid w:val="00B40C9F"/>
    <w:rsid w:val="00B41036"/>
    <w:rsid w:val="00B4184D"/>
    <w:rsid w:val="00B4198B"/>
    <w:rsid w:val="00B42966"/>
    <w:rsid w:val="00B43308"/>
    <w:rsid w:val="00B43744"/>
    <w:rsid w:val="00B44A79"/>
    <w:rsid w:val="00B44FE1"/>
    <w:rsid w:val="00B45C26"/>
    <w:rsid w:val="00B47238"/>
    <w:rsid w:val="00B474EC"/>
    <w:rsid w:val="00B509C4"/>
    <w:rsid w:val="00B509C7"/>
    <w:rsid w:val="00B50C4C"/>
    <w:rsid w:val="00B514E5"/>
    <w:rsid w:val="00B52C67"/>
    <w:rsid w:val="00B531B4"/>
    <w:rsid w:val="00B537A0"/>
    <w:rsid w:val="00B53F77"/>
    <w:rsid w:val="00B54B2C"/>
    <w:rsid w:val="00B563AC"/>
    <w:rsid w:val="00B5649F"/>
    <w:rsid w:val="00B578FD"/>
    <w:rsid w:val="00B57AA7"/>
    <w:rsid w:val="00B57C1A"/>
    <w:rsid w:val="00B57E51"/>
    <w:rsid w:val="00B60528"/>
    <w:rsid w:val="00B60637"/>
    <w:rsid w:val="00B60757"/>
    <w:rsid w:val="00B608E9"/>
    <w:rsid w:val="00B60DC2"/>
    <w:rsid w:val="00B6101C"/>
    <w:rsid w:val="00B623DB"/>
    <w:rsid w:val="00B63232"/>
    <w:rsid w:val="00B6476C"/>
    <w:rsid w:val="00B65B54"/>
    <w:rsid w:val="00B66119"/>
    <w:rsid w:val="00B661BB"/>
    <w:rsid w:val="00B66241"/>
    <w:rsid w:val="00B663C9"/>
    <w:rsid w:val="00B6700E"/>
    <w:rsid w:val="00B67312"/>
    <w:rsid w:val="00B700CD"/>
    <w:rsid w:val="00B706CC"/>
    <w:rsid w:val="00B71851"/>
    <w:rsid w:val="00B71AFC"/>
    <w:rsid w:val="00B71D70"/>
    <w:rsid w:val="00B72620"/>
    <w:rsid w:val="00B72FC8"/>
    <w:rsid w:val="00B74809"/>
    <w:rsid w:val="00B74891"/>
    <w:rsid w:val="00B75F9D"/>
    <w:rsid w:val="00B7783E"/>
    <w:rsid w:val="00B80100"/>
    <w:rsid w:val="00B805EE"/>
    <w:rsid w:val="00B80A44"/>
    <w:rsid w:val="00B8158D"/>
    <w:rsid w:val="00B81BBC"/>
    <w:rsid w:val="00B82639"/>
    <w:rsid w:val="00B82CC4"/>
    <w:rsid w:val="00B8304A"/>
    <w:rsid w:val="00B853AE"/>
    <w:rsid w:val="00B85558"/>
    <w:rsid w:val="00B85D80"/>
    <w:rsid w:val="00B86DFA"/>
    <w:rsid w:val="00B86E6A"/>
    <w:rsid w:val="00B877EC"/>
    <w:rsid w:val="00B90A7B"/>
    <w:rsid w:val="00B90FCB"/>
    <w:rsid w:val="00B91652"/>
    <w:rsid w:val="00B91DEC"/>
    <w:rsid w:val="00B92F59"/>
    <w:rsid w:val="00B95DE9"/>
    <w:rsid w:val="00BA0C0B"/>
    <w:rsid w:val="00BA1B2B"/>
    <w:rsid w:val="00BA2022"/>
    <w:rsid w:val="00BA2A7A"/>
    <w:rsid w:val="00BA3721"/>
    <w:rsid w:val="00BA389C"/>
    <w:rsid w:val="00BA40CA"/>
    <w:rsid w:val="00BA4360"/>
    <w:rsid w:val="00BA4398"/>
    <w:rsid w:val="00BA48DB"/>
    <w:rsid w:val="00BA4B56"/>
    <w:rsid w:val="00BA4DEA"/>
    <w:rsid w:val="00BA525E"/>
    <w:rsid w:val="00BA7D9B"/>
    <w:rsid w:val="00BB01D0"/>
    <w:rsid w:val="00BB036D"/>
    <w:rsid w:val="00BB0822"/>
    <w:rsid w:val="00BB09C3"/>
    <w:rsid w:val="00BB0F63"/>
    <w:rsid w:val="00BB12DD"/>
    <w:rsid w:val="00BB2852"/>
    <w:rsid w:val="00BB3D1F"/>
    <w:rsid w:val="00BB3DCB"/>
    <w:rsid w:val="00BB5737"/>
    <w:rsid w:val="00BB6771"/>
    <w:rsid w:val="00BB7079"/>
    <w:rsid w:val="00BB707C"/>
    <w:rsid w:val="00BB7271"/>
    <w:rsid w:val="00BB7499"/>
    <w:rsid w:val="00BB792D"/>
    <w:rsid w:val="00BB7BF4"/>
    <w:rsid w:val="00BC03EA"/>
    <w:rsid w:val="00BC1ECE"/>
    <w:rsid w:val="00BC2416"/>
    <w:rsid w:val="00BC4157"/>
    <w:rsid w:val="00BC47EA"/>
    <w:rsid w:val="00BC4EB7"/>
    <w:rsid w:val="00BC6AA5"/>
    <w:rsid w:val="00BC7023"/>
    <w:rsid w:val="00BC7138"/>
    <w:rsid w:val="00BD06DB"/>
    <w:rsid w:val="00BD0E7D"/>
    <w:rsid w:val="00BD1371"/>
    <w:rsid w:val="00BD1D90"/>
    <w:rsid w:val="00BD25DC"/>
    <w:rsid w:val="00BD32BB"/>
    <w:rsid w:val="00BD6259"/>
    <w:rsid w:val="00BD70EB"/>
    <w:rsid w:val="00BD7F5C"/>
    <w:rsid w:val="00BE0474"/>
    <w:rsid w:val="00BE05F0"/>
    <w:rsid w:val="00BE0D7E"/>
    <w:rsid w:val="00BE1D0E"/>
    <w:rsid w:val="00BE224E"/>
    <w:rsid w:val="00BE23E6"/>
    <w:rsid w:val="00BE306B"/>
    <w:rsid w:val="00BE3154"/>
    <w:rsid w:val="00BE3639"/>
    <w:rsid w:val="00BE5205"/>
    <w:rsid w:val="00BE6BCB"/>
    <w:rsid w:val="00BE6FA6"/>
    <w:rsid w:val="00BF045F"/>
    <w:rsid w:val="00BF0A83"/>
    <w:rsid w:val="00BF0AD6"/>
    <w:rsid w:val="00BF18EA"/>
    <w:rsid w:val="00BF1E4C"/>
    <w:rsid w:val="00BF2234"/>
    <w:rsid w:val="00BF2C25"/>
    <w:rsid w:val="00BF5623"/>
    <w:rsid w:val="00C011ED"/>
    <w:rsid w:val="00C02B8C"/>
    <w:rsid w:val="00C02B9D"/>
    <w:rsid w:val="00C033AB"/>
    <w:rsid w:val="00C03EDF"/>
    <w:rsid w:val="00C04225"/>
    <w:rsid w:val="00C04DB9"/>
    <w:rsid w:val="00C04FA0"/>
    <w:rsid w:val="00C0587B"/>
    <w:rsid w:val="00C06BFE"/>
    <w:rsid w:val="00C06EA2"/>
    <w:rsid w:val="00C0715D"/>
    <w:rsid w:val="00C073BE"/>
    <w:rsid w:val="00C07CE7"/>
    <w:rsid w:val="00C10111"/>
    <w:rsid w:val="00C10441"/>
    <w:rsid w:val="00C128F8"/>
    <w:rsid w:val="00C12F2A"/>
    <w:rsid w:val="00C134A8"/>
    <w:rsid w:val="00C1473A"/>
    <w:rsid w:val="00C149FB"/>
    <w:rsid w:val="00C15126"/>
    <w:rsid w:val="00C20298"/>
    <w:rsid w:val="00C202D0"/>
    <w:rsid w:val="00C203F3"/>
    <w:rsid w:val="00C20784"/>
    <w:rsid w:val="00C22203"/>
    <w:rsid w:val="00C22BC3"/>
    <w:rsid w:val="00C22C16"/>
    <w:rsid w:val="00C23077"/>
    <w:rsid w:val="00C23354"/>
    <w:rsid w:val="00C23D9D"/>
    <w:rsid w:val="00C257F8"/>
    <w:rsid w:val="00C270C5"/>
    <w:rsid w:val="00C27C3E"/>
    <w:rsid w:val="00C304BF"/>
    <w:rsid w:val="00C31E64"/>
    <w:rsid w:val="00C31F60"/>
    <w:rsid w:val="00C32322"/>
    <w:rsid w:val="00C33350"/>
    <w:rsid w:val="00C3449D"/>
    <w:rsid w:val="00C415B0"/>
    <w:rsid w:val="00C41CC8"/>
    <w:rsid w:val="00C43795"/>
    <w:rsid w:val="00C437DB"/>
    <w:rsid w:val="00C437F9"/>
    <w:rsid w:val="00C44AE3"/>
    <w:rsid w:val="00C461B8"/>
    <w:rsid w:val="00C46643"/>
    <w:rsid w:val="00C50075"/>
    <w:rsid w:val="00C5039C"/>
    <w:rsid w:val="00C50530"/>
    <w:rsid w:val="00C510AC"/>
    <w:rsid w:val="00C52201"/>
    <w:rsid w:val="00C52D3D"/>
    <w:rsid w:val="00C538F0"/>
    <w:rsid w:val="00C53CD8"/>
    <w:rsid w:val="00C54B00"/>
    <w:rsid w:val="00C560E3"/>
    <w:rsid w:val="00C56CB6"/>
    <w:rsid w:val="00C57BEF"/>
    <w:rsid w:val="00C614B8"/>
    <w:rsid w:val="00C62660"/>
    <w:rsid w:val="00C62727"/>
    <w:rsid w:val="00C62FB8"/>
    <w:rsid w:val="00C64B6F"/>
    <w:rsid w:val="00C65956"/>
    <w:rsid w:val="00C67256"/>
    <w:rsid w:val="00C67BD5"/>
    <w:rsid w:val="00C67EEA"/>
    <w:rsid w:val="00C67F2F"/>
    <w:rsid w:val="00C70CB9"/>
    <w:rsid w:val="00C717C3"/>
    <w:rsid w:val="00C71FEC"/>
    <w:rsid w:val="00C72287"/>
    <w:rsid w:val="00C72554"/>
    <w:rsid w:val="00C72E13"/>
    <w:rsid w:val="00C7317E"/>
    <w:rsid w:val="00C73338"/>
    <w:rsid w:val="00C75C9A"/>
    <w:rsid w:val="00C76D92"/>
    <w:rsid w:val="00C774B5"/>
    <w:rsid w:val="00C77954"/>
    <w:rsid w:val="00C80849"/>
    <w:rsid w:val="00C817D5"/>
    <w:rsid w:val="00C822DE"/>
    <w:rsid w:val="00C82B85"/>
    <w:rsid w:val="00C82FA8"/>
    <w:rsid w:val="00C834E8"/>
    <w:rsid w:val="00C8357B"/>
    <w:rsid w:val="00C83FE7"/>
    <w:rsid w:val="00C84FAF"/>
    <w:rsid w:val="00C86524"/>
    <w:rsid w:val="00C865A6"/>
    <w:rsid w:val="00C86C11"/>
    <w:rsid w:val="00C87D9A"/>
    <w:rsid w:val="00C903F9"/>
    <w:rsid w:val="00C90A64"/>
    <w:rsid w:val="00C92541"/>
    <w:rsid w:val="00C937A4"/>
    <w:rsid w:val="00C94CB7"/>
    <w:rsid w:val="00C95B3D"/>
    <w:rsid w:val="00C95E95"/>
    <w:rsid w:val="00C95FEF"/>
    <w:rsid w:val="00CA02B2"/>
    <w:rsid w:val="00CA035C"/>
    <w:rsid w:val="00CA0430"/>
    <w:rsid w:val="00CA0F42"/>
    <w:rsid w:val="00CA121A"/>
    <w:rsid w:val="00CA2285"/>
    <w:rsid w:val="00CA22F7"/>
    <w:rsid w:val="00CA4A55"/>
    <w:rsid w:val="00CA595B"/>
    <w:rsid w:val="00CA5A55"/>
    <w:rsid w:val="00CA6018"/>
    <w:rsid w:val="00CA6749"/>
    <w:rsid w:val="00CA6A32"/>
    <w:rsid w:val="00CA6C59"/>
    <w:rsid w:val="00CA7AD6"/>
    <w:rsid w:val="00CB05A8"/>
    <w:rsid w:val="00CB06F5"/>
    <w:rsid w:val="00CB0ACD"/>
    <w:rsid w:val="00CB1C35"/>
    <w:rsid w:val="00CB3011"/>
    <w:rsid w:val="00CB3B71"/>
    <w:rsid w:val="00CB48D7"/>
    <w:rsid w:val="00CB4FE1"/>
    <w:rsid w:val="00CB5E6A"/>
    <w:rsid w:val="00CC0514"/>
    <w:rsid w:val="00CC072D"/>
    <w:rsid w:val="00CC1A90"/>
    <w:rsid w:val="00CC3263"/>
    <w:rsid w:val="00CC32EF"/>
    <w:rsid w:val="00CC34DA"/>
    <w:rsid w:val="00CC3C70"/>
    <w:rsid w:val="00CC42D6"/>
    <w:rsid w:val="00CC4A8F"/>
    <w:rsid w:val="00CC559E"/>
    <w:rsid w:val="00CC6075"/>
    <w:rsid w:val="00CC79FA"/>
    <w:rsid w:val="00CC7E90"/>
    <w:rsid w:val="00CD1537"/>
    <w:rsid w:val="00CD18EA"/>
    <w:rsid w:val="00CD2200"/>
    <w:rsid w:val="00CD33B4"/>
    <w:rsid w:val="00CD44C1"/>
    <w:rsid w:val="00CD5322"/>
    <w:rsid w:val="00CD5C4A"/>
    <w:rsid w:val="00CD7079"/>
    <w:rsid w:val="00CD785F"/>
    <w:rsid w:val="00CD7C0D"/>
    <w:rsid w:val="00CE06C2"/>
    <w:rsid w:val="00CE1019"/>
    <w:rsid w:val="00CE10A5"/>
    <w:rsid w:val="00CE1E3B"/>
    <w:rsid w:val="00CE1FCF"/>
    <w:rsid w:val="00CE2442"/>
    <w:rsid w:val="00CE2DD3"/>
    <w:rsid w:val="00CE3D1E"/>
    <w:rsid w:val="00CE3F33"/>
    <w:rsid w:val="00CE3F8F"/>
    <w:rsid w:val="00CE402D"/>
    <w:rsid w:val="00CE4030"/>
    <w:rsid w:val="00CE5560"/>
    <w:rsid w:val="00CE60C4"/>
    <w:rsid w:val="00CE674D"/>
    <w:rsid w:val="00CE6FC1"/>
    <w:rsid w:val="00CE71EE"/>
    <w:rsid w:val="00CE7B92"/>
    <w:rsid w:val="00CF101B"/>
    <w:rsid w:val="00CF2B44"/>
    <w:rsid w:val="00CF2D76"/>
    <w:rsid w:val="00CF3161"/>
    <w:rsid w:val="00CF4E1F"/>
    <w:rsid w:val="00CF6B72"/>
    <w:rsid w:val="00CF6E46"/>
    <w:rsid w:val="00CF6F69"/>
    <w:rsid w:val="00CF7D27"/>
    <w:rsid w:val="00D010CC"/>
    <w:rsid w:val="00D02015"/>
    <w:rsid w:val="00D025B4"/>
    <w:rsid w:val="00D03351"/>
    <w:rsid w:val="00D03DD2"/>
    <w:rsid w:val="00D03E64"/>
    <w:rsid w:val="00D04513"/>
    <w:rsid w:val="00D04FF1"/>
    <w:rsid w:val="00D056F1"/>
    <w:rsid w:val="00D0644F"/>
    <w:rsid w:val="00D06A19"/>
    <w:rsid w:val="00D06E40"/>
    <w:rsid w:val="00D07565"/>
    <w:rsid w:val="00D10890"/>
    <w:rsid w:val="00D129D5"/>
    <w:rsid w:val="00D1369B"/>
    <w:rsid w:val="00D13F90"/>
    <w:rsid w:val="00D20B60"/>
    <w:rsid w:val="00D214C2"/>
    <w:rsid w:val="00D21A58"/>
    <w:rsid w:val="00D2265F"/>
    <w:rsid w:val="00D23550"/>
    <w:rsid w:val="00D238D0"/>
    <w:rsid w:val="00D23906"/>
    <w:rsid w:val="00D248E4"/>
    <w:rsid w:val="00D260A5"/>
    <w:rsid w:val="00D26E2C"/>
    <w:rsid w:val="00D273D8"/>
    <w:rsid w:val="00D275E2"/>
    <w:rsid w:val="00D277C2"/>
    <w:rsid w:val="00D278D6"/>
    <w:rsid w:val="00D27D8F"/>
    <w:rsid w:val="00D313E7"/>
    <w:rsid w:val="00D31D1A"/>
    <w:rsid w:val="00D349AB"/>
    <w:rsid w:val="00D36077"/>
    <w:rsid w:val="00D3768E"/>
    <w:rsid w:val="00D37731"/>
    <w:rsid w:val="00D3779D"/>
    <w:rsid w:val="00D41636"/>
    <w:rsid w:val="00D43CDF"/>
    <w:rsid w:val="00D44C5F"/>
    <w:rsid w:val="00D45460"/>
    <w:rsid w:val="00D45DC2"/>
    <w:rsid w:val="00D47FF2"/>
    <w:rsid w:val="00D50025"/>
    <w:rsid w:val="00D50F25"/>
    <w:rsid w:val="00D5232A"/>
    <w:rsid w:val="00D547C8"/>
    <w:rsid w:val="00D54BF2"/>
    <w:rsid w:val="00D55152"/>
    <w:rsid w:val="00D55710"/>
    <w:rsid w:val="00D55A84"/>
    <w:rsid w:val="00D55AA0"/>
    <w:rsid w:val="00D5682A"/>
    <w:rsid w:val="00D56A0A"/>
    <w:rsid w:val="00D56DDD"/>
    <w:rsid w:val="00D56E43"/>
    <w:rsid w:val="00D57F36"/>
    <w:rsid w:val="00D57FEF"/>
    <w:rsid w:val="00D6072C"/>
    <w:rsid w:val="00D62849"/>
    <w:rsid w:val="00D629A9"/>
    <w:rsid w:val="00D63470"/>
    <w:rsid w:val="00D64C1A"/>
    <w:rsid w:val="00D65E48"/>
    <w:rsid w:val="00D66DFE"/>
    <w:rsid w:val="00D67769"/>
    <w:rsid w:val="00D67B10"/>
    <w:rsid w:val="00D71382"/>
    <w:rsid w:val="00D71DA8"/>
    <w:rsid w:val="00D71E3D"/>
    <w:rsid w:val="00D722CD"/>
    <w:rsid w:val="00D73566"/>
    <w:rsid w:val="00D73963"/>
    <w:rsid w:val="00D74004"/>
    <w:rsid w:val="00D74F1F"/>
    <w:rsid w:val="00D756E7"/>
    <w:rsid w:val="00D75F50"/>
    <w:rsid w:val="00D76CFE"/>
    <w:rsid w:val="00D805DF"/>
    <w:rsid w:val="00D80782"/>
    <w:rsid w:val="00D80AF5"/>
    <w:rsid w:val="00D8127B"/>
    <w:rsid w:val="00D815AE"/>
    <w:rsid w:val="00D81D39"/>
    <w:rsid w:val="00D82366"/>
    <w:rsid w:val="00D824FF"/>
    <w:rsid w:val="00D82842"/>
    <w:rsid w:val="00D82CD6"/>
    <w:rsid w:val="00D83C61"/>
    <w:rsid w:val="00D83F22"/>
    <w:rsid w:val="00D90D39"/>
    <w:rsid w:val="00D916B1"/>
    <w:rsid w:val="00D91EEE"/>
    <w:rsid w:val="00D92FBC"/>
    <w:rsid w:val="00D94281"/>
    <w:rsid w:val="00D968B4"/>
    <w:rsid w:val="00D96D47"/>
    <w:rsid w:val="00D96F6C"/>
    <w:rsid w:val="00D97709"/>
    <w:rsid w:val="00D978EA"/>
    <w:rsid w:val="00D97CA1"/>
    <w:rsid w:val="00DA0518"/>
    <w:rsid w:val="00DA0B82"/>
    <w:rsid w:val="00DA1567"/>
    <w:rsid w:val="00DA1A4D"/>
    <w:rsid w:val="00DA1DB0"/>
    <w:rsid w:val="00DA21C8"/>
    <w:rsid w:val="00DA304E"/>
    <w:rsid w:val="00DA37E7"/>
    <w:rsid w:val="00DA38B9"/>
    <w:rsid w:val="00DA45CD"/>
    <w:rsid w:val="00DA4CE9"/>
    <w:rsid w:val="00DA5CD6"/>
    <w:rsid w:val="00DA68DD"/>
    <w:rsid w:val="00DA7944"/>
    <w:rsid w:val="00DB061F"/>
    <w:rsid w:val="00DB0DCE"/>
    <w:rsid w:val="00DB0E07"/>
    <w:rsid w:val="00DB0EE6"/>
    <w:rsid w:val="00DB1072"/>
    <w:rsid w:val="00DB14A6"/>
    <w:rsid w:val="00DB2B6C"/>
    <w:rsid w:val="00DB34A8"/>
    <w:rsid w:val="00DB391F"/>
    <w:rsid w:val="00DB3E3E"/>
    <w:rsid w:val="00DB402C"/>
    <w:rsid w:val="00DB681E"/>
    <w:rsid w:val="00DC0419"/>
    <w:rsid w:val="00DC06ED"/>
    <w:rsid w:val="00DC0CDD"/>
    <w:rsid w:val="00DC1326"/>
    <w:rsid w:val="00DC1498"/>
    <w:rsid w:val="00DC1625"/>
    <w:rsid w:val="00DC25FC"/>
    <w:rsid w:val="00DC2F9D"/>
    <w:rsid w:val="00DC3013"/>
    <w:rsid w:val="00DC3B79"/>
    <w:rsid w:val="00DC52F7"/>
    <w:rsid w:val="00DC5F71"/>
    <w:rsid w:val="00DC6027"/>
    <w:rsid w:val="00DC6475"/>
    <w:rsid w:val="00DD3403"/>
    <w:rsid w:val="00DD3A83"/>
    <w:rsid w:val="00DD5B23"/>
    <w:rsid w:val="00DE2272"/>
    <w:rsid w:val="00DE3077"/>
    <w:rsid w:val="00DE4019"/>
    <w:rsid w:val="00DE5041"/>
    <w:rsid w:val="00DE658E"/>
    <w:rsid w:val="00DF0163"/>
    <w:rsid w:val="00DF0BD1"/>
    <w:rsid w:val="00DF14CE"/>
    <w:rsid w:val="00DF2524"/>
    <w:rsid w:val="00DF30CD"/>
    <w:rsid w:val="00DF47DE"/>
    <w:rsid w:val="00DF5103"/>
    <w:rsid w:val="00E0013A"/>
    <w:rsid w:val="00E00169"/>
    <w:rsid w:val="00E02F24"/>
    <w:rsid w:val="00E044D1"/>
    <w:rsid w:val="00E048D3"/>
    <w:rsid w:val="00E04F8C"/>
    <w:rsid w:val="00E054D6"/>
    <w:rsid w:val="00E06CED"/>
    <w:rsid w:val="00E06DDC"/>
    <w:rsid w:val="00E06E3D"/>
    <w:rsid w:val="00E108E3"/>
    <w:rsid w:val="00E1138D"/>
    <w:rsid w:val="00E13972"/>
    <w:rsid w:val="00E17038"/>
    <w:rsid w:val="00E2195C"/>
    <w:rsid w:val="00E22419"/>
    <w:rsid w:val="00E241DA"/>
    <w:rsid w:val="00E264DA"/>
    <w:rsid w:val="00E26D14"/>
    <w:rsid w:val="00E27537"/>
    <w:rsid w:val="00E3046D"/>
    <w:rsid w:val="00E31383"/>
    <w:rsid w:val="00E31587"/>
    <w:rsid w:val="00E31E35"/>
    <w:rsid w:val="00E3274C"/>
    <w:rsid w:val="00E32B08"/>
    <w:rsid w:val="00E33BD3"/>
    <w:rsid w:val="00E341AA"/>
    <w:rsid w:val="00E34B12"/>
    <w:rsid w:val="00E35356"/>
    <w:rsid w:val="00E35A3F"/>
    <w:rsid w:val="00E35A69"/>
    <w:rsid w:val="00E35D54"/>
    <w:rsid w:val="00E37254"/>
    <w:rsid w:val="00E41C62"/>
    <w:rsid w:val="00E4203E"/>
    <w:rsid w:val="00E42356"/>
    <w:rsid w:val="00E42A70"/>
    <w:rsid w:val="00E438E2"/>
    <w:rsid w:val="00E4463A"/>
    <w:rsid w:val="00E46EBF"/>
    <w:rsid w:val="00E4799D"/>
    <w:rsid w:val="00E50126"/>
    <w:rsid w:val="00E503DE"/>
    <w:rsid w:val="00E511D6"/>
    <w:rsid w:val="00E52AAF"/>
    <w:rsid w:val="00E53022"/>
    <w:rsid w:val="00E5330B"/>
    <w:rsid w:val="00E54013"/>
    <w:rsid w:val="00E541E5"/>
    <w:rsid w:val="00E54746"/>
    <w:rsid w:val="00E56EF7"/>
    <w:rsid w:val="00E57C52"/>
    <w:rsid w:val="00E6072D"/>
    <w:rsid w:val="00E60D1B"/>
    <w:rsid w:val="00E612F7"/>
    <w:rsid w:val="00E613A6"/>
    <w:rsid w:val="00E61DD0"/>
    <w:rsid w:val="00E6376B"/>
    <w:rsid w:val="00E64263"/>
    <w:rsid w:val="00E6431E"/>
    <w:rsid w:val="00E652CC"/>
    <w:rsid w:val="00E65D2E"/>
    <w:rsid w:val="00E66759"/>
    <w:rsid w:val="00E66773"/>
    <w:rsid w:val="00E66DAC"/>
    <w:rsid w:val="00E671F0"/>
    <w:rsid w:val="00E700BC"/>
    <w:rsid w:val="00E71310"/>
    <w:rsid w:val="00E71B09"/>
    <w:rsid w:val="00E71BA5"/>
    <w:rsid w:val="00E73068"/>
    <w:rsid w:val="00E731F4"/>
    <w:rsid w:val="00E735FD"/>
    <w:rsid w:val="00E73C1C"/>
    <w:rsid w:val="00E74442"/>
    <w:rsid w:val="00E74E02"/>
    <w:rsid w:val="00E756CB"/>
    <w:rsid w:val="00E764E7"/>
    <w:rsid w:val="00E76545"/>
    <w:rsid w:val="00E7707E"/>
    <w:rsid w:val="00E770FA"/>
    <w:rsid w:val="00E80AE0"/>
    <w:rsid w:val="00E815CA"/>
    <w:rsid w:val="00E8280C"/>
    <w:rsid w:val="00E83114"/>
    <w:rsid w:val="00E83A27"/>
    <w:rsid w:val="00E83CA2"/>
    <w:rsid w:val="00E83EE4"/>
    <w:rsid w:val="00E84FA3"/>
    <w:rsid w:val="00E86551"/>
    <w:rsid w:val="00E86698"/>
    <w:rsid w:val="00E86A88"/>
    <w:rsid w:val="00E86AB0"/>
    <w:rsid w:val="00E8797D"/>
    <w:rsid w:val="00E910ED"/>
    <w:rsid w:val="00E92599"/>
    <w:rsid w:val="00E9277E"/>
    <w:rsid w:val="00E933E7"/>
    <w:rsid w:val="00E94775"/>
    <w:rsid w:val="00E94D1B"/>
    <w:rsid w:val="00E95DFE"/>
    <w:rsid w:val="00EA1087"/>
    <w:rsid w:val="00EA21F2"/>
    <w:rsid w:val="00EA26E6"/>
    <w:rsid w:val="00EA2775"/>
    <w:rsid w:val="00EA2819"/>
    <w:rsid w:val="00EA2FC1"/>
    <w:rsid w:val="00EA31F2"/>
    <w:rsid w:val="00EA37BD"/>
    <w:rsid w:val="00EA6B55"/>
    <w:rsid w:val="00EA6BE5"/>
    <w:rsid w:val="00EB2312"/>
    <w:rsid w:val="00EB29A6"/>
    <w:rsid w:val="00EB4FFC"/>
    <w:rsid w:val="00EB5603"/>
    <w:rsid w:val="00EB602A"/>
    <w:rsid w:val="00EB6302"/>
    <w:rsid w:val="00EB76B9"/>
    <w:rsid w:val="00EB775E"/>
    <w:rsid w:val="00EC25F5"/>
    <w:rsid w:val="00EC3693"/>
    <w:rsid w:val="00EC5400"/>
    <w:rsid w:val="00EC55BA"/>
    <w:rsid w:val="00EC5B8E"/>
    <w:rsid w:val="00EC732A"/>
    <w:rsid w:val="00EC769F"/>
    <w:rsid w:val="00ED0754"/>
    <w:rsid w:val="00ED0F9A"/>
    <w:rsid w:val="00ED184D"/>
    <w:rsid w:val="00ED2056"/>
    <w:rsid w:val="00ED34A4"/>
    <w:rsid w:val="00ED34AA"/>
    <w:rsid w:val="00ED3573"/>
    <w:rsid w:val="00ED3D07"/>
    <w:rsid w:val="00ED49B7"/>
    <w:rsid w:val="00ED545D"/>
    <w:rsid w:val="00ED5CD9"/>
    <w:rsid w:val="00ED5DC2"/>
    <w:rsid w:val="00ED6127"/>
    <w:rsid w:val="00ED6371"/>
    <w:rsid w:val="00EE0371"/>
    <w:rsid w:val="00EE2FBA"/>
    <w:rsid w:val="00EE5398"/>
    <w:rsid w:val="00EE56B6"/>
    <w:rsid w:val="00EE5C14"/>
    <w:rsid w:val="00EE5DDE"/>
    <w:rsid w:val="00EF00C1"/>
    <w:rsid w:val="00EF023D"/>
    <w:rsid w:val="00EF14A8"/>
    <w:rsid w:val="00EF2779"/>
    <w:rsid w:val="00EF29E0"/>
    <w:rsid w:val="00EF3000"/>
    <w:rsid w:val="00EF32CD"/>
    <w:rsid w:val="00EF32E0"/>
    <w:rsid w:val="00EF46DF"/>
    <w:rsid w:val="00EF474A"/>
    <w:rsid w:val="00EF48FA"/>
    <w:rsid w:val="00EF5568"/>
    <w:rsid w:val="00EF57B2"/>
    <w:rsid w:val="00EF5E3C"/>
    <w:rsid w:val="00F00B13"/>
    <w:rsid w:val="00F013F8"/>
    <w:rsid w:val="00F01412"/>
    <w:rsid w:val="00F02756"/>
    <w:rsid w:val="00F027D6"/>
    <w:rsid w:val="00F04172"/>
    <w:rsid w:val="00F054BA"/>
    <w:rsid w:val="00F06E41"/>
    <w:rsid w:val="00F07074"/>
    <w:rsid w:val="00F0738E"/>
    <w:rsid w:val="00F10AE3"/>
    <w:rsid w:val="00F11218"/>
    <w:rsid w:val="00F1259B"/>
    <w:rsid w:val="00F12DCC"/>
    <w:rsid w:val="00F132B5"/>
    <w:rsid w:val="00F13393"/>
    <w:rsid w:val="00F13B65"/>
    <w:rsid w:val="00F14216"/>
    <w:rsid w:val="00F15231"/>
    <w:rsid w:val="00F15F24"/>
    <w:rsid w:val="00F15F49"/>
    <w:rsid w:val="00F161B7"/>
    <w:rsid w:val="00F16BEC"/>
    <w:rsid w:val="00F17A33"/>
    <w:rsid w:val="00F201E0"/>
    <w:rsid w:val="00F20A28"/>
    <w:rsid w:val="00F211EB"/>
    <w:rsid w:val="00F229F0"/>
    <w:rsid w:val="00F2360F"/>
    <w:rsid w:val="00F23648"/>
    <w:rsid w:val="00F257F3"/>
    <w:rsid w:val="00F26CF7"/>
    <w:rsid w:val="00F27671"/>
    <w:rsid w:val="00F27BCD"/>
    <w:rsid w:val="00F30778"/>
    <w:rsid w:val="00F31FDE"/>
    <w:rsid w:val="00F333CF"/>
    <w:rsid w:val="00F354DC"/>
    <w:rsid w:val="00F35AD2"/>
    <w:rsid w:val="00F36A68"/>
    <w:rsid w:val="00F372CD"/>
    <w:rsid w:val="00F373B4"/>
    <w:rsid w:val="00F37900"/>
    <w:rsid w:val="00F400B4"/>
    <w:rsid w:val="00F40531"/>
    <w:rsid w:val="00F41012"/>
    <w:rsid w:val="00F42275"/>
    <w:rsid w:val="00F42412"/>
    <w:rsid w:val="00F4259B"/>
    <w:rsid w:val="00F42968"/>
    <w:rsid w:val="00F4319C"/>
    <w:rsid w:val="00F432F2"/>
    <w:rsid w:val="00F43673"/>
    <w:rsid w:val="00F445FB"/>
    <w:rsid w:val="00F4483F"/>
    <w:rsid w:val="00F44ABB"/>
    <w:rsid w:val="00F45175"/>
    <w:rsid w:val="00F45661"/>
    <w:rsid w:val="00F45C1E"/>
    <w:rsid w:val="00F473BD"/>
    <w:rsid w:val="00F477B8"/>
    <w:rsid w:val="00F52659"/>
    <w:rsid w:val="00F526A8"/>
    <w:rsid w:val="00F53185"/>
    <w:rsid w:val="00F532E5"/>
    <w:rsid w:val="00F543CD"/>
    <w:rsid w:val="00F54749"/>
    <w:rsid w:val="00F54A0F"/>
    <w:rsid w:val="00F54B99"/>
    <w:rsid w:val="00F553EE"/>
    <w:rsid w:val="00F571C4"/>
    <w:rsid w:val="00F574C6"/>
    <w:rsid w:val="00F57E51"/>
    <w:rsid w:val="00F57EC0"/>
    <w:rsid w:val="00F617FF"/>
    <w:rsid w:val="00F6375A"/>
    <w:rsid w:val="00F64C2A"/>
    <w:rsid w:val="00F65616"/>
    <w:rsid w:val="00F65A26"/>
    <w:rsid w:val="00F65F67"/>
    <w:rsid w:val="00F6606D"/>
    <w:rsid w:val="00F66EAE"/>
    <w:rsid w:val="00F6795B"/>
    <w:rsid w:val="00F67C9E"/>
    <w:rsid w:val="00F7006E"/>
    <w:rsid w:val="00F71C31"/>
    <w:rsid w:val="00F7268C"/>
    <w:rsid w:val="00F726EA"/>
    <w:rsid w:val="00F72B01"/>
    <w:rsid w:val="00F72E94"/>
    <w:rsid w:val="00F74F0C"/>
    <w:rsid w:val="00F75F8D"/>
    <w:rsid w:val="00F774FA"/>
    <w:rsid w:val="00F7751D"/>
    <w:rsid w:val="00F77AFE"/>
    <w:rsid w:val="00F80D75"/>
    <w:rsid w:val="00F816A4"/>
    <w:rsid w:val="00F8177C"/>
    <w:rsid w:val="00F81793"/>
    <w:rsid w:val="00F8340E"/>
    <w:rsid w:val="00F84624"/>
    <w:rsid w:val="00F84DFF"/>
    <w:rsid w:val="00F868BF"/>
    <w:rsid w:val="00F8735B"/>
    <w:rsid w:val="00F876CE"/>
    <w:rsid w:val="00F8786C"/>
    <w:rsid w:val="00F87ABB"/>
    <w:rsid w:val="00F908B2"/>
    <w:rsid w:val="00F90A71"/>
    <w:rsid w:val="00F915BC"/>
    <w:rsid w:val="00F92083"/>
    <w:rsid w:val="00F941FC"/>
    <w:rsid w:val="00F9498D"/>
    <w:rsid w:val="00F95791"/>
    <w:rsid w:val="00F959B4"/>
    <w:rsid w:val="00F959EB"/>
    <w:rsid w:val="00F95A80"/>
    <w:rsid w:val="00F95C8B"/>
    <w:rsid w:val="00F95E97"/>
    <w:rsid w:val="00F96B11"/>
    <w:rsid w:val="00F96EB2"/>
    <w:rsid w:val="00FA14E2"/>
    <w:rsid w:val="00FA25BB"/>
    <w:rsid w:val="00FA3B40"/>
    <w:rsid w:val="00FA4141"/>
    <w:rsid w:val="00FA4C54"/>
    <w:rsid w:val="00FA4D7A"/>
    <w:rsid w:val="00FA6322"/>
    <w:rsid w:val="00FA633D"/>
    <w:rsid w:val="00FA7CD7"/>
    <w:rsid w:val="00FB0611"/>
    <w:rsid w:val="00FB0B9F"/>
    <w:rsid w:val="00FB0EB5"/>
    <w:rsid w:val="00FB1331"/>
    <w:rsid w:val="00FB2970"/>
    <w:rsid w:val="00FB2C2E"/>
    <w:rsid w:val="00FB4515"/>
    <w:rsid w:val="00FB4E0E"/>
    <w:rsid w:val="00FB563F"/>
    <w:rsid w:val="00FB5973"/>
    <w:rsid w:val="00FB6CD3"/>
    <w:rsid w:val="00FB7477"/>
    <w:rsid w:val="00FC14B0"/>
    <w:rsid w:val="00FC33BB"/>
    <w:rsid w:val="00FC4118"/>
    <w:rsid w:val="00FC61EF"/>
    <w:rsid w:val="00FC6C2D"/>
    <w:rsid w:val="00FC7298"/>
    <w:rsid w:val="00FD0889"/>
    <w:rsid w:val="00FD13D9"/>
    <w:rsid w:val="00FD1482"/>
    <w:rsid w:val="00FD188D"/>
    <w:rsid w:val="00FD2F71"/>
    <w:rsid w:val="00FD367D"/>
    <w:rsid w:val="00FD39F2"/>
    <w:rsid w:val="00FD3D65"/>
    <w:rsid w:val="00FD577B"/>
    <w:rsid w:val="00FD731B"/>
    <w:rsid w:val="00FD75AA"/>
    <w:rsid w:val="00FD7B6D"/>
    <w:rsid w:val="00FE0850"/>
    <w:rsid w:val="00FE0905"/>
    <w:rsid w:val="00FE09BB"/>
    <w:rsid w:val="00FE18DB"/>
    <w:rsid w:val="00FE1C6C"/>
    <w:rsid w:val="00FE22DA"/>
    <w:rsid w:val="00FE23B5"/>
    <w:rsid w:val="00FE2F6E"/>
    <w:rsid w:val="00FE3792"/>
    <w:rsid w:val="00FE4D85"/>
    <w:rsid w:val="00FE5174"/>
    <w:rsid w:val="00FE636F"/>
    <w:rsid w:val="00FE6E5D"/>
    <w:rsid w:val="00FF0F31"/>
    <w:rsid w:val="00FF1E35"/>
    <w:rsid w:val="00FF211E"/>
    <w:rsid w:val="00FF285B"/>
    <w:rsid w:val="00FF2B3E"/>
    <w:rsid w:val="00FF32A9"/>
    <w:rsid w:val="00FF3994"/>
    <w:rsid w:val="00FF4C26"/>
    <w:rsid w:val="00FF540E"/>
    <w:rsid w:val="00FF602F"/>
    <w:rsid w:val="00FF78A2"/>
    <w:rsid w:val="00FF7C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191"/>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rsid w:val="00A73191"/>
    <w:rPr>
      <w:rFonts w:ascii="Arial" w:hAnsi="Arial" w:cs="Arial"/>
      <w:b/>
      <w:szCs w:val="20"/>
    </w:rPr>
  </w:style>
  <w:style w:type="character" w:customStyle="1" w:styleId="BodyText3Char">
    <w:name w:val="Body Text 3 Char"/>
    <w:basedOn w:val="DefaultParagraphFont"/>
    <w:link w:val="BodyText3"/>
    <w:uiPriority w:val="99"/>
    <w:locked/>
    <w:rsid w:val="00A73191"/>
    <w:rPr>
      <w:rFonts w:ascii="Arial" w:hAnsi="Arial" w:cs="Arial"/>
      <w:b/>
      <w:sz w:val="24"/>
      <w:lang w:val="en-US" w:eastAsia="en-US" w:bidi="ar-SA"/>
    </w:rPr>
  </w:style>
  <w:style w:type="character" w:styleId="EndnoteReference">
    <w:name w:val="endnote reference"/>
    <w:basedOn w:val="DefaultParagraphFont"/>
    <w:uiPriority w:val="99"/>
    <w:semiHidden/>
    <w:rsid w:val="00A73191"/>
    <w:rPr>
      <w:rFonts w:cs="Times New Roman"/>
      <w:vertAlign w:val="superscript"/>
    </w:rPr>
  </w:style>
  <w:style w:type="paragraph" w:styleId="ListParagraph">
    <w:name w:val="List Paragraph"/>
    <w:basedOn w:val="Normal"/>
    <w:uiPriority w:val="99"/>
    <w:qFormat/>
    <w:rsid w:val="00A73191"/>
    <w:pPr>
      <w:ind w:left="720"/>
      <w:contextualSpacing/>
    </w:pPr>
  </w:style>
  <w:style w:type="character" w:styleId="Hyperlink">
    <w:name w:val="Hyperlink"/>
    <w:basedOn w:val="DefaultParagraphFont"/>
    <w:uiPriority w:val="99"/>
    <w:rsid w:val="00A73191"/>
    <w:rPr>
      <w:rFonts w:cs="Times New Roman"/>
      <w:color w:val="0000FF"/>
      <w:u w:val="single"/>
    </w:rPr>
  </w:style>
  <w:style w:type="paragraph" w:styleId="Header">
    <w:name w:val="header"/>
    <w:basedOn w:val="Normal"/>
    <w:link w:val="HeaderChar"/>
    <w:uiPriority w:val="99"/>
    <w:rsid w:val="00F57EC0"/>
    <w:pPr>
      <w:tabs>
        <w:tab w:val="center" w:pos="4320"/>
        <w:tab w:val="right" w:pos="8640"/>
      </w:tabs>
    </w:pPr>
  </w:style>
  <w:style w:type="character" w:customStyle="1" w:styleId="HeaderChar">
    <w:name w:val="Header Char"/>
    <w:basedOn w:val="DefaultParagraphFont"/>
    <w:link w:val="Header"/>
    <w:uiPriority w:val="99"/>
    <w:semiHidden/>
    <w:rsid w:val="0068725B"/>
    <w:rPr>
      <w:sz w:val="24"/>
      <w:szCs w:val="24"/>
    </w:rPr>
  </w:style>
  <w:style w:type="paragraph" w:styleId="Footer">
    <w:name w:val="footer"/>
    <w:basedOn w:val="Normal"/>
    <w:link w:val="FooterChar"/>
    <w:uiPriority w:val="99"/>
    <w:rsid w:val="00F57EC0"/>
    <w:pPr>
      <w:tabs>
        <w:tab w:val="center" w:pos="4320"/>
        <w:tab w:val="right" w:pos="8640"/>
      </w:tabs>
    </w:pPr>
  </w:style>
  <w:style w:type="character" w:customStyle="1" w:styleId="FooterChar">
    <w:name w:val="Footer Char"/>
    <w:basedOn w:val="DefaultParagraphFont"/>
    <w:link w:val="Footer"/>
    <w:uiPriority w:val="99"/>
    <w:semiHidden/>
    <w:rsid w:val="0068725B"/>
    <w:rPr>
      <w:sz w:val="24"/>
      <w:szCs w:val="24"/>
    </w:rPr>
  </w:style>
  <w:style w:type="character" w:styleId="PageNumber">
    <w:name w:val="page number"/>
    <w:basedOn w:val="DefaultParagraphFont"/>
    <w:uiPriority w:val="99"/>
    <w:rsid w:val="008D5340"/>
    <w:rPr>
      <w:rFonts w:cs="Times New Roman"/>
    </w:rPr>
  </w:style>
</w:styles>
</file>

<file path=word/webSettings.xml><?xml version="1.0" encoding="utf-8"?>
<w:webSettings xmlns:r="http://schemas.openxmlformats.org/officeDocument/2006/relationships" xmlns:w="http://schemas.openxmlformats.org/wordprocessingml/2006/main">
  <w:divs>
    <w:div w:id="1377049325">
      <w:marLeft w:val="0"/>
      <w:marRight w:val="0"/>
      <w:marTop w:val="0"/>
      <w:marBottom w:val="0"/>
      <w:divBdr>
        <w:top w:val="none" w:sz="0" w:space="0" w:color="auto"/>
        <w:left w:val="none" w:sz="0" w:space="0" w:color="auto"/>
        <w:bottom w:val="none" w:sz="0" w:space="0" w:color="auto"/>
        <w:right w:val="none" w:sz="0" w:space="0" w:color="auto"/>
      </w:divBdr>
      <w:divsChild>
        <w:div w:id="1377049326">
          <w:marLeft w:val="0"/>
          <w:marRight w:val="0"/>
          <w:marTop w:val="0"/>
          <w:marBottom w:val="0"/>
          <w:divBdr>
            <w:top w:val="none" w:sz="0" w:space="0" w:color="auto"/>
            <w:left w:val="none" w:sz="0" w:space="0" w:color="auto"/>
            <w:bottom w:val="none" w:sz="0" w:space="0" w:color="auto"/>
            <w:right w:val="none" w:sz="0" w:space="0" w:color="auto"/>
          </w:divBdr>
          <w:divsChild>
            <w:div w:id="137704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n.wikipedia.org/wiki/Consumerism" TargetMode="Externa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yperlink" Target="http://en.wikipedia.org/wiki/Protes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hyperlink" Target="http://www.Bankrate.com"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hyperlink" Target="http://en.wikipedia.org/wiki/Social_activi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16</Pages>
  <Words>4706</Words>
  <Characters>26827</Characters>
  <Application>Microsoft Office Outlook</Application>
  <DocSecurity>0</DocSecurity>
  <Lines>0</Lines>
  <Paragraphs>0</Paragraphs>
  <ScaleCrop>false</ScaleCrop>
  <Company>Pearson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TODAY’S BUSINESS ENVIRONMENT</dc:title>
  <dc:subject/>
  <dc:creator>Williams, Karin</dc:creator>
  <cp:keywords/>
  <dc:description/>
  <cp:lastModifiedBy>uwillk2</cp:lastModifiedBy>
  <cp:revision>9</cp:revision>
  <dcterms:created xsi:type="dcterms:W3CDTF">2012-04-09T15:59:00Z</dcterms:created>
  <dcterms:modified xsi:type="dcterms:W3CDTF">2012-04-18T17:45:00Z</dcterms:modified>
</cp:coreProperties>
</file>