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Business &amp; Professional Ethics for Directors, Executives &amp; Accountants, 5e</w:t>
      </w:r>
    </w:p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6F46">
        <w:rPr>
          <w:rFonts w:ascii="Times New Roman" w:hAnsi="Times New Roman" w:cs="Times New Roman"/>
          <w:b/>
          <w:bCs/>
          <w:sz w:val="28"/>
          <w:szCs w:val="28"/>
        </w:rPr>
        <w:t>Multiple Choice Questions</w:t>
      </w: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6F46">
        <w:rPr>
          <w:rFonts w:ascii="Times New Roman" w:hAnsi="Times New Roman" w:cs="Times New Roman"/>
          <w:b/>
          <w:bCs/>
        </w:rPr>
        <w:t>C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>hapter 1   The Ethics Environment</w:t>
      </w:r>
    </w:p>
    <w:p w:rsidR="0072736D" w:rsidRPr="00436F46" w:rsidRDefault="0072736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946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difference between </w:t>
      </w:r>
      <w:r w:rsidRPr="00436F46">
        <w:rPr>
          <w:rFonts w:ascii="Times New Roman" w:hAnsi="Times New Roman" w:cs="Times New Roman"/>
          <w:sz w:val="24"/>
          <w:szCs w:val="24"/>
        </w:rPr>
        <w:t>what the public think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 it is getting in audit</w:t>
      </w:r>
      <w:r>
        <w:rPr>
          <w:rFonts w:ascii="Times New Roman" w:hAnsi="Times New Roman" w:cs="Times New Roman"/>
          <w:sz w:val="24"/>
          <w:szCs w:val="24"/>
        </w:rPr>
        <w:t xml:space="preserve">ed financial statements and </w:t>
      </w:r>
      <w:r w:rsidRPr="00436F46">
        <w:rPr>
          <w:rFonts w:ascii="Times New Roman" w:hAnsi="Times New Roman" w:cs="Times New Roman"/>
          <w:sz w:val="24"/>
          <w:szCs w:val="24"/>
        </w:rPr>
        <w:t>what the public is actually getting is known as: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Credibility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Expectations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Stewardship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trend described in C</w:t>
      </w:r>
      <w:r w:rsidRPr="00436F46">
        <w:rPr>
          <w:rFonts w:ascii="Times New Roman" w:hAnsi="Times New Roman" w:cs="Times New Roman"/>
          <w:sz w:val="24"/>
          <w:szCs w:val="24"/>
        </w:rPr>
        <w:t xml:space="preserve">hapter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6F46">
        <w:rPr>
          <w:rFonts w:ascii="Times New Roman" w:hAnsi="Times New Roman" w:cs="Times New Roman"/>
          <w:sz w:val="24"/>
          <w:szCs w:val="24"/>
        </w:rPr>
        <w:t xml:space="preserve"> as having an impact on the ethics of business?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Directors’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>ntention to protect reputation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Management’s assertions to shareholders on the adequacy of internal controls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 xml:space="preserve">ntention to manage risk 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  <w:r w:rsidRPr="00436F46">
        <w:rPr>
          <w:rFonts w:ascii="Times New Roman" w:hAnsi="Times New Roman" w:cs="Times New Roman"/>
          <w:sz w:val="24"/>
          <w:szCs w:val="24"/>
        </w:rPr>
        <w:t xml:space="preserve"> corporate report discusses subjects that include environmental, health and safety, philant</w:t>
      </w:r>
      <w:r>
        <w:rPr>
          <w:rFonts w:ascii="Times New Roman" w:hAnsi="Times New Roman" w:cs="Times New Roman"/>
          <w:sz w:val="24"/>
          <w:szCs w:val="24"/>
        </w:rPr>
        <w:t>hropic and other social impacts?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annual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 social responsibility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quarterly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stakeholder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ethics committee report</w:t>
      </w: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Professional Accountants, in their fiduciary role, owe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Pr="00436F46">
        <w:rPr>
          <w:rFonts w:ascii="Times New Roman" w:hAnsi="Times New Roman" w:cs="Times New Roman"/>
          <w:sz w:val="24"/>
          <w:szCs w:val="24"/>
        </w:rPr>
        <w:t>primary loyalty to: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accounting profession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client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general public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Government regulations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Ethical corporate behavior is </w:t>
      </w:r>
      <w:r>
        <w:rPr>
          <w:rFonts w:ascii="Times New Roman" w:hAnsi="Times New Roman" w:cs="Times New Roman"/>
          <w:sz w:val="24"/>
          <w:szCs w:val="24"/>
        </w:rPr>
        <w:t>expected to lead to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short-term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both in the short-term and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both in the short-term and long-term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436F46">
        <w:rPr>
          <w:rFonts w:ascii="Times New Roman" w:hAnsi="Times New Roman" w:cs="Times New Roman"/>
          <w:sz w:val="24"/>
          <w:szCs w:val="24"/>
        </w:rPr>
        <w:t>xamining the interests of stakeholders</w:t>
      </w:r>
      <w:r>
        <w:rPr>
          <w:rFonts w:ascii="Times New Roman" w:hAnsi="Times New Roman" w:cs="Times New Roman"/>
          <w:sz w:val="24"/>
          <w:szCs w:val="24"/>
        </w:rPr>
        <w:t xml:space="preserve"> is probably required for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short-term profits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Optimal medium and longer-term profits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Continuing support from stakeholder groups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risk management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F134B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 xml:space="preserve"> value that is almost universally respected by stakeholder groups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Super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Alfa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</w:t>
      </w:r>
      <w:r w:rsidRPr="00436F46">
        <w:rPr>
          <w:rFonts w:ascii="Times New Roman" w:hAnsi="Times New Roman" w:cs="Times New Roman"/>
          <w:sz w:val="24"/>
          <w:szCs w:val="24"/>
        </w:rPr>
        <w:t>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General norm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Since the mid-1990s, both management and auditors have become increasingly: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Profit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Risk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Marketing oriented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  <w:r>
        <w:rPr>
          <w:rFonts w:ascii="Times New Roman" w:hAnsi="Times New Roman" w:cs="Times New Roman"/>
          <w:sz w:val="24"/>
          <w:szCs w:val="24"/>
        </w:rPr>
        <w:t xml:space="preserve"> or b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determinants </w:t>
      </w:r>
      <w:r w:rsidRPr="00436F46">
        <w:rPr>
          <w:rFonts w:ascii="Times New Roman" w:hAnsi="Times New Roman" w:cs="Times New Roman"/>
          <w:sz w:val="24"/>
          <w:szCs w:val="24"/>
        </w:rPr>
        <w:t xml:space="preserve">of reputation: 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Trustworthiness and Responsibility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Credibility, Responsibility and Relevance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Responsibility and </w:t>
      </w:r>
      <w:r>
        <w:rPr>
          <w:rFonts w:ascii="Times New Roman" w:hAnsi="Times New Roman" w:cs="Times New Roman"/>
          <w:sz w:val="24"/>
          <w:szCs w:val="24"/>
        </w:rPr>
        <w:t>Impartiality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Relevance and Impartiality</w:t>
      </w:r>
    </w:p>
    <w:p w:rsidR="0072736D" w:rsidRPr="00436F46" w:rsidRDefault="0072736D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Relevance, Credibility and Responsibility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F46">
        <w:rPr>
          <w:rFonts w:ascii="Times New Roman" w:hAnsi="Times New Roman" w:cs="Times New Roman"/>
          <w:sz w:val="24"/>
          <w:szCs w:val="24"/>
        </w:rPr>
        <w:t xml:space="preserve">The following </w:t>
      </w:r>
      <w:r>
        <w:rPr>
          <w:rFonts w:ascii="Times New Roman" w:hAnsi="Times New Roman" w:cs="Times New Roman"/>
          <w:sz w:val="24"/>
          <w:szCs w:val="24"/>
        </w:rPr>
        <w:t>would be</w:t>
      </w:r>
      <w:r w:rsidRPr="00436F46">
        <w:rPr>
          <w:rFonts w:ascii="Times New Roman" w:hAnsi="Times New Roman" w:cs="Times New Roman"/>
          <w:sz w:val="24"/>
          <w:szCs w:val="24"/>
        </w:rPr>
        <w:t xml:space="preserve"> a key control function of the Board of Directors: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Set guidance and boundaries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Appoint CEO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Approve the sale of company’s assets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Decide on the company’s auditor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Companies attempt to manage the risk </w:t>
      </w:r>
      <w:r w:rsidRPr="00436F46">
        <w:rPr>
          <w:rFonts w:ascii="Times New Roman" w:hAnsi="Times New Roman" w:cs="Times New Roman"/>
          <w:sz w:val="24"/>
          <w:szCs w:val="24"/>
        </w:rPr>
        <w:t>of somet</w:t>
      </w:r>
      <w:r>
        <w:rPr>
          <w:rFonts w:ascii="Times New Roman" w:hAnsi="Times New Roman" w:cs="Times New Roman"/>
          <w:sz w:val="24"/>
          <w:szCs w:val="24"/>
        </w:rPr>
        <w:t>hing happening that will have a negative or positive</w:t>
      </w:r>
      <w:r w:rsidRPr="00436F46">
        <w:rPr>
          <w:rFonts w:ascii="Times New Roman" w:hAnsi="Times New Roman" w:cs="Times New Roman"/>
          <w:sz w:val="24"/>
          <w:szCs w:val="24"/>
        </w:rPr>
        <w:t xml:space="preserve"> impact on the company’s objectives</w:t>
      </w:r>
      <w:r>
        <w:rPr>
          <w:rFonts w:ascii="Times New Roman" w:hAnsi="Times New Roman" w:cs="Times New Roman"/>
          <w:sz w:val="24"/>
          <w:szCs w:val="24"/>
        </w:rPr>
        <w:t>, such as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 risks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Litigation risk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Reputation risk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Ethics risks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739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Most large corporations do not consider these risks in a broad and comprehensive way: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Operational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Reputational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Credit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Market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risks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are examples of ethics risks faced by employees: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Honesty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compassion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Integrity and responsibility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Responsibility and honesty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Not reporting environmental issues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Incomplete disclosure of the company’s revenue recognition policy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This philosophical approach requires that an ethical decision depends upon the duty, rights, and justice</w:t>
      </w:r>
      <w:r>
        <w:rPr>
          <w:rFonts w:ascii="Times New Roman" w:hAnsi="Times New Roman" w:cs="Times New Roman"/>
          <w:sz w:val="24"/>
          <w:szCs w:val="24"/>
        </w:rPr>
        <w:t xml:space="preserve"> involved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Consequentialism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Virtue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Duty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Righteousness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Deontology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6F46">
        <w:rPr>
          <w:rFonts w:ascii="Times New Roman" w:hAnsi="Times New Roman" w:cs="Times New Roman"/>
          <w:sz w:val="24"/>
          <w:szCs w:val="24"/>
        </w:rPr>
        <w:t xml:space="preserve">oral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tandards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pproach focuses on the following</w:t>
      </w:r>
      <w:r>
        <w:rPr>
          <w:rFonts w:ascii="Times New Roman" w:hAnsi="Times New Roman" w:cs="Times New Roman"/>
          <w:sz w:val="24"/>
          <w:szCs w:val="24"/>
        </w:rPr>
        <w:t xml:space="preserve"> dimensions of the impact of a </w:t>
      </w:r>
      <w:r w:rsidRPr="00436F46">
        <w:rPr>
          <w:rFonts w:ascii="Times New Roman" w:hAnsi="Times New Roman" w:cs="Times New Roman"/>
          <w:sz w:val="24"/>
          <w:szCs w:val="24"/>
        </w:rPr>
        <w:t>proposed action: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 and 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 to most stakeholders and </w:t>
      </w:r>
      <w:r w:rsidRPr="00436F46">
        <w:rPr>
          <w:rFonts w:ascii="Times New Roman" w:hAnsi="Times New Roman" w:cs="Times New Roman"/>
          <w:sz w:val="24"/>
          <w:szCs w:val="24"/>
        </w:rPr>
        <w:t>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most stakeholders, whether it is right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This organization is developing an international code of conduct for professional accountant: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International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European Federation of Accountants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Financial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Public Accounting Oversight Board 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International Federation of Accountants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is a fundamental factor in having an effective ethical corporate culture: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Tone at the top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Efficient oversight by </w:t>
      </w:r>
      <w:r>
        <w:rPr>
          <w:rFonts w:ascii="Times New Roman" w:hAnsi="Times New Roman" w:cs="Times New Roman"/>
          <w:sz w:val="24"/>
          <w:szCs w:val="24"/>
        </w:rPr>
        <w:t>the company’s Board of Director</w:t>
      </w:r>
      <w:r w:rsidRPr="00436F46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Workplace ethics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Code of conduct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risk management programs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 xml:space="preserve">a or </w:t>
      </w:r>
      <w:r w:rsidRPr="00436F46">
        <w:rPr>
          <w:rFonts w:ascii="Times New Roman" w:hAnsi="Times New Roman" w:cs="Times New Roman"/>
          <w:sz w:val="24"/>
          <w:szCs w:val="24"/>
        </w:rPr>
        <w:t>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Effective crisis management could represent: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avoid costs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change employee’s perspectives on risk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enhance the company’s reputation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sectPr w:rsidR="0072736D" w:rsidRPr="00436F46" w:rsidSect="00F429E0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36D" w:rsidRDefault="0072736D">
      <w:r>
        <w:separator/>
      </w:r>
    </w:p>
  </w:endnote>
  <w:endnote w:type="continuationSeparator" w:id="1">
    <w:p w:rsidR="0072736D" w:rsidRDefault="00727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6D" w:rsidRDefault="0072736D" w:rsidP="00271AD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2736D" w:rsidRDefault="0072736D" w:rsidP="00660184">
    <w:pPr>
      <w:pStyle w:val="Footer"/>
      <w:ind w:right="360"/>
      <w:jc w:val="center"/>
      <w:rPr>
        <w:rFonts w:ascii="Times New Roman" w:hAnsi="Times New Roman" w:cs="Times New Roman"/>
      </w:rPr>
    </w:pPr>
    <w:r w:rsidRPr="00D33CE6">
      <w:rPr>
        <w:rFonts w:ascii="Times New Roman" w:hAnsi="Times New Roman" w:cs="Times New Roman"/>
        <w:i/>
        <w:iCs/>
      </w:rPr>
      <w:t>Business &amp; Professional Ethics</w:t>
    </w:r>
    <w:r>
      <w:rPr>
        <w:rFonts w:ascii="Times New Roman" w:hAnsi="Times New Roman" w:cs="Times New Roman"/>
        <w:i/>
        <w:iCs/>
      </w:rPr>
      <w:t xml:space="preserve"> for Directors, Executives &amp; Accountants</w:t>
    </w:r>
    <w:r w:rsidRPr="00D33CE6">
      <w:rPr>
        <w:rFonts w:ascii="Times New Roman" w:hAnsi="Times New Roman" w:cs="Times New Roman"/>
      </w:rPr>
      <w:t xml:space="preserve">, 5e, </w:t>
    </w:r>
  </w:p>
  <w:p w:rsidR="0072736D" w:rsidRDefault="0072736D" w:rsidP="0036749F">
    <w:pPr>
      <w:pStyle w:val="Footer"/>
      <w:jc w:val="center"/>
    </w:pPr>
    <w:r w:rsidRPr="00D33CE6">
      <w:rPr>
        <w:rFonts w:ascii="Times New Roman" w:hAnsi="Times New Roman" w:cs="Times New Roman"/>
      </w:rPr>
      <w:t>L.J. Brooks &amp; P. Dunn, Cengage Learning,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36D" w:rsidRDefault="0072736D">
      <w:r>
        <w:separator/>
      </w:r>
    </w:p>
  </w:footnote>
  <w:footnote w:type="continuationSeparator" w:id="1">
    <w:p w:rsidR="0072736D" w:rsidRDefault="007273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81ED7"/>
    <w:multiLevelType w:val="hybridMultilevel"/>
    <w:tmpl w:val="2458A150"/>
    <w:lvl w:ilvl="0" w:tplc="1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FCE"/>
    <w:rsid w:val="0002194E"/>
    <w:rsid w:val="00054EE6"/>
    <w:rsid w:val="00056596"/>
    <w:rsid w:val="000B6C13"/>
    <w:rsid w:val="000D2EE1"/>
    <w:rsid w:val="001077C2"/>
    <w:rsid w:val="00130270"/>
    <w:rsid w:val="001A348D"/>
    <w:rsid w:val="001C6AA4"/>
    <w:rsid w:val="00271AD6"/>
    <w:rsid w:val="00286DB3"/>
    <w:rsid w:val="002C02C9"/>
    <w:rsid w:val="002F5D77"/>
    <w:rsid w:val="00315FB5"/>
    <w:rsid w:val="00323002"/>
    <w:rsid w:val="0034785D"/>
    <w:rsid w:val="00347D70"/>
    <w:rsid w:val="00357C00"/>
    <w:rsid w:val="0036749F"/>
    <w:rsid w:val="00371F8F"/>
    <w:rsid w:val="0037336F"/>
    <w:rsid w:val="003C74B8"/>
    <w:rsid w:val="00401635"/>
    <w:rsid w:val="004358DB"/>
    <w:rsid w:val="00436F46"/>
    <w:rsid w:val="00452F01"/>
    <w:rsid w:val="00474D10"/>
    <w:rsid w:val="004A005E"/>
    <w:rsid w:val="004A4925"/>
    <w:rsid w:val="00510D48"/>
    <w:rsid w:val="00522608"/>
    <w:rsid w:val="0054626F"/>
    <w:rsid w:val="005A0A48"/>
    <w:rsid w:val="005E2462"/>
    <w:rsid w:val="00640C8D"/>
    <w:rsid w:val="00646E4F"/>
    <w:rsid w:val="006600C7"/>
    <w:rsid w:val="00660184"/>
    <w:rsid w:val="00684A3B"/>
    <w:rsid w:val="006946D6"/>
    <w:rsid w:val="006D674E"/>
    <w:rsid w:val="006D72CE"/>
    <w:rsid w:val="006E58AC"/>
    <w:rsid w:val="006F6F6A"/>
    <w:rsid w:val="0072736D"/>
    <w:rsid w:val="007D0C8A"/>
    <w:rsid w:val="008408E0"/>
    <w:rsid w:val="00844CDF"/>
    <w:rsid w:val="00846419"/>
    <w:rsid w:val="00916415"/>
    <w:rsid w:val="00991A2B"/>
    <w:rsid w:val="009A6C71"/>
    <w:rsid w:val="00A00B48"/>
    <w:rsid w:val="00A8283F"/>
    <w:rsid w:val="00AB6122"/>
    <w:rsid w:val="00AE147F"/>
    <w:rsid w:val="00AE79B2"/>
    <w:rsid w:val="00AF539F"/>
    <w:rsid w:val="00B53F1E"/>
    <w:rsid w:val="00B67C62"/>
    <w:rsid w:val="00B7057D"/>
    <w:rsid w:val="00BA5285"/>
    <w:rsid w:val="00BB3DFC"/>
    <w:rsid w:val="00BC0B78"/>
    <w:rsid w:val="00BE0228"/>
    <w:rsid w:val="00C07AB6"/>
    <w:rsid w:val="00C663E2"/>
    <w:rsid w:val="00CA6FCE"/>
    <w:rsid w:val="00D32026"/>
    <w:rsid w:val="00D33CE6"/>
    <w:rsid w:val="00D51B48"/>
    <w:rsid w:val="00D73915"/>
    <w:rsid w:val="00D839F8"/>
    <w:rsid w:val="00D918D1"/>
    <w:rsid w:val="00DE0B84"/>
    <w:rsid w:val="00DF0018"/>
    <w:rsid w:val="00E02032"/>
    <w:rsid w:val="00E104F8"/>
    <w:rsid w:val="00E168A8"/>
    <w:rsid w:val="00F134BC"/>
    <w:rsid w:val="00F429E0"/>
    <w:rsid w:val="00F82F07"/>
    <w:rsid w:val="00FB48B9"/>
    <w:rsid w:val="00FB7DBB"/>
    <w:rsid w:val="00FC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E0"/>
    <w:rPr>
      <w:rFonts w:cs="Calibri"/>
      <w:lang w:val="en-C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C0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FB5"/>
    <w:rPr>
      <w:rFonts w:ascii="Times New Roman" w:hAnsi="Times New Roman" w:cs="Times New Roman"/>
      <w:sz w:val="2"/>
      <w:szCs w:val="2"/>
      <w:lang w:val="en-CA"/>
    </w:rPr>
  </w:style>
  <w:style w:type="paragraph" w:styleId="Header">
    <w:name w:val="header"/>
    <w:basedOn w:val="Normal"/>
    <w:link w:val="Head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val="en-CA"/>
    </w:rPr>
  </w:style>
  <w:style w:type="paragraph" w:styleId="Footer">
    <w:name w:val="footer"/>
    <w:basedOn w:val="Normal"/>
    <w:link w:val="Foot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val="en-CA"/>
    </w:rPr>
  </w:style>
  <w:style w:type="character" w:styleId="PageNumber">
    <w:name w:val="page number"/>
    <w:basedOn w:val="DefaultParagraphFont"/>
    <w:uiPriority w:val="99"/>
    <w:rsid w:val="00660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727</Words>
  <Characters>4145</Characters>
  <Application>Microsoft Office Outlook</Application>
  <DocSecurity>0</DocSecurity>
  <Lines>0</Lines>
  <Paragraphs>0</Paragraphs>
  <ScaleCrop>false</ScaleCrop>
  <Company>Joseph L. Rotman School of Management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&amp; Professional Ethics for Directors, Executives and Accountants, 5e</dc:title>
  <dc:subject/>
  <dc:creator>M. MinuttiMeza</dc:creator>
  <cp:keywords/>
  <dc:description/>
  <cp:lastModifiedBy>MMPA</cp:lastModifiedBy>
  <cp:revision>4</cp:revision>
  <dcterms:created xsi:type="dcterms:W3CDTF">2009-04-27T15:42:00Z</dcterms:created>
  <dcterms:modified xsi:type="dcterms:W3CDTF">2009-04-27T20:43:00Z</dcterms:modified>
</cp:coreProperties>
</file>