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Legall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recognize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categorie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340" w:right="304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Improvemen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(IDEA).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states.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(NCLB).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Counci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(CEC).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categor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2004?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340" w:right="843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Autism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2"/>
        </w:rPr>
        <w:t>ADHD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340" w:right="709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Traumati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Brai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Injury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Emotiona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Disturbance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tabs>
          <w:tab w:pos="32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covere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federa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legislation.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gift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talents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340" w:right="11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educator'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poin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necessar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obviou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difference.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obviou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intraindividua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difference.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40" w:right="4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adaptation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program.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wants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services.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800" w:right="1720"/>
        </w:sectPr>
      </w:pPr>
      <w:rPr/>
    </w:p>
    <w:p>
      <w:pPr>
        <w:spacing w:before="84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i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characteristi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central?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340" w:right="370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deviate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norma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populatio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intellectua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ability.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socioeconomi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background.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show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evidenc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extensiv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warran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practices.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Intraindividua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differences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340" w:right="450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usefu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instruction.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ages.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340" w:right="45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Shannon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intelligenc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12-year-ol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8-year-old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discrepanc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referre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author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you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tex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340" w:right="859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aberration.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anomaly.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340" w:right="732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interindividua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difference.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intraindividua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difference.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340" w:right="-20"/>
        <w:jc w:val="left"/>
        <w:tabs>
          <w:tab w:pos="2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800" w:right="1280"/>
        </w:sectPr>
      </w:pPr>
      <w:rPr/>
    </w:p>
    <w:p>
      <w:pPr>
        <w:spacing w:before="84" w:after="0" w:line="284" w:lineRule="auto"/>
        <w:ind w:left="440" w:right="5714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8.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exist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618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observabl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singl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development.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316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9.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Contras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intraindividua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contex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our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perceptio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differences.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035" w:right="61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substantia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people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These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academi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performance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physica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social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interpreting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differences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Variation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expression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attitudes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customs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relate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heritag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pattern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norma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Intraindividua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differences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singl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intellectual,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psychological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physical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characteristics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affecte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Bot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intraindividua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differences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considere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student.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9" w:lineRule="exact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  <w:position w:val="-1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  <w:position w:val="-1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jc w:val="left"/>
        <w:spacing w:after="0"/>
        <w:sectPr>
          <w:pgSz w:w="12240" w:h="15840"/>
          <w:pgMar w:top="640" w:bottom="280" w:left="700" w:right="800"/>
        </w:sectPr>
      </w:pPr>
      <w:rPr/>
    </w:p>
    <w:p>
      <w:pPr>
        <w:spacing w:before="35" w:after="0" w:line="249" w:lineRule="exact"/>
        <w:ind w:left="110" w:right="-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position w:val="-1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Educators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position w:val="-1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5" w:after="0" w:line="249" w:lineRule="exact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address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intraindividual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differences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adjustments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position w:val="-1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00"/>
          <w:cols w:num="2" w:equalWidth="0">
            <w:col w:w="1694" w:space="2807"/>
            <w:col w:w="6239"/>
          </w:cols>
        </w:sectPr>
      </w:pPr>
      <w:rPr/>
    </w:p>
    <w:p>
      <w:pPr>
        <w:spacing w:before="2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122.464264pt;margin-top:-.025469pt;width:134.750166pt;height:.1pt;mso-position-horizontal-relative:page;mso-position-vertical-relative:paragraph;z-index:-832" coordorigin="2449,-1" coordsize="2695,2">
            <v:shape style="position:absolute;left:2449;top:-1;width:2695;height:2" coordorigin="2449,-1" coordsize="2695,0" path="m2449,-1l5144,-1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individualize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educatio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program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(IEPs)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00"/>
        </w:sectPr>
      </w:pPr>
      <w:rPr/>
    </w:p>
    <w:p>
      <w:pPr>
        <w:spacing w:before="84" w:after="0" w:line="284" w:lineRule="auto"/>
        <w:ind w:left="440" w:right="124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lookin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historica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perspectiv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1950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saw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passag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legislatio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requirin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459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beginnin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program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Counci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founded.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beginnin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program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4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legall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guarantee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1970s,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receive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years.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240" w:lineRule="auto"/>
        <w:ind w:left="4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5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replace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primar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needs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035" w:right="87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requir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medical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monitoring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educator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pattern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intervention.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262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tier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delive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intensit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instructio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Differentia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Instructio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Method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(DIM).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659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Restrictiv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(LRE).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(RtI)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(FAE).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instructiona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methods.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65" w:right="46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multileve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academi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assistanc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before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referra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identification.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variet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material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technique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“independence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curriculu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totall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community­based.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upo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extensiv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assistiv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technology.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three-tie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481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quickl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classes.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concep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inclusion.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identification.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diagnose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98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strategy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particula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diverse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backgrounds.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035" w:right="55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ye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qualif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background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under-identifie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safet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overlooke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jus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outsid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recognition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maximize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amoun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regula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classroo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meetin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possible.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940"/>
        </w:sectPr>
      </w:pPr>
      <w:rPr/>
    </w:p>
    <w:p>
      <w:pPr>
        <w:spacing w:before="84" w:after="0" w:line="240" w:lineRule="auto"/>
        <w:ind w:left="73" w:right="717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430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deliver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programs.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conjunctio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Model.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components?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838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Executiv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function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Emotiona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context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Geneti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predisposition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Visua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inpu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information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266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decision-makin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aspec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inpu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function.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outpu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function.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835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executiv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function.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emotiona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context.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4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Processin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handle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assignment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researc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projec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school.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Glori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1.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(p.9).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800"/>
        </w:sectPr>
      </w:pPr>
      <w:rPr/>
    </w:p>
    <w:p>
      <w:pPr>
        <w:spacing w:before="84" w:after="0" w:line="256" w:lineRule="auto"/>
        <w:ind w:left="440" w:right="40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perspective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years.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440" w:right="-20"/>
        <w:jc w:val="left"/>
        <w:tabs>
          <w:tab w:pos="30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trends: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56" w:lineRule="auto"/>
        <w:ind w:left="3035" w:right="32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orientatio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orientation;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definin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studen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describin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individua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characteristic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demands;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035" w:right="19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intervention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services;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56" w:lineRule="auto"/>
        <w:ind w:left="3035" w:right="61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emphasi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empowerin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(5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localizin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treatmen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center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service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regula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classroo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community.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Overview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1406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elementar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school.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00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important?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370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effort.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True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00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important?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56" w:lineRule="auto"/>
        <w:ind w:left="440" w:right="32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connecte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exceptionality?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035" w:right="206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address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modification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brai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rapidl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(brain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environment)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happen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year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future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best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00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2"/>
          <w:szCs w:val="22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important?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0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Historically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disablin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studen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perceive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402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exclusivel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student.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student'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student.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6521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vie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problem.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makeup.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443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faul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parents.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84" w:lineRule="auto"/>
        <w:ind w:left="440" w:right="73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heredit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teacher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littl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hereditar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influences.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265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presen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viewpoint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emphasi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heredity.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presen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viewpoint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changin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changes.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3135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29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Intelligenc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strictl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canno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altere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influences.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478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cases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individual'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makeup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guarantee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outcom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(e.g.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alcoholism).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directl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determine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specifi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322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decreas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probabilit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outcom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occurring.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override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occur.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9" w:lineRule="exact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position w:val="-1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-1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  <w:position w:val="-1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pgSz w:w="12240" w:h="15840"/>
          <w:pgMar w:top="640" w:bottom="280" w:left="700" w:right="860"/>
        </w:sectPr>
      </w:pPr>
      <w:rPr/>
    </w:p>
    <w:p>
      <w:pPr>
        <w:spacing w:before="35" w:after="0" w:line="256" w:lineRule="auto"/>
        <w:ind w:left="440" w:right="-58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235.647766pt;margin-top:14.224531pt;width:72.594116pt;height:.1pt;mso-position-horizontal-relative:page;mso-position-vertical-relative:paragraph;z-index:-831" coordorigin="4713,284" coordsize="1452,2">
            <v:shape style="position:absolute;left:4713;top:284;width:1452;height:2" coordorigin="4713,284" coordsize="1452,0" path="m4713,284l6165,284e" filled="f" stroked="t" strokeweight=".4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reasonabl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estimat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than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categorie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2"/>
        </w:rPr>
        <w:t>million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right="289"/>
        <w:jc w:val="righ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12"/>
          <w:w w:val="100"/>
        </w:rPr>
        <w:t>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2"/>
          <w:w w:val="102"/>
        </w:rPr>
        <w:t>million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right="346"/>
        <w:jc w:val="righ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9"/>
          <w:w w:val="102"/>
        </w:rPr>
        <w:t>6,000,000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9" w:lineRule="exact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  <w:position w:val="-1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position w:val="-1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35" w:after="0" w:line="240" w:lineRule="auto"/>
        <w:ind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Unite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State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classifie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amon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60"/>
          <w:cols w:num="2" w:equalWidth="0">
            <w:col w:w="4217" w:space="1303"/>
            <w:col w:w="5160"/>
          </w:cols>
        </w:sectPr>
      </w:pPr>
      <w:rPr/>
    </w:p>
    <w:p>
      <w:pPr>
        <w:spacing w:before="80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700" w:right="860"/>
        </w:sectPr>
      </w:pPr>
      <w:rPr/>
    </w:p>
    <w:p>
      <w:pPr>
        <w:spacing w:before="84" w:after="0" w:line="240" w:lineRule="auto"/>
        <w:ind w:left="73" w:right="5685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Prevalenc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difficul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measur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because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over-disclos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3031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criteri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number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simila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instead.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conducte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areas.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241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prevalenc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rapidl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autism.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744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hearin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impairment.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342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categor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larges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Intellectua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558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Defici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Hyperactivit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Disorder.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Healt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Impaired.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1" w:right="4291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high-incidenc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disability?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744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Hearin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impairment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disabilities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0" w:right="589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Intellectua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disorder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Emotiona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disorder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1640"/>
        </w:sectPr>
      </w:pPr>
      <w:rPr/>
    </w:p>
    <w:p>
      <w:pPr>
        <w:spacing w:before="84" w:after="0" w:line="240" w:lineRule="auto"/>
        <w:ind w:left="71" w:right="5215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low-incidenc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disability?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838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Visua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impairment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Multipl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disabilities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Speec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impairment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80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Orthopedi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impairment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5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670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93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70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4886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definition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categorie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prevalenc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disabilities.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587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censu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dat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instea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counts.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countin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procedures.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52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cross-checkin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auditin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teams.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5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670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93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linguisticall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ofte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over-represente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programs?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3035" w:right="234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reflec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discriminatio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achievement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ga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(th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performanc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standardize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betwee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minority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als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Hispani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likely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passin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standardize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tests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therefor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be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referre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Clearly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overal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failin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within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adequatel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addres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students.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670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Prevalence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93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there?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615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0" w:lineRule="auto"/>
        <w:ind w:left="440" w:right="59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39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recognitio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a(n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  <w:b/>
          <w:bCs/>
        </w:rPr>
        <w:t>______________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_</w:t>
      </w:r>
      <w:r>
        <w:rPr>
          <w:rFonts w:ascii="Times New Roman" w:hAnsi="Times New Roman" w:cs="Times New Roman" w:eastAsia="Times New Roman"/>
          <w:sz w:val="22"/>
          <w:szCs w:val="22"/>
          <w:spacing w:val="4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assume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physica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conditio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diseas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exist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patient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a(n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2"/>
          <w:b/>
          <w:bCs/>
        </w:rPr>
        <w:t>____________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2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forces.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440" w:right="6043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medical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ecological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84" w:lineRule="auto"/>
        <w:ind w:left="440" w:right="328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recognitio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technology.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635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emphasi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advocacy.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concer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regardin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bias.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583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direc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remediatio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developmenta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delays.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creatio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services.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5622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modificatio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"environment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aroun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alterin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expectations.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4452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involve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lookin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disability.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conditio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disability.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20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examinin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individual'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characteristic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demands.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attemptin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environmen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withou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referenc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individual.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used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understandin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limitations.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incorporat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his/he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mainl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behavio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problem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modif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environment.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determin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componen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work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certai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exceptionalities.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41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develo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035" w:right="597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indicat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accoun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child's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interactio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his/he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includin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community.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explai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influence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outcome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56" w:lineRule="auto"/>
        <w:ind w:left="440" w:right="44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commo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sourc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cite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change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families.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9" w:lineRule="exact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  <w:i/>
          <w:position w:val="-1"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026.499939" w:type="dxa"/>
      </w:tblPr>
      <w:tblGrid/>
      <w:tr>
        <w:trPr>
          <w:trHeight w:val="248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0" w:after="0" w:line="240" w:lineRule="auto"/>
              <w:ind w:left="-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Sourc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stress: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0" w:after="0" w:line="240" w:lineRule="auto"/>
              <w:ind w:left="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Response: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705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0" w:lineRule="auto"/>
              <w:ind w:left="-1" w:right="67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stigm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havin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an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exceptiona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child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6" w:right="67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Concep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normalization,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emphasi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individua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strengths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rathe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deviatio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fro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norm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-1" w:right="7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Decision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abou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educatio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and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livin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arrangement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child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6" w:right="60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Transitio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family-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plannin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ADA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-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Economi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concerns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6" w:right="59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Transitio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family-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-1" w:right="1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Concer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othe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childre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the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Family-centere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930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60" w:lineRule="auto"/>
              <w:ind w:left="-1" w:right="10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child'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behavio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an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social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responsiveness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6" w:right="15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Transitio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family-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emphasi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on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inclusio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student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in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mainstrea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society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-1" w:right="4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Concer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suppor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other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famil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members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6" w:right="1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Family-centere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suppor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services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80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-1" w:right="76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Concer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marital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5"/>
                <w:w w:val="100"/>
              </w:rPr>
              <w:t>relationship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6" w:right="1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Family-centere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suppor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services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923" w:hRule="exact"/>
        </w:trPr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17" w:after="0" w:line="260" w:lineRule="auto"/>
              <w:ind w:left="-1" w:right="2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tim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energ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require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mee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need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th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exceptional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chil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an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othe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member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the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903" w:type="dxa"/>
            <w:tcBorders>
              <w:top w:val="single" w:sz="6.8" w:space="0" w:color="000000"/>
              <w:bottom w:val="single" w:sz="6.8" w:space="0" w:color="000000"/>
              <w:left w:val="single" w:sz="6.8" w:space="0" w:color="000000"/>
              <w:right w:val="single" w:sz="6.8" w:space="0" w:color="000000"/>
            </w:tcBorders>
          </w:tcPr>
          <w:p>
            <w:pPr>
              <w:spacing w:before="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60" w:lineRule="auto"/>
              <w:ind w:left="6" w:right="1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Family-centere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planning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family</w:t>
            </w:r>
            <w:r>
              <w:rPr>
                <w:rFonts w:ascii="Arial" w:hAnsi="Arial" w:cs="Arial" w:eastAsia="Arial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suppor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4"/>
                <w:w w:val="100"/>
              </w:rPr>
              <w:t>services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p>
      <w:pPr>
        <w:spacing w:before="63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family-focuse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approach?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autonomous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networks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allo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rais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element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lifestyl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exceptionality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84" w:after="0" w:line="284" w:lineRule="auto"/>
        <w:ind w:left="440" w:right="691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family-centere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etiolog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disability.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671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deliverin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intervention.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strength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family.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733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supportiv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system.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5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majo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family-focuse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331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financia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becom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autonomou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professionals.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rais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661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giv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respit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needed.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57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49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increasin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base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assumptions?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132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youn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concer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publi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schools.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65" w:right="476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capabl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providin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65" w:right="551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Involvin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supportin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powerfu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focusin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exclusivel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121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Onl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minima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neede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youn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unti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age.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587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40" w:lineRule="auto"/>
        <w:ind w:left="71" w:right="171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earl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important?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797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environment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medica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theoretica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model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intervention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96" w:right="44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throug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directe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towar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generatin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constructive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84" w:lineRule="auto"/>
        <w:ind w:left="440" w:right="7835"/>
        <w:jc w:val="left"/>
        <w:tabs>
          <w:tab w:pos="168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w w:val="102"/>
        </w:rPr>
      </w:r>
      <w:r>
        <w:rPr>
          <w:rFonts w:ascii="Times New Roman" w:hAnsi="Times New Roman" w:cs="Times New Roman" w:eastAsia="Times New Roman"/>
          <w:sz w:val="22"/>
          <w:szCs w:val="22"/>
          <w:w w:val="102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interactions.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parent-child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877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physician-child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interchild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psychologist-child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96" w:right="44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61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understan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"famil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affair?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principle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regardin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are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consider?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6" w:lineRule="auto"/>
        <w:ind w:left="3035" w:right="84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Answe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acknowledge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system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impact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affect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members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directl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involve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include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positiv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outcomes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jus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choic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and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autonom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decisio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regardin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engagemen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interventions;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attentiv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they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diffe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professiona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opinion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backgroun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situatio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suggested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strength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plan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96" w:right="44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collaborativ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member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multidisciplinar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team?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344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provid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informatio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outsid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classroom.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0" w:right="426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reinforc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learnin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take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classroom.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complet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assignment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behal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emotion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usuall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experienc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firs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diagnose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disability?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950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Anger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4"/>
          <w:w w:val="102"/>
        </w:rPr>
        <w:t>Guilt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Shock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Frustration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assumption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family-focuse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counse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involvemen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program.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65" w:right="746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involvin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supportin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likel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jus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treatin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cost-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effectiv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adversarial.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65" w:right="1150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professional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goal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prioritie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differ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substantiall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professiona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priorities.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56" w:lineRule="auto"/>
        <w:ind w:left="665" w:right="837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interventio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suppor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littl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encourag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paren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advocacy.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40" w:lineRule="auto"/>
        <w:ind w:left="71" w:right="159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adapt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presenc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disabilities: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215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natur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stresso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family'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resources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perceptio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situation.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degre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disability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prognosi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required.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status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marita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status.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knowledg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numbe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siblings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incom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level.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96" w:right="44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1" w:right="1570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personne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workin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families?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evaluat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progra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facilitat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procuremen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477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prescrib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direc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provisio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diagnos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need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services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96" w:right="44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159" w:firstLine="-330"/>
        <w:jc w:val="left"/>
        <w:tabs>
          <w:tab w:pos="1014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diagnose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seriou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disability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usuall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experienc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emotio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last.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anger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905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frustration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acceptance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3"/>
          <w:w w:val="102"/>
        </w:rPr>
        <w:t>guilt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2996" w:right="444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84" w:lineRule="auto"/>
        <w:ind w:left="440" w:right="3028" w:firstLine="-330"/>
        <w:jc w:val="left"/>
        <w:tabs>
          <w:tab w:pos="466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59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family-centere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mode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u w:val="single" w:color="0000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orientatio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toward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disability.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pathology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312" w:lineRule="auto"/>
        <w:ind w:left="440" w:right="9284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strengths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options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2"/>
        </w:rPr>
        <w:t>fixed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6" w:lineRule="auto"/>
        <w:ind w:left="440" w:right="45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recognitio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societ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responsibilit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stemme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larg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activitie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0" w:after="0" w:line="312" w:lineRule="auto"/>
        <w:ind w:left="440" w:right="7756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educationa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diagnosticians.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children'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parents.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312" w:lineRule="auto"/>
        <w:ind w:left="440" w:right="7693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regula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educatio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teachers.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counselors.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Culturall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Linguisticall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Families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29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1" w:right="5415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Sibshop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workshop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designe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population?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Educators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ADHD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6749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Sibling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needs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specia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needs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640" w:bottom="280" w:left="700" w:right="740"/>
        </w:sectPr>
      </w:pPr>
      <w:rPr/>
    </w:p>
    <w:p>
      <w:pPr>
        <w:spacing w:before="84" w:after="0" w:line="240" w:lineRule="auto"/>
        <w:ind w:left="73" w:right="7259"/>
        <w:jc w:val="center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Sibling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disabilities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281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spen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considerabl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tim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disability.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typicall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hav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man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unverbalize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question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abou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disability.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368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nee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professiona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lac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parenta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attention.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665" w:right="671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"spoiled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sinc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disabilitie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overcompensat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nondisabled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children.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40" w:right="757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63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FQL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develope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Turnbul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Turnbull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596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improvemen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behavior.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define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family’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qualit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life.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measure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progres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school.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6298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evaluate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qualit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child’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teacher.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757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0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Famil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Syste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Exceptiona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Children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4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immediate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7" w:after="0" w:line="240" w:lineRule="auto"/>
        <w:ind w:left="3035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family—th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siblings?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570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64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importan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teacher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256" w:lineRule="auto"/>
        <w:ind w:left="665" w:right="399" w:firstLine="-22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mak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understand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conform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predominan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expectation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represente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classroom.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481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awar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factor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shap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2"/>
        </w:rPr>
        <w:t>views.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5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minimiz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becaus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cultur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doe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significan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rol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ultimatel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learn.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emphasiz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Englis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classroom.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7575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7579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375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Culturall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Linguisticall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Families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27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5656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                      </w:t>
      </w:r>
      <w:r>
        <w:rPr>
          <w:rFonts w:ascii="Times New Roman" w:hAnsi="Times New Roman" w:cs="Times New Roman" w:eastAsia="Times New Roman"/>
          <w:sz w:val="22"/>
          <w:szCs w:val="22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Sz w:w="12240" w:h="15840"/>
          <w:pgMar w:top="640" w:bottom="280" w:left="700" w:right="760"/>
        </w:sectPr>
      </w:pPr>
      <w:rPr/>
    </w:p>
    <w:p>
      <w:pPr>
        <w:spacing w:before="84" w:after="0" w:line="284" w:lineRule="auto"/>
        <w:ind w:left="440" w:right="1590" w:firstLine="-33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attitudes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values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customs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languag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identifiabl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patter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heritag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called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ecologica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model.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culture.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312" w:lineRule="auto"/>
        <w:ind w:left="440" w:right="810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reciprocity.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contex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child.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Culturall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Linguisticall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Divers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Families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59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22"/>
          <w:szCs w:val="22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cultura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difference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familie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affec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childre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with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exceptionalities?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Remembering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4" w:lineRule="auto"/>
        <w:ind w:left="440" w:right="5048" w:firstLine="-33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chil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grow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older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influenc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peer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diminishes.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2"/>
          <w:w w:val="100"/>
        </w:rPr>
        <w:t>True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1" w:after="0" w:line="240" w:lineRule="auto"/>
        <w:ind w:left="4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6"/>
          <w:w w:val="100"/>
        </w:rPr>
        <w:t>False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False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94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beyon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school?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67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purpos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issue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migh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b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addresse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student'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plan?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56" w:lineRule="auto"/>
        <w:ind w:left="3035" w:right="45" w:firstLine="-2595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Answer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shoul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address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help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possible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awa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fro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structure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support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ho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independence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2"/>
          <w:szCs w:val="22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identifyin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communit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resource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ma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assis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living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94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beyon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school?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2"/>
        </w:rPr>
        <w:t>Applying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68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Legislatio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require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receiv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assistanc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whic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followin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ag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16?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47" w:after="0" w:line="312" w:lineRule="auto"/>
        <w:ind w:left="440" w:right="4067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Plannin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fo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independen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livin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th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Findin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securin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appropriat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post-schoo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employment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2"/>
          <w:szCs w:val="22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Gettin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driver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license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Movin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thei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</w:rPr>
        <w:t>parents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'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2"/>
        </w:rPr>
        <w:t>home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ANSWER:</w:t>
      </w:r>
      <w:r>
        <w:rPr>
          <w:rFonts w:ascii="Times New Roman" w:hAnsi="Times New Roman" w:cs="Times New Roman" w:eastAsia="Times New Roman"/>
          <w:sz w:val="22"/>
          <w:szCs w:val="22"/>
          <w:spacing w:val="-3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i/>
        </w:rPr>
        <w:t>POINTS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-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2"/>
        </w:rPr>
        <w:t>1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REFERENCES:</w:t>
      </w:r>
      <w:r>
        <w:rPr>
          <w:rFonts w:ascii="Times New Roman" w:hAnsi="Times New Roman" w:cs="Times New Roman" w:eastAsia="Times New Roman"/>
          <w:sz w:val="22"/>
          <w:szCs w:val="22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2"/>
        </w:rPr>
        <w:t>Community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7" w:after="0" w:line="256" w:lineRule="auto"/>
        <w:ind w:left="3035" w:right="194" w:firstLine="-2595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LEARNING</w:t>
      </w:r>
      <w:r>
        <w:rPr>
          <w:rFonts w:ascii="Times New Roman" w:hAnsi="Times New Roman" w:cs="Times New Roman" w:eastAsia="Times New Roman"/>
          <w:sz w:val="22"/>
          <w:szCs w:val="22"/>
          <w:spacing w:val="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OBJECTIVES: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EDUC.KIRK.14.01.0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2"/>
          <w:szCs w:val="22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Wha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challenge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student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wit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exceptionalitie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</w:rPr>
        <w:t>fac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as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2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the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transitio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lif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</w:rPr>
        <w:t>beyon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2"/>
        </w:rPr>
        <w:t>school?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60" w:after="0" w:line="240" w:lineRule="auto"/>
        <w:ind w:left="440" w:right="-20"/>
        <w:jc w:val="left"/>
        <w:tabs>
          <w:tab w:pos="30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KEYWORDS:</w:t>
      </w:r>
      <w:r>
        <w:rPr>
          <w:rFonts w:ascii="Times New Roman" w:hAnsi="Times New Roman" w:cs="Times New Roman" w:eastAsia="Times New Roman"/>
          <w:sz w:val="22"/>
          <w:szCs w:val="22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</w:rPr>
        <w:t>Blooms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2"/>
          <w:szCs w:val="22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2"/>
        </w:rPr>
        <w:t>Understanding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sectPr>
      <w:pgSz w:w="12240" w:h="15840"/>
      <w:pgMar w:top="640" w:bottom="280" w:left="7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2014-04-22T15:42:53Z</dcterms:created>
  <dcterms:modified xsi:type="dcterms:W3CDTF">2014-04-22T15:42:53Z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2014-03-20T00:00:00Z</vt:filetime>
  </property>
  <property fmtid="{D5CDD505-2E9C-101B-9397-08002B2CF9AE}" pid="3" name="LastSaved">
    <vt:filetime>2014-04-22T00:00:00Z</vt:filetime>
  </property>
</Properties>
</file>