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D6043" w:rsidRDefault="00ED6043" w:rsidP="00ED6043">
      <w:pPr>
        <w:pStyle w:val="Title"/>
      </w:pPr>
      <w:r>
        <w:t>Test Bank</w:t>
      </w:r>
    </w:p>
    <w:p w:rsidR="002B4A9F" w:rsidRDefault="002B4A9F" w:rsidP="00ED6043">
      <w:pPr>
        <w:pStyle w:val="Title"/>
        <w:rPr>
          <w:rFonts w:ascii="Times New Roman" w:hAnsi="Times New Roman"/>
          <w:sz w:val="28"/>
          <w:szCs w:val="28"/>
        </w:rPr>
      </w:pPr>
      <w:r>
        <w:t>Chapter 1</w:t>
      </w:r>
      <w:r w:rsidR="00ED6043">
        <w:t xml:space="preserve">: </w:t>
      </w:r>
      <w:r w:rsidR="00ED6043" w:rsidRPr="00ED6043">
        <w:t>Introduction to the Use of Statistics in Criminal Justice and Criminology</w:t>
      </w:r>
    </w:p>
    <w:p w:rsidR="002B4A9F" w:rsidRDefault="002B4A9F" w:rsidP="005909D4">
      <w:pPr>
        <w:pStyle w:val="Heading1"/>
      </w:pPr>
      <w:r>
        <w:t>Multiple Choice</w:t>
      </w:r>
    </w:p>
    <w:p w:rsidR="002B4A9F" w:rsidRDefault="002B4A9F" w:rsidP="002B4A9F">
      <w:pPr>
        <w:widowControl w:val="0"/>
      </w:pPr>
    </w:p>
    <w:p w:rsidR="002B4A9F" w:rsidRDefault="002B4A9F" w:rsidP="002B4A9F">
      <w:pPr>
        <w:widowControl w:val="0"/>
      </w:pPr>
      <w:r>
        <w:t xml:space="preserve">1. The process of gathering and analyzing data in a systematic and controlled way using techniques and procedures that are accepted by other scientists in a discipline is commonly referred to as </w:t>
      </w:r>
      <w:r w:rsidR="00DE4DF4">
        <w:t>______.</w:t>
      </w:r>
    </w:p>
    <w:p w:rsidR="002B4A9F" w:rsidRDefault="002B4A9F" w:rsidP="002B4A9F">
      <w:pPr>
        <w:widowControl w:val="0"/>
      </w:pPr>
      <w:r>
        <w:t xml:space="preserve">A. </w:t>
      </w:r>
      <w:r w:rsidR="00ED6043">
        <w:t>speculation</w:t>
      </w:r>
    </w:p>
    <w:p w:rsidR="002B4A9F" w:rsidRDefault="002B4A9F" w:rsidP="002B4A9F">
      <w:pPr>
        <w:widowControl w:val="0"/>
      </w:pPr>
      <w:r>
        <w:t xml:space="preserve">B. </w:t>
      </w:r>
      <w:r w:rsidR="00ED6043">
        <w:t>c</w:t>
      </w:r>
      <w:r>
        <w:t>ounter-</w:t>
      </w:r>
      <w:r w:rsidR="000C2851">
        <w:t>i</w:t>
      </w:r>
      <w:r>
        <w:t xml:space="preserve">ntuitive </w:t>
      </w:r>
      <w:r w:rsidR="000C2851">
        <w:t>i</w:t>
      </w:r>
      <w:r>
        <w:t>nduction</w:t>
      </w:r>
    </w:p>
    <w:p w:rsidR="002B4A9F" w:rsidRDefault="002B4A9F" w:rsidP="002B4A9F">
      <w:pPr>
        <w:widowControl w:val="0"/>
      </w:pPr>
      <w:r>
        <w:t xml:space="preserve">C. </w:t>
      </w:r>
      <w:r w:rsidR="00ED6043">
        <w:t>s</w:t>
      </w:r>
      <w:r>
        <w:t>cience</w:t>
      </w:r>
    </w:p>
    <w:p w:rsidR="002B4A9F" w:rsidRDefault="002B4A9F" w:rsidP="002B4A9F">
      <w:pPr>
        <w:widowControl w:val="0"/>
      </w:pPr>
      <w:r>
        <w:t xml:space="preserve">D. </w:t>
      </w:r>
      <w:r w:rsidR="00ED6043">
        <w:t>d</w:t>
      </w:r>
      <w:r>
        <w:t xml:space="preserve">eductive </w:t>
      </w:r>
      <w:r w:rsidR="000C2851">
        <w:t>i</w:t>
      </w:r>
      <w:r>
        <w:t>ntrospection</w:t>
      </w:r>
    </w:p>
    <w:p w:rsidR="002B4A9F" w:rsidRDefault="002B4A9F" w:rsidP="002B4A9F">
      <w:pPr>
        <w:widowControl w:val="0"/>
        <w:tabs>
          <w:tab w:val="left" w:pos="1739"/>
        </w:tabs>
      </w:pPr>
      <w:r>
        <w:t>Ans: C</w:t>
      </w:r>
    </w:p>
    <w:p w:rsidR="002B4A9F" w:rsidRDefault="002B4A9F" w:rsidP="002B4A9F">
      <w:pPr>
        <w:widowControl w:val="0"/>
        <w:tabs>
          <w:tab w:val="left" w:pos="1739"/>
        </w:tabs>
      </w:pPr>
      <w:r>
        <w:t>Cognitive Domain: Comprehension</w:t>
      </w:r>
    </w:p>
    <w:p w:rsidR="002B4A9F" w:rsidRDefault="002B4A9F" w:rsidP="002B4A9F">
      <w:pPr>
        <w:widowControl w:val="0"/>
        <w:tabs>
          <w:tab w:val="left" w:pos="1739"/>
        </w:tabs>
      </w:pPr>
      <w:r>
        <w:t>Answer Location: Science: Basic Terms and Concepts</w:t>
      </w:r>
    </w:p>
    <w:p w:rsidR="002B4A9F" w:rsidRDefault="00ED6043" w:rsidP="002B4A9F">
      <w:r>
        <w:rPr>
          <w:shd w:val="clear" w:color="auto" w:fill="FFFFFF"/>
        </w:rPr>
        <w:t xml:space="preserve">Difficulty Level: </w:t>
      </w:r>
      <w:r w:rsidR="002B4A9F">
        <w:rPr>
          <w:shd w:val="clear" w:color="auto" w:fill="FFFFFF"/>
        </w:rPr>
        <w:t>Medium</w:t>
      </w:r>
    </w:p>
    <w:p w:rsidR="002B4A9F" w:rsidRDefault="002B4A9F" w:rsidP="002B4A9F">
      <w:pPr>
        <w:widowControl w:val="0"/>
        <w:tabs>
          <w:tab w:val="left" w:pos="1739"/>
        </w:tabs>
      </w:pPr>
    </w:p>
    <w:p w:rsidR="002B4A9F" w:rsidRDefault="002B4A9F" w:rsidP="002B4A9F">
      <w:pPr>
        <w:widowControl w:val="0"/>
      </w:pPr>
      <w:r>
        <w:t>2. Procedures used by scientists to gather and analyze scientific data are referred to as what?</w:t>
      </w:r>
    </w:p>
    <w:p w:rsidR="002B4A9F" w:rsidRDefault="002B4A9F" w:rsidP="002B4A9F">
      <w:pPr>
        <w:widowControl w:val="0"/>
      </w:pPr>
      <w:r>
        <w:t xml:space="preserve">A. </w:t>
      </w:r>
      <w:r w:rsidR="00ED6043">
        <w:t>m</w:t>
      </w:r>
      <w:r>
        <w:t>ethods</w:t>
      </w:r>
    </w:p>
    <w:p w:rsidR="002B4A9F" w:rsidRDefault="002B4A9F" w:rsidP="002B4A9F">
      <w:pPr>
        <w:widowControl w:val="0"/>
      </w:pPr>
      <w:r>
        <w:t xml:space="preserve">B. </w:t>
      </w:r>
      <w:r w:rsidR="00ED6043">
        <w:t>m</w:t>
      </w:r>
      <w:r>
        <w:t xml:space="preserve">odus </w:t>
      </w:r>
      <w:r w:rsidR="00492DEE">
        <w:t>o</w:t>
      </w:r>
      <w:r>
        <w:t>perandi</w:t>
      </w:r>
    </w:p>
    <w:p w:rsidR="002B4A9F" w:rsidRDefault="002B4A9F" w:rsidP="002B4A9F">
      <w:pPr>
        <w:widowControl w:val="0"/>
      </w:pPr>
      <w:r>
        <w:t xml:space="preserve">C. </w:t>
      </w:r>
      <w:r w:rsidR="00ED6043">
        <w:t>o</w:t>
      </w:r>
      <w:r>
        <w:t xml:space="preserve">perational </w:t>
      </w:r>
      <w:proofErr w:type="spellStart"/>
      <w:r w:rsidR="00492DEE">
        <w:t>n</w:t>
      </w:r>
      <w:r>
        <w:t>ox</w:t>
      </w:r>
      <w:proofErr w:type="spellEnd"/>
    </w:p>
    <w:p w:rsidR="002B4A9F" w:rsidRDefault="002B4A9F" w:rsidP="002B4A9F">
      <w:pPr>
        <w:widowControl w:val="0"/>
      </w:pPr>
      <w:r>
        <w:t xml:space="preserve">D. </w:t>
      </w:r>
      <w:r w:rsidR="00ED6043">
        <w:t>f</w:t>
      </w:r>
      <w:r>
        <w:t>ormation</w:t>
      </w:r>
    </w:p>
    <w:p w:rsidR="002B4A9F" w:rsidRDefault="002B4A9F" w:rsidP="002B4A9F">
      <w:pPr>
        <w:widowControl w:val="0"/>
        <w:tabs>
          <w:tab w:val="left" w:pos="1739"/>
        </w:tabs>
      </w:pPr>
      <w:r>
        <w:t>Ans: A</w:t>
      </w:r>
    </w:p>
    <w:p w:rsidR="002B4A9F" w:rsidRDefault="002B4A9F" w:rsidP="002B4A9F">
      <w:pPr>
        <w:widowControl w:val="0"/>
        <w:tabs>
          <w:tab w:val="left" w:pos="1739"/>
        </w:tabs>
      </w:pPr>
      <w:r>
        <w:t>Cognitive Domain: Comprehension</w:t>
      </w:r>
    </w:p>
    <w:p w:rsidR="002B4A9F" w:rsidRDefault="002B4A9F" w:rsidP="002B4A9F">
      <w:pPr>
        <w:widowControl w:val="0"/>
      </w:pPr>
      <w:r>
        <w:t>Answer Location: Science: Basic Terms and Concepts</w:t>
      </w:r>
    </w:p>
    <w:p w:rsidR="002B4A9F" w:rsidRDefault="00ED6043" w:rsidP="002B4A9F">
      <w:r>
        <w:rPr>
          <w:shd w:val="clear" w:color="auto" w:fill="FFFFFF"/>
        </w:rPr>
        <w:t xml:space="preserve">Difficulty Level: </w:t>
      </w:r>
      <w:r w:rsidR="002B4A9F">
        <w:rPr>
          <w:shd w:val="clear" w:color="auto" w:fill="FFFFFF"/>
        </w:rPr>
        <w:t>Medium</w:t>
      </w:r>
    </w:p>
    <w:p w:rsidR="002B4A9F" w:rsidRDefault="002B4A9F" w:rsidP="002B4A9F">
      <w:pPr>
        <w:widowControl w:val="0"/>
      </w:pPr>
    </w:p>
    <w:p w:rsidR="00ED6043" w:rsidRDefault="002B4A9F" w:rsidP="002B4A9F">
      <w:pPr>
        <w:widowControl w:val="0"/>
      </w:pPr>
      <w:r>
        <w:t xml:space="preserve">3. A hypotheses is best described as </w:t>
      </w:r>
      <w:r w:rsidR="00492DEE">
        <w:t>______</w:t>
      </w:r>
      <w:r>
        <w:t>.</w:t>
      </w:r>
    </w:p>
    <w:p w:rsidR="002B4A9F" w:rsidRDefault="002B4A9F" w:rsidP="002B4A9F">
      <w:pPr>
        <w:widowControl w:val="0"/>
      </w:pPr>
      <w:r>
        <w:t xml:space="preserve">A. </w:t>
      </w:r>
      <w:r w:rsidR="00ED6043">
        <w:t>a</w:t>
      </w:r>
      <w:r>
        <w:t xml:space="preserve"> set of proposed and testable explanations about reality that is bound together by logic and evidence</w:t>
      </w:r>
    </w:p>
    <w:p w:rsidR="002B4A9F" w:rsidRDefault="002B4A9F" w:rsidP="002B4A9F">
      <w:pPr>
        <w:widowControl w:val="0"/>
      </w:pPr>
      <w:r>
        <w:t xml:space="preserve">B. </w:t>
      </w:r>
      <w:r w:rsidR="00ED6043">
        <w:t>a</w:t>
      </w:r>
      <w:r>
        <w:t xml:space="preserve"> law governing the coherence of social and criminal phenomena</w:t>
      </w:r>
    </w:p>
    <w:p w:rsidR="002B4A9F" w:rsidRDefault="002B4A9F" w:rsidP="002B4A9F">
      <w:pPr>
        <w:widowControl w:val="0"/>
      </w:pPr>
      <w:r>
        <w:t xml:space="preserve">C. </w:t>
      </w:r>
      <w:r w:rsidR="00ED6043">
        <w:t>a</w:t>
      </w:r>
      <w:r>
        <w:t xml:space="preserve"> set of rules governing the application of statistical analytic techniques for examining quantitative data</w:t>
      </w:r>
    </w:p>
    <w:p w:rsidR="002B4A9F" w:rsidRDefault="002B4A9F" w:rsidP="002B4A9F">
      <w:pPr>
        <w:widowControl w:val="0"/>
      </w:pPr>
      <w:r>
        <w:t xml:space="preserve">D. </w:t>
      </w:r>
      <w:r w:rsidR="00ED6043">
        <w:t>a</w:t>
      </w:r>
      <w:r>
        <w:t xml:space="preserve"> single proposition, deduced from a theory, that must hold true </w:t>
      </w:r>
      <w:proofErr w:type="gramStart"/>
      <w:r>
        <w:t>in order for</w:t>
      </w:r>
      <w:proofErr w:type="gramEnd"/>
      <w:r>
        <w:t xml:space="preserve"> the theory itself to be considered valid</w:t>
      </w:r>
    </w:p>
    <w:p w:rsidR="002B4A9F" w:rsidRDefault="002B4A9F" w:rsidP="002B4A9F">
      <w:pPr>
        <w:widowControl w:val="0"/>
        <w:tabs>
          <w:tab w:val="left" w:pos="1739"/>
        </w:tabs>
      </w:pPr>
      <w:r>
        <w:t>Ans: D</w:t>
      </w:r>
    </w:p>
    <w:p w:rsidR="002B4A9F" w:rsidRDefault="002B4A9F" w:rsidP="002B4A9F">
      <w:pPr>
        <w:widowControl w:val="0"/>
        <w:tabs>
          <w:tab w:val="left" w:pos="1739"/>
        </w:tabs>
      </w:pPr>
      <w:r>
        <w:t>Cognitive Domain: Comprehension</w:t>
      </w:r>
    </w:p>
    <w:p w:rsidR="002B4A9F" w:rsidRDefault="002B4A9F" w:rsidP="002B4A9F">
      <w:pPr>
        <w:widowControl w:val="0"/>
      </w:pPr>
      <w:r>
        <w:t>Answer Location: Types of Scientific Research in Criminal Justice and Criminology</w:t>
      </w:r>
    </w:p>
    <w:p w:rsidR="002B4A9F" w:rsidRDefault="00ED6043" w:rsidP="002B4A9F">
      <w:r>
        <w:rPr>
          <w:shd w:val="clear" w:color="auto" w:fill="FFFFFF"/>
        </w:rPr>
        <w:t xml:space="preserve">Difficulty Level: </w:t>
      </w:r>
      <w:r w:rsidR="002B4A9F">
        <w:rPr>
          <w:shd w:val="clear" w:color="auto" w:fill="FFFFFF"/>
        </w:rPr>
        <w:t>Medium</w:t>
      </w:r>
    </w:p>
    <w:p w:rsidR="002B4A9F" w:rsidRDefault="002B4A9F" w:rsidP="002B4A9F">
      <w:pPr>
        <w:widowControl w:val="0"/>
      </w:pPr>
    </w:p>
    <w:p w:rsidR="002B4A9F" w:rsidRDefault="002B4A9F" w:rsidP="002B4A9F">
      <w:pPr>
        <w:widowControl w:val="0"/>
      </w:pPr>
      <w:r>
        <w:t>4. Which of the terms below can best be described as a set of proposed and testable explanations about reality that is bound together by logic and evidence?</w:t>
      </w:r>
    </w:p>
    <w:p w:rsidR="002B4A9F" w:rsidRDefault="002B4A9F" w:rsidP="002B4A9F">
      <w:pPr>
        <w:widowControl w:val="0"/>
      </w:pPr>
      <w:r>
        <w:lastRenderedPageBreak/>
        <w:t xml:space="preserve">A. </w:t>
      </w:r>
      <w:r w:rsidR="00ED6043">
        <w:t>v</w:t>
      </w:r>
      <w:r>
        <w:t>alidity</w:t>
      </w:r>
    </w:p>
    <w:p w:rsidR="002B4A9F" w:rsidRDefault="002B4A9F" w:rsidP="002B4A9F">
      <w:pPr>
        <w:widowControl w:val="0"/>
      </w:pPr>
      <w:r>
        <w:t xml:space="preserve">B. </w:t>
      </w:r>
      <w:r w:rsidR="00ED6043">
        <w:t>h</w:t>
      </w:r>
      <w:r>
        <w:t>ypothesis</w:t>
      </w:r>
    </w:p>
    <w:p w:rsidR="002B4A9F" w:rsidRDefault="002B4A9F" w:rsidP="002B4A9F">
      <w:pPr>
        <w:widowControl w:val="0"/>
      </w:pPr>
      <w:r>
        <w:t xml:space="preserve">C. </w:t>
      </w:r>
      <w:r w:rsidR="00ED6043">
        <w:t>l</w:t>
      </w:r>
      <w:r>
        <w:t>aw</w:t>
      </w:r>
    </w:p>
    <w:p w:rsidR="002B4A9F" w:rsidRDefault="002B4A9F" w:rsidP="002B4A9F">
      <w:pPr>
        <w:widowControl w:val="0"/>
      </w:pPr>
      <w:r>
        <w:t xml:space="preserve">D. </w:t>
      </w:r>
      <w:r w:rsidR="00ED6043">
        <w:t>t</w:t>
      </w:r>
      <w:r>
        <w:t>heory</w:t>
      </w:r>
    </w:p>
    <w:p w:rsidR="002B4A9F" w:rsidRDefault="002B4A9F" w:rsidP="002B4A9F">
      <w:pPr>
        <w:widowControl w:val="0"/>
        <w:tabs>
          <w:tab w:val="left" w:pos="1739"/>
        </w:tabs>
      </w:pPr>
      <w:r>
        <w:t>Ans: D</w:t>
      </w:r>
    </w:p>
    <w:p w:rsidR="002B4A9F" w:rsidRDefault="002B4A9F" w:rsidP="002B4A9F">
      <w:pPr>
        <w:widowControl w:val="0"/>
        <w:tabs>
          <w:tab w:val="left" w:pos="1739"/>
        </w:tabs>
      </w:pPr>
      <w:r>
        <w:t>Cognitive Domain: Comprehension</w:t>
      </w:r>
    </w:p>
    <w:p w:rsidR="002B4A9F" w:rsidRDefault="002B4A9F" w:rsidP="002B4A9F">
      <w:pPr>
        <w:widowControl w:val="0"/>
      </w:pPr>
      <w:r>
        <w:t>Answer Location: Types of Scientific Research in Criminal Justice and Criminology</w:t>
      </w:r>
    </w:p>
    <w:p w:rsidR="002B4A9F" w:rsidRDefault="00ED6043" w:rsidP="002B4A9F">
      <w:r>
        <w:rPr>
          <w:shd w:val="clear" w:color="auto" w:fill="FFFFFF"/>
        </w:rPr>
        <w:t xml:space="preserve">Difficulty Level: </w:t>
      </w:r>
      <w:r w:rsidR="002B4A9F">
        <w:rPr>
          <w:shd w:val="clear" w:color="auto" w:fill="FFFFFF"/>
        </w:rPr>
        <w:t>Medium</w:t>
      </w:r>
    </w:p>
    <w:p w:rsidR="002B4A9F" w:rsidRDefault="002B4A9F" w:rsidP="002B4A9F">
      <w:pPr>
        <w:widowControl w:val="0"/>
      </w:pPr>
    </w:p>
    <w:p w:rsidR="00EB19DC" w:rsidRDefault="002B4A9F" w:rsidP="002B4A9F">
      <w:pPr>
        <w:widowControl w:val="0"/>
      </w:pPr>
      <w:r>
        <w:t>5. Studies intending to assess whether policies, programs, or interventions are effective are referred to as what style of research?</w:t>
      </w:r>
    </w:p>
    <w:p w:rsidR="002B4A9F" w:rsidRDefault="002B4A9F" w:rsidP="002B4A9F">
      <w:pPr>
        <w:widowControl w:val="0"/>
      </w:pPr>
      <w:r>
        <w:t xml:space="preserve">A. </w:t>
      </w:r>
      <w:r w:rsidR="00ED6043">
        <w:t>e</w:t>
      </w:r>
      <w:r>
        <w:t>valuation research</w:t>
      </w:r>
    </w:p>
    <w:p w:rsidR="002B4A9F" w:rsidRDefault="002B4A9F" w:rsidP="002B4A9F">
      <w:pPr>
        <w:widowControl w:val="0"/>
      </w:pPr>
      <w:r>
        <w:t xml:space="preserve">B. </w:t>
      </w:r>
      <w:r w:rsidR="00ED6043">
        <w:t>e</w:t>
      </w:r>
      <w:r>
        <w:t>xploratory research</w:t>
      </w:r>
    </w:p>
    <w:p w:rsidR="002B4A9F" w:rsidRDefault="002B4A9F" w:rsidP="002B4A9F">
      <w:pPr>
        <w:widowControl w:val="0"/>
      </w:pPr>
      <w:r>
        <w:t xml:space="preserve">C. </w:t>
      </w:r>
      <w:r w:rsidR="00ED6043">
        <w:t>c</w:t>
      </w:r>
      <w:r>
        <w:t>onfounding research</w:t>
      </w:r>
    </w:p>
    <w:p w:rsidR="002B4A9F" w:rsidRDefault="002B4A9F" w:rsidP="002B4A9F">
      <w:pPr>
        <w:widowControl w:val="0"/>
      </w:pPr>
      <w:r>
        <w:t xml:space="preserve">D. </w:t>
      </w:r>
      <w:r w:rsidR="00ED6043">
        <w:t>m</w:t>
      </w:r>
      <w:r>
        <w:t>atriculation research</w:t>
      </w:r>
    </w:p>
    <w:p w:rsidR="002B4A9F" w:rsidRDefault="002B4A9F" w:rsidP="002B4A9F">
      <w:pPr>
        <w:widowControl w:val="0"/>
        <w:tabs>
          <w:tab w:val="left" w:pos="1739"/>
        </w:tabs>
      </w:pPr>
      <w:r>
        <w:t>Ans: A</w:t>
      </w:r>
    </w:p>
    <w:p w:rsidR="002B4A9F" w:rsidRDefault="002B4A9F" w:rsidP="002B4A9F">
      <w:pPr>
        <w:widowControl w:val="0"/>
        <w:tabs>
          <w:tab w:val="left" w:pos="1739"/>
        </w:tabs>
      </w:pPr>
      <w:r>
        <w:t>Cognitive Domain: Comprehension</w:t>
      </w:r>
    </w:p>
    <w:p w:rsidR="002B4A9F" w:rsidRDefault="002B4A9F" w:rsidP="002B4A9F">
      <w:pPr>
        <w:widowControl w:val="0"/>
      </w:pPr>
      <w:r>
        <w:t>Answer Location: Types of Scientific Research in Criminal Justice and Criminology</w:t>
      </w:r>
    </w:p>
    <w:p w:rsidR="002B4A9F" w:rsidRDefault="00ED6043" w:rsidP="002B4A9F">
      <w:r>
        <w:rPr>
          <w:shd w:val="clear" w:color="auto" w:fill="FFFFFF"/>
        </w:rPr>
        <w:t xml:space="preserve">Difficulty Level: </w:t>
      </w:r>
      <w:r w:rsidR="002B4A9F">
        <w:rPr>
          <w:shd w:val="clear" w:color="auto" w:fill="FFFFFF"/>
        </w:rPr>
        <w:t>Medium</w:t>
      </w:r>
    </w:p>
    <w:p w:rsidR="002B4A9F" w:rsidRDefault="002B4A9F" w:rsidP="002B4A9F">
      <w:pPr>
        <w:widowControl w:val="0"/>
      </w:pPr>
    </w:p>
    <w:p w:rsidR="002B4A9F" w:rsidRDefault="002B4A9F" w:rsidP="002B4A9F">
      <w:pPr>
        <w:widowControl w:val="0"/>
      </w:pPr>
      <w:r>
        <w:t xml:space="preserve">6. A </w:t>
      </w:r>
      <w:r>
        <w:rPr>
          <w:i/>
        </w:rPr>
        <w:t>sample</w:t>
      </w:r>
      <w:r>
        <w:t xml:space="preserve"> can best be described as </w:t>
      </w:r>
      <w:r w:rsidR="00EB19DC">
        <w:t>______</w:t>
      </w:r>
      <w:r>
        <w:t>.</w:t>
      </w:r>
    </w:p>
    <w:p w:rsidR="002B4A9F" w:rsidRDefault="002B4A9F" w:rsidP="002B4A9F">
      <w:pPr>
        <w:widowControl w:val="0"/>
      </w:pPr>
      <w:r>
        <w:t xml:space="preserve">A. </w:t>
      </w:r>
      <w:r w:rsidR="00ED6043">
        <w:t>t</w:t>
      </w:r>
      <w:r>
        <w:t>he grouping of people, places, and objects used to generalize to the population</w:t>
      </w:r>
    </w:p>
    <w:p w:rsidR="002B4A9F" w:rsidRDefault="002B4A9F" w:rsidP="002B4A9F">
      <w:pPr>
        <w:widowControl w:val="0"/>
      </w:pPr>
      <w:r>
        <w:t xml:space="preserve">B. </w:t>
      </w:r>
      <w:r w:rsidR="00ED6043">
        <w:t>a</w:t>
      </w:r>
      <w:r>
        <w:t xml:space="preserve"> subset pulled from a population with the goal of ultimately using the people, objects, or places in the sample </w:t>
      </w:r>
      <w:proofErr w:type="gramStart"/>
      <w:r>
        <w:t>as a way to</w:t>
      </w:r>
      <w:proofErr w:type="gramEnd"/>
      <w:r>
        <w:t xml:space="preserve"> generalize to the population</w:t>
      </w:r>
    </w:p>
    <w:p w:rsidR="002B4A9F" w:rsidRDefault="002B4A9F" w:rsidP="002B4A9F">
      <w:pPr>
        <w:widowControl w:val="0"/>
      </w:pPr>
      <w:r>
        <w:t xml:space="preserve">C. </w:t>
      </w:r>
      <w:r w:rsidR="00ED6043">
        <w:t>t</w:t>
      </w:r>
      <w:r>
        <w:t xml:space="preserve">he entire set, or universe, of people, places, or objects used to generalize to a population </w:t>
      </w:r>
    </w:p>
    <w:p w:rsidR="002B4A9F" w:rsidRDefault="002B4A9F" w:rsidP="002B4A9F">
      <w:pPr>
        <w:widowControl w:val="0"/>
      </w:pPr>
      <w:r>
        <w:t xml:space="preserve">D. </w:t>
      </w:r>
      <w:r w:rsidR="00ED6043">
        <w:t>a</w:t>
      </w:r>
      <w:r>
        <w:t xml:space="preserve"> technique used by social science researchers in attempts to prove existing theoretical propositions true in the general population</w:t>
      </w:r>
    </w:p>
    <w:p w:rsidR="002B4A9F" w:rsidRDefault="002B4A9F" w:rsidP="002B4A9F">
      <w:pPr>
        <w:widowControl w:val="0"/>
        <w:tabs>
          <w:tab w:val="left" w:pos="1739"/>
        </w:tabs>
      </w:pPr>
      <w:r>
        <w:t>Ans: B</w:t>
      </w:r>
    </w:p>
    <w:p w:rsidR="002B4A9F" w:rsidRDefault="002B4A9F" w:rsidP="002B4A9F">
      <w:pPr>
        <w:widowControl w:val="0"/>
        <w:tabs>
          <w:tab w:val="left" w:pos="1739"/>
        </w:tabs>
      </w:pPr>
      <w:r>
        <w:t>Cognitive Domain: Comprehension</w:t>
      </w:r>
    </w:p>
    <w:p w:rsidR="002B4A9F" w:rsidRDefault="002B4A9F" w:rsidP="002B4A9F">
      <w:pPr>
        <w:widowControl w:val="0"/>
      </w:pPr>
      <w:r>
        <w:t>Answer Location: Science: Basic Terms and Concepts</w:t>
      </w:r>
    </w:p>
    <w:p w:rsidR="002B4A9F" w:rsidRDefault="00ED6043" w:rsidP="002B4A9F">
      <w:r>
        <w:rPr>
          <w:shd w:val="clear" w:color="auto" w:fill="FFFFFF"/>
        </w:rPr>
        <w:t xml:space="preserve">Difficulty Level: </w:t>
      </w:r>
      <w:r w:rsidR="002B4A9F">
        <w:rPr>
          <w:shd w:val="clear" w:color="auto" w:fill="FFFFFF"/>
        </w:rPr>
        <w:t>Medium</w:t>
      </w:r>
    </w:p>
    <w:p w:rsidR="002B4A9F" w:rsidRDefault="002B4A9F" w:rsidP="002B4A9F">
      <w:pPr>
        <w:widowControl w:val="0"/>
      </w:pPr>
    </w:p>
    <w:p w:rsidR="002B4A9F" w:rsidRDefault="002B4A9F" w:rsidP="002B4A9F">
      <w:pPr>
        <w:widowControl w:val="0"/>
      </w:pPr>
      <w:r>
        <w:t xml:space="preserve">7. </w:t>
      </w:r>
      <w:proofErr w:type="gramStart"/>
      <w:r>
        <w:t>In order to</w:t>
      </w:r>
      <w:proofErr w:type="gramEnd"/>
      <w:r>
        <w:t xml:space="preserve"> ensure that a sample mirrors the population from which it was drawn a scientist would employ which type of sampling technique?</w:t>
      </w:r>
    </w:p>
    <w:p w:rsidR="002B4A9F" w:rsidRDefault="002B4A9F" w:rsidP="002B4A9F">
      <w:pPr>
        <w:widowControl w:val="0"/>
      </w:pPr>
      <w:r>
        <w:t xml:space="preserve">A. </w:t>
      </w:r>
      <w:r w:rsidR="00ED6043">
        <w:t>q</w:t>
      </w:r>
      <w:r>
        <w:t>uota sampling</w:t>
      </w:r>
    </w:p>
    <w:p w:rsidR="002B4A9F" w:rsidRDefault="002B4A9F" w:rsidP="002B4A9F">
      <w:pPr>
        <w:widowControl w:val="0"/>
      </w:pPr>
      <w:r>
        <w:t xml:space="preserve">B. </w:t>
      </w:r>
      <w:r w:rsidR="00ED6043">
        <w:t>p</w:t>
      </w:r>
      <w:r>
        <w:t>urposive sampling</w:t>
      </w:r>
    </w:p>
    <w:p w:rsidR="002B4A9F" w:rsidRDefault="002B4A9F" w:rsidP="002B4A9F">
      <w:pPr>
        <w:widowControl w:val="0"/>
      </w:pPr>
      <w:r>
        <w:t xml:space="preserve">C. </w:t>
      </w:r>
      <w:r w:rsidR="00ED6043">
        <w:t>p</w:t>
      </w:r>
      <w:r>
        <w:t>robability sampling</w:t>
      </w:r>
    </w:p>
    <w:p w:rsidR="002B4A9F" w:rsidRDefault="002B4A9F" w:rsidP="002B4A9F">
      <w:pPr>
        <w:widowControl w:val="0"/>
      </w:pPr>
      <w:r>
        <w:t xml:space="preserve">D. </w:t>
      </w:r>
      <w:r w:rsidR="00ED6043">
        <w:t>s</w:t>
      </w:r>
      <w:r>
        <w:t>nowball sampling</w:t>
      </w:r>
    </w:p>
    <w:p w:rsidR="002B4A9F" w:rsidRDefault="002B4A9F" w:rsidP="002B4A9F">
      <w:pPr>
        <w:widowControl w:val="0"/>
        <w:tabs>
          <w:tab w:val="left" w:pos="1739"/>
        </w:tabs>
      </w:pPr>
      <w:r>
        <w:t>Ans: C</w:t>
      </w:r>
    </w:p>
    <w:p w:rsidR="002B4A9F" w:rsidRDefault="002B4A9F" w:rsidP="002B4A9F">
      <w:pPr>
        <w:widowControl w:val="0"/>
        <w:tabs>
          <w:tab w:val="left" w:pos="1739"/>
        </w:tabs>
      </w:pPr>
      <w:r>
        <w:t>Cognitive Domain: Comprehension</w:t>
      </w:r>
    </w:p>
    <w:p w:rsidR="002B4A9F" w:rsidRDefault="002B4A9F" w:rsidP="002B4A9F">
      <w:pPr>
        <w:widowControl w:val="0"/>
      </w:pPr>
      <w:r>
        <w:t>Answer Location: Types of Scientific Research in Criminal Justice and Criminology</w:t>
      </w:r>
    </w:p>
    <w:p w:rsidR="002B4A9F" w:rsidRDefault="00ED6043" w:rsidP="002B4A9F">
      <w:r>
        <w:rPr>
          <w:shd w:val="clear" w:color="auto" w:fill="FFFFFF"/>
        </w:rPr>
        <w:t xml:space="preserve">Difficulty Level: </w:t>
      </w:r>
      <w:r w:rsidR="002B4A9F">
        <w:rPr>
          <w:shd w:val="clear" w:color="auto" w:fill="FFFFFF"/>
        </w:rPr>
        <w:t>Medium</w:t>
      </w:r>
    </w:p>
    <w:p w:rsidR="002B4A9F" w:rsidRDefault="002B4A9F" w:rsidP="002B4A9F">
      <w:pPr>
        <w:widowControl w:val="0"/>
      </w:pPr>
    </w:p>
    <w:p w:rsidR="002B4A9F" w:rsidRDefault="002B4A9F" w:rsidP="002B4A9F">
      <w:pPr>
        <w:widowControl w:val="0"/>
      </w:pPr>
      <w:r>
        <w:t>8. Despite suffering from a variety of problems, why is the NCVS considered so useful for research?</w:t>
      </w:r>
    </w:p>
    <w:p w:rsidR="002B4A9F" w:rsidRDefault="002B4A9F" w:rsidP="002B4A9F">
      <w:pPr>
        <w:widowControl w:val="0"/>
      </w:pPr>
      <w:r>
        <w:lastRenderedPageBreak/>
        <w:t xml:space="preserve">A. </w:t>
      </w:r>
      <w:r w:rsidR="00BD3169">
        <w:t xml:space="preserve">The </w:t>
      </w:r>
      <w:r>
        <w:t xml:space="preserve">NCVS is </w:t>
      </w:r>
      <w:proofErr w:type="gramStart"/>
      <w:r>
        <w:t>actually not</w:t>
      </w:r>
      <w:proofErr w:type="gramEnd"/>
      <w:r>
        <w:t xml:space="preserve"> all that useful because it is replete with methodological errors.</w:t>
      </w:r>
    </w:p>
    <w:p w:rsidR="002B4A9F" w:rsidRDefault="002B4A9F" w:rsidP="002B4A9F">
      <w:pPr>
        <w:widowControl w:val="0"/>
      </w:pPr>
      <w:r>
        <w:t xml:space="preserve">B. </w:t>
      </w:r>
      <w:r w:rsidR="00BD3169">
        <w:t xml:space="preserve">The </w:t>
      </w:r>
      <w:r>
        <w:t xml:space="preserve">NCVS is useful </w:t>
      </w:r>
      <w:proofErr w:type="gramStart"/>
      <w:r>
        <w:t>due to the fact that</w:t>
      </w:r>
      <w:proofErr w:type="gramEnd"/>
      <w:r>
        <w:t xml:space="preserve"> it facilitates research into the characteristics of crime victims.</w:t>
      </w:r>
    </w:p>
    <w:p w:rsidR="002B4A9F" w:rsidRDefault="002B4A9F" w:rsidP="002B4A9F">
      <w:pPr>
        <w:widowControl w:val="0"/>
      </w:pPr>
      <w:r>
        <w:t xml:space="preserve">C. </w:t>
      </w:r>
      <w:r w:rsidR="00BD3169">
        <w:t xml:space="preserve">The </w:t>
      </w:r>
      <w:r>
        <w:t>NCVS is only useful because it contains files that are quite small and easy to interpret.</w:t>
      </w:r>
    </w:p>
    <w:p w:rsidR="002B4A9F" w:rsidRDefault="002B4A9F" w:rsidP="002B4A9F">
      <w:pPr>
        <w:widowControl w:val="0"/>
      </w:pPr>
      <w:r>
        <w:t xml:space="preserve">D. </w:t>
      </w:r>
      <w:r w:rsidR="00BD3169">
        <w:t xml:space="preserve">The </w:t>
      </w:r>
      <w:r>
        <w:t>NCVS is not useful at all but because it is so widely published, researchers make use of its limited information.</w:t>
      </w:r>
      <w:r>
        <w:br/>
        <w:t>Ans: B</w:t>
      </w:r>
    </w:p>
    <w:p w:rsidR="002B4A9F" w:rsidRDefault="002B4A9F" w:rsidP="002B4A9F">
      <w:pPr>
        <w:widowControl w:val="0"/>
        <w:tabs>
          <w:tab w:val="left" w:pos="1739"/>
        </w:tabs>
      </w:pPr>
      <w:r>
        <w:t>Cognitive Domain: Comprehension</w:t>
      </w:r>
    </w:p>
    <w:p w:rsidR="002B4A9F" w:rsidRDefault="002B4A9F" w:rsidP="002B4A9F">
      <w:pPr>
        <w:widowControl w:val="0"/>
      </w:pPr>
      <w:r>
        <w:t>Answer Location: The National Crime Victimization Survey</w:t>
      </w:r>
    </w:p>
    <w:p w:rsidR="002B4A9F" w:rsidRDefault="00ED6043" w:rsidP="002B4A9F">
      <w:r>
        <w:rPr>
          <w:shd w:val="clear" w:color="auto" w:fill="FFFFFF"/>
        </w:rPr>
        <w:t xml:space="preserve">Difficulty Level: </w:t>
      </w:r>
      <w:r w:rsidR="002B4A9F">
        <w:rPr>
          <w:shd w:val="clear" w:color="auto" w:fill="FFFFFF"/>
        </w:rPr>
        <w:t>Medium</w:t>
      </w:r>
    </w:p>
    <w:p w:rsidR="002B4A9F" w:rsidRDefault="002B4A9F" w:rsidP="002B4A9F">
      <w:pPr>
        <w:widowControl w:val="0"/>
      </w:pPr>
    </w:p>
    <w:p w:rsidR="002B4A9F" w:rsidRDefault="002B4A9F" w:rsidP="002B4A9F">
      <w:pPr>
        <w:widowControl w:val="0"/>
      </w:pPr>
      <w:r>
        <w:t xml:space="preserve">9. Two sources of actual, real-world data used in this text are </w:t>
      </w:r>
      <w:r w:rsidR="009E70D3">
        <w:t>______</w:t>
      </w:r>
      <w:r>
        <w:t>.</w:t>
      </w:r>
    </w:p>
    <w:p w:rsidR="002B4A9F" w:rsidRDefault="002B4A9F" w:rsidP="002B4A9F">
      <w:pPr>
        <w:widowControl w:val="0"/>
      </w:pPr>
      <w:r>
        <w:t>A. UCR and NCVS</w:t>
      </w:r>
    </w:p>
    <w:p w:rsidR="002B4A9F" w:rsidRDefault="002B4A9F" w:rsidP="002B4A9F">
      <w:pPr>
        <w:widowControl w:val="0"/>
      </w:pPr>
      <w:r>
        <w:t>B. MMPI and BJS</w:t>
      </w:r>
    </w:p>
    <w:p w:rsidR="002B4A9F" w:rsidRDefault="002B4A9F" w:rsidP="002B4A9F">
      <w:pPr>
        <w:widowControl w:val="0"/>
      </w:pPr>
      <w:r>
        <w:t>C. ICPSR and MMPI</w:t>
      </w:r>
    </w:p>
    <w:p w:rsidR="00B24E90" w:rsidRDefault="002B4A9F" w:rsidP="002B4A9F">
      <w:pPr>
        <w:widowControl w:val="0"/>
      </w:pPr>
      <w:r>
        <w:t>D. DSM and ICPSR</w:t>
      </w:r>
    </w:p>
    <w:p w:rsidR="002B4A9F" w:rsidRDefault="002B4A9F" w:rsidP="002B4A9F">
      <w:pPr>
        <w:widowControl w:val="0"/>
      </w:pPr>
      <w:r>
        <w:t>Ans: A</w:t>
      </w:r>
    </w:p>
    <w:p w:rsidR="002B4A9F" w:rsidRDefault="002B4A9F" w:rsidP="002B4A9F">
      <w:pPr>
        <w:widowControl w:val="0"/>
        <w:tabs>
          <w:tab w:val="left" w:pos="1739"/>
        </w:tabs>
      </w:pPr>
      <w:r>
        <w:t>Cognitive Domain: Comprehension</w:t>
      </w:r>
    </w:p>
    <w:p w:rsidR="002B4A9F" w:rsidRDefault="002B4A9F" w:rsidP="002B4A9F">
      <w:pPr>
        <w:widowControl w:val="0"/>
      </w:pPr>
      <w:r>
        <w:t>Answer Location: What Do Criminal Justice and Criminology Researchers Study?</w:t>
      </w:r>
    </w:p>
    <w:p w:rsidR="002B4A9F" w:rsidRDefault="00ED6043" w:rsidP="002B4A9F">
      <w:r>
        <w:rPr>
          <w:shd w:val="clear" w:color="auto" w:fill="FFFFFF"/>
        </w:rPr>
        <w:t xml:space="preserve">Difficulty Level: </w:t>
      </w:r>
      <w:r w:rsidR="002B4A9F">
        <w:rPr>
          <w:shd w:val="clear" w:color="auto" w:fill="FFFFFF"/>
        </w:rPr>
        <w:t>Medium</w:t>
      </w:r>
    </w:p>
    <w:p w:rsidR="002B4A9F" w:rsidRDefault="002B4A9F" w:rsidP="002B4A9F">
      <w:pPr>
        <w:widowControl w:val="0"/>
      </w:pPr>
    </w:p>
    <w:p w:rsidR="002B4A9F" w:rsidRDefault="002B4A9F" w:rsidP="002B4A9F">
      <w:pPr>
        <w:widowControl w:val="0"/>
      </w:pPr>
      <w:r>
        <w:t>10. Crimes reported within the Uniform Crime Report are sorted into eight index offenses. Which of the following represent those specific indices?</w:t>
      </w:r>
    </w:p>
    <w:p w:rsidR="002B4A9F" w:rsidRDefault="002B4A9F" w:rsidP="002B4A9F">
      <w:pPr>
        <w:widowControl w:val="0"/>
      </w:pPr>
      <w:r>
        <w:t xml:space="preserve">A. </w:t>
      </w:r>
      <w:r w:rsidR="00EE6622">
        <w:t>a</w:t>
      </w:r>
      <w:r>
        <w:t>ggravated manslaughter, vehicular homicide, pedophilia, human trafficking, drug possession, environmental offenses, piracy, and infanticide</w:t>
      </w:r>
    </w:p>
    <w:p w:rsidR="002B4A9F" w:rsidRDefault="002B4A9F" w:rsidP="002B4A9F">
      <w:pPr>
        <w:widowControl w:val="0"/>
      </w:pPr>
      <w:r>
        <w:t xml:space="preserve">B. </w:t>
      </w:r>
      <w:r w:rsidR="00EE6622">
        <w:t>t</w:t>
      </w:r>
      <w:r>
        <w:t>erroristic assault, hate crimes, murder, manslaughter, infanticide, patricide, drug offenses, and suicide</w:t>
      </w:r>
    </w:p>
    <w:p w:rsidR="002B4A9F" w:rsidRDefault="002B4A9F" w:rsidP="002B4A9F">
      <w:pPr>
        <w:widowControl w:val="0"/>
      </w:pPr>
      <w:r>
        <w:t xml:space="preserve">C. </w:t>
      </w:r>
      <w:r w:rsidR="00EE6622">
        <w:t>p</w:t>
      </w:r>
      <w:r>
        <w:t>edophilia,</w:t>
      </w:r>
      <w:r w:rsidR="006C4020">
        <w:t xml:space="preserve"> necrophilia, kidnapping, white-</w:t>
      </w:r>
      <w:r>
        <w:t>collar crime, airline hijacking, human trafficking, drug trafficking, and traffic offenses</w:t>
      </w:r>
    </w:p>
    <w:p w:rsidR="006C4020" w:rsidRDefault="002B4A9F" w:rsidP="002B4A9F">
      <w:pPr>
        <w:widowControl w:val="0"/>
      </w:pPr>
      <w:r>
        <w:t xml:space="preserve">D. </w:t>
      </w:r>
      <w:r w:rsidR="00EE6622">
        <w:t>h</w:t>
      </w:r>
      <w:r>
        <w:t>omicide, rape, robbery, aggravated assault, burglary, larceny-theft, motor vehicle theft, and arson</w:t>
      </w:r>
    </w:p>
    <w:p w:rsidR="002B4A9F" w:rsidRDefault="002B4A9F" w:rsidP="002B4A9F">
      <w:pPr>
        <w:widowControl w:val="0"/>
      </w:pPr>
      <w:r>
        <w:t>Ans: D</w:t>
      </w:r>
    </w:p>
    <w:p w:rsidR="002B4A9F" w:rsidRDefault="002B4A9F" w:rsidP="002B4A9F">
      <w:pPr>
        <w:widowControl w:val="0"/>
        <w:tabs>
          <w:tab w:val="left" w:pos="1739"/>
        </w:tabs>
      </w:pPr>
      <w:r>
        <w:t>Cognitive Domain: Comprehension</w:t>
      </w:r>
    </w:p>
    <w:p w:rsidR="002B4A9F" w:rsidRDefault="002B4A9F" w:rsidP="002B4A9F">
      <w:pPr>
        <w:widowControl w:val="0"/>
      </w:pPr>
      <w:r>
        <w:t>Answer Location: The Uniform Crime Reports</w:t>
      </w:r>
    </w:p>
    <w:p w:rsidR="002B4A9F" w:rsidRDefault="00ED6043" w:rsidP="002B4A9F">
      <w:r>
        <w:rPr>
          <w:shd w:val="clear" w:color="auto" w:fill="FFFFFF"/>
        </w:rPr>
        <w:t xml:space="preserve">Difficulty Level: </w:t>
      </w:r>
      <w:r w:rsidR="002B4A9F">
        <w:rPr>
          <w:shd w:val="clear" w:color="auto" w:fill="FFFFFF"/>
        </w:rPr>
        <w:t>Medium</w:t>
      </w:r>
    </w:p>
    <w:p w:rsidR="002B4A9F" w:rsidRDefault="002B4A9F" w:rsidP="002B4A9F">
      <w:pPr>
        <w:widowControl w:val="0"/>
      </w:pPr>
    </w:p>
    <w:p w:rsidR="002B4A9F" w:rsidRDefault="002B4A9F" w:rsidP="002B4A9F">
      <w:pPr>
        <w:widowControl w:val="0"/>
      </w:pPr>
      <w:r>
        <w:t xml:space="preserve">11. The organization that is responsible for the collection of data for the Uniform Crime Reports is the </w:t>
      </w:r>
      <w:r w:rsidR="0037247B">
        <w:t>______</w:t>
      </w:r>
      <w:r>
        <w:t>.</w:t>
      </w:r>
    </w:p>
    <w:p w:rsidR="002B4A9F" w:rsidRDefault="002B4A9F" w:rsidP="002B4A9F">
      <w:pPr>
        <w:widowControl w:val="0"/>
      </w:pPr>
      <w:r>
        <w:t xml:space="preserve">A. </w:t>
      </w:r>
      <w:r w:rsidR="00D332B8">
        <w:t xml:space="preserve">Federal </w:t>
      </w:r>
      <w:r>
        <w:t>Bureau of Investigation</w:t>
      </w:r>
    </w:p>
    <w:p w:rsidR="002B4A9F" w:rsidRDefault="002B4A9F" w:rsidP="002B4A9F">
      <w:pPr>
        <w:widowControl w:val="0"/>
      </w:pPr>
      <w:r>
        <w:t xml:space="preserve">B. </w:t>
      </w:r>
      <w:r w:rsidR="00D332B8">
        <w:t xml:space="preserve">Central </w:t>
      </w:r>
      <w:r>
        <w:t>Intelligence Agency</w:t>
      </w:r>
    </w:p>
    <w:p w:rsidR="002B4A9F" w:rsidRDefault="002B4A9F" w:rsidP="002B4A9F">
      <w:pPr>
        <w:widowControl w:val="0"/>
      </w:pPr>
      <w:r>
        <w:t xml:space="preserve">C. </w:t>
      </w:r>
      <w:r w:rsidR="00D332B8">
        <w:t xml:space="preserve">American </w:t>
      </w:r>
      <w:r>
        <w:t>University</w:t>
      </w:r>
    </w:p>
    <w:p w:rsidR="00D332B8" w:rsidRDefault="002B4A9F" w:rsidP="002B4A9F">
      <w:pPr>
        <w:widowControl w:val="0"/>
      </w:pPr>
      <w:r>
        <w:t xml:space="preserve">D. </w:t>
      </w:r>
      <w:r w:rsidR="00D332B8">
        <w:t xml:space="preserve">Bureau </w:t>
      </w:r>
      <w:r>
        <w:t>of Justice Statistics</w:t>
      </w:r>
    </w:p>
    <w:p w:rsidR="002B4A9F" w:rsidRDefault="002B4A9F" w:rsidP="002B4A9F">
      <w:pPr>
        <w:widowControl w:val="0"/>
      </w:pPr>
      <w:r>
        <w:t>Ans: A</w:t>
      </w:r>
    </w:p>
    <w:p w:rsidR="002B4A9F" w:rsidRDefault="002B4A9F" w:rsidP="002B4A9F">
      <w:pPr>
        <w:widowControl w:val="0"/>
        <w:tabs>
          <w:tab w:val="left" w:pos="1739"/>
        </w:tabs>
      </w:pPr>
      <w:r>
        <w:t>Cognitive Domain: Comprehension</w:t>
      </w:r>
    </w:p>
    <w:p w:rsidR="002B4A9F" w:rsidRDefault="00EE6622" w:rsidP="002B4A9F">
      <w:pPr>
        <w:widowControl w:val="0"/>
      </w:pPr>
      <w:r>
        <w:lastRenderedPageBreak/>
        <w:t>Answer Location: The Uniform Crime Reports</w:t>
      </w:r>
    </w:p>
    <w:p w:rsidR="002B4A9F" w:rsidRDefault="00ED6043" w:rsidP="002B4A9F">
      <w:r>
        <w:rPr>
          <w:shd w:val="clear" w:color="auto" w:fill="FFFFFF"/>
        </w:rPr>
        <w:t xml:space="preserve">Difficulty Level: </w:t>
      </w:r>
      <w:r w:rsidR="002B4A9F">
        <w:rPr>
          <w:shd w:val="clear" w:color="auto" w:fill="FFFFFF"/>
        </w:rPr>
        <w:t>Medium</w:t>
      </w:r>
    </w:p>
    <w:p w:rsidR="002B4A9F" w:rsidRDefault="002B4A9F" w:rsidP="002B4A9F">
      <w:pPr>
        <w:widowControl w:val="0"/>
      </w:pPr>
    </w:p>
    <w:p w:rsidR="002B4A9F" w:rsidRDefault="002B4A9F" w:rsidP="002B4A9F">
      <w:pPr>
        <w:widowControl w:val="0"/>
      </w:pPr>
      <w:r>
        <w:t>12. The Uniform Crime Reports conform to the “hierarchy rule,” meaning what?</w:t>
      </w:r>
    </w:p>
    <w:p w:rsidR="002B4A9F" w:rsidRDefault="002B4A9F" w:rsidP="002B4A9F">
      <w:pPr>
        <w:widowControl w:val="0"/>
      </w:pPr>
      <w:r>
        <w:t xml:space="preserve">A. </w:t>
      </w:r>
      <w:r w:rsidR="000202CE">
        <w:t xml:space="preserve">In </w:t>
      </w:r>
      <w:r>
        <w:t>multiple-crime incidents, only the most serious offense is reported to the UCR.</w:t>
      </w:r>
    </w:p>
    <w:p w:rsidR="002B4A9F" w:rsidRDefault="002B4A9F" w:rsidP="002B4A9F">
      <w:pPr>
        <w:widowControl w:val="0"/>
      </w:pPr>
      <w:r>
        <w:t xml:space="preserve">B. </w:t>
      </w:r>
      <w:r w:rsidR="000202CE">
        <w:t xml:space="preserve">In </w:t>
      </w:r>
      <w:r>
        <w:t>multiple-crime incidents, every offense is recorded in official records.</w:t>
      </w:r>
    </w:p>
    <w:p w:rsidR="002B4A9F" w:rsidRDefault="002B4A9F" w:rsidP="002B4A9F">
      <w:pPr>
        <w:widowControl w:val="0"/>
      </w:pPr>
      <w:r>
        <w:t xml:space="preserve">C. </w:t>
      </w:r>
      <w:r w:rsidR="000202CE">
        <w:t xml:space="preserve">In </w:t>
      </w:r>
      <w:r>
        <w:t>multiple-crime incidents, each crime is reported, but the most serious offense is listed first.</w:t>
      </w:r>
    </w:p>
    <w:p w:rsidR="00F12C01" w:rsidRDefault="002B4A9F" w:rsidP="002B4A9F">
      <w:pPr>
        <w:widowControl w:val="0"/>
      </w:pPr>
      <w:r>
        <w:t xml:space="preserve">D. </w:t>
      </w:r>
      <w:r w:rsidR="000202CE">
        <w:t xml:space="preserve">In </w:t>
      </w:r>
      <w:r>
        <w:t>all criminal incidents, larger metropolitan law enforcement organizations are given prominence with crimes committed in rural areas listed in special indices of the UCR.</w:t>
      </w:r>
    </w:p>
    <w:p w:rsidR="002B4A9F" w:rsidRDefault="002B4A9F" w:rsidP="002B4A9F">
      <w:pPr>
        <w:widowControl w:val="0"/>
      </w:pPr>
      <w:r>
        <w:t>Ans: A</w:t>
      </w:r>
    </w:p>
    <w:p w:rsidR="002B4A9F" w:rsidRDefault="002B4A9F" w:rsidP="002B4A9F">
      <w:pPr>
        <w:widowControl w:val="0"/>
        <w:tabs>
          <w:tab w:val="left" w:pos="1739"/>
        </w:tabs>
      </w:pPr>
      <w:r>
        <w:t>Cognitive Domain: Comprehension</w:t>
      </w:r>
    </w:p>
    <w:p w:rsidR="002B4A9F" w:rsidRDefault="00EE6622" w:rsidP="002B4A9F">
      <w:pPr>
        <w:widowControl w:val="0"/>
      </w:pPr>
      <w:r>
        <w:t>Answer Location: The Uniform Crime Reports</w:t>
      </w:r>
    </w:p>
    <w:p w:rsidR="002B4A9F" w:rsidRDefault="00ED6043" w:rsidP="002B4A9F">
      <w:r>
        <w:rPr>
          <w:shd w:val="clear" w:color="auto" w:fill="FFFFFF"/>
        </w:rPr>
        <w:t xml:space="preserve">Difficulty Level: </w:t>
      </w:r>
      <w:r w:rsidR="002B4A9F">
        <w:rPr>
          <w:shd w:val="clear" w:color="auto" w:fill="FFFFFF"/>
        </w:rPr>
        <w:t>Medium</w:t>
      </w:r>
    </w:p>
    <w:p w:rsidR="002B4A9F" w:rsidRDefault="002B4A9F" w:rsidP="002B4A9F">
      <w:pPr>
        <w:widowControl w:val="0"/>
      </w:pPr>
    </w:p>
    <w:p w:rsidR="002B4A9F" w:rsidRDefault="002B4A9F" w:rsidP="002B4A9F">
      <w:pPr>
        <w:widowControl w:val="0"/>
      </w:pPr>
      <w:r>
        <w:t>13. The most obvious weakness of the Uniform Crime Report rests on what?</w:t>
      </w:r>
    </w:p>
    <w:p w:rsidR="002B4A9F" w:rsidRDefault="002B4A9F" w:rsidP="002B4A9F">
      <w:pPr>
        <w:widowControl w:val="0"/>
      </w:pPr>
      <w:r>
        <w:t xml:space="preserve">A. </w:t>
      </w:r>
      <w:r w:rsidR="004F5E22">
        <w:t xml:space="preserve">The </w:t>
      </w:r>
      <w:r>
        <w:t>fact that rural crime is too often relegated to lower ranking indices</w:t>
      </w:r>
      <w:r w:rsidR="004F5E22">
        <w:t>.</w:t>
      </w:r>
    </w:p>
    <w:p w:rsidR="002B4A9F" w:rsidRDefault="002B4A9F" w:rsidP="002B4A9F">
      <w:pPr>
        <w:widowControl w:val="0"/>
      </w:pPr>
      <w:r>
        <w:t xml:space="preserve">B. </w:t>
      </w:r>
      <w:r w:rsidR="004F5E22">
        <w:t xml:space="preserve">The </w:t>
      </w:r>
      <w:r>
        <w:t>fact that only those crimes brought to the attention of the police are included in the database</w:t>
      </w:r>
      <w:r w:rsidR="004F5E22">
        <w:t>.</w:t>
      </w:r>
    </w:p>
    <w:p w:rsidR="002B4A9F" w:rsidRDefault="002B4A9F" w:rsidP="002B4A9F">
      <w:pPr>
        <w:widowControl w:val="0"/>
      </w:pPr>
      <w:r>
        <w:t xml:space="preserve">C. </w:t>
      </w:r>
      <w:r w:rsidR="004F5E22">
        <w:t xml:space="preserve">The </w:t>
      </w:r>
      <w:r>
        <w:t>fact that the continued use of multistage cluster sampling prevents serious analysis at the individual case level</w:t>
      </w:r>
      <w:r w:rsidR="004F5E22">
        <w:t>.</w:t>
      </w:r>
    </w:p>
    <w:p w:rsidR="00F12C01" w:rsidRDefault="002B4A9F" w:rsidP="002B4A9F">
      <w:pPr>
        <w:widowControl w:val="0"/>
      </w:pPr>
      <w:r>
        <w:t xml:space="preserve">D. </w:t>
      </w:r>
      <w:r w:rsidR="004F5E22">
        <w:t xml:space="preserve">The </w:t>
      </w:r>
      <w:r>
        <w:t xml:space="preserve">fact that the </w:t>
      </w:r>
      <w:proofErr w:type="gramStart"/>
      <w:r>
        <w:t>vast majority</w:t>
      </w:r>
      <w:proofErr w:type="gramEnd"/>
      <w:r>
        <w:t xml:space="preserve"> of data collected and included in the UCR is relegated for use by specially designated federal agents only</w:t>
      </w:r>
      <w:r w:rsidR="004F5E22">
        <w:t>.</w:t>
      </w:r>
    </w:p>
    <w:p w:rsidR="002B4A9F" w:rsidRDefault="002B4A9F" w:rsidP="002B4A9F">
      <w:pPr>
        <w:widowControl w:val="0"/>
      </w:pPr>
      <w:r>
        <w:t>Ans: B</w:t>
      </w:r>
    </w:p>
    <w:p w:rsidR="002B4A9F" w:rsidRDefault="002B4A9F" w:rsidP="002B4A9F">
      <w:pPr>
        <w:widowControl w:val="0"/>
        <w:tabs>
          <w:tab w:val="left" w:pos="1739"/>
        </w:tabs>
      </w:pPr>
      <w:r>
        <w:t>Cognitive Domain: Comprehension</w:t>
      </w:r>
    </w:p>
    <w:p w:rsidR="002B4A9F" w:rsidRDefault="00EE6622" w:rsidP="002B4A9F">
      <w:pPr>
        <w:widowControl w:val="0"/>
      </w:pPr>
      <w:r>
        <w:t>Answer Location: The Uniform Crime Reports</w:t>
      </w:r>
    </w:p>
    <w:p w:rsidR="002B4A9F" w:rsidRDefault="00ED6043" w:rsidP="002B4A9F">
      <w:r>
        <w:rPr>
          <w:shd w:val="clear" w:color="auto" w:fill="FFFFFF"/>
        </w:rPr>
        <w:t xml:space="preserve">Difficulty Level: </w:t>
      </w:r>
      <w:r w:rsidR="002B4A9F">
        <w:rPr>
          <w:shd w:val="clear" w:color="auto" w:fill="FFFFFF"/>
        </w:rPr>
        <w:t>Medium</w:t>
      </w:r>
    </w:p>
    <w:p w:rsidR="002B4A9F" w:rsidRDefault="002B4A9F" w:rsidP="002B4A9F">
      <w:pPr>
        <w:widowControl w:val="0"/>
      </w:pPr>
    </w:p>
    <w:p w:rsidR="002B4A9F" w:rsidRDefault="002B4A9F" w:rsidP="002B4A9F">
      <w:pPr>
        <w:widowControl w:val="0"/>
      </w:pPr>
      <w:r>
        <w:t xml:space="preserve">14. </w:t>
      </w:r>
      <w:proofErr w:type="gramStart"/>
      <w:r>
        <w:t>The National Crime Victimization Survey is conducted by which agency</w:t>
      </w:r>
      <w:proofErr w:type="gramEnd"/>
      <w:r>
        <w:t>?</w:t>
      </w:r>
    </w:p>
    <w:p w:rsidR="002B4A9F" w:rsidRDefault="002B4A9F" w:rsidP="002B4A9F">
      <w:pPr>
        <w:widowControl w:val="0"/>
      </w:pPr>
      <w:r>
        <w:t xml:space="preserve">A. </w:t>
      </w:r>
      <w:r w:rsidR="004F5E22">
        <w:t xml:space="preserve">The </w:t>
      </w:r>
      <w:r>
        <w:t>Federal Bureau of Investigation</w:t>
      </w:r>
    </w:p>
    <w:p w:rsidR="002B4A9F" w:rsidRDefault="002B4A9F" w:rsidP="002B4A9F">
      <w:pPr>
        <w:widowControl w:val="0"/>
      </w:pPr>
      <w:r>
        <w:t xml:space="preserve">B. </w:t>
      </w:r>
      <w:r w:rsidR="004F5E22">
        <w:t xml:space="preserve">The </w:t>
      </w:r>
      <w:r>
        <w:t>Central Intelligence Agency</w:t>
      </w:r>
    </w:p>
    <w:p w:rsidR="002B4A9F" w:rsidRDefault="002B4A9F" w:rsidP="002B4A9F">
      <w:pPr>
        <w:widowControl w:val="0"/>
      </w:pPr>
      <w:r>
        <w:t xml:space="preserve">C. </w:t>
      </w:r>
      <w:r w:rsidR="004F5E22">
        <w:t xml:space="preserve">The </w:t>
      </w:r>
      <w:r>
        <w:t>Bureau of the Census</w:t>
      </w:r>
    </w:p>
    <w:p w:rsidR="004F5E22" w:rsidRDefault="002B4A9F" w:rsidP="002B4A9F">
      <w:pPr>
        <w:widowControl w:val="0"/>
      </w:pPr>
      <w:r>
        <w:t xml:space="preserve">D. </w:t>
      </w:r>
      <w:r w:rsidR="004F5E22">
        <w:t xml:space="preserve">The </w:t>
      </w:r>
      <w:r>
        <w:t>Inter-University Consortium on Political and Social Research</w:t>
      </w:r>
    </w:p>
    <w:p w:rsidR="002B4A9F" w:rsidRDefault="002B4A9F" w:rsidP="002B4A9F">
      <w:pPr>
        <w:widowControl w:val="0"/>
      </w:pPr>
      <w:r>
        <w:t>Ans: C</w:t>
      </w:r>
    </w:p>
    <w:p w:rsidR="002B4A9F" w:rsidRDefault="002B4A9F" w:rsidP="002B4A9F">
      <w:pPr>
        <w:widowControl w:val="0"/>
        <w:tabs>
          <w:tab w:val="left" w:pos="1739"/>
        </w:tabs>
      </w:pPr>
      <w:r>
        <w:t>Cognitive Domain: Comprehension</w:t>
      </w:r>
    </w:p>
    <w:p w:rsidR="002B4A9F" w:rsidRDefault="00F12C01" w:rsidP="002B4A9F">
      <w:pPr>
        <w:widowControl w:val="0"/>
      </w:pPr>
      <w:r>
        <w:t>Answer Location: The National Crime Victimization Survey</w:t>
      </w:r>
    </w:p>
    <w:p w:rsidR="002B4A9F" w:rsidRDefault="00ED6043" w:rsidP="002B4A9F">
      <w:r>
        <w:rPr>
          <w:shd w:val="clear" w:color="auto" w:fill="FFFFFF"/>
        </w:rPr>
        <w:t xml:space="preserve">Difficulty Level: </w:t>
      </w:r>
      <w:r w:rsidR="002B4A9F">
        <w:rPr>
          <w:shd w:val="clear" w:color="auto" w:fill="FFFFFF"/>
        </w:rPr>
        <w:t>Medium</w:t>
      </w:r>
    </w:p>
    <w:p w:rsidR="002B4A9F" w:rsidRDefault="002B4A9F" w:rsidP="002B4A9F">
      <w:pPr>
        <w:widowControl w:val="0"/>
      </w:pPr>
    </w:p>
    <w:p w:rsidR="002B4A9F" w:rsidRDefault="002B4A9F" w:rsidP="002B4A9F">
      <w:pPr>
        <w:widowControl w:val="0"/>
      </w:pPr>
      <w:r>
        <w:t>15. GIGO, an acronym commonly used in both computer science and the discipline of statistics, is used to represent what phrase?</w:t>
      </w:r>
    </w:p>
    <w:p w:rsidR="002B4A9F" w:rsidRDefault="002B4A9F" w:rsidP="002B4A9F">
      <w:pPr>
        <w:widowControl w:val="0"/>
      </w:pPr>
      <w:r>
        <w:t xml:space="preserve">A. </w:t>
      </w:r>
      <w:r w:rsidR="007B58E1">
        <w:t xml:space="preserve">Gig </w:t>
      </w:r>
      <w:proofErr w:type="gramStart"/>
      <w:r>
        <w:t>In</w:t>
      </w:r>
      <w:proofErr w:type="gramEnd"/>
      <w:r>
        <w:t xml:space="preserve"> Gig Out</w:t>
      </w:r>
    </w:p>
    <w:p w:rsidR="002B4A9F" w:rsidRDefault="002B4A9F" w:rsidP="002B4A9F">
      <w:pPr>
        <w:widowControl w:val="0"/>
      </w:pPr>
      <w:r>
        <w:t xml:space="preserve">B. </w:t>
      </w:r>
      <w:r w:rsidR="007B58E1">
        <w:t xml:space="preserve">Going </w:t>
      </w:r>
      <w:proofErr w:type="gramStart"/>
      <w:r>
        <w:t>In</w:t>
      </w:r>
      <w:proofErr w:type="gramEnd"/>
      <w:r>
        <w:t xml:space="preserve"> Going Out</w:t>
      </w:r>
    </w:p>
    <w:p w:rsidR="002B4A9F" w:rsidRDefault="002B4A9F" w:rsidP="002B4A9F">
      <w:pPr>
        <w:widowControl w:val="0"/>
      </w:pPr>
      <w:r>
        <w:t xml:space="preserve">C. </w:t>
      </w:r>
      <w:r w:rsidR="007B58E1">
        <w:t xml:space="preserve">Gang </w:t>
      </w:r>
      <w:proofErr w:type="gramStart"/>
      <w:r>
        <w:t>In</w:t>
      </w:r>
      <w:proofErr w:type="gramEnd"/>
      <w:r>
        <w:t xml:space="preserve"> Gang Out</w:t>
      </w:r>
    </w:p>
    <w:p w:rsidR="007B58E1" w:rsidRDefault="002B4A9F" w:rsidP="002B4A9F">
      <w:pPr>
        <w:widowControl w:val="0"/>
      </w:pPr>
      <w:r>
        <w:t xml:space="preserve">D. </w:t>
      </w:r>
      <w:r w:rsidR="007B58E1">
        <w:t xml:space="preserve">Garbage </w:t>
      </w:r>
      <w:proofErr w:type="gramStart"/>
      <w:r>
        <w:t>In</w:t>
      </w:r>
      <w:proofErr w:type="gramEnd"/>
      <w:r>
        <w:t xml:space="preserve"> Garbage Out</w:t>
      </w:r>
    </w:p>
    <w:p w:rsidR="002B4A9F" w:rsidRDefault="002B4A9F" w:rsidP="002B4A9F">
      <w:pPr>
        <w:widowControl w:val="0"/>
      </w:pPr>
      <w:r>
        <w:t>Ans: D</w:t>
      </w:r>
    </w:p>
    <w:p w:rsidR="002B4A9F" w:rsidRDefault="002B4A9F" w:rsidP="002B4A9F">
      <w:pPr>
        <w:widowControl w:val="0"/>
        <w:tabs>
          <w:tab w:val="left" w:pos="1739"/>
        </w:tabs>
      </w:pPr>
      <w:r>
        <w:t>Cognitive Domain: Comprehension</w:t>
      </w:r>
    </w:p>
    <w:p w:rsidR="002B4A9F" w:rsidRDefault="002B4A9F" w:rsidP="002B4A9F">
      <w:pPr>
        <w:widowControl w:val="0"/>
      </w:pPr>
      <w:r>
        <w:lastRenderedPageBreak/>
        <w:t>Answer Location: Science: Basic Terms and Concepts</w:t>
      </w:r>
    </w:p>
    <w:p w:rsidR="002B4A9F" w:rsidRDefault="00ED6043" w:rsidP="002B4A9F">
      <w:r>
        <w:rPr>
          <w:shd w:val="clear" w:color="auto" w:fill="FFFFFF"/>
        </w:rPr>
        <w:t xml:space="preserve">Difficulty Level: </w:t>
      </w:r>
      <w:r w:rsidR="002B4A9F">
        <w:rPr>
          <w:shd w:val="clear" w:color="auto" w:fill="FFFFFF"/>
        </w:rPr>
        <w:t>Medium</w:t>
      </w:r>
    </w:p>
    <w:p w:rsidR="002B4A9F" w:rsidRDefault="002B4A9F" w:rsidP="002B4A9F">
      <w:pPr>
        <w:widowControl w:val="0"/>
      </w:pPr>
    </w:p>
    <w:p w:rsidR="002B4A9F" w:rsidRDefault="002B4A9F" w:rsidP="002B4A9F">
      <w:pPr>
        <w:widowControl w:val="0"/>
      </w:pPr>
      <w:r>
        <w:t>16. Research that does not set out to test a theory or explore a new area of research but proposes to simply report characteristics or aspects of a given phenomenon is referred to as what type of research?</w:t>
      </w:r>
    </w:p>
    <w:p w:rsidR="002B4A9F" w:rsidRDefault="002B4A9F" w:rsidP="002B4A9F">
      <w:pPr>
        <w:widowControl w:val="0"/>
      </w:pPr>
      <w:r>
        <w:t xml:space="preserve">A. </w:t>
      </w:r>
      <w:r w:rsidR="00F05BBC">
        <w:t>e</w:t>
      </w:r>
      <w:r>
        <w:t>valuation research</w:t>
      </w:r>
    </w:p>
    <w:p w:rsidR="002B4A9F" w:rsidRDefault="002B4A9F" w:rsidP="002B4A9F">
      <w:pPr>
        <w:widowControl w:val="0"/>
      </w:pPr>
      <w:r>
        <w:t xml:space="preserve">B. </w:t>
      </w:r>
      <w:r w:rsidR="00F05BBC">
        <w:t>d</w:t>
      </w:r>
      <w:r>
        <w:t>escriptive research</w:t>
      </w:r>
    </w:p>
    <w:p w:rsidR="002B4A9F" w:rsidRDefault="002B4A9F" w:rsidP="002B4A9F">
      <w:pPr>
        <w:widowControl w:val="0"/>
      </w:pPr>
      <w:r>
        <w:t xml:space="preserve">C. </w:t>
      </w:r>
      <w:r w:rsidR="00F05BBC">
        <w:t>e</w:t>
      </w:r>
      <w:r>
        <w:t>xpositional research</w:t>
      </w:r>
    </w:p>
    <w:p w:rsidR="00F7584B" w:rsidRDefault="002B4A9F" w:rsidP="002B4A9F">
      <w:pPr>
        <w:widowControl w:val="0"/>
      </w:pPr>
      <w:r>
        <w:t xml:space="preserve">D. </w:t>
      </w:r>
      <w:r w:rsidR="00F05BBC">
        <w:t>n</w:t>
      </w:r>
      <w:r>
        <w:t>eo-</w:t>
      </w:r>
      <w:r w:rsidR="00F7584B">
        <w:t>i</w:t>
      </w:r>
      <w:r>
        <w:t>nvestigative research</w:t>
      </w:r>
    </w:p>
    <w:p w:rsidR="002B4A9F" w:rsidRDefault="002B4A9F" w:rsidP="002B4A9F">
      <w:pPr>
        <w:widowControl w:val="0"/>
      </w:pPr>
      <w:r>
        <w:t>Ans: B</w:t>
      </w:r>
    </w:p>
    <w:p w:rsidR="002B4A9F" w:rsidRDefault="002B4A9F" w:rsidP="002B4A9F">
      <w:pPr>
        <w:widowControl w:val="0"/>
        <w:tabs>
          <w:tab w:val="left" w:pos="1739"/>
        </w:tabs>
      </w:pPr>
      <w:r>
        <w:t>Cognitive Domain: Comprehension</w:t>
      </w:r>
    </w:p>
    <w:p w:rsidR="002B4A9F" w:rsidRDefault="002B4A9F" w:rsidP="002B4A9F">
      <w:pPr>
        <w:widowControl w:val="0"/>
      </w:pPr>
      <w:r>
        <w:t>Answer Location: Types of Scientific Research in Criminal Justice and Criminology</w:t>
      </w:r>
    </w:p>
    <w:p w:rsidR="002B4A9F" w:rsidRDefault="00ED6043" w:rsidP="002B4A9F">
      <w:r>
        <w:rPr>
          <w:shd w:val="clear" w:color="auto" w:fill="FFFFFF"/>
        </w:rPr>
        <w:t xml:space="preserve">Difficulty Level: </w:t>
      </w:r>
      <w:r w:rsidR="002B4A9F">
        <w:rPr>
          <w:shd w:val="clear" w:color="auto" w:fill="FFFFFF"/>
        </w:rPr>
        <w:t>Medium</w:t>
      </w:r>
    </w:p>
    <w:p w:rsidR="002B4A9F" w:rsidRDefault="002B4A9F" w:rsidP="002B4A9F">
      <w:pPr>
        <w:widowControl w:val="0"/>
      </w:pPr>
    </w:p>
    <w:p w:rsidR="002B4A9F" w:rsidRDefault="002B4A9F" w:rsidP="002B4A9F">
      <w:pPr>
        <w:widowControl w:val="0"/>
      </w:pPr>
      <w:r>
        <w:t>17. A sampling technique in which all people, objects, or areas included within a population have an equal and known chance of being selected for inclusion into a sample is known as what type of sampling procedure?</w:t>
      </w:r>
    </w:p>
    <w:p w:rsidR="002B4A9F" w:rsidRDefault="002B4A9F" w:rsidP="002B4A9F">
      <w:pPr>
        <w:widowControl w:val="0"/>
      </w:pPr>
      <w:r>
        <w:t xml:space="preserve">A. </w:t>
      </w:r>
      <w:r w:rsidR="00F05BBC">
        <w:t>p</w:t>
      </w:r>
      <w:r>
        <w:t>urposive sampling</w:t>
      </w:r>
    </w:p>
    <w:p w:rsidR="002B4A9F" w:rsidRDefault="002B4A9F" w:rsidP="002B4A9F">
      <w:pPr>
        <w:widowControl w:val="0"/>
      </w:pPr>
      <w:r>
        <w:t xml:space="preserve">B. </w:t>
      </w:r>
      <w:r w:rsidR="00F05BBC">
        <w:t>s</w:t>
      </w:r>
      <w:r>
        <w:t>nowball sampling</w:t>
      </w:r>
    </w:p>
    <w:p w:rsidR="002B4A9F" w:rsidRDefault="002B4A9F" w:rsidP="002B4A9F">
      <w:pPr>
        <w:widowControl w:val="0"/>
      </w:pPr>
      <w:r>
        <w:t xml:space="preserve">C. </w:t>
      </w:r>
      <w:r w:rsidR="00F05BBC">
        <w:t>p</w:t>
      </w:r>
      <w:r>
        <w:t>robability sampling</w:t>
      </w:r>
    </w:p>
    <w:p w:rsidR="003F55B0" w:rsidRDefault="002B4A9F" w:rsidP="002B4A9F">
      <w:pPr>
        <w:widowControl w:val="0"/>
      </w:pPr>
      <w:r>
        <w:t xml:space="preserve">D. </w:t>
      </w:r>
      <w:r w:rsidR="00F05BBC">
        <w:t>m</w:t>
      </w:r>
      <w:r>
        <w:t>ultistage Cluster sampling</w:t>
      </w:r>
    </w:p>
    <w:p w:rsidR="002B4A9F" w:rsidRDefault="002B4A9F" w:rsidP="002B4A9F">
      <w:pPr>
        <w:widowControl w:val="0"/>
      </w:pPr>
      <w:r>
        <w:t>Ans: C</w:t>
      </w:r>
    </w:p>
    <w:p w:rsidR="002B4A9F" w:rsidRDefault="002B4A9F" w:rsidP="002B4A9F">
      <w:pPr>
        <w:widowControl w:val="0"/>
        <w:tabs>
          <w:tab w:val="left" w:pos="1739"/>
        </w:tabs>
      </w:pPr>
      <w:r>
        <w:t>Cognitive Domain: Comprehension</w:t>
      </w:r>
    </w:p>
    <w:p w:rsidR="002B4A9F" w:rsidRDefault="002B4A9F" w:rsidP="002B4A9F">
      <w:pPr>
        <w:widowControl w:val="0"/>
      </w:pPr>
      <w:r>
        <w:t>Answer Location: Types of Scientific Research in Criminal Justice and Criminology</w:t>
      </w:r>
    </w:p>
    <w:p w:rsidR="002B4A9F" w:rsidRDefault="00ED6043" w:rsidP="002B4A9F">
      <w:r>
        <w:rPr>
          <w:shd w:val="clear" w:color="auto" w:fill="FFFFFF"/>
        </w:rPr>
        <w:t xml:space="preserve">Difficulty Level: </w:t>
      </w:r>
      <w:r w:rsidR="002B4A9F">
        <w:rPr>
          <w:shd w:val="clear" w:color="auto" w:fill="FFFFFF"/>
        </w:rPr>
        <w:t>Medium</w:t>
      </w:r>
    </w:p>
    <w:p w:rsidR="002B4A9F" w:rsidRDefault="002B4A9F" w:rsidP="002B4A9F">
      <w:pPr>
        <w:widowControl w:val="0"/>
      </w:pPr>
    </w:p>
    <w:p w:rsidR="002B4A9F" w:rsidRDefault="002B4A9F" w:rsidP="002B4A9F">
      <w:pPr>
        <w:widowControl w:val="0"/>
      </w:pPr>
      <w:r>
        <w:t xml:space="preserve"> 18. Which of the following are commonly used statistical packages in the criminal justice sciences?</w:t>
      </w:r>
    </w:p>
    <w:p w:rsidR="002B4A9F" w:rsidRDefault="002B4A9F" w:rsidP="002B4A9F">
      <w:pPr>
        <w:widowControl w:val="0"/>
      </w:pPr>
      <w:r>
        <w:t>A. SPSS, STATA, SAS</w:t>
      </w:r>
    </w:p>
    <w:p w:rsidR="002B4A9F" w:rsidRDefault="002B4A9F" w:rsidP="002B4A9F">
      <w:pPr>
        <w:widowControl w:val="0"/>
      </w:pPr>
      <w:r>
        <w:t>B. Numbers, Microsoft Excel</w:t>
      </w:r>
    </w:p>
    <w:p w:rsidR="002B4A9F" w:rsidRDefault="002B4A9F" w:rsidP="002B4A9F">
      <w:pPr>
        <w:widowControl w:val="0"/>
      </w:pPr>
      <w:r>
        <w:t xml:space="preserve">C. Run, </w:t>
      </w:r>
      <w:proofErr w:type="spellStart"/>
      <w:r>
        <w:t>SigmaPlot</w:t>
      </w:r>
      <w:proofErr w:type="spellEnd"/>
      <w:r>
        <w:t>, Do, ESRI</w:t>
      </w:r>
    </w:p>
    <w:p w:rsidR="003F55B0" w:rsidRDefault="002B4A9F" w:rsidP="002B4A9F">
      <w:pPr>
        <w:widowControl w:val="0"/>
      </w:pPr>
      <w:r>
        <w:t xml:space="preserve">D. ADMB, </w:t>
      </w:r>
      <w:proofErr w:type="spellStart"/>
      <w:r>
        <w:t>CJEstat</w:t>
      </w:r>
      <w:proofErr w:type="spellEnd"/>
      <w:r>
        <w:t xml:space="preserve">, </w:t>
      </w:r>
      <w:proofErr w:type="spellStart"/>
      <w:r>
        <w:t>DataPlot</w:t>
      </w:r>
      <w:proofErr w:type="spellEnd"/>
    </w:p>
    <w:p w:rsidR="002B4A9F" w:rsidRDefault="002B4A9F" w:rsidP="002B4A9F">
      <w:pPr>
        <w:widowControl w:val="0"/>
      </w:pPr>
      <w:r>
        <w:t>Ans: A</w:t>
      </w:r>
    </w:p>
    <w:p w:rsidR="002B4A9F" w:rsidRDefault="002B4A9F" w:rsidP="002B4A9F">
      <w:pPr>
        <w:widowControl w:val="0"/>
        <w:tabs>
          <w:tab w:val="left" w:pos="1739"/>
        </w:tabs>
      </w:pPr>
      <w:r>
        <w:t>Cognitive Domain: Comprehension</w:t>
      </w:r>
    </w:p>
    <w:p w:rsidR="002B4A9F" w:rsidRDefault="002B4A9F" w:rsidP="002B4A9F">
      <w:pPr>
        <w:widowControl w:val="0"/>
      </w:pPr>
      <w:r>
        <w:t>Answer Location: Software Packages for Statistical Analysis</w:t>
      </w:r>
    </w:p>
    <w:p w:rsidR="002B4A9F" w:rsidRDefault="00ED6043" w:rsidP="002B4A9F">
      <w:r>
        <w:rPr>
          <w:shd w:val="clear" w:color="auto" w:fill="FFFFFF"/>
        </w:rPr>
        <w:t xml:space="preserve">Difficulty Level: </w:t>
      </w:r>
      <w:r w:rsidR="002B4A9F">
        <w:rPr>
          <w:shd w:val="clear" w:color="auto" w:fill="FFFFFF"/>
        </w:rPr>
        <w:t>Medium</w:t>
      </w:r>
    </w:p>
    <w:p w:rsidR="002B4A9F" w:rsidRDefault="002B4A9F" w:rsidP="002B4A9F">
      <w:pPr>
        <w:widowControl w:val="0"/>
      </w:pPr>
    </w:p>
    <w:p w:rsidR="002B4A9F" w:rsidRDefault="002B4A9F" w:rsidP="002B4A9F">
      <w:pPr>
        <w:widowControl w:val="0"/>
      </w:pPr>
      <w:r>
        <w:t>19. Data that are collected improperly or carelessly can be salvaged through which procedure?</w:t>
      </w:r>
    </w:p>
    <w:p w:rsidR="002B4A9F" w:rsidRDefault="002B4A9F" w:rsidP="002B4A9F">
      <w:pPr>
        <w:widowControl w:val="0"/>
      </w:pPr>
      <w:r>
        <w:t xml:space="preserve">A. </w:t>
      </w:r>
      <w:r w:rsidR="003F55B0">
        <w:t xml:space="preserve">Improperly </w:t>
      </w:r>
      <w:r>
        <w:t>collected data cannot be salvaged by high powered statistical operations.</w:t>
      </w:r>
    </w:p>
    <w:p w:rsidR="002B4A9F" w:rsidRDefault="002B4A9F" w:rsidP="002B4A9F">
      <w:pPr>
        <w:widowControl w:val="0"/>
      </w:pPr>
      <w:r>
        <w:t xml:space="preserve">B. </w:t>
      </w:r>
      <w:r w:rsidR="003F55B0">
        <w:t xml:space="preserve">The </w:t>
      </w:r>
      <w:r>
        <w:t>best method to salvage bad data is through data mining.</w:t>
      </w:r>
    </w:p>
    <w:p w:rsidR="002B4A9F" w:rsidRDefault="002B4A9F" w:rsidP="002B4A9F">
      <w:pPr>
        <w:widowControl w:val="0"/>
      </w:pPr>
      <w:r>
        <w:t xml:space="preserve">C. </w:t>
      </w:r>
      <w:r w:rsidR="003F55B0">
        <w:t xml:space="preserve">Negative </w:t>
      </w:r>
      <w:r>
        <w:t>binomial regression can render even the worst data useful.</w:t>
      </w:r>
    </w:p>
    <w:p w:rsidR="003F55B0" w:rsidRDefault="002B4A9F" w:rsidP="002B4A9F">
      <w:pPr>
        <w:widowControl w:val="0"/>
      </w:pPr>
      <w:r>
        <w:t xml:space="preserve">D. </w:t>
      </w:r>
      <w:r w:rsidR="003F55B0">
        <w:t xml:space="preserve">Data </w:t>
      </w:r>
      <w:r>
        <w:t>imputation can solve all problems associated with bad or “dirty” data.</w:t>
      </w:r>
    </w:p>
    <w:p w:rsidR="002B4A9F" w:rsidRDefault="002B4A9F" w:rsidP="002B4A9F">
      <w:pPr>
        <w:widowControl w:val="0"/>
      </w:pPr>
      <w:r>
        <w:t>Ans: A</w:t>
      </w:r>
    </w:p>
    <w:p w:rsidR="002B4A9F" w:rsidRDefault="002B4A9F" w:rsidP="002B4A9F">
      <w:pPr>
        <w:widowControl w:val="0"/>
        <w:tabs>
          <w:tab w:val="left" w:pos="1739"/>
        </w:tabs>
      </w:pPr>
      <w:r>
        <w:t>Cognitive Domain: Comprehension</w:t>
      </w:r>
    </w:p>
    <w:p w:rsidR="002B4A9F" w:rsidRDefault="002B4A9F" w:rsidP="002B4A9F">
      <w:pPr>
        <w:widowControl w:val="0"/>
      </w:pPr>
      <w:r>
        <w:lastRenderedPageBreak/>
        <w:t>Answer Location: Science: Basic Terms and Concepts</w:t>
      </w:r>
    </w:p>
    <w:p w:rsidR="002B4A9F" w:rsidRDefault="00ED6043" w:rsidP="002B4A9F">
      <w:r>
        <w:rPr>
          <w:shd w:val="clear" w:color="auto" w:fill="FFFFFF"/>
        </w:rPr>
        <w:t xml:space="preserve">Difficulty Level: </w:t>
      </w:r>
      <w:r w:rsidR="002B4A9F">
        <w:rPr>
          <w:shd w:val="clear" w:color="auto" w:fill="FFFFFF"/>
        </w:rPr>
        <w:t>Medium</w:t>
      </w:r>
    </w:p>
    <w:p w:rsidR="002B4A9F" w:rsidRDefault="002B4A9F" w:rsidP="002B4A9F">
      <w:pPr>
        <w:widowControl w:val="0"/>
      </w:pPr>
    </w:p>
    <w:p w:rsidR="002B4A9F" w:rsidRDefault="002B4A9F" w:rsidP="002B4A9F">
      <w:pPr>
        <w:widowControl w:val="0"/>
      </w:pPr>
      <w:r>
        <w:t xml:space="preserve">20. Measures of </w:t>
      </w:r>
      <w:r w:rsidR="00ED6043">
        <w:t xml:space="preserve">______ </w:t>
      </w:r>
      <w:r>
        <w:t>complement measures of central tendency by offering information about whether the data tend to cluster tightly around the center or whether they are very spread out.</w:t>
      </w:r>
    </w:p>
    <w:p w:rsidR="002B4A9F" w:rsidRDefault="002B4A9F" w:rsidP="002B4A9F">
      <w:pPr>
        <w:widowControl w:val="0"/>
      </w:pPr>
      <w:r>
        <w:t>A. statistics</w:t>
      </w:r>
    </w:p>
    <w:p w:rsidR="002B4A9F" w:rsidRDefault="002B4A9F" w:rsidP="002B4A9F">
      <w:pPr>
        <w:widowControl w:val="0"/>
      </w:pPr>
      <w:r>
        <w:t xml:space="preserve">B. regression </w:t>
      </w:r>
    </w:p>
    <w:p w:rsidR="002B4A9F" w:rsidRDefault="002B4A9F" w:rsidP="002B4A9F">
      <w:pPr>
        <w:widowControl w:val="0"/>
      </w:pPr>
      <w:r>
        <w:t>C. sampling</w:t>
      </w:r>
    </w:p>
    <w:p w:rsidR="00415631" w:rsidRDefault="002B4A9F" w:rsidP="002B4A9F">
      <w:pPr>
        <w:widowControl w:val="0"/>
      </w:pPr>
      <w:r>
        <w:t>D. dispersion</w:t>
      </w:r>
    </w:p>
    <w:p w:rsidR="002B4A9F" w:rsidRDefault="002B4A9F" w:rsidP="002B4A9F">
      <w:pPr>
        <w:widowControl w:val="0"/>
      </w:pPr>
      <w:r>
        <w:t>Ans: D</w:t>
      </w:r>
    </w:p>
    <w:p w:rsidR="002B4A9F" w:rsidRDefault="002B4A9F" w:rsidP="002B4A9F">
      <w:pPr>
        <w:widowControl w:val="0"/>
        <w:tabs>
          <w:tab w:val="left" w:pos="1739"/>
        </w:tabs>
      </w:pPr>
      <w:r>
        <w:t>Cognitive Domain: Comprehension; Application</w:t>
      </w:r>
    </w:p>
    <w:p w:rsidR="002B4A9F" w:rsidRDefault="002B4A9F" w:rsidP="002B4A9F">
      <w:pPr>
        <w:widowControl w:val="0"/>
      </w:pPr>
      <w:r>
        <w:t>Answer Location: Organization of the Book</w:t>
      </w:r>
    </w:p>
    <w:p w:rsidR="002B4A9F" w:rsidRDefault="00ED6043" w:rsidP="002B4A9F">
      <w:r>
        <w:rPr>
          <w:shd w:val="clear" w:color="auto" w:fill="FFFFFF"/>
        </w:rPr>
        <w:t xml:space="preserve">Difficulty Level: </w:t>
      </w:r>
      <w:r w:rsidR="002B4A9F">
        <w:rPr>
          <w:shd w:val="clear" w:color="auto" w:fill="FFFFFF"/>
        </w:rPr>
        <w:t>Medium</w:t>
      </w:r>
    </w:p>
    <w:p w:rsidR="002B4A9F" w:rsidRDefault="002B4A9F" w:rsidP="002B4A9F">
      <w:pPr>
        <w:widowControl w:val="0"/>
      </w:pPr>
    </w:p>
    <w:p w:rsidR="002B4A9F" w:rsidRDefault="002B4A9F" w:rsidP="002B4A9F">
      <w:pPr>
        <w:widowControl w:val="0"/>
      </w:pPr>
      <w:r>
        <w:t xml:space="preserve">21. </w:t>
      </w:r>
      <w:proofErr w:type="gramStart"/>
      <w:r>
        <w:t>With the exception of</w:t>
      </w:r>
      <w:proofErr w:type="gramEnd"/>
      <w:r>
        <w:t xml:space="preserve"> purely descriptive research, the ultimate goal in most statistical analyses is do what?</w:t>
      </w:r>
    </w:p>
    <w:p w:rsidR="002B4A9F" w:rsidRDefault="002B4A9F" w:rsidP="002B4A9F">
      <w:pPr>
        <w:widowControl w:val="0"/>
      </w:pPr>
      <w:r>
        <w:t xml:space="preserve">A. </w:t>
      </w:r>
      <w:r w:rsidR="0062364E">
        <w:t>t</w:t>
      </w:r>
      <w:r>
        <w:t>est a hypothesis</w:t>
      </w:r>
    </w:p>
    <w:p w:rsidR="002B4A9F" w:rsidRDefault="002B4A9F" w:rsidP="002B4A9F">
      <w:pPr>
        <w:widowControl w:val="0"/>
      </w:pPr>
      <w:r>
        <w:t xml:space="preserve">B. </w:t>
      </w:r>
      <w:r w:rsidR="0062364E">
        <w:t>g</w:t>
      </w:r>
      <w:r>
        <w:t>eneralize from a population to a sample</w:t>
      </w:r>
    </w:p>
    <w:p w:rsidR="002B4A9F" w:rsidRDefault="002B4A9F" w:rsidP="002B4A9F">
      <w:pPr>
        <w:widowControl w:val="0"/>
      </w:pPr>
      <w:r>
        <w:t xml:space="preserve">C. </w:t>
      </w:r>
      <w:r w:rsidR="0062364E">
        <w:t>g</w:t>
      </w:r>
      <w:r>
        <w:t>eneralize from a sample to a population</w:t>
      </w:r>
    </w:p>
    <w:p w:rsidR="00415631" w:rsidRDefault="002B4A9F" w:rsidP="002B4A9F">
      <w:pPr>
        <w:widowControl w:val="0"/>
      </w:pPr>
      <w:r>
        <w:t xml:space="preserve">D. </w:t>
      </w:r>
      <w:r w:rsidR="0062364E">
        <w:t>t</w:t>
      </w:r>
      <w:r>
        <w:t>est a theory</w:t>
      </w:r>
    </w:p>
    <w:p w:rsidR="002B4A9F" w:rsidRDefault="002B4A9F" w:rsidP="002B4A9F">
      <w:pPr>
        <w:widowControl w:val="0"/>
      </w:pPr>
      <w:r>
        <w:t>Ans: C</w:t>
      </w:r>
    </w:p>
    <w:p w:rsidR="002B4A9F" w:rsidRDefault="002B4A9F" w:rsidP="002B4A9F">
      <w:pPr>
        <w:widowControl w:val="0"/>
        <w:tabs>
          <w:tab w:val="left" w:pos="1739"/>
        </w:tabs>
      </w:pPr>
      <w:r>
        <w:t>Cognitive Domain: Comprehension</w:t>
      </w:r>
    </w:p>
    <w:p w:rsidR="002B4A9F" w:rsidRDefault="002B4A9F" w:rsidP="002B4A9F">
      <w:pPr>
        <w:widowControl w:val="0"/>
      </w:pPr>
      <w:r>
        <w:t>Answer Location: Types of Scientific Research in Criminal Justice and Criminology</w:t>
      </w:r>
    </w:p>
    <w:p w:rsidR="002B4A9F" w:rsidRDefault="00ED6043" w:rsidP="002B4A9F">
      <w:r>
        <w:rPr>
          <w:shd w:val="clear" w:color="auto" w:fill="FFFFFF"/>
        </w:rPr>
        <w:t xml:space="preserve">Difficulty Level: </w:t>
      </w:r>
      <w:r w:rsidR="002B4A9F">
        <w:rPr>
          <w:shd w:val="clear" w:color="auto" w:fill="FFFFFF"/>
        </w:rPr>
        <w:t>Medium</w:t>
      </w:r>
    </w:p>
    <w:p w:rsidR="002B4A9F" w:rsidRDefault="002B4A9F" w:rsidP="002B4A9F">
      <w:pPr>
        <w:widowControl w:val="0"/>
      </w:pPr>
    </w:p>
    <w:p w:rsidR="002B4A9F" w:rsidRDefault="002B4A9F" w:rsidP="002B4A9F">
      <w:pPr>
        <w:widowControl w:val="0"/>
      </w:pPr>
      <w:r>
        <w:t>22. Nonscientific information is that which is collected</w:t>
      </w:r>
      <w:r w:rsidR="00415631">
        <w:t xml:space="preserve"> ______.</w:t>
      </w:r>
    </w:p>
    <w:p w:rsidR="002B4A9F" w:rsidRDefault="002B4A9F" w:rsidP="002B4A9F">
      <w:pPr>
        <w:widowControl w:val="0"/>
      </w:pPr>
      <w:r>
        <w:t xml:space="preserve">A. </w:t>
      </w:r>
      <w:r w:rsidR="0062364E">
        <w:t>i</w:t>
      </w:r>
      <w:r>
        <w:t>nformally</w:t>
      </w:r>
    </w:p>
    <w:p w:rsidR="002B4A9F" w:rsidRDefault="002B4A9F" w:rsidP="002B4A9F">
      <w:pPr>
        <w:widowControl w:val="0"/>
      </w:pPr>
      <w:r>
        <w:t xml:space="preserve">B. </w:t>
      </w:r>
      <w:r w:rsidR="0062364E">
        <w:t>w</w:t>
      </w:r>
      <w:r>
        <w:t>ithout regard for correct methods</w:t>
      </w:r>
    </w:p>
    <w:p w:rsidR="002B4A9F" w:rsidRDefault="002B4A9F" w:rsidP="002B4A9F">
      <w:pPr>
        <w:widowControl w:val="0"/>
      </w:pPr>
      <w:r>
        <w:t xml:space="preserve">C. </w:t>
      </w:r>
      <w:r w:rsidR="0062364E">
        <w:t>a</w:t>
      </w:r>
      <w:r>
        <w:t>necdotally</w:t>
      </w:r>
    </w:p>
    <w:p w:rsidR="00415631" w:rsidRDefault="002B4A9F" w:rsidP="002B4A9F">
      <w:pPr>
        <w:widowControl w:val="0"/>
      </w:pPr>
      <w:r>
        <w:t xml:space="preserve">D. </w:t>
      </w:r>
      <w:r w:rsidR="0062364E">
        <w:t>a</w:t>
      </w:r>
      <w:r>
        <w:t>ll of the</w:t>
      </w:r>
      <w:r w:rsidR="00415631">
        <w:t>se</w:t>
      </w:r>
    </w:p>
    <w:p w:rsidR="002B4A9F" w:rsidRDefault="002B4A9F" w:rsidP="002B4A9F">
      <w:pPr>
        <w:widowControl w:val="0"/>
      </w:pPr>
      <w:r>
        <w:t>Ans: D</w:t>
      </w:r>
    </w:p>
    <w:p w:rsidR="002B4A9F" w:rsidRDefault="002B4A9F" w:rsidP="002B4A9F">
      <w:pPr>
        <w:widowControl w:val="0"/>
        <w:tabs>
          <w:tab w:val="left" w:pos="1739"/>
        </w:tabs>
      </w:pPr>
      <w:r>
        <w:t>Cognitive Domain: Comprehension</w:t>
      </w:r>
    </w:p>
    <w:p w:rsidR="002B4A9F" w:rsidRDefault="002B4A9F" w:rsidP="002B4A9F">
      <w:pPr>
        <w:widowControl w:val="0"/>
      </w:pPr>
      <w:r>
        <w:t>Answer Location: Science: Basic Terms and Concepts</w:t>
      </w:r>
    </w:p>
    <w:p w:rsidR="002B4A9F" w:rsidRDefault="00ED6043" w:rsidP="002B4A9F">
      <w:r>
        <w:rPr>
          <w:shd w:val="clear" w:color="auto" w:fill="FFFFFF"/>
        </w:rPr>
        <w:t xml:space="preserve">Difficulty Level: </w:t>
      </w:r>
      <w:r w:rsidR="002B4A9F">
        <w:rPr>
          <w:shd w:val="clear" w:color="auto" w:fill="FFFFFF"/>
        </w:rPr>
        <w:t>Medium</w:t>
      </w:r>
    </w:p>
    <w:p w:rsidR="002B4A9F" w:rsidRDefault="002B4A9F" w:rsidP="002B4A9F">
      <w:pPr>
        <w:widowControl w:val="0"/>
      </w:pPr>
    </w:p>
    <w:p w:rsidR="002B4A9F" w:rsidRDefault="002B4A9F" w:rsidP="002B4A9F">
      <w:pPr>
        <w:widowControl w:val="0"/>
      </w:pPr>
      <w:r>
        <w:t>23. What is the Bureau of Justice Statistics responsible for?</w:t>
      </w:r>
    </w:p>
    <w:p w:rsidR="002B4A9F" w:rsidRDefault="002B4A9F" w:rsidP="002B4A9F">
      <w:pPr>
        <w:widowControl w:val="0"/>
      </w:pPr>
      <w:r>
        <w:t xml:space="preserve">A. </w:t>
      </w:r>
      <w:r w:rsidR="0062364E">
        <w:t>e</w:t>
      </w:r>
      <w:r>
        <w:t>valuating other federal agencies’ use of statistics</w:t>
      </w:r>
    </w:p>
    <w:p w:rsidR="002B4A9F" w:rsidRDefault="002B4A9F" w:rsidP="002B4A9F">
      <w:pPr>
        <w:widowControl w:val="0"/>
      </w:pPr>
      <w:r>
        <w:t xml:space="preserve">B. </w:t>
      </w:r>
      <w:r w:rsidR="0062364E">
        <w:t>g</w:t>
      </w:r>
      <w:r>
        <w:t>athering, maintaining, and analyzing data on various criminal justice topics at the county, state, and national levels</w:t>
      </w:r>
    </w:p>
    <w:p w:rsidR="002B4A9F" w:rsidRDefault="002B4A9F" w:rsidP="002B4A9F">
      <w:pPr>
        <w:widowControl w:val="0"/>
      </w:pPr>
      <w:r>
        <w:t xml:space="preserve">C. </w:t>
      </w:r>
      <w:r w:rsidR="0062364E">
        <w:t>c</w:t>
      </w:r>
      <w:r>
        <w:t>alculating statistics for the government to determine public opinion on political matters</w:t>
      </w:r>
    </w:p>
    <w:p w:rsidR="00415631" w:rsidRDefault="002B4A9F" w:rsidP="002B4A9F">
      <w:pPr>
        <w:widowControl w:val="0"/>
      </w:pPr>
      <w:r>
        <w:t xml:space="preserve">D. </w:t>
      </w:r>
      <w:r w:rsidR="0062364E">
        <w:t>a</w:t>
      </w:r>
      <w:r>
        <w:t>ll of the</w:t>
      </w:r>
      <w:r w:rsidR="00415631">
        <w:t>se</w:t>
      </w:r>
    </w:p>
    <w:p w:rsidR="002B4A9F" w:rsidRDefault="002B4A9F" w:rsidP="002B4A9F">
      <w:pPr>
        <w:widowControl w:val="0"/>
      </w:pPr>
      <w:r>
        <w:t>Ans: B</w:t>
      </w:r>
    </w:p>
    <w:p w:rsidR="002B4A9F" w:rsidRDefault="002B4A9F" w:rsidP="002B4A9F">
      <w:pPr>
        <w:widowControl w:val="0"/>
        <w:tabs>
          <w:tab w:val="left" w:pos="1739"/>
        </w:tabs>
      </w:pPr>
      <w:r>
        <w:t>Cognitive Domain: Comprehension</w:t>
      </w:r>
    </w:p>
    <w:p w:rsidR="002B4A9F" w:rsidRDefault="002B4A9F" w:rsidP="002B4A9F">
      <w:pPr>
        <w:widowControl w:val="0"/>
      </w:pPr>
      <w:r>
        <w:t>Answer Location: What Do Criminal Justice and Criminology Researchers Study?</w:t>
      </w:r>
    </w:p>
    <w:p w:rsidR="002B4A9F" w:rsidRDefault="00ED6043" w:rsidP="002B4A9F">
      <w:r>
        <w:rPr>
          <w:shd w:val="clear" w:color="auto" w:fill="FFFFFF"/>
        </w:rPr>
        <w:lastRenderedPageBreak/>
        <w:t xml:space="preserve">Difficulty Level: </w:t>
      </w:r>
      <w:r w:rsidR="002B4A9F">
        <w:rPr>
          <w:shd w:val="clear" w:color="auto" w:fill="FFFFFF"/>
        </w:rPr>
        <w:t>Medium</w:t>
      </w:r>
    </w:p>
    <w:p w:rsidR="002B4A9F" w:rsidRDefault="002B4A9F" w:rsidP="002B4A9F">
      <w:pPr>
        <w:widowControl w:val="0"/>
      </w:pPr>
    </w:p>
    <w:p w:rsidR="002B4A9F" w:rsidRDefault="002B4A9F" w:rsidP="002B4A9F">
      <w:pPr>
        <w:widowControl w:val="0"/>
      </w:pPr>
      <w:r>
        <w:t>24. Everybody who conducts a study bears an obligation to</w:t>
      </w:r>
      <w:r w:rsidR="004413A3">
        <w:t xml:space="preserve"> ______.</w:t>
      </w:r>
    </w:p>
    <w:p w:rsidR="002B4A9F" w:rsidRDefault="002B4A9F" w:rsidP="002B4A9F">
      <w:pPr>
        <w:widowControl w:val="0"/>
      </w:pPr>
      <w:r>
        <w:t xml:space="preserve">A. </w:t>
      </w:r>
      <w:r w:rsidR="0062364E">
        <w:t>b</w:t>
      </w:r>
      <w:r>
        <w:t>e very clear and open about the methods they used</w:t>
      </w:r>
    </w:p>
    <w:p w:rsidR="002B4A9F" w:rsidRDefault="002B4A9F" w:rsidP="002B4A9F">
      <w:pPr>
        <w:widowControl w:val="0"/>
      </w:pPr>
      <w:r>
        <w:t xml:space="preserve">B. </w:t>
      </w:r>
      <w:r w:rsidR="0062364E">
        <w:t>p</w:t>
      </w:r>
      <w:r>
        <w:t>rovide brief outlines on the procedures used</w:t>
      </w:r>
    </w:p>
    <w:p w:rsidR="002B4A9F" w:rsidRDefault="002B4A9F" w:rsidP="002B4A9F">
      <w:pPr>
        <w:widowControl w:val="0"/>
      </w:pPr>
      <w:r>
        <w:t xml:space="preserve">C. </w:t>
      </w:r>
      <w:r w:rsidR="0062364E">
        <w:t>c</w:t>
      </w:r>
      <w:r>
        <w:t>onform to at least some of the proper scientific methods</w:t>
      </w:r>
    </w:p>
    <w:p w:rsidR="004413A3" w:rsidRDefault="002B4A9F" w:rsidP="002B4A9F">
      <w:pPr>
        <w:widowControl w:val="0"/>
      </w:pPr>
      <w:r>
        <w:t xml:space="preserve">D. </w:t>
      </w:r>
      <w:r w:rsidR="0062364E">
        <w:t>a</w:t>
      </w:r>
      <w:r>
        <w:t>ll of the</w:t>
      </w:r>
      <w:r w:rsidR="004413A3">
        <w:t>se</w:t>
      </w:r>
    </w:p>
    <w:p w:rsidR="002B4A9F" w:rsidRDefault="002B4A9F" w:rsidP="002B4A9F">
      <w:pPr>
        <w:widowControl w:val="0"/>
      </w:pPr>
      <w:r>
        <w:t>Ans: A</w:t>
      </w:r>
    </w:p>
    <w:p w:rsidR="002B4A9F" w:rsidRDefault="002B4A9F" w:rsidP="002B4A9F">
      <w:pPr>
        <w:widowControl w:val="0"/>
        <w:tabs>
          <w:tab w:val="left" w:pos="1739"/>
        </w:tabs>
      </w:pPr>
      <w:r>
        <w:t>Cognitive Domain: Comprehension</w:t>
      </w:r>
    </w:p>
    <w:p w:rsidR="002B4A9F" w:rsidRDefault="002B4A9F" w:rsidP="002B4A9F">
      <w:pPr>
        <w:widowControl w:val="0"/>
      </w:pPr>
      <w:r>
        <w:t>Answer Location: Science: Basic Terms and Concepts</w:t>
      </w:r>
    </w:p>
    <w:p w:rsidR="002B4A9F" w:rsidRDefault="00ED6043" w:rsidP="002B4A9F">
      <w:r>
        <w:rPr>
          <w:shd w:val="clear" w:color="auto" w:fill="FFFFFF"/>
        </w:rPr>
        <w:t xml:space="preserve">Difficulty Level: </w:t>
      </w:r>
      <w:r w:rsidR="002B4A9F">
        <w:rPr>
          <w:shd w:val="clear" w:color="auto" w:fill="FFFFFF"/>
        </w:rPr>
        <w:t>Medium</w:t>
      </w:r>
    </w:p>
    <w:p w:rsidR="002B4A9F" w:rsidRDefault="002B4A9F" w:rsidP="002B4A9F">
      <w:pPr>
        <w:widowControl w:val="0"/>
      </w:pPr>
    </w:p>
    <w:p w:rsidR="002B4A9F" w:rsidRDefault="002B4A9F" w:rsidP="002B4A9F">
      <w:pPr>
        <w:widowControl w:val="0"/>
      </w:pPr>
      <w:r>
        <w:t xml:space="preserve">25. Studies using </w:t>
      </w:r>
      <w:r w:rsidR="00ED6043">
        <w:t xml:space="preserve">______ </w:t>
      </w:r>
      <w:r>
        <w:t>statistical analyses do not contribute to theory and research or to policy.</w:t>
      </w:r>
    </w:p>
    <w:p w:rsidR="002B4A9F" w:rsidRDefault="002B4A9F" w:rsidP="002B4A9F">
      <w:pPr>
        <w:widowControl w:val="0"/>
      </w:pPr>
      <w:r>
        <w:t>A. scientific</w:t>
      </w:r>
    </w:p>
    <w:p w:rsidR="002B4A9F" w:rsidRDefault="002B4A9F" w:rsidP="002B4A9F">
      <w:pPr>
        <w:widowControl w:val="0"/>
      </w:pPr>
      <w:r>
        <w:t>B. rigorous</w:t>
      </w:r>
    </w:p>
    <w:p w:rsidR="002B4A9F" w:rsidRDefault="002B4A9F" w:rsidP="002B4A9F">
      <w:pPr>
        <w:widowControl w:val="0"/>
      </w:pPr>
      <w:r>
        <w:t xml:space="preserve">C. flawed </w:t>
      </w:r>
    </w:p>
    <w:p w:rsidR="002B4A9F" w:rsidRDefault="002B4A9F" w:rsidP="002B4A9F">
      <w:pPr>
        <w:widowControl w:val="0"/>
      </w:pPr>
      <w:r>
        <w:t>D. none of the</w:t>
      </w:r>
      <w:r w:rsidR="001D544A">
        <w:t>se</w:t>
      </w:r>
    </w:p>
    <w:p w:rsidR="002B4A9F" w:rsidRDefault="002B4A9F" w:rsidP="002B4A9F">
      <w:pPr>
        <w:widowControl w:val="0"/>
      </w:pPr>
      <w:r>
        <w:t>Ans: C</w:t>
      </w:r>
    </w:p>
    <w:p w:rsidR="002B4A9F" w:rsidRDefault="002B4A9F" w:rsidP="002B4A9F">
      <w:pPr>
        <w:widowControl w:val="0"/>
        <w:tabs>
          <w:tab w:val="left" w:pos="1739"/>
        </w:tabs>
      </w:pPr>
      <w:r>
        <w:t>Cognitive Domain: Comprehension</w:t>
      </w:r>
    </w:p>
    <w:p w:rsidR="002B4A9F" w:rsidRDefault="002B4A9F" w:rsidP="002B4A9F">
      <w:pPr>
        <w:widowControl w:val="0"/>
      </w:pPr>
      <w:r>
        <w:t>Answer Location: Science: Basic Terms and Concepts</w:t>
      </w:r>
    </w:p>
    <w:p w:rsidR="002B4A9F" w:rsidRDefault="00ED6043" w:rsidP="002B4A9F">
      <w:r>
        <w:rPr>
          <w:shd w:val="clear" w:color="auto" w:fill="FFFFFF"/>
        </w:rPr>
        <w:t xml:space="preserve">Difficulty Level: </w:t>
      </w:r>
      <w:r w:rsidR="002B4A9F">
        <w:rPr>
          <w:shd w:val="clear" w:color="auto" w:fill="FFFFFF"/>
        </w:rPr>
        <w:t>Medium</w:t>
      </w:r>
    </w:p>
    <w:p w:rsidR="002B4A9F" w:rsidRDefault="002B4A9F" w:rsidP="002B4A9F">
      <w:pPr>
        <w:widowControl w:val="0"/>
      </w:pPr>
    </w:p>
    <w:p w:rsidR="002B4A9F" w:rsidRDefault="002B4A9F" w:rsidP="002B4A9F">
      <w:pPr>
        <w:widowControl w:val="0"/>
      </w:pPr>
      <w:r>
        <w:t xml:space="preserve">26. </w:t>
      </w:r>
      <w:r w:rsidR="00ED6043">
        <w:t xml:space="preserve">______ </w:t>
      </w:r>
      <w:r>
        <w:t>are small pieces of theories.</w:t>
      </w:r>
    </w:p>
    <w:p w:rsidR="002B4A9F" w:rsidRDefault="002B4A9F" w:rsidP="002B4A9F">
      <w:pPr>
        <w:widowControl w:val="0"/>
      </w:pPr>
      <w:r>
        <w:t xml:space="preserve">A. </w:t>
      </w:r>
      <w:r w:rsidR="001D544A">
        <w:t>Studies</w:t>
      </w:r>
    </w:p>
    <w:p w:rsidR="002B4A9F" w:rsidRDefault="002B4A9F" w:rsidP="002B4A9F">
      <w:pPr>
        <w:widowControl w:val="0"/>
      </w:pPr>
      <w:r>
        <w:t xml:space="preserve">B. </w:t>
      </w:r>
      <w:r w:rsidR="001D544A">
        <w:t>Hypotheses</w:t>
      </w:r>
    </w:p>
    <w:p w:rsidR="002B4A9F" w:rsidRDefault="002B4A9F" w:rsidP="002B4A9F">
      <w:pPr>
        <w:widowControl w:val="0"/>
      </w:pPr>
      <w:r>
        <w:t xml:space="preserve">C. </w:t>
      </w:r>
      <w:r w:rsidR="001D544A">
        <w:t>Laws</w:t>
      </w:r>
    </w:p>
    <w:p w:rsidR="002B4A9F" w:rsidRDefault="002B4A9F" w:rsidP="002B4A9F">
      <w:pPr>
        <w:widowControl w:val="0"/>
      </w:pPr>
      <w:r>
        <w:t xml:space="preserve">D. </w:t>
      </w:r>
      <w:r w:rsidR="001D544A">
        <w:t xml:space="preserve">None </w:t>
      </w:r>
      <w:r>
        <w:t>of the</w:t>
      </w:r>
      <w:r w:rsidR="001D544A">
        <w:t>se</w:t>
      </w:r>
    </w:p>
    <w:p w:rsidR="002B4A9F" w:rsidRDefault="002B4A9F" w:rsidP="002B4A9F">
      <w:pPr>
        <w:widowControl w:val="0"/>
        <w:tabs>
          <w:tab w:val="left" w:pos="1739"/>
        </w:tabs>
      </w:pPr>
      <w:r>
        <w:t>Ans: B</w:t>
      </w:r>
    </w:p>
    <w:p w:rsidR="002B4A9F" w:rsidRDefault="002B4A9F" w:rsidP="002B4A9F">
      <w:pPr>
        <w:widowControl w:val="0"/>
        <w:tabs>
          <w:tab w:val="left" w:pos="1739"/>
        </w:tabs>
      </w:pPr>
      <w:r>
        <w:t>Cognitive Domain: Comprehension</w:t>
      </w:r>
    </w:p>
    <w:p w:rsidR="002B4A9F" w:rsidRDefault="002B4A9F" w:rsidP="002B4A9F">
      <w:pPr>
        <w:widowControl w:val="0"/>
      </w:pPr>
      <w:r>
        <w:t>Answer Location: Science: Basic Terms and Concepts</w:t>
      </w:r>
    </w:p>
    <w:p w:rsidR="002B4A9F" w:rsidRDefault="00ED6043" w:rsidP="002B4A9F">
      <w:r>
        <w:rPr>
          <w:shd w:val="clear" w:color="auto" w:fill="FFFFFF"/>
        </w:rPr>
        <w:t xml:space="preserve">Difficulty Level: </w:t>
      </w:r>
      <w:r w:rsidR="002B4A9F">
        <w:rPr>
          <w:shd w:val="clear" w:color="auto" w:fill="FFFFFF"/>
        </w:rPr>
        <w:t>Medium</w:t>
      </w:r>
    </w:p>
    <w:p w:rsidR="002B4A9F" w:rsidRDefault="002B4A9F" w:rsidP="002B4A9F">
      <w:pPr>
        <w:widowControl w:val="0"/>
        <w:rPr>
          <w:highlight w:val="yellow"/>
        </w:rPr>
      </w:pPr>
    </w:p>
    <w:p w:rsidR="002B4A9F" w:rsidRDefault="002B4A9F" w:rsidP="002B4A9F">
      <w:pPr>
        <w:widowControl w:val="0"/>
      </w:pPr>
      <w:r>
        <w:t xml:space="preserve">27. </w:t>
      </w:r>
      <w:r w:rsidR="00ED6043">
        <w:t xml:space="preserve">______ </w:t>
      </w:r>
      <w:r>
        <w:t>sampling hopes to ensure that a sample mirrors the population from which is was drawn.</w:t>
      </w:r>
    </w:p>
    <w:p w:rsidR="002B4A9F" w:rsidRDefault="002B4A9F" w:rsidP="002B4A9F">
      <w:pPr>
        <w:widowControl w:val="0"/>
      </w:pPr>
      <w:r>
        <w:t xml:space="preserve">A. </w:t>
      </w:r>
      <w:r w:rsidR="00811C6D">
        <w:t>Non</w:t>
      </w:r>
      <w:r>
        <w:t>probability</w:t>
      </w:r>
    </w:p>
    <w:p w:rsidR="002B4A9F" w:rsidRDefault="002B4A9F" w:rsidP="002B4A9F">
      <w:pPr>
        <w:widowControl w:val="0"/>
      </w:pPr>
      <w:r>
        <w:t xml:space="preserve">B. </w:t>
      </w:r>
      <w:r w:rsidR="00811C6D">
        <w:t>Probability</w:t>
      </w:r>
    </w:p>
    <w:p w:rsidR="002B4A9F" w:rsidRDefault="002B4A9F" w:rsidP="002B4A9F">
      <w:pPr>
        <w:widowControl w:val="0"/>
      </w:pPr>
      <w:r>
        <w:t xml:space="preserve">C. </w:t>
      </w:r>
      <w:r w:rsidR="00811C6D">
        <w:t>Snowball</w:t>
      </w:r>
    </w:p>
    <w:p w:rsidR="002B4A9F" w:rsidRDefault="002B4A9F" w:rsidP="002B4A9F">
      <w:pPr>
        <w:widowControl w:val="0"/>
      </w:pPr>
      <w:r>
        <w:t xml:space="preserve">D. </w:t>
      </w:r>
      <w:r w:rsidR="00811C6D">
        <w:t xml:space="preserve">None </w:t>
      </w:r>
      <w:r>
        <w:t>of the</w:t>
      </w:r>
      <w:r w:rsidR="00811C6D">
        <w:t>se</w:t>
      </w:r>
    </w:p>
    <w:p w:rsidR="002B4A9F" w:rsidRDefault="002B4A9F" w:rsidP="002B4A9F">
      <w:pPr>
        <w:widowControl w:val="0"/>
        <w:tabs>
          <w:tab w:val="left" w:pos="1739"/>
        </w:tabs>
      </w:pPr>
      <w:r>
        <w:t>Ans: B</w:t>
      </w:r>
    </w:p>
    <w:p w:rsidR="002B4A9F" w:rsidRDefault="002B4A9F" w:rsidP="002B4A9F">
      <w:pPr>
        <w:widowControl w:val="0"/>
        <w:tabs>
          <w:tab w:val="left" w:pos="1739"/>
        </w:tabs>
      </w:pPr>
      <w:r>
        <w:t>Cognitive Domain: Comprehension</w:t>
      </w:r>
    </w:p>
    <w:p w:rsidR="002B4A9F" w:rsidRDefault="002B4A9F" w:rsidP="002B4A9F">
      <w:pPr>
        <w:widowControl w:val="0"/>
      </w:pPr>
      <w:r>
        <w:t>Answer Location: Types of Scientific Research in Criminal Justice and Criminology</w:t>
      </w:r>
    </w:p>
    <w:p w:rsidR="002B4A9F" w:rsidRDefault="00ED6043" w:rsidP="002B4A9F">
      <w:r>
        <w:rPr>
          <w:shd w:val="clear" w:color="auto" w:fill="FFFFFF"/>
        </w:rPr>
        <w:t xml:space="preserve">Difficulty Level: </w:t>
      </w:r>
      <w:r w:rsidR="002B4A9F">
        <w:rPr>
          <w:shd w:val="clear" w:color="auto" w:fill="FFFFFF"/>
        </w:rPr>
        <w:t>Medium</w:t>
      </w:r>
    </w:p>
    <w:p w:rsidR="002B4A9F" w:rsidRDefault="002B4A9F" w:rsidP="002B4A9F">
      <w:pPr>
        <w:widowControl w:val="0"/>
      </w:pPr>
    </w:p>
    <w:p w:rsidR="002B4A9F" w:rsidRDefault="002B4A9F" w:rsidP="002B4A9F">
      <w:pPr>
        <w:widowControl w:val="0"/>
      </w:pPr>
      <w:r>
        <w:t xml:space="preserve">28. The </w:t>
      </w:r>
      <w:r w:rsidR="00ED6043">
        <w:t xml:space="preserve">______ </w:t>
      </w:r>
      <w:r>
        <w:t>software package is best for extremely large data sets.</w:t>
      </w:r>
    </w:p>
    <w:p w:rsidR="002B4A9F" w:rsidRDefault="002B4A9F" w:rsidP="002B4A9F">
      <w:pPr>
        <w:widowControl w:val="0"/>
      </w:pPr>
      <w:r>
        <w:t>A. SPSS</w:t>
      </w:r>
    </w:p>
    <w:p w:rsidR="002B4A9F" w:rsidRDefault="002B4A9F" w:rsidP="002B4A9F">
      <w:pPr>
        <w:widowControl w:val="0"/>
      </w:pPr>
      <w:r>
        <w:lastRenderedPageBreak/>
        <w:t>B. SAS</w:t>
      </w:r>
    </w:p>
    <w:p w:rsidR="002B4A9F" w:rsidRDefault="002B4A9F" w:rsidP="002B4A9F">
      <w:pPr>
        <w:widowControl w:val="0"/>
      </w:pPr>
      <w:r>
        <w:t>C. Stata</w:t>
      </w:r>
    </w:p>
    <w:p w:rsidR="002B4A9F" w:rsidRDefault="002B4A9F" w:rsidP="002B4A9F">
      <w:pPr>
        <w:widowControl w:val="0"/>
      </w:pPr>
      <w:r>
        <w:t>D. none of the</w:t>
      </w:r>
      <w:r w:rsidR="008248CF">
        <w:t>se</w:t>
      </w:r>
    </w:p>
    <w:p w:rsidR="002B4A9F" w:rsidRDefault="002B4A9F" w:rsidP="002B4A9F">
      <w:pPr>
        <w:widowControl w:val="0"/>
        <w:tabs>
          <w:tab w:val="left" w:pos="1739"/>
        </w:tabs>
      </w:pPr>
      <w:r>
        <w:t>Ans: B</w:t>
      </w:r>
    </w:p>
    <w:p w:rsidR="002B4A9F" w:rsidRDefault="002B4A9F" w:rsidP="002B4A9F">
      <w:pPr>
        <w:widowControl w:val="0"/>
        <w:tabs>
          <w:tab w:val="left" w:pos="1739"/>
        </w:tabs>
      </w:pPr>
      <w:r>
        <w:t>Cognitive Domain: Comprehension</w:t>
      </w:r>
    </w:p>
    <w:p w:rsidR="002B4A9F" w:rsidRDefault="002B4A9F" w:rsidP="002B4A9F">
      <w:pPr>
        <w:widowControl w:val="0"/>
      </w:pPr>
      <w:r>
        <w:t>Answer Location: Software Packages for Statistical Analysis</w:t>
      </w:r>
    </w:p>
    <w:p w:rsidR="002B4A9F" w:rsidRDefault="00ED6043" w:rsidP="002B4A9F">
      <w:r>
        <w:rPr>
          <w:shd w:val="clear" w:color="auto" w:fill="FFFFFF"/>
        </w:rPr>
        <w:t xml:space="preserve">Difficulty Level: </w:t>
      </w:r>
      <w:r w:rsidR="002B4A9F">
        <w:rPr>
          <w:shd w:val="clear" w:color="auto" w:fill="FFFFFF"/>
        </w:rPr>
        <w:t>Medium</w:t>
      </w:r>
    </w:p>
    <w:p w:rsidR="002B4A9F" w:rsidRDefault="002B4A9F" w:rsidP="002B4A9F">
      <w:pPr>
        <w:widowControl w:val="0"/>
        <w:rPr>
          <w:highlight w:val="yellow"/>
        </w:rPr>
      </w:pPr>
    </w:p>
    <w:p w:rsidR="002B4A9F" w:rsidRDefault="002B4A9F" w:rsidP="002B4A9F">
      <w:pPr>
        <w:widowControl w:val="0"/>
      </w:pPr>
      <w:r>
        <w:t xml:space="preserve">29. The </w:t>
      </w:r>
      <w:r w:rsidR="00ED6043">
        <w:t xml:space="preserve">______ </w:t>
      </w:r>
      <w:r>
        <w:t>software package is known for its simplicity and ease of use.</w:t>
      </w:r>
    </w:p>
    <w:p w:rsidR="002B4A9F" w:rsidRDefault="002B4A9F" w:rsidP="002B4A9F">
      <w:pPr>
        <w:widowControl w:val="0"/>
      </w:pPr>
      <w:r>
        <w:t>A. SPSS</w:t>
      </w:r>
    </w:p>
    <w:p w:rsidR="002B4A9F" w:rsidRDefault="002B4A9F" w:rsidP="002B4A9F">
      <w:pPr>
        <w:widowControl w:val="0"/>
      </w:pPr>
      <w:r>
        <w:t>B. SAS</w:t>
      </w:r>
    </w:p>
    <w:p w:rsidR="002B4A9F" w:rsidRDefault="002B4A9F" w:rsidP="002B4A9F">
      <w:pPr>
        <w:widowControl w:val="0"/>
      </w:pPr>
      <w:r>
        <w:t>C. Stata</w:t>
      </w:r>
    </w:p>
    <w:p w:rsidR="002B4A9F" w:rsidRDefault="002B4A9F" w:rsidP="002B4A9F">
      <w:pPr>
        <w:widowControl w:val="0"/>
      </w:pPr>
      <w:r>
        <w:t>D. none of the</w:t>
      </w:r>
      <w:r w:rsidR="00553F60">
        <w:t>se</w:t>
      </w:r>
    </w:p>
    <w:p w:rsidR="002B4A9F" w:rsidRDefault="002B4A9F" w:rsidP="002B4A9F">
      <w:pPr>
        <w:widowControl w:val="0"/>
        <w:tabs>
          <w:tab w:val="left" w:pos="1739"/>
        </w:tabs>
      </w:pPr>
      <w:r>
        <w:t>Ans: A</w:t>
      </w:r>
    </w:p>
    <w:p w:rsidR="002B4A9F" w:rsidRDefault="002B4A9F" w:rsidP="002B4A9F">
      <w:pPr>
        <w:widowControl w:val="0"/>
        <w:tabs>
          <w:tab w:val="left" w:pos="1739"/>
        </w:tabs>
      </w:pPr>
      <w:r>
        <w:t>Cognitive Domain: Comprehension</w:t>
      </w:r>
    </w:p>
    <w:p w:rsidR="002B4A9F" w:rsidRDefault="002B4A9F" w:rsidP="002B4A9F">
      <w:pPr>
        <w:widowControl w:val="0"/>
      </w:pPr>
      <w:r>
        <w:t>Answer Location: Software Packages for Statistical Analysis</w:t>
      </w:r>
    </w:p>
    <w:p w:rsidR="002B4A9F" w:rsidRDefault="00ED6043" w:rsidP="002B4A9F">
      <w:r>
        <w:rPr>
          <w:shd w:val="clear" w:color="auto" w:fill="FFFFFF"/>
        </w:rPr>
        <w:t xml:space="preserve">Difficulty Level: </w:t>
      </w:r>
      <w:r w:rsidR="002B4A9F">
        <w:rPr>
          <w:shd w:val="clear" w:color="auto" w:fill="FFFFFF"/>
        </w:rPr>
        <w:t>Medium</w:t>
      </w:r>
    </w:p>
    <w:p w:rsidR="002B4A9F" w:rsidRDefault="002B4A9F" w:rsidP="002B4A9F">
      <w:pPr>
        <w:widowControl w:val="0"/>
      </w:pPr>
    </w:p>
    <w:p w:rsidR="002B4A9F" w:rsidRDefault="002B4A9F" w:rsidP="002B4A9F">
      <w:pPr>
        <w:widowControl w:val="0"/>
      </w:pPr>
      <w:r>
        <w:t xml:space="preserve">30. The </w:t>
      </w:r>
      <w:r w:rsidR="00ED6043">
        <w:t xml:space="preserve">______ </w:t>
      </w:r>
      <w:r>
        <w:t>software package is excellent for regression modeling.</w:t>
      </w:r>
    </w:p>
    <w:p w:rsidR="002B4A9F" w:rsidRDefault="002B4A9F" w:rsidP="002B4A9F">
      <w:pPr>
        <w:widowControl w:val="0"/>
      </w:pPr>
      <w:r>
        <w:t>A. SPSS</w:t>
      </w:r>
    </w:p>
    <w:p w:rsidR="002B4A9F" w:rsidRDefault="002B4A9F" w:rsidP="002B4A9F">
      <w:pPr>
        <w:widowControl w:val="0"/>
      </w:pPr>
      <w:r>
        <w:t>B. SAS</w:t>
      </w:r>
    </w:p>
    <w:p w:rsidR="002B4A9F" w:rsidRDefault="002B4A9F" w:rsidP="002B4A9F">
      <w:pPr>
        <w:widowControl w:val="0"/>
      </w:pPr>
      <w:r>
        <w:t>C. Stata</w:t>
      </w:r>
    </w:p>
    <w:p w:rsidR="002B4A9F" w:rsidRDefault="002B4A9F" w:rsidP="002B4A9F">
      <w:pPr>
        <w:widowControl w:val="0"/>
      </w:pPr>
      <w:r>
        <w:t>D. none of the</w:t>
      </w:r>
      <w:r w:rsidR="00160485">
        <w:t>se</w:t>
      </w:r>
    </w:p>
    <w:p w:rsidR="002B4A9F" w:rsidRDefault="002B4A9F" w:rsidP="002B4A9F">
      <w:pPr>
        <w:widowControl w:val="0"/>
        <w:tabs>
          <w:tab w:val="left" w:pos="1739"/>
        </w:tabs>
      </w:pPr>
      <w:r>
        <w:t>Ans: C</w:t>
      </w:r>
    </w:p>
    <w:p w:rsidR="002B4A9F" w:rsidRDefault="002B4A9F" w:rsidP="002B4A9F">
      <w:pPr>
        <w:widowControl w:val="0"/>
        <w:tabs>
          <w:tab w:val="left" w:pos="1739"/>
        </w:tabs>
      </w:pPr>
      <w:r>
        <w:t>Cognitive Domain: Comprehension</w:t>
      </w:r>
    </w:p>
    <w:p w:rsidR="002B4A9F" w:rsidRDefault="002B4A9F" w:rsidP="002B4A9F">
      <w:pPr>
        <w:widowControl w:val="0"/>
      </w:pPr>
      <w:r>
        <w:t>Answer Location: Software Packages for Statistical Analysis</w:t>
      </w:r>
    </w:p>
    <w:p w:rsidR="002B4A9F" w:rsidRDefault="00ED6043" w:rsidP="002B4A9F">
      <w:r>
        <w:rPr>
          <w:shd w:val="clear" w:color="auto" w:fill="FFFFFF"/>
        </w:rPr>
        <w:t xml:space="preserve">Difficulty Level: </w:t>
      </w:r>
      <w:r w:rsidR="002B4A9F">
        <w:rPr>
          <w:shd w:val="clear" w:color="auto" w:fill="FFFFFF"/>
        </w:rPr>
        <w:t>Medium</w:t>
      </w:r>
    </w:p>
    <w:p w:rsidR="002B4A9F" w:rsidRDefault="002B4A9F" w:rsidP="002B4A9F">
      <w:pPr>
        <w:widowControl w:val="0"/>
      </w:pPr>
    </w:p>
    <w:p w:rsidR="002B4A9F" w:rsidRDefault="002B4A9F" w:rsidP="002B4A9F">
      <w:pPr>
        <w:widowControl w:val="0"/>
      </w:pPr>
      <w:r>
        <w:t xml:space="preserve">31. Measure of </w:t>
      </w:r>
      <w:r w:rsidR="00ED6043">
        <w:t xml:space="preserve">______ </w:t>
      </w:r>
      <w:r>
        <w:t>complement measures of central tendency</w:t>
      </w:r>
      <w:r w:rsidR="00F83FC3">
        <w:t>.</w:t>
      </w:r>
    </w:p>
    <w:p w:rsidR="002B4A9F" w:rsidRDefault="002B4A9F" w:rsidP="002B4A9F">
      <w:pPr>
        <w:widowControl w:val="0"/>
      </w:pPr>
      <w:r>
        <w:t>A. dispersion</w:t>
      </w:r>
    </w:p>
    <w:p w:rsidR="002B4A9F" w:rsidRDefault="002B4A9F" w:rsidP="002B4A9F">
      <w:pPr>
        <w:widowControl w:val="0"/>
      </w:pPr>
      <w:r>
        <w:t>B. redundancy</w:t>
      </w:r>
    </w:p>
    <w:p w:rsidR="002B4A9F" w:rsidRDefault="002B4A9F" w:rsidP="002B4A9F">
      <w:pPr>
        <w:widowControl w:val="0"/>
      </w:pPr>
      <w:r>
        <w:t>C. usefulness</w:t>
      </w:r>
    </w:p>
    <w:p w:rsidR="002B4A9F" w:rsidRDefault="002B4A9F" w:rsidP="002B4A9F">
      <w:pPr>
        <w:widowControl w:val="0"/>
      </w:pPr>
      <w:r>
        <w:t>D. none of the</w:t>
      </w:r>
      <w:r w:rsidR="00F83FC3">
        <w:t>se</w:t>
      </w:r>
    </w:p>
    <w:p w:rsidR="002B4A9F" w:rsidRDefault="002B4A9F" w:rsidP="002B4A9F">
      <w:pPr>
        <w:widowControl w:val="0"/>
        <w:tabs>
          <w:tab w:val="left" w:pos="1739"/>
        </w:tabs>
      </w:pPr>
      <w:r>
        <w:t>Ans: A</w:t>
      </w:r>
    </w:p>
    <w:p w:rsidR="002B4A9F" w:rsidRDefault="002B4A9F" w:rsidP="002B4A9F">
      <w:pPr>
        <w:widowControl w:val="0"/>
        <w:tabs>
          <w:tab w:val="left" w:pos="1739"/>
        </w:tabs>
      </w:pPr>
      <w:r>
        <w:t>Cognitive Domain: Comprehension</w:t>
      </w:r>
    </w:p>
    <w:p w:rsidR="002B4A9F" w:rsidRDefault="002B4A9F" w:rsidP="002B4A9F">
      <w:pPr>
        <w:widowControl w:val="0"/>
      </w:pPr>
      <w:r>
        <w:t>Answer Location: Organization of the Book</w:t>
      </w:r>
    </w:p>
    <w:p w:rsidR="002B4A9F" w:rsidRDefault="00ED6043" w:rsidP="002B4A9F">
      <w:r>
        <w:rPr>
          <w:shd w:val="clear" w:color="auto" w:fill="FFFFFF"/>
        </w:rPr>
        <w:t xml:space="preserve">Difficulty Level: </w:t>
      </w:r>
      <w:r w:rsidR="002B4A9F">
        <w:rPr>
          <w:shd w:val="clear" w:color="auto" w:fill="FFFFFF"/>
        </w:rPr>
        <w:t>Medium</w:t>
      </w:r>
    </w:p>
    <w:p w:rsidR="002B4A9F" w:rsidRDefault="002B4A9F" w:rsidP="002B4A9F">
      <w:pPr>
        <w:widowControl w:val="0"/>
      </w:pPr>
    </w:p>
    <w:p w:rsidR="002B4A9F" w:rsidRDefault="002B4A9F" w:rsidP="002B4A9F">
      <w:pPr>
        <w:widowControl w:val="0"/>
      </w:pPr>
      <w:r>
        <w:t xml:space="preserve">32. Statistics are </w:t>
      </w:r>
      <w:r w:rsidR="00ED6043">
        <w:t xml:space="preserve">______ </w:t>
      </w:r>
      <w:r>
        <w:t>in that many of the concepts you learn at the beginning form the building blocks for more complex techniques.</w:t>
      </w:r>
    </w:p>
    <w:p w:rsidR="002B4A9F" w:rsidRDefault="002B4A9F" w:rsidP="002B4A9F">
      <w:pPr>
        <w:widowControl w:val="0"/>
      </w:pPr>
      <w:r>
        <w:t>A. repetitive</w:t>
      </w:r>
    </w:p>
    <w:p w:rsidR="002B4A9F" w:rsidRDefault="002B4A9F" w:rsidP="002B4A9F">
      <w:pPr>
        <w:widowControl w:val="0"/>
      </w:pPr>
      <w:r>
        <w:t xml:space="preserve">B. </w:t>
      </w:r>
      <w:proofErr w:type="gramStart"/>
      <w:r>
        <w:t>abstract</w:t>
      </w:r>
      <w:proofErr w:type="gramEnd"/>
    </w:p>
    <w:p w:rsidR="002B4A9F" w:rsidRDefault="002B4A9F" w:rsidP="002B4A9F">
      <w:pPr>
        <w:widowControl w:val="0"/>
      </w:pPr>
      <w:r>
        <w:t>C. cumulative</w:t>
      </w:r>
    </w:p>
    <w:p w:rsidR="002B4A9F" w:rsidRDefault="002B4A9F" w:rsidP="002B4A9F">
      <w:pPr>
        <w:widowControl w:val="0"/>
      </w:pPr>
      <w:r>
        <w:t>D. none of the</w:t>
      </w:r>
      <w:r w:rsidR="006B20FB">
        <w:t>se</w:t>
      </w:r>
    </w:p>
    <w:p w:rsidR="002B4A9F" w:rsidRDefault="002B4A9F" w:rsidP="002B4A9F">
      <w:pPr>
        <w:widowControl w:val="0"/>
        <w:tabs>
          <w:tab w:val="left" w:pos="1739"/>
        </w:tabs>
      </w:pPr>
      <w:r>
        <w:t>Ans: C</w:t>
      </w:r>
    </w:p>
    <w:p w:rsidR="002B4A9F" w:rsidRDefault="002B4A9F" w:rsidP="002B4A9F">
      <w:pPr>
        <w:widowControl w:val="0"/>
        <w:tabs>
          <w:tab w:val="left" w:pos="1739"/>
        </w:tabs>
      </w:pPr>
      <w:r>
        <w:t>Cognitive Domain: Comprehension</w:t>
      </w:r>
    </w:p>
    <w:p w:rsidR="002B4A9F" w:rsidRDefault="002B4A9F" w:rsidP="002B4A9F">
      <w:pPr>
        <w:widowControl w:val="0"/>
      </w:pPr>
      <w:r>
        <w:lastRenderedPageBreak/>
        <w:t>Answer Location: Organization of the Book</w:t>
      </w:r>
    </w:p>
    <w:p w:rsidR="002B4A9F" w:rsidRDefault="00ED6043" w:rsidP="002B4A9F">
      <w:r>
        <w:rPr>
          <w:shd w:val="clear" w:color="auto" w:fill="FFFFFF"/>
        </w:rPr>
        <w:t xml:space="preserve">Difficulty Level: </w:t>
      </w:r>
      <w:r w:rsidR="002B4A9F">
        <w:rPr>
          <w:shd w:val="clear" w:color="auto" w:fill="FFFFFF"/>
        </w:rPr>
        <w:t>Medium</w:t>
      </w:r>
    </w:p>
    <w:p w:rsidR="002B4A9F" w:rsidRDefault="002B4A9F" w:rsidP="002B4A9F">
      <w:pPr>
        <w:widowControl w:val="0"/>
        <w:rPr>
          <w:highlight w:val="yellow"/>
        </w:rPr>
      </w:pPr>
    </w:p>
    <w:p w:rsidR="0062364E" w:rsidRDefault="002B4A9F" w:rsidP="002B4A9F">
      <w:pPr>
        <w:widowControl w:val="0"/>
      </w:pPr>
      <w:r>
        <w:t xml:space="preserve">33. </w:t>
      </w:r>
      <w:r w:rsidR="00ED6043">
        <w:t xml:space="preserve">______ </w:t>
      </w:r>
      <w:r>
        <w:t>is the key to learning statistics.</w:t>
      </w:r>
    </w:p>
    <w:p w:rsidR="002B4A9F" w:rsidRDefault="002B4A9F" w:rsidP="002B4A9F">
      <w:pPr>
        <w:widowControl w:val="0"/>
      </w:pPr>
      <w:r>
        <w:t xml:space="preserve">A. </w:t>
      </w:r>
      <w:r w:rsidR="00C7519E">
        <w:t>Replication</w:t>
      </w:r>
    </w:p>
    <w:p w:rsidR="002B4A9F" w:rsidRDefault="002B4A9F" w:rsidP="002B4A9F">
      <w:pPr>
        <w:widowControl w:val="0"/>
      </w:pPr>
      <w:r>
        <w:t xml:space="preserve">B. </w:t>
      </w:r>
      <w:r w:rsidR="00C7519E">
        <w:t xml:space="preserve">Adding </w:t>
      </w:r>
      <w:r>
        <w:t>and subtracting</w:t>
      </w:r>
    </w:p>
    <w:p w:rsidR="002B4A9F" w:rsidRDefault="002B4A9F" w:rsidP="002B4A9F">
      <w:pPr>
        <w:widowControl w:val="0"/>
      </w:pPr>
      <w:r>
        <w:t xml:space="preserve">C. </w:t>
      </w:r>
      <w:r w:rsidR="00C7519E">
        <w:t>Multiplying</w:t>
      </w:r>
    </w:p>
    <w:p w:rsidR="002B4A9F" w:rsidRDefault="002B4A9F" w:rsidP="002B4A9F">
      <w:pPr>
        <w:widowControl w:val="0"/>
      </w:pPr>
      <w:r>
        <w:t xml:space="preserve">D. </w:t>
      </w:r>
      <w:r w:rsidR="00C7519E">
        <w:t xml:space="preserve">None </w:t>
      </w:r>
      <w:r>
        <w:t>of the</w:t>
      </w:r>
      <w:r w:rsidR="00C7519E">
        <w:t>se</w:t>
      </w:r>
    </w:p>
    <w:p w:rsidR="002B4A9F" w:rsidRDefault="002B4A9F" w:rsidP="002B4A9F">
      <w:pPr>
        <w:widowControl w:val="0"/>
        <w:tabs>
          <w:tab w:val="left" w:pos="1739"/>
        </w:tabs>
      </w:pPr>
      <w:r>
        <w:t>Ans: A</w:t>
      </w:r>
    </w:p>
    <w:p w:rsidR="002B4A9F" w:rsidRDefault="002B4A9F" w:rsidP="002B4A9F">
      <w:pPr>
        <w:widowControl w:val="0"/>
        <w:tabs>
          <w:tab w:val="left" w:pos="1739"/>
        </w:tabs>
      </w:pPr>
      <w:r>
        <w:t>Cognitive Domain: Comprehension</w:t>
      </w:r>
    </w:p>
    <w:p w:rsidR="002B4A9F" w:rsidRDefault="002B4A9F" w:rsidP="002B4A9F">
      <w:pPr>
        <w:widowControl w:val="0"/>
      </w:pPr>
      <w:r>
        <w:t>Answer Location: Organization of the Book</w:t>
      </w:r>
    </w:p>
    <w:p w:rsidR="002B4A9F" w:rsidRDefault="00ED6043" w:rsidP="002B4A9F">
      <w:r>
        <w:rPr>
          <w:shd w:val="clear" w:color="auto" w:fill="FFFFFF"/>
        </w:rPr>
        <w:t xml:space="preserve">Difficulty Level: </w:t>
      </w:r>
      <w:r w:rsidR="002B4A9F">
        <w:rPr>
          <w:shd w:val="clear" w:color="auto" w:fill="FFFFFF"/>
        </w:rPr>
        <w:t>Medium</w:t>
      </w:r>
    </w:p>
    <w:p w:rsidR="002B4A9F" w:rsidRDefault="002B4A9F" w:rsidP="002B4A9F">
      <w:pPr>
        <w:widowControl w:val="0"/>
        <w:rPr>
          <w:highlight w:val="yellow"/>
        </w:rPr>
      </w:pPr>
    </w:p>
    <w:p w:rsidR="002B4A9F" w:rsidRDefault="002B4A9F" w:rsidP="002B4A9F">
      <w:pPr>
        <w:widowControl w:val="0"/>
        <w:rPr>
          <w:highlight w:val="yellow"/>
        </w:rPr>
      </w:pPr>
      <w:r>
        <w:t xml:space="preserve">34. </w:t>
      </w:r>
      <w:r w:rsidR="00ED6043">
        <w:t xml:space="preserve">______ </w:t>
      </w:r>
      <w:r>
        <w:t>are smaller than populations.</w:t>
      </w:r>
    </w:p>
    <w:p w:rsidR="002B4A9F" w:rsidRDefault="002B4A9F" w:rsidP="002B4A9F">
      <w:pPr>
        <w:widowControl w:val="0"/>
      </w:pPr>
      <w:r>
        <w:t>A. Studies</w:t>
      </w:r>
    </w:p>
    <w:p w:rsidR="002B4A9F" w:rsidRDefault="002B4A9F" w:rsidP="002B4A9F">
      <w:pPr>
        <w:widowControl w:val="0"/>
      </w:pPr>
      <w:r>
        <w:t>B. Samples</w:t>
      </w:r>
    </w:p>
    <w:p w:rsidR="002B4A9F" w:rsidRDefault="002B4A9F" w:rsidP="002B4A9F">
      <w:pPr>
        <w:widowControl w:val="0"/>
      </w:pPr>
      <w:r>
        <w:t>C. Parameters</w:t>
      </w:r>
    </w:p>
    <w:p w:rsidR="002B4A9F" w:rsidRDefault="002B4A9F" w:rsidP="002B4A9F">
      <w:pPr>
        <w:widowControl w:val="0"/>
      </w:pPr>
      <w:r>
        <w:t>D. none of the</w:t>
      </w:r>
      <w:r w:rsidR="00295433">
        <w:t>se</w:t>
      </w:r>
    </w:p>
    <w:p w:rsidR="002B4A9F" w:rsidRDefault="002B4A9F" w:rsidP="002B4A9F">
      <w:pPr>
        <w:widowControl w:val="0"/>
        <w:tabs>
          <w:tab w:val="left" w:pos="1739"/>
        </w:tabs>
      </w:pPr>
      <w:r>
        <w:t>Ans: B</w:t>
      </w:r>
    </w:p>
    <w:p w:rsidR="002B4A9F" w:rsidRDefault="002B4A9F" w:rsidP="002B4A9F">
      <w:pPr>
        <w:widowControl w:val="0"/>
        <w:tabs>
          <w:tab w:val="left" w:pos="1739"/>
        </w:tabs>
      </w:pPr>
      <w:r>
        <w:t>Cognitive Domain: Comprehension</w:t>
      </w:r>
    </w:p>
    <w:p w:rsidR="002B4A9F" w:rsidRDefault="002B4A9F" w:rsidP="002B4A9F">
      <w:pPr>
        <w:widowControl w:val="0"/>
      </w:pPr>
      <w:r>
        <w:t>Answer Location: Types of Scientific Research in Criminal Justice and Criminology</w:t>
      </w:r>
    </w:p>
    <w:p w:rsidR="002B4A9F" w:rsidRDefault="00ED6043" w:rsidP="002B4A9F">
      <w:r>
        <w:rPr>
          <w:shd w:val="clear" w:color="auto" w:fill="FFFFFF"/>
        </w:rPr>
        <w:t xml:space="preserve">Difficulty Level: </w:t>
      </w:r>
      <w:r w:rsidR="002B4A9F">
        <w:rPr>
          <w:shd w:val="clear" w:color="auto" w:fill="FFFFFF"/>
        </w:rPr>
        <w:t>Medium</w:t>
      </w:r>
    </w:p>
    <w:p w:rsidR="002B4A9F" w:rsidRDefault="002B4A9F" w:rsidP="002B4A9F">
      <w:pPr>
        <w:widowControl w:val="0"/>
        <w:rPr>
          <w:highlight w:val="yellow"/>
        </w:rPr>
      </w:pPr>
    </w:p>
    <w:p w:rsidR="002B4A9F" w:rsidRDefault="002B4A9F" w:rsidP="002B4A9F">
      <w:pPr>
        <w:widowControl w:val="0"/>
      </w:pPr>
      <w:r>
        <w:t xml:space="preserve">35. Data sets from </w:t>
      </w:r>
      <w:r w:rsidR="00ED6043">
        <w:t xml:space="preserve">______ </w:t>
      </w:r>
      <w:r>
        <w:t xml:space="preserve">software package </w:t>
      </w:r>
      <w:proofErr w:type="gramStart"/>
      <w:r>
        <w:t>are</w:t>
      </w:r>
      <w:proofErr w:type="gramEnd"/>
      <w:r>
        <w:t xml:space="preserve"> available for download to accompany your course textbook.</w:t>
      </w:r>
    </w:p>
    <w:p w:rsidR="002B4A9F" w:rsidRDefault="002B4A9F" w:rsidP="002B4A9F">
      <w:pPr>
        <w:widowControl w:val="0"/>
      </w:pPr>
      <w:r>
        <w:t>A. SPSS</w:t>
      </w:r>
    </w:p>
    <w:p w:rsidR="002B4A9F" w:rsidRDefault="002B4A9F" w:rsidP="002B4A9F">
      <w:pPr>
        <w:widowControl w:val="0"/>
      </w:pPr>
      <w:r>
        <w:t>B. SAS</w:t>
      </w:r>
    </w:p>
    <w:p w:rsidR="002B4A9F" w:rsidRDefault="002B4A9F" w:rsidP="002B4A9F">
      <w:pPr>
        <w:widowControl w:val="0"/>
      </w:pPr>
      <w:r>
        <w:t>C. Stata</w:t>
      </w:r>
    </w:p>
    <w:p w:rsidR="002B4A9F" w:rsidRDefault="002B4A9F" w:rsidP="002B4A9F">
      <w:pPr>
        <w:widowControl w:val="0"/>
      </w:pPr>
      <w:r>
        <w:t>D. none of the</w:t>
      </w:r>
      <w:r w:rsidR="0098007F">
        <w:t>se</w:t>
      </w:r>
    </w:p>
    <w:p w:rsidR="002B4A9F" w:rsidRDefault="002B4A9F" w:rsidP="002B4A9F">
      <w:pPr>
        <w:widowControl w:val="0"/>
        <w:tabs>
          <w:tab w:val="left" w:pos="1739"/>
        </w:tabs>
      </w:pPr>
      <w:r>
        <w:t>Ans: A</w:t>
      </w:r>
    </w:p>
    <w:p w:rsidR="002B4A9F" w:rsidRDefault="002B4A9F" w:rsidP="002B4A9F">
      <w:pPr>
        <w:widowControl w:val="0"/>
        <w:tabs>
          <w:tab w:val="left" w:pos="1739"/>
        </w:tabs>
      </w:pPr>
      <w:r>
        <w:t>Cognitive Domain: Comprehension</w:t>
      </w:r>
    </w:p>
    <w:p w:rsidR="002B4A9F" w:rsidRDefault="002B4A9F" w:rsidP="002B4A9F">
      <w:pPr>
        <w:widowControl w:val="0"/>
      </w:pPr>
      <w:r w:rsidRPr="0063216A">
        <w:t xml:space="preserve">Answer Location: Software Packages for </w:t>
      </w:r>
      <w:r w:rsidR="0063216A">
        <w:t>Statistical Analysis</w:t>
      </w:r>
      <w:bookmarkStart w:id="0" w:name="_GoBack"/>
      <w:bookmarkEnd w:id="0"/>
    </w:p>
    <w:p w:rsidR="002B4A9F" w:rsidRDefault="00ED6043" w:rsidP="002B4A9F">
      <w:r>
        <w:rPr>
          <w:shd w:val="clear" w:color="auto" w:fill="FFFFFF"/>
        </w:rPr>
        <w:t xml:space="preserve">Difficulty Level: </w:t>
      </w:r>
      <w:r w:rsidR="002B4A9F">
        <w:rPr>
          <w:shd w:val="clear" w:color="auto" w:fill="FFFFFF"/>
        </w:rPr>
        <w:t>Medium</w:t>
      </w:r>
    </w:p>
    <w:p w:rsidR="002B4A9F" w:rsidRDefault="002B4A9F" w:rsidP="002B4A9F">
      <w:pPr>
        <w:widowControl w:val="0"/>
      </w:pPr>
    </w:p>
    <w:p w:rsidR="002B4A9F" w:rsidRDefault="002B4A9F" w:rsidP="005909D4">
      <w:pPr>
        <w:pStyle w:val="Heading1"/>
      </w:pPr>
      <w:r>
        <w:t>True/False</w:t>
      </w:r>
    </w:p>
    <w:p w:rsidR="002B4A9F" w:rsidRDefault="002B4A9F" w:rsidP="002B4A9F">
      <w:pPr>
        <w:widowControl w:val="0"/>
      </w:pPr>
    </w:p>
    <w:p w:rsidR="002B4A9F" w:rsidRDefault="002B4A9F" w:rsidP="002B4A9F">
      <w:pPr>
        <w:widowControl w:val="0"/>
      </w:pPr>
      <w:r>
        <w:t>1. Before a theory can be considered valid, it is first necessary that the hypothesis upon which it is built holds true.</w:t>
      </w:r>
    </w:p>
    <w:p w:rsidR="002B4A9F" w:rsidRDefault="002B4A9F" w:rsidP="002B4A9F">
      <w:pPr>
        <w:widowControl w:val="0"/>
      </w:pPr>
      <w:r>
        <w:t>Ans: T</w:t>
      </w:r>
    </w:p>
    <w:p w:rsidR="002B4A9F" w:rsidRDefault="002B4A9F" w:rsidP="002B4A9F">
      <w:pPr>
        <w:widowControl w:val="0"/>
        <w:tabs>
          <w:tab w:val="left" w:pos="1739"/>
        </w:tabs>
      </w:pPr>
      <w:r>
        <w:t>Cognitive Domain: Comprehension</w:t>
      </w:r>
    </w:p>
    <w:p w:rsidR="002B4A9F" w:rsidRDefault="002B4A9F" w:rsidP="002B4A9F">
      <w:pPr>
        <w:widowControl w:val="0"/>
      </w:pPr>
      <w:r>
        <w:t>Answer Location: Types of Scientific Research in Criminal Justice and Criminology</w:t>
      </w:r>
    </w:p>
    <w:p w:rsidR="002B4A9F" w:rsidRDefault="00ED6043" w:rsidP="002B4A9F">
      <w:r>
        <w:rPr>
          <w:shd w:val="clear" w:color="auto" w:fill="FFFFFF"/>
        </w:rPr>
        <w:t xml:space="preserve">Difficulty Level: </w:t>
      </w:r>
      <w:r w:rsidR="002B4A9F">
        <w:rPr>
          <w:shd w:val="clear" w:color="auto" w:fill="FFFFFF"/>
        </w:rPr>
        <w:t>Medium</w:t>
      </w:r>
    </w:p>
    <w:p w:rsidR="002B4A9F" w:rsidRDefault="002B4A9F" w:rsidP="002B4A9F">
      <w:pPr>
        <w:widowControl w:val="0"/>
      </w:pPr>
    </w:p>
    <w:p w:rsidR="002B4A9F" w:rsidRDefault="002B4A9F" w:rsidP="002B4A9F">
      <w:pPr>
        <w:widowControl w:val="0"/>
      </w:pPr>
      <w:r>
        <w:t>2. A key aspect of scientific research is replication, conducted for purposes of determining whether the original study’s results are reproduced when different samples are used.</w:t>
      </w:r>
    </w:p>
    <w:p w:rsidR="002B4A9F" w:rsidRDefault="002B4A9F" w:rsidP="002B4A9F">
      <w:pPr>
        <w:widowControl w:val="0"/>
        <w:tabs>
          <w:tab w:val="left" w:pos="1739"/>
        </w:tabs>
      </w:pPr>
      <w:r>
        <w:lastRenderedPageBreak/>
        <w:t>Ans: T</w:t>
      </w:r>
    </w:p>
    <w:p w:rsidR="002B4A9F" w:rsidRDefault="002B4A9F" w:rsidP="002B4A9F">
      <w:pPr>
        <w:widowControl w:val="0"/>
        <w:tabs>
          <w:tab w:val="left" w:pos="1739"/>
        </w:tabs>
      </w:pPr>
      <w:r>
        <w:t>Cognitive Domain: Comprehension</w:t>
      </w:r>
    </w:p>
    <w:p w:rsidR="002B4A9F" w:rsidRDefault="002B4A9F" w:rsidP="002B4A9F">
      <w:pPr>
        <w:widowControl w:val="0"/>
      </w:pPr>
      <w:r>
        <w:t>Answer Location: Science: Basic Terms and Concepts</w:t>
      </w:r>
    </w:p>
    <w:p w:rsidR="002B4A9F" w:rsidRDefault="00ED6043" w:rsidP="002B4A9F">
      <w:r>
        <w:rPr>
          <w:shd w:val="clear" w:color="auto" w:fill="FFFFFF"/>
        </w:rPr>
        <w:t xml:space="preserve">Difficulty Level: </w:t>
      </w:r>
      <w:r w:rsidR="002B4A9F">
        <w:rPr>
          <w:shd w:val="clear" w:color="auto" w:fill="FFFFFF"/>
        </w:rPr>
        <w:t>Medium</w:t>
      </w:r>
    </w:p>
    <w:p w:rsidR="002B4A9F" w:rsidRDefault="002B4A9F" w:rsidP="002B4A9F">
      <w:pPr>
        <w:widowControl w:val="0"/>
      </w:pPr>
    </w:p>
    <w:p w:rsidR="002B4A9F" w:rsidRDefault="002B4A9F" w:rsidP="002B4A9F">
      <w:pPr>
        <w:widowControl w:val="0"/>
      </w:pPr>
      <w:r>
        <w:t xml:space="preserve">3. According to the scientific method, it is vital to the integrity of a discipline that a researcher maintains strict secrecy with respect to the methods, samples, and techniques used in the analysis of data within any </w:t>
      </w:r>
      <w:proofErr w:type="gramStart"/>
      <w:r>
        <w:t>particular study</w:t>
      </w:r>
      <w:proofErr w:type="gramEnd"/>
      <w:r>
        <w:t>.</w:t>
      </w:r>
    </w:p>
    <w:p w:rsidR="002B4A9F" w:rsidRDefault="002B4A9F" w:rsidP="002B4A9F">
      <w:pPr>
        <w:widowControl w:val="0"/>
      </w:pPr>
      <w:r>
        <w:t>Ans: F</w:t>
      </w:r>
    </w:p>
    <w:p w:rsidR="002B4A9F" w:rsidRDefault="002B4A9F" w:rsidP="002B4A9F">
      <w:pPr>
        <w:widowControl w:val="0"/>
        <w:tabs>
          <w:tab w:val="left" w:pos="1739"/>
        </w:tabs>
      </w:pPr>
      <w:r>
        <w:t>Cognitive Domain: Comprehension</w:t>
      </w:r>
    </w:p>
    <w:p w:rsidR="002B4A9F" w:rsidRDefault="002B4A9F" w:rsidP="002B4A9F">
      <w:pPr>
        <w:widowControl w:val="0"/>
      </w:pPr>
      <w:r>
        <w:t>Answer Location: Science: Basic Terms and Concepts</w:t>
      </w:r>
    </w:p>
    <w:p w:rsidR="002B4A9F" w:rsidRDefault="00ED6043" w:rsidP="002B4A9F">
      <w:r>
        <w:rPr>
          <w:shd w:val="clear" w:color="auto" w:fill="FFFFFF"/>
        </w:rPr>
        <w:t xml:space="preserve">Difficulty Level: </w:t>
      </w:r>
      <w:r w:rsidR="002B4A9F">
        <w:rPr>
          <w:shd w:val="clear" w:color="auto" w:fill="FFFFFF"/>
        </w:rPr>
        <w:t>Medium</w:t>
      </w:r>
    </w:p>
    <w:p w:rsidR="002B4A9F" w:rsidRDefault="002B4A9F" w:rsidP="002B4A9F">
      <w:pPr>
        <w:widowControl w:val="0"/>
      </w:pPr>
    </w:p>
    <w:p w:rsidR="002B4A9F" w:rsidRDefault="002B4A9F" w:rsidP="002B4A9F">
      <w:pPr>
        <w:widowControl w:val="0"/>
      </w:pPr>
      <w:r>
        <w:t>4. Evaluation research is rarely conducted within the fields of criminal justice or criminology due to its inherent tendency to produce unreliable and often invalid results.</w:t>
      </w:r>
    </w:p>
    <w:p w:rsidR="009A2313" w:rsidRDefault="002B4A9F" w:rsidP="005909D4">
      <w:pPr>
        <w:widowControl w:val="0"/>
      </w:pPr>
      <w:r>
        <w:t>Ans:</w:t>
      </w:r>
      <w:r w:rsidR="00ED6043">
        <w:t xml:space="preserve"> </w:t>
      </w:r>
      <w:r>
        <w:t>F</w:t>
      </w:r>
    </w:p>
    <w:p w:rsidR="002B4A9F" w:rsidRDefault="002B4A9F" w:rsidP="005909D4">
      <w:pPr>
        <w:widowControl w:val="0"/>
      </w:pPr>
      <w:r>
        <w:t>Cognitive Domain: Comprehension</w:t>
      </w:r>
    </w:p>
    <w:p w:rsidR="002B4A9F" w:rsidRDefault="002B4A9F" w:rsidP="002B4A9F">
      <w:pPr>
        <w:widowControl w:val="0"/>
      </w:pPr>
      <w:r>
        <w:t>Answer Location: Types of Scientific Research in Criminal Justice and Criminology</w:t>
      </w:r>
    </w:p>
    <w:p w:rsidR="002B4A9F" w:rsidRDefault="00ED6043" w:rsidP="002B4A9F">
      <w:r>
        <w:rPr>
          <w:shd w:val="clear" w:color="auto" w:fill="FFFFFF"/>
        </w:rPr>
        <w:t xml:space="preserve">Difficulty Level: </w:t>
      </w:r>
      <w:r w:rsidR="002B4A9F">
        <w:rPr>
          <w:shd w:val="clear" w:color="auto" w:fill="FFFFFF"/>
        </w:rPr>
        <w:t>Medium</w:t>
      </w:r>
    </w:p>
    <w:p w:rsidR="002B4A9F" w:rsidRDefault="002B4A9F" w:rsidP="002B4A9F">
      <w:pPr>
        <w:widowControl w:val="0"/>
      </w:pPr>
    </w:p>
    <w:p w:rsidR="002B4A9F" w:rsidRDefault="002B4A9F" w:rsidP="002B4A9F">
      <w:pPr>
        <w:widowControl w:val="0"/>
      </w:pPr>
      <w:r>
        <w:t>5. Research conducted by social scientists treading into unfamiliar territory when there is limited knowledge regarding a certain phenomenon is referred to as “exploratory” research.</w:t>
      </w:r>
    </w:p>
    <w:p w:rsidR="002B4A9F" w:rsidRDefault="002B4A9F" w:rsidP="002B4A9F">
      <w:pPr>
        <w:widowControl w:val="0"/>
      </w:pPr>
      <w:r>
        <w:t>Ans:</w:t>
      </w:r>
      <w:r w:rsidR="00ED6043">
        <w:t xml:space="preserve"> </w:t>
      </w:r>
      <w:r>
        <w:t>T</w:t>
      </w:r>
    </w:p>
    <w:p w:rsidR="002B4A9F" w:rsidRDefault="002B4A9F" w:rsidP="002B4A9F">
      <w:pPr>
        <w:widowControl w:val="0"/>
        <w:tabs>
          <w:tab w:val="left" w:pos="1739"/>
        </w:tabs>
      </w:pPr>
      <w:r>
        <w:t>Cognitive Domain: Comprehension</w:t>
      </w:r>
    </w:p>
    <w:p w:rsidR="002B4A9F" w:rsidRDefault="002B4A9F" w:rsidP="002B4A9F">
      <w:pPr>
        <w:widowControl w:val="0"/>
      </w:pPr>
      <w:r>
        <w:t>Answer Location: Types of Scientific Research in Criminal Justice and Criminology</w:t>
      </w:r>
    </w:p>
    <w:p w:rsidR="002B4A9F" w:rsidRDefault="00ED6043" w:rsidP="002B4A9F">
      <w:r>
        <w:rPr>
          <w:shd w:val="clear" w:color="auto" w:fill="FFFFFF"/>
        </w:rPr>
        <w:t xml:space="preserve">Difficulty Level: </w:t>
      </w:r>
      <w:r w:rsidR="002B4A9F">
        <w:rPr>
          <w:shd w:val="clear" w:color="auto" w:fill="FFFFFF"/>
        </w:rPr>
        <w:t>Medium</w:t>
      </w:r>
    </w:p>
    <w:p w:rsidR="002B4A9F" w:rsidRDefault="002B4A9F" w:rsidP="002B4A9F">
      <w:pPr>
        <w:widowControl w:val="0"/>
      </w:pPr>
    </w:p>
    <w:p w:rsidR="002B4A9F" w:rsidRDefault="002B4A9F" w:rsidP="002B4A9F">
      <w:pPr>
        <w:widowControl w:val="0"/>
      </w:pPr>
      <w:r>
        <w:t xml:space="preserve">6. In most statistical analyses, the </w:t>
      </w:r>
      <w:proofErr w:type="gramStart"/>
      <w:r>
        <w:t>underlying purpose</w:t>
      </w:r>
      <w:proofErr w:type="gramEnd"/>
      <w:r>
        <w:t xml:space="preserve"> is to generalize from a population to a sample in order to provide the social science community with the best fitting data and results.</w:t>
      </w:r>
    </w:p>
    <w:p w:rsidR="002B4A9F" w:rsidRDefault="002B4A9F" w:rsidP="002B4A9F">
      <w:pPr>
        <w:widowControl w:val="0"/>
      </w:pPr>
      <w:r>
        <w:t>Ans:</w:t>
      </w:r>
      <w:r w:rsidR="00ED6043">
        <w:t xml:space="preserve"> </w:t>
      </w:r>
      <w:r>
        <w:t>F</w:t>
      </w:r>
    </w:p>
    <w:p w:rsidR="002B4A9F" w:rsidRDefault="002B4A9F" w:rsidP="002B4A9F">
      <w:pPr>
        <w:widowControl w:val="0"/>
        <w:tabs>
          <w:tab w:val="left" w:pos="1739"/>
        </w:tabs>
      </w:pPr>
      <w:r>
        <w:t>Cognitive Domain: Comprehension</w:t>
      </w:r>
    </w:p>
    <w:p w:rsidR="002B4A9F" w:rsidRDefault="002B4A9F" w:rsidP="002B4A9F">
      <w:pPr>
        <w:widowControl w:val="0"/>
      </w:pPr>
      <w:r>
        <w:t>Answer Location: Types of Scientific Research in Criminal Justice and Criminology</w:t>
      </w:r>
    </w:p>
    <w:p w:rsidR="002B4A9F" w:rsidRDefault="00ED6043" w:rsidP="002B4A9F">
      <w:r>
        <w:rPr>
          <w:shd w:val="clear" w:color="auto" w:fill="FFFFFF"/>
        </w:rPr>
        <w:t xml:space="preserve">Difficulty Level: </w:t>
      </w:r>
      <w:r w:rsidR="002B4A9F">
        <w:rPr>
          <w:shd w:val="clear" w:color="auto" w:fill="FFFFFF"/>
        </w:rPr>
        <w:t>Medium</w:t>
      </w:r>
    </w:p>
    <w:p w:rsidR="002B4A9F" w:rsidRDefault="002B4A9F" w:rsidP="002B4A9F">
      <w:pPr>
        <w:widowControl w:val="0"/>
      </w:pPr>
    </w:p>
    <w:p w:rsidR="002B4A9F" w:rsidRDefault="002B4A9F" w:rsidP="002B4A9F">
      <w:pPr>
        <w:widowControl w:val="0"/>
      </w:pPr>
      <w:r>
        <w:t>7. The most highly prized statistical package used by researchers in the social sciences is Microsoft Excel due to its ability to perform high powered analytic procedures quickly and efficiently.</w:t>
      </w:r>
    </w:p>
    <w:p w:rsidR="009D25F9" w:rsidRDefault="002B4A9F" w:rsidP="005909D4">
      <w:pPr>
        <w:widowControl w:val="0"/>
      </w:pPr>
      <w:r>
        <w:t>Ans: F</w:t>
      </w:r>
    </w:p>
    <w:p w:rsidR="002B4A9F" w:rsidRDefault="002B4A9F" w:rsidP="005909D4">
      <w:pPr>
        <w:widowControl w:val="0"/>
      </w:pPr>
      <w:r>
        <w:t>Cognitive Domain: Comprehension; Application</w:t>
      </w:r>
    </w:p>
    <w:p w:rsidR="002B4A9F" w:rsidRDefault="002B4A9F" w:rsidP="002B4A9F">
      <w:pPr>
        <w:widowControl w:val="0"/>
      </w:pPr>
      <w:r>
        <w:t>Answer Location: Software Packages for Statistical Analysis</w:t>
      </w:r>
    </w:p>
    <w:p w:rsidR="002B4A9F" w:rsidRDefault="00ED6043" w:rsidP="002B4A9F">
      <w:r>
        <w:rPr>
          <w:shd w:val="clear" w:color="auto" w:fill="FFFFFF"/>
        </w:rPr>
        <w:t xml:space="preserve">Difficulty Level: </w:t>
      </w:r>
      <w:r w:rsidR="002B4A9F">
        <w:rPr>
          <w:shd w:val="clear" w:color="auto" w:fill="FFFFFF"/>
        </w:rPr>
        <w:t>Medium</w:t>
      </w:r>
    </w:p>
    <w:p w:rsidR="002B4A9F" w:rsidRDefault="002B4A9F" w:rsidP="002B4A9F">
      <w:pPr>
        <w:widowControl w:val="0"/>
      </w:pPr>
    </w:p>
    <w:p w:rsidR="002B4A9F" w:rsidRDefault="002B4A9F" w:rsidP="002B4A9F">
      <w:pPr>
        <w:widowControl w:val="0"/>
      </w:pPr>
      <w:r>
        <w:t xml:space="preserve">8. Learning statistics is a cumulative process because the concepts build upon each other, with the more basic analyses providing building blocks for the more complex </w:t>
      </w:r>
      <w:r>
        <w:lastRenderedPageBreak/>
        <w:t>ones.</w:t>
      </w:r>
    </w:p>
    <w:p w:rsidR="002B4A9F" w:rsidRDefault="002B4A9F" w:rsidP="002B4A9F">
      <w:pPr>
        <w:widowControl w:val="0"/>
      </w:pPr>
      <w:r>
        <w:t>Ans: T</w:t>
      </w:r>
    </w:p>
    <w:p w:rsidR="002B4A9F" w:rsidRDefault="002B4A9F" w:rsidP="002B4A9F">
      <w:pPr>
        <w:widowControl w:val="0"/>
        <w:tabs>
          <w:tab w:val="left" w:pos="1739"/>
        </w:tabs>
      </w:pPr>
      <w:r>
        <w:t>Cognitive Domain: Comprehension</w:t>
      </w:r>
    </w:p>
    <w:p w:rsidR="002B4A9F" w:rsidRDefault="002B4A9F" w:rsidP="002B4A9F">
      <w:pPr>
        <w:widowControl w:val="0"/>
      </w:pPr>
      <w:r>
        <w:t>Answer Location: Organization of the Book</w:t>
      </w:r>
    </w:p>
    <w:p w:rsidR="002B4A9F" w:rsidRDefault="00ED6043" w:rsidP="002B4A9F">
      <w:r>
        <w:rPr>
          <w:shd w:val="clear" w:color="auto" w:fill="FFFFFF"/>
        </w:rPr>
        <w:t xml:space="preserve">Difficulty Level: </w:t>
      </w:r>
      <w:r w:rsidR="002B4A9F">
        <w:rPr>
          <w:shd w:val="clear" w:color="auto" w:fill="FFFFFF"/>
        </w:rPr>
        <w:t>Medium</w:t>
      </w:r>
    </w:p>
    <w:p w:rsidR="002B4A9F" w:rsidRDefault="002B4A9F" w:rsidP="002B4A9F">
      <w:pPr>
        <w:widowControl w:val="0"/>
      </w:pPr>
    </w:p>
    <w:p w:rsidR="002B4A9F" w:rsidRDefault="002B4A9F" w:rsidP="002B4A9F">
      <w:pPr>
        <w:widowControl w:val="0"/>
      </w:pPr>
      <w:r>
        <w:t xml:space="preserve">9. </w:t>
      </w:r>
      <w:proofErr w:type="gramStart"/>
      <w:r>
        <w:t>In order to</w:t>
      </w:r>
      <w:proofErr w:type="gramEnd"/>
      <w:r>
        <w:t xml:space="preserve"> be a successful student of statistics, a strong base of knowledge in arithmetic and basic algebra is necessary. </w:t>
      </w:r>
    </w:p>
    <w:p w:rsidR="002D7048" w:rsidRDefault="002B4A9F" w:rsidP="005909D4">
      <w:pPr>
        <w:widowControl w:val="0"/>
      </w:pPr>
      <w:r>
        <w:t>Ans: T</w:t>
      </w:r>
    </w:p>
    <w:p w:rsidR="002B4A9F" w:rsidRDefault="002B4A9F" w:rsidP="005909D4">
      <w:pPr>
        <w:widowControl w:val="0"/>
      </w:pPr>
      <w:r>
        <w:t>Cognitive Domain: Comprehension; Application</w:t>
      </w:r>
    </w:p>
    <w:p w:rsidR="002B4A9F" w:rsidRDefault="002B4A9F" w:rsidP="002B4A9F">
      <w:pPr>
        <w:widowControl w:val="0"/>
      </w:pPr>
      <w:r>
        <w:t>Answer Location: Organization of the Book</w:t>
      </w:r>
    </w:p>
    <w:p w:rsidR="002B4A9F" w:rsidRDefault="00ED6043" w:rsidP="002B4A9F">
      <w:r>
        <w:rPr>
          <w:shd w:val="clear" w:color="auto" w:fill="FFFFFF"/>
        </w:rPr>
        <w:t xml:space="preserve">Difficulty Level: </w:t>
      </w:r>
      <w:r w:rsidR="002B4A9F">
        <w:rPr>
          <w:shd w:val="clear" w:color="auto" w:fill="FFFFFF"/>
        </w:rPr>
        <w:t>Medium</w:t>
      </w:r>
    </w:p>
    <w:p w:rsidR="002B4A9F" w:rsidRDefault="002B4A9F" w:rsidP="002B4A9F">
      <w:pPr>
        <w:widowControl w:val="0"/>
      </w:pPr>
    </w:p>
    <w:p w:rsidR="002B4A9F" w:rsidRDefault="002B4A9F" w:rsidP="002B4A9F">
      <w:pPr>
        <w:widowControl w:val="0"/>
      </w:pPr>
      <w:r>
        <w:t>10. Statistical methods are the backbone of criminal justice research and enable the construction and expansion of knowledge about criminality and the criminal justice system.</w:t>
      </w:r>
    </w:p>
    <w:p w:rsidR="002B4A9F" w:rsidRDefault="002D7048" w:rsidP="002B4A9F">
      <w:pPr>
        <w:widowControl w:val="0"/>
      </w:pPr>
      <w:r>
        <w:t>Ans: T</w:t>
      </w:r>
    </w:p>
    <w:p w:rsidR="002B4A9F" w:rsidRDefault="002B4A9F" w:rsidP="002B4A9F">
      <w:pPr>
        <w:widowControl w:val="0"/>
        <w:tabs>
          <w:tab w:val="left" w:pos="1739"/>
        </w:tabs>
      </w:pPr>
      <w:r>
        <w:t>Cognitive Domain: Comprehension</w:t>
      </w:r>
    </w:p>
    <w:p w:rsidR="002B4A9F" w:rsidRDefault="002B4A9F" w:rsidP="002B4A9F">
      <w:pPr>
        <w:widowControl w:val="0"/>
      </w:pPr>
      <w:r>
        <w:t>Answer Location: Introduction to the Use of Statistics in Criminal Justice and Criminology</w:t>
      </w:r>
    </w:p>
    <w:p w:rsidR="002B4A9F" w:rsidRDefault="00ED6043" w:rsidP="002B4A9F">
      <w:r>
        <w:rPr>
          <w:shd w:val="clear" w:color="auto" w:fill="FFFFFF"/>
        </w:rPr>
        <w:t xml:space="preserve">Difficulty Level: </w:t>
      </w:r>
      <w:r w:rsidR="002B4A9F">
        <w:rPr>
          <w:shd w:val="clear" w:color="auto" w:fill="FFFFFF"/>
        </w:rPr>
        <w:t>Medium</w:t>
      </w:r>
    </w:p>
    <w:p w:rsidR="002B4A9F" w:rsidRDefault="002B4A9F" w:rsidP="002B4A9F">
      <w:pPr>
        <w:widowControl w:val="0"/>
      </w:pPr>
    </w:p>
    <w:p w:rsidR="002B4A9F" w:rsidRDefault="002B4A9F" w:rsidP="002B4A9F">
      <w:pPr>
        <w:widowControl w:val="0"/>
      </w:pPr>
      <w:r>
        <w:t>11. The Bureau of Justice Statistics is an important source of data and information on the criminal justice system.</w:t>
      </w:r>
    </w:p>
    <w:p w:rsidR="002B4A9F" w:rsidRDefault="002D7048" w:rsidP="002B4A9F">
      <w:pPr>
        <w:widowControl w:val="0"/>
      </w:pPr>
      <w:r>
        <w:t>Ans: T</w:t>
      </w:r>
    </w:p>
    <w:p w:rsidR="002B4A9F" w:rsidRDefault="002B4A9F" w:rsidP="002B4A9F">
      <w:pPr>
        <w:widowControl w:val="0"/>
        <w:tabs>
          <w:tab w:val="left" w:pos="1739"/>
        </w:tabs>
      </w:pPr>
      <w:r>
        <w:t>Cognitive Domain: Comprehension</w:t>
      </w:r>
    </w:p>
    <w:p w:rsidR="002B4A9F" w:rsidRDefault="002B4A9F" w:rsidP="002B4A9F">
      <w:pPr>
        <w:widowControl w:val="0"/>
      </w:pPr>
      <w:r>
        <w:t>Answer Location: What Do Criminal Justice and Criminology Researchers Study?</w:t>
      </w:r>
    </w:p>
    <w:p w:rsidR="002B4A9F" w:rsidRDefault="00ED6043" w:rsidP="002B4A9F">
      <w:r>
        <w:rPr>
          <w:shd w:val="clear" w:color="auto" w:fill="FFFFFF"/>
        </w:rPr>
        <w:t xml:space="preserve">Difficulty Level: </w:t>
      </w:r>
      <w:r w:rsidR="002B4A9F">
        <w:rPr>
          <w:shd w:val="clear" w:color="auto" w:fill="FFFFFF"/>
        </w:rPr>
        <w:t>Medium</w:t>
      </w:r>
    </w:p>
    <w:p w:rsidR="002B4A9F" w:rsidRDefault="002B4A9F" w:rsidP="002B4A9F">
      <w:pPr>
        <w:widowControl w:val="0"/>
      </w:pPr>
    </w:p>
    <w:p w:rsidR="002B4A9F" w:rsidRDefault="002B4A9F" w:rsidP="002B4A9F">
      <w:pPr>
        <w:widowControl w:val="0"/>
      </w:pPr>
      <w:r>
        <w:t>12. Research that tests theories or examines issues related to criminal justice and is ultimately published in academic journals and books is the basis for most of what is known about criminal offending and the justice system.</w:t>
      </w:r>
    </w:p>
    <w:p w:rsidR="002B4A9F" w:rsidRDefault="002D7048" w:rsidP="002B4A9F">
      <w:pPr>
        <w:widowControl w:val="0"/>
      </w:pPr>
      <w:r>
        <w:t>Ans: T</w:t>
      </w:r>
    </w:p>
    <w:p w:rsidR="002B4A9F" w:rsidRDefault="002B4A9F" w:rsidP="002B4A9F">
      <w:pPr>
        <w:widowControl w:val="0"/>
        <w:tabs>
          <w:tab w:val="left" w:pos="1739"/>
        </w:tabs>
      </w:pPr>
      <w:r>
        <w:t>Cognitive Domain: Comprehension</w:t>
      </w:r>
    </w:p>
    <w:p w:rsidR="002B4A9F" w:rsidRDefault="002B4A9F" w:rsidP="002B4A9F">
      <w:pPr>
        <w:widowControl w:val="0"/>
      </w:pPr>
      <w:r>
        <w:t>Answer Location: Introduction to the Use of Statistics in Criminal Justice and Criminology</w:t>
      </w:r>
    </w:p>
    <w:p w:rsidR="002B4A9F" w:rsidRDefault="00ED6043" w:rsidP="002B4A9F">
      <w:r>
        <w:rPr>
          <w:shd w:val="clear" w:color="auto" w:fill="FFFFFF"/>
        </w:rPr>
        <w:t xml:space="preserve">Difficulty Level: </w:t>
      </w:r>
      <w:r w:rsidR="002B4A9F">
        <w:rPr>
          <w:shd w:val="clear" w:color="auto" w:fill="FFFFFF"/>
        </w:rPr>
        <w:t>Medium</w:t>
      </w:r>
    </w:p>
    <w:p w:rsidR="002B4A9F" w:rsidRDefault="002B4A9F" w:rsidP="002B4A9F">
      <w:pPr>
        <w:widowControl w:val="0"/>
      </w:pPr>
    </w:p>
    <w:p w:rsidR="002B4A9F" w:rsidRDefault="002B4A9F" w:rsidP="002B4A9F">
      <w:pPr>
        <w:widowControl w:val="0"/>
      </w:pPr>
      <w:r>
        <w:t>13. It is better to rely on the personal opinions and observations of people who have worked within the criminal justice system for a long time than on data gathered using scientific methods and analyzed with statistics.</w:t>
      </w:r>
    </w:p>
    <w:p w:rsidR="002B4A9F" w:rsidRDefault="008B4987" w:rsidP="002B4A9F">
      <w:pPr>
        <w:widowControl w:val="0"/>
      </w:pPr>
      <w:r>
        <w:t>Ans: F</w:t>
      </w:r>
    </w:p>
    <w:p w:rsidR="002B4A9F" w:rsidRDefault="002B4A9F" w:rsidP="002B4A9F">
      <w:pPr>
        <w:widowControl w:val="0"/>
        <w:tabs>
          <w:tab w:val="left" w:pos="1739"/>
        </w:tabs>
      </w:pPr>
      <w:r>
        <w:t>Cognitive Domain: Comprehension; Application</w:t>
      </w:r>
    </w:p>
    <w:p w:rsidR="002B4A9F" w:rsidRDefault="002B4A9F" w:rsidP="002B4A9F">
      <w:pPr>
        <w:widowControl w:val="0"/>
      </w:pPr>
      <w:r>
        <w:t>Answer Location: Science: Basic Terms and Concepts</w:t>
      </w:r>
    </w:p>
    <w:p w:rsidR="002B4A9F" w:rsidRDefault="00ED6043" w:rsidP="002B4A9F">
      <w:r>
        <w:rPr>
          <w:shd w:val="clear" w:color="auto" w:fill="FFFFFF"/>
        </w:rPr>
        <w:t xml:space="preserve">Difficulty Level: </w:t>
      </w:r>
      <w:r w:rsidR="002B4A9F">
        <w:rPr>
          <w:shd w:val="clear" w:color="auto" w:fill="FFFFFF"/>
        </w:rPr>
        <w:t>Medium</w:t>
      </w:r>
    </w:p>
    <w:p w:rsidR="002B4A9F" w:rsidRDefault="002B4A9F" w:rsidP="002B4A9F">
      <w:pPr>
        <w:widowControl w:val="0"/>
      </w:pPr>
    </w:p>
    <w:p w:rsidR="002B4A9F" w:rsidRDefault="002B4A9F" w:rsidP="002B4A9F">
      <w:pPr>
        <w:widowControl w:val="0"/>
      </w:pPr>
      <w:r>
        <w:lastRenderedPageBreak/>
        <w:t xml:space="preserve">14. Science is grounded in theory. </w:t>
      </w:r>
    </w:p>
    <w:p w:rsidR="002B4A9F" w:rsidRDefault="008B4987" w:rsidP="002B4A9F">
      <w:pPr>
        <w:widowControl w:val="0"/>
      </w:pPr>
      <w:r>
        <w:t>Ans: F</w:t>
      </w:r>
    </w:p>
    <w:p w:rsidR="002B4A9F" w:rsidRDefault="002B4A9F" w:rsidP="002B4A9F">
      <w:pPr>
        <w:widowControl w:val="0"/>
        <w:tabs>
          <w:tab w:val="left" w:pos="1739"/>
        </w:tabs>
      </w:pPr>
      <w:r>
        <w:t>Cognitive Domain: Comprehension</w:t>
      </w:r>
    </w:p>
    <w:p w:rsidR="002B4A9F" w:rsidRDefault="002B4A9F" w:rsidP="002B4A9F">
      <w:pPr>
        <w:widowControl w:val="0"/>
      </w:pPr>
      <w:r>
        <w:t>Answer Location: Science: Basic Terms and Concepts</w:t>
      </w:r>
    </w:p>
    <w:p w:rsidR="002B4A9F" w:rsidRDefault="00ED6043" w:rsidP="002B4A9F">
      <w:r>
        <w:rPr>
          <w:shd w:val="clear" w:color="auto" w:fill="FFFFFF"/>
        </w:rPr>
        <w:t xml:space="preserve">Difficulty Level: </w:t>
      </w:r>
      <w:r w:rsidR="002B4A9F">
        <w:rPr>
          <w:shd w:val="clear" w:color="auto" w:fill="FFFFFF"/>
        </w:rPr>
        <w:t>Medium</w:t>
      </w:r>
    </w:p>
    <w:p w:rsidR="002B4A9F" w:rsidRDefault="002B4A9F" w:rsidP="002B4A9F">
      <w:pPr>
        <w:widowControl w:val="0"/>
      </w:pPr>
    </w:p>
    <w:p w:rsidR="002B4A9F" w:rsidRDefault="002B4A9F" w:rsidP="002B4A9F">
      <w:pPr>
        <w:widowControl w:val="0"/>
      </w:pPr>
      <w:r>
        <w:t xml:space="preserve">15. A hypothesis must hold true </w:t>
      </w:r>
      <w:proofErr w:type="gramStart"/>
      <w:r>
        <w:t>in order for</w:t>
      </w:r>
      <w:proofErr w:type="gramEnd"/>
      <w:r>
        <w:t xml:space="preserve"> the theory itself to be considered valid.</w:t>
      </w:r>
    </w:p>
    <w:p w:rsidR="002B4A9F" w:rsidRDefault="002D7048" w:rsidP="002B4A9F">
      <w:pPr>
        <w:widowControl w:val="0"/>
      </w:pPr>
      <w:r>
        <w:t>Ans: T</w:t>
      </w:r>
    </w:p>
    <w:p w:rsidR="002B4A9F" w:rsidRDefault="002B4A9F" w:rsidP="002B4A9F">
      <w:pPr>
        <w:widowControl w:val="0"/>
        <w:tabs>
          <w:tab w:val="left" w:pos="1739"/>
        </w:tabs>
      </w:pPr>
      <w:r>
        <w:t>Cognitive Domain: Comprehension</w:t>
      </w:r>
    </w:p>
    <w:p w:rsidR="002B4A9F" w:rsidRDefault="002B4A9F" w:rsidP="002B4A9F">
      <w:pPr>
        <w:widowControl w:val="0"/>
      </w:pPr>
      <w:r>
        <w:t>Answer Location: Types of Scientific Research in Criminal Justice and Criminology</w:t>
      </w:r>
    </w:p>
    <w:p w:rsidR="002B4A9F" w:rsidRDefault="00ED6043" w:rsidP="002B4A9F">
      <w:r>
        <w:rPr>
          <w:shd w:val="clear" w:color="auto" w:fill="FFFFFF"/>
        </w:rPr>
        <w:t xml:space="preserve">Difficulty Level: </w:t>
      </w:r>
      <w:r w:rsidR="002B4A9F">
        <w:rPr>
          <w:shd w:val="clear" w:color="auto" w:fill="FFFFFF"/>
        </w:rPr>
        <w:t>Medium</w:t>
      </w:r>
    </w:p>
    <w:p w:rsidR="002B4A9F" w:rsidRDefault="002B4A9F" w:rsidP="002B4A9F">
      <w:pPr>
        <w:widowControl w:val="0"/>
      </w:pPr>
    </w:p>
    <w:p w:rsidR="002B4A9F" w:rsidRDefault="002B4A9F" w:rsidP="002B4A9F">
      <w:pPr>
        <w:widowControl w:val="0"/>
      </w:pPr>
      <w:r>
        <w:t>16. Exploratory research occurs when there is limited knowledge about a certain phenomenon and researchers embark into unfamiliar territory as they attempt to study this social event.</w:t>
      </w:r>
    </w:p>
    <w:p w:rsidR="002B4A9F" w:rsidRDefault="002D7048" w:rsidP="002B4A9F">
      <w:pPr>
        <w:widowControl w:val="0"/>
      </w:pPr>
      <w:r>
        <w:t>Ans: T</w:t>
      </w:r>
    </w:p>
    <w:p w:rsidR="002B4A9F" w:rsidRDefault="002B4A9F" w:rsidP="002B4A9F">
      <w:pPr>
        <w:widowControl w:val="0"/>
        <w:tabs>
          <w:tab w:val="left" w:pos="1739"/>
        </w:tabs>
      </w:pPr>
      <w:r>
        <w:t>Cognitive Domain: Comprehension</w:t>
      </w:r>
    </w:p>
    <w:p w:rsidR="002B4A9F" w:rsidRDefault="002B4A9F" w:rsidP="002B4A9F">
      <w:pPr>
        <w:widowControl w:val="0"/>
        <w:rPr>
          <w:b/>
        </w:rPr>
      </w:pPr>
      <w:r>
        <w:t>Answer Location: Types of Scientific Research in Criminal Justice and Criminology</w:t>
      </w:r>
    </w:p>
    <w:p w:rsidR="002B4A9F" w:rsidRDefault="00ED6043" w:rsidP="002B4A9F">
      <w:r>
        <w:rPr>
          <w:shd w:val="clear" w:color="auto" w:fill="FFFFFF"/>
        </w:rPr>
        <w:t xml:space="preserve">Difficulty Level: </w:t>
      </w:r>
      <w:r w:rsidR="002B4A9F">
        <w:rPr>
          <w:shd w:val="clear" w:color="auto" w:fill="FFFFFF"/>
        </w:rPr>
        <w:t>Medium</w:t>
      </w:r>
    </w:p>
    <w:p w:rsidR="002B4A9F" w:rsidRDefault="002B4A9F" w:rsidP="002B4A9F">
      <w:pPr>
        <w:widowControl w:val="0"/>
        <w:rPr>
          <w:highlight w:val="yellow"/>
        </w:rPr>
      </w:pPr>
    </w:p>
    <w:p w:rsidR="002B4A9F" w:rsidRDefault="002B4A9F" w:rsidP="002B4A9F">
      <w:pPr>
        <w:widowControl w:val="0"/>
      </w:pPr>
      <w:r>
        <w:t>17. The National Crime Victimization Survey contain annual data collected by the federal government on crimes reported to police agencies nationwide.</w:t>
      </w:r>
    </w:p>
    <w:p w:rsidR="002B4A9F" w:rsidRDefault="008B4987" w:rsidP="002B4A9F">
      <w:pPr>
        <w:widowControl w:val="0"/>
      </w:pPr>
      <w:r>
        <w:t>Ans: F</w:t>
      </w:r>
    </w:p>
    <w:p w:rsidR="002B4A9F" w:rsidRDefault="002B4A9F" w:rsidP="002B4A9F">
      <w:pPr>
        <w:widowControl w:val="0"/>
        <w:tabs>
          <w:tab w:val="left" w:pos="1739"/>
        </w:tabs>
      </w:pPr>
      <w:r>
        <w:t>Cognitive Domain: Comprehension</w:t>
      </w:r>
    </w:p>
    <w:p w:rsidR="008B4987" w:rsidRDefault="008B4987" w:rsidP="008B4987">
      <w:pPr>
        <w:widowControl w:val="0"/>
      </w:pPr>
      <w:r>
        <w:t>Answer Location: The Uniform Crime Reports</w:t>
      </w:r>
    </w:p>
    <w:p w:rsidR="002B4A9F" w:rsidRDefault="00ED6043" w:rsidP="002B4A9F">
      <w:r>
        <w:rPr>
          <w:shd w:val="clear" w:color="auto" w:fill="FFFFFF"/>
        </w:rPr>
        <w:t xml:space="preserve">Difficulty Level: </w:t>
      </w:r>
      <w:r w:rsidR="002B4A9F">
        <w:rPr>
          <w:shd w:val="clear" w:color="auto" w:fill="FFFFFF"/>
        </w:rPr>
        <w:t>Medium</w:t>
      </w:r>
    </w:p>
    <w:p w:rsidR="002B4A9F" w:rsidRDefault="002B4A9F" w:rsidP="002B4A9F">
      <w:pPr>
        <w:widowControl w:val="0"/>
        <w:rPr>
          <w:highlight w:val="yellow"/>
        </w:rPr>
      </w:pPr>
    </w:p>
    <w:p w:rsidR="002B4A9F" w:rsidRDefault="002B4A9F" w:rsidP="002B4A9F">
      <w:pPr>
        <w:widowControl w:val="0"/>
      </w:pPr>
      <w:r>
        <w:t xml:space="preserve">18. Replication is repetition of a </w:t>
      </w:r>
      <w:proofErr w:type="gramStart"/>
      <w:r>
        <w:t>particular study</w:t>
      </w:r>
      <w:proofErr w:type="gramEnd"/>
      <w:r>
        <w:t xml:space="preserve"> that is conducted for purposes of determining whether the original study’s results remain true when new samples or measures are employed.</w:t>
      </w:r>
    </w:p>
    <w:p w:rsidR="002B4A9F" w:rsidRDefault="002D7048" w:rsidP="002B4A9F">
      <w:pPr>
        <w:widowControl w:val="0"/>
      </w:pPr>
      <w:r>
        <w:t>Ans: T</w:t>
      </w:r>
    </w:p>
    <w:p w:rsidR="002B4A9F" w:rsidRDefault="002B4A9F" w:rsidP="002B4A9F">
      <w:pPr>
        <w:widowControl w:val="0"/>
        <w:tabs>
          <w:tab w:val="left" w:pos="1739"/>
        </w:tabs>
      </w:pPr>
      <w:r>
        <w:t>Cognitive Domain: Comprehension</w:t>
      </w:r>
    </w:p>
    <w:p w:rsidR="002B4A9F" w:rsidRDefault="002B4A9F" w:rsidP="002B4A9F">
      <w:pPr>
        <w:widowControl w:val="0"/>
        <w:rPr>
          <w:highlight w:val="yellow"/>
        </w:rPr>
      </w:pPr>
      <w:r>
        <w:t>Answer Location: Science: Basic Terms and Concepts</w:t>
      </w:r>
    </w:p>
    <w:p w:rsidR="002B4A9F" w:rsidRDefault="00ED6043" w:rsidP="002B4A9F">
      <w:r>
        <w:rPr>
          <w:shd w:val="clear" w:color="auto" w:fill="FFFFFF"/>
        </w:rPr>
        <w:t xml:space="preserve">Difficulty Level: </w:t>
      </w:r>
      <w:r w:rsidR="002B4A9F">
        <w:rPr>
          <w:shd w:val="clear" w:color="auto" w:fill="FFFFFF"/>
        </w:rPr>
        <w:t>Medium</w:t>
      </w:r>
    </w:p>
    <w:p w:rsidR="002B4A9F" w:rsidRDefault="002B4A9F" w:rsidP="002B4A9F">
      <w:pPr>
        <w:widowControl w:val="0"/>
        <w:rPr>
          <w:highlight w:val="yellow"/>
        </w:rPr>
      </w:pPr>
    </w:p>
    <w:p w:rsidR="002B4A9F" w:rsidRDefault="002B4A9F" w:rsidP="002B4A9F">
      <w:pPr>
        <w:widowControl w:val="0"/>
      </w:pPr>
      <w:r>
        <w:t xml:space="preserve">19. A focus group is a subset pulled from a population with the goal of using the people, objects, or places to </w:t>
      </w:r>
      <w:proofErr w:type="gramStart"/>
      <w:r>
        <w:t>make generalizations</w:t>
      </w:r>
      <w:proofErr w:type="gramEnd"/>
      <w:r>
        <w:t xml:space="preserve"> to that population.</w:t>
      </w:r>
    </w:p>
    <w:p w:rsidR="002B4A9F" w:rsidRDefault="008B4987" w:rsidP="002B4A9F">
      <w:pPr>
        <w:widowControl w:val="0"/>
      </w:pPr>
      <w:r>
        <w:t>Ans: F</w:t>
      </w:r>
    </w:p>
    <w:p w:rsidR="002B4A9F" w:rsidRDefault="002B4A9F" w:rsidP="002B4A9F">
      <w:pPr>
        <w:widowControl w:val="0"/>
        <w:tabs>
          <w:tab w:val="left" w:pos="1739"/>
        </w:tabs>
      </w:pPr>
      <w:r>
        <w:t>Cognitive Domain: Comprehension</w:t>
      </w:r>
    </w:p>
    <w:p w:rsidR="008B4987" w:rsidRDefault="008B4987" w:rsidP="008B4987">
      <w:pPr>
        <w:widowControl w:val="0"/>
      </w:pPr>
      <w:r>
        <w:t>Answer Location: Science: Basic Terms and Concepts</w:t>
      </w:r>
    </w:p>
    <w:p w:rsidR="002B4A9F" w:rsidRDefault="00ED6043" w:rsidP="002B4A9F">
      <w:r>
        <w:rPr>
          <w:shd w:val="clear" w:color="auto" w:fill="FFFFFF"/>
        </w:rPr>
        <w:t xml:space="preserve">Difficulty Level: </w:t>
      </w:r>
      <w:r w:rsidR="002B4A9F">
        <w:rPr>
          <w:shd w:val="clear" w:color="auto" w:fill="FFFFFF"/>
        </w:rPr>
        <w:t>Medium</w:t>
      </w:r>
    </w:p>
    <w:p w:rsidR="002B4A9F" w:rsidRDefault="002B4A9F" w:rsidP="002B4A9F">
      <w:pPr>
        <w:widowControl w:val="0"/>
        <w:rPr>
          <w:highlight w:val="yellow"/>
        </w:rPr>
      </w:pPr>
    </w:p>
    <w:p w:rsidR="002B4A9F" w:rsidRDefault="002B4A9F" w:rsidP="002B4A9F">
      <w:pPr>
        <w:widowControl w:val="0"/>
      </w:pPr>
      <w:r>
        <w:t>20. Theories are proposed explanations for certain events.</w:t>
      </w:r>
    </w:p>
    <w:p w:rsidR="002B4A9F" w:rsidRDefault="002D7048" w:rsidP="002B4A9F">
      <w:pPr>
        <w:widowControl w:val="0"/>
      </w:pPr>
      <w:r>
        <w:t>Ans: T</w:t>
      </w:r>
    </w:p>
    <w:p w:rsidR="002B4A9F" w:rsidRDefault="002B4A9F" w:rsidP="002B4A9F">
      <w:pPr>
        <w:widowControl w:val="0"/>
        <w:tabs>
          <w:tab w:val="left" w:pos="1739"/>
        </w:tabs>
      </w:pPr>
      <w:r>
        <w:t>Cognitive Domain: Comprehension</w:t>
      </w:r>
    </w:p>
    <w:p w:rsidR="002B4A9F" w:rsidRDefault="002B4A9F" w:rsidP="002B4A9F">
      <w:pPr>
        <w:widowControl w:val="0"/>
      </w:pPr>
      <w:r>
        <w:t>Answer Location: Types of Scientific Research in Criminal Justice and Criminology</w:t>
      </w:r>
    </w:p>
    <w:p w:rsidR="002B4A9F" w:rsidRDefault="00ED6043" w:rsidP="002B4A9F">
      <w:r>
        <w:rPr>
          <w:shd w:val="clear" w:color="auto" w:fill="FFFFFF"/>
        </w:rPr>
        <w:lastRenderedPageBreak/>
        <w:t xml:space="preserve">Difficulty Level: </w:t>
      </w:r>
      <w:r w:rsidR="002B4A9F">
        <w:rPr>
          <w:shd w:val="clear" w:color="auto" w:fill="FFFFFF"/>
        </w:rPr>
        <w:t>Medium</w:t>
      </w:r>
    </w:p>
    <w:p w:rsidR="002B4A9F" w:rsidRDefault="002B4A9F" w:rsidP="002B4A9F">
      <w:pPr>
        <w:widowControl w:val="0"/>
      </w:pPr>
    </w:p>
    <w:p w:rsidR="002B4A9F" w:rsidRDefault="002B4A9F" w:rsidP="005909D4">
      <w:pPr>
        <w:pStyle w:val="Heading1"/>
      </w:pPr>
      <w:r>
        <w:t>Essay</w:t>
      </w:r>
    </w:p>
    <w:p w:rsidR="002B4A9F" w:rsidRDefault="002B4A9F" w:rsidP="002B4A9F">
      <w:pPr>
        <w:widowControl w:val="0"/>
        <w:rPr>
          <w:lang w:bidi="x-none"/>
        </w:rPr>
      </w:pPr>
    </w:p>
    <w:p w:rsidR="002B4A9F" w:rsidRDefault="002B4A9F" w:rsidP="002B4A9F">
      <w:pPr>
        <w:widowControl w:val="0"/>
      </w:pPr>
      <w:r>
        <w:t>1. Describe the various problems afflicting the Uniform Crime Reports.</w:t>
      </w:r>
    </w:p>
    <w:p w:rsidR="002B4A9F" w:rsidRDefault="002B4A9F" w:rsidP="002B4A9F">
      <w:pPr>
        <w:widowControl w:val="0"/>
      </w:pPr>
      <w:r>
        <w:t xml:space="preserve">Ans: (1) The UCR only includes those crime that have been brought to the attention of the police. Crimes that fail to be reported or are not detected by the police are not included in the UCR database. (2) The UCR conforms to the hierarchy rule, meaning that in instances in which multiple crimes are perpetrated, only the most serious offense is reported in the database; therefore, many criminal offenses are not included in the federal crime data. (3) Underreporting of crime by victims, combined with the hierarchy rule, is evidence that the UCR undercounts the true amount of crime that has </w:t>
      </w:r>
      <w:proofErr w:type="gramStart"/>
      <w:r>
        <w:t>actually occurred</w:t>
      </w:r>
      <w:proofErr w:type="gramEnd"/>
      <w:r>
        <w:t>.</w:t>
      </w:r>
    </w:p>
    <w:p w:rsidR="002B4A9F" w:rsidRDefault="002B4A9F" w:rsidP="002B4A9F">
      <w:pPr>
        <w:widowControl w:val="0"/>
        <w:tabs>
          <w:tab w:val="left" w:pos="1739"/>
        </w:tabs>
      </w:pPr>
      <w:r>
        <w:t>Cognitive Domain: Application</w:t>
      </w:r>
    </w:p>
    <w:p w:rsidR="002B4A9F" w:rsidRDefault="00EE6622" w:rsidP="002B4A9F">
      <w:pPr>
        <w:widowControl w:val="0"/>
      </w:pPr>
      <w:r>
        <w:t>Answer Location: The Uniform Crime Reports</w:t>
      </w:r>
    </w:p>
    <w:p w:rsidR="002B4A9F" w:rsidRDefault="00ED6043" w:rsidP="002B4A9F">
      <w:r>
        <w:rPr>
          <w:shd w:val="clear" w:color="auto" w:fill="FFFFFF"/>
        </w:rPr>
        <w:t xml:space="preserve">Difficulty Level: </w:t>
      </w:r>
      <w:r w:rsidR="002B4A9F">
        <w:rPr>
          <w:shd w:val="clear" w:color="auto" w:fill="FFFFFF"/>
        </w:rPr>
        <w:t>Medium</w:t>
      </w:r>
    </w:p>
    <w:p w:rsidR="002B4A9F" w:rsidRDefault="002B4A9F" w:rsidP="002B4A9F">
      <w:pPr>
        <w:widowControl w:val="0"/>
      </w:pPr>
    </w:p>
    <w:p w:rsidR="002B4A9F" w:rsidRDefault="002B4A9F" w:rsidP="002B4A9F">
      <w:pPr>
        <w:widowControl w:val="0"/>
      </w:pPr>
      <w:r>
        <w:t>2. Explain briefly why replication is vital to scientific inquiry. Include in your answer an explanation of the role that clarity and transparency of methods plays in replication.</w:t>
      </w:r>
    </w:p>
    <w:p w:rsidR="002B4A9F" w:rsidRDefault="002B4A9F" w:rsidP="002B4A9F">
      <w:pPr>
        <w:widowControl w:val="0"/>
      </w:pPr>
      <w:r>
        <w:t xml:space="preserve">Ans: </w:t>
      </w:r>
      <w:proofErr w:type="gramStart"/>
      <w:r>
        <w:t>Due to the fact that</w:t>
      </w:r>
      <w:proofErr w:type="gramEnd"/>
      <w:r>
        <w:t xml:space="preserve"> scientific studies within the social sciences never actually prove anything, a good amount of additional study is necessary to provide ample evidence that results obtained are generalizable, valid, and reliable. Firm conclusions can only be drawn once subsequent studies have verified results obtained in previous research endeavors. Full replication of scientific studies is possible through the scientific method’s requirement that researchers fully divulge the methods and procedures used in their studies.</w:t>
      </w:r>
    </w:p>
    <w:p w:rsidR="002B4A9F" w:rsidRDefault="002B4A9F" w:rsidP="002B4A9F">
      <w:pPr>
        <w:widowControl w:val="0"/>
        <w:tabs>
          <w:tab w:val="left" w:pos="1739"/>
        </w:tabs>
      </w:pPr>
      <w:r>
        <w:t>Cognitive Domain: Comprehension; Application</w:t>
      </w:r>
    </w:p>
    <w:p w:rsidR="002B4A9F" w:rsidRDefault="002B4A9F" w:rsidP="002B4A9F">
      <w:pPr>
        <w:widowControl w:val="0"/>
      </w:pPr>
      <w:r>
        <w:t>Answer Location: Science: Basic Terms and Concepts</w:t>
      </w:r>
    </w:p>
    <w:p w:rsidR="002B4A9F" w:rsidRDefault="00ED6043" w:rsidP="002B4A9F">
      <w:r>
        <w:rPr>
          <w:shd w:val="clear" w:color="auto" w:fill="FFFFFF"/>
        </w:rPr>
        <w:t xml:space="preserve">Difficulty Level: </w:t>
      </w:r>
      <w:r w:rsidR="002B4A9F">
        <w:rPr>
          <w:shd w:val="clear" w:color="auto" w:fill="FFFFFF"/>
        </w:rPr>
        <w:t>Medium</w:t>
      </w:r>
    </w:p>
    <w:p w:rsidR="002B4A9F" w:rsidRDefault="002B4A9F" w:rsidP="002B4A9F">
      <w:pPr>
        <w:widowControl w:val="0"/>
      </w:pPr>
    </w:p>
    <w:p w:rsidR="002B4A9F" w:rsidRDefault="002B4A9F" w:rsidP="002B4A9F">
      <w:pPr>
        <w:widowControl w:val="0"/>
      </w:pPr>
      <w:r>
        <w:t>3. What are the differences between theories and hypotheses?</w:t>
      </w:r>
    </w:p>
    <w:p w:rsidR="002B4A9F" w:rsidRDefault="002B4A9F" w:rsidP="002B4A9F">
      <w:pPr>
        <w:widowControl w:val="0"/>
      </w:pPr>
      <w:r>
        <w:t xml:space="preserve">Ans: A theory is defined as a set of proposed and testable explanations about reality that is bound together by logic and evidence. A hypothesis is defined as a single proposition deduced from a theory that must hold true </w:t>
      </w:r>
      <w:proofErr w:type="gramStart"/>
      <w:r>
        <w:t>in order for</w:t>
      </w:r>
      <w:proofErr w:type="gramEnd"/>
      <w:r>
        <w:t xml:space="preserve"> the theory itself to be considered valid. Hypotheses can be understood as small bits of theories that must be true </w:t>
      </w:r>
      <w:proofErr w:type="gramStart"/>
      <w:r>
        <w:t>in order for</w:t>
      </w:r>
      <w:proofErr w:type="gramEnd"/>
      <w:r>
        <w:t xml:space="preserve"> the entire theory to hold up under scrutiny. In addition, one might envision a theory as a chain with the hypotheses forming the links of that chain. A theory is broad, whereas a hypothesis is a smaller entity. </w:t>
      </w:r>
    </w:p>
    <w:p w:rsidR="002B4A9F" w:rsidRDefault="002B4A9F" w:rsidP="002B4A9F">
      <w:pPr>
        <w:widowControl w:val="0"/>
        <w:tabs>
          <w:tab w:val="left" w:pos="1739"/>
        </w:tabs>
      </w:pPr>
      <w:r>
        <w:t>Cognitive Domain: Comprehension; Application</w:t>
      </w:r>
    </w:p>
    <w:p w:rsidR="002B4A9F" w:rsidRDefault="002B4A9F" w:rsidP="002B4A9F">
      <w:pPr>
        <w:widowControl w:val="0"/>
      </w:pPr>
      <w:r>
        <w:t>Answer Location: Types of Scientific Research in Criminal Justice and Criminology</w:t>
      </w:r>
    </w:p>
    <w:p w:rsidR="002B4A9F" w:rsidRDefault="00ED6043" w:rsidP="002B4A9F">
      <w:r>
        <w:rPr>
          <w:shd w:val="clear" w:color="auto" w:fill="FFFFFF"/>
        </w:rPr>
        <w:t xml:space="preserve">Difficulty Level: </w:t>
      </w:r>
      <w:r w:rsidR="002B4A9F">
        <w:rPr>
          <w:shd w:val="clear" w:color="auto" w:fill="FFFFFF"/>
        </w:rPr>
        <w:t>Medium</w:t>
      </w:r>
    </w:p>
    <w:p w:rsidR="002B4A9F" w:rsidRDefault="002B4A9F" w:rsidP="002B4A9F">
      <w:pPr>
        <w:widowControl w:val="0"/>
      </w:pPr>
    </w:p>
    <w:p w:rsidR="002B4A9F" w:rsidRDefault="002B4A9F" w:rsidP="002B4A9F">
      <w:pPr>
        <w:widowControl w:val="0"/>
      </w:pPr>
      <w:r>
        <w:t>4. What is the relationship between science and methods?</w:t>
      </w:r>
    </w:p>
    <w:p w:rsidR="002B4A9F" w:rsidRDefault="002B4A9F" w:rsidP="002B4A9F">
      <w:pPr>
        <w:widowControl w:val="0"/>
      </w:pPr>
      <w:r>
        <w:t xml:space="preserve">Ans: Science is the process of gathering and analyzing data in a systematic and controlled manner using procedures and techniques that are generally accepted by others in a discipline. Methods are those procedures that are used in the task of </w:t>
      </w:r>
      <w:r>
        <w:lastRenderedPageBreak/>
        <w:t xml:space="preserve">gathering the desired data. </w:t>
      </w:r>
    </w:p>
    <w:p w:rsidR="002B4A9F" w:rsidRDefault="002B4A9F" w:rsidP="002B4A9F">
      <w:pPr>
        <w:widowControl w:val="0"/>
        <w:tabs>
          <w:tab w:val="left" w:pos="1739"/>
        </w:tabs>
      </w:pPr>
      <w:r>
        <w:t>Cognitive Domain: Application</w:t>
      </w:r>
    </w:p>
    <w:p w:rsidR="002B4A9F" w:rsidRDefault="002B4A9F" w:rsidP="002B4A9F">
      <w:pPr>
        <w:widowControl w:val="0"/>
      </w:pPr>
      <w:r>
        <w:t>Answer Location: Science: Basic Terms and Concepts</w:t>
      </w:r>
    </w:p>
    <w:p w:rsidR="002B4A9F" w:rsidRDefault="00ED6043" w:rsidP="002B4A9F">
      <w:r>
        <w:rPr>
          <w:shd w:val="clear" w:color="auto" w:fill="FFFFFF"/>
        </w:rPr>
        <w:t xml:space="preserve">Difficulty Level: </w:t>
      </w:r>
      <w:r w:rsidR="002B4A9F">
        <w:rPr>
          <w:shd w:val="clear" w:color="auto" w:fill="FFFFFF"/>
        </w:rPr>
        <w:t>Medium</w:t>
      </w:r>
    </w:p>
    <w:p w:rsidR="002B4A9F" w:rsidRDefault="002B4A9F" w:rsidP="002B4A9F">
      <w:pPr>
        <w:widowControl w:val="0"/>
        <w:rPr>
          <w:highlight w:val="yellow"/>
        </w:rPr>
      </w:pPr>
    </w:p>
    <w:p w:rsidR="002B4A9F" w:rsidRDefault="002B4A9F" w:rsidP="002B4A9F">
      <w:pPr>
        <w:widowControl w:val="0"/>
      </w:pPr>
      <w:r>
        <w:t xml:space="preserve">5. List the four types of research discussed in this chapter. </w:t>
      </w:r>
    </w:p>
    <w:p w:rsidR="002B4A9F" w:rsidRDefault="002B4A9F" w:rsidP="002B4A9F">
      <w:pPr>
        <w:widowControl w:val="0"/>
      </w:pPr>
      <w:r>
        <w:t>Ans: The four types of research discussed in this chapter are hypothesis testing, evaluation research, exploratory research, and descriptive research.</w:t>
      </w:r>
    </w:p>
    <w:p w:rsidR="002B4A9F" w:rsidRDefault="002B4A9F" w:rsidP="002B4A9F">
      <w:pPr>
        <w:widowControl w:val="0"/>
        <w:tabs>
          <w:tab w:val="left" w:pos="1739"/>
        </w:tabs>
      </w:pPr>
      <w:r>
        <w:t>Cognitive Domain: Application</w:t>
      </w:r>
    </w:p>
    <w:p w:rsidR="002B4A9F" w:rsidRDefault="002B4A9F" w:rsidP="002B4A9F">
      <w:pPr>
        <w:widowControl w:val="0"/>
      </w:pPr>
      <w:r>
        <w:t>Answer Location: Types of Scientific Research in Criminal Justice and Criminology</w:t>
      </w:r>
    </w:p>
    <w:p w:rsidR="002B4A9F" w:rsidRDefault="00ED6043" w:rsidP="002B4A9F">
      <w:r>
        <w:rPr>
          <w:shd w:val="clear" w:color="auto" w:fill="FFFFFF"/>
        </w:rPr>
        <w:t xml:space="preserve">Difficulty Level: </w:t>
      </w:r>
      <w:r w:rsidR="002B4A9F">
        <w:rPr>
          <w:shd w:val="clear" w:color="auto" w:fill="FFFFFF"/>
        </w:rPr>
        <w:t>Medium</w:t>
      </w:r>
    </w:p>
    <w:p w:rsidR="009A0365" w:rsidRPr="00B24003" w:rsidRDefault="009A0365" w:rsidP="00B24003">
      <w:pPr>
        <w:rPr>
          <w:rFonts w:cs="Arial"/>
        </w:rPr>
      </w:pPr>
    </w:p>
    <w:sectPr w:rsidR="009A0365" w:rsidRPr="00B24003" w:rsidSect="009A0365">
      <w:headerReference w:type="default" r:id="rId10"/>
      <w:pgSz w:w="12240" w:h="15840"/>
      <w:pgMar w:top="1440" w:right="1440" w:bottom="1440" w:left="1440" w:header="45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7D27" w:rsidRDefault="00C87D27">
      <w:r>
        <w:separator/>
      </w:r>
    </w:p>
  </w:endnote>
  <w:endnote w:type="continuationSeparator" w:id="0">
    <w:p w:rsidR="00C87D27" w:rsidRDefault="00C87D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Impact">
    <w:panose1 w:val="020B080603090205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7D27" w:rsidRDefault="00C87D27">
      <w:r>
        <w:separator/>
      </w:r>
    </w:p>
  </w:footnote>
  <w:footnote w:type="continuationSeparator" w:id="0">
    <w:p w:rsidR="00C87D27" w:rsidRDefault="00C87D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1FEA" w:rsidRDefault="00ED1FEA" w:rsidP="00ED1FEA">
    <w:pPr>
      <w:pStyle w:val="NormalWeb"/>
      <w:spacing w:before="0" w:beforeAutospacing="0" w:after="0" w:afterAutospacing="0"/>
      <w:jc w:val="right"/>
      <w:rPr>
        <w:rFonts w:asciiTheme="minorHAnsi" w:hAnsiTheme="minorHAnsi"/>
      </w:rPr>
    </w:pPr>
    <w:proofErr w:type="spellStart"/>
    <w:r>
      <w:rPr>
        <w:rFonts w:asciiTheme="minorHAnsi" w:hAnsiTheme="minorHAnsi"/>
      </w:rPr>
      <w:t>Gau</w:t>
    </w:r>
    <w:proofErr w:type="spellEnd"/>
    <w:r>
      <w:rPr>
        <w:rFonts w:asciiTheme="minorHAnsi" w:hAnsiTheme="minorHAnsi"/>
      </w:rPr>
      <w:t xml:space="preserve">, </w:t>
    </w:r>
    <w:r>
      <w:rPr>
        <w:rFonts w:asciiTheme="minorHAnsi" w:hAnsiTheme="minorHAnsi"/>
        <w:i/>
        <w:iCs/>
      </w:rPr>
      <w:t xml:space="preserve">Statistics for Criminology and Criminal Justice 3e </w:t>
    </w:r>
  </w:p>
  <w:p w:rsidR="00ED1FEA" w:rsidRDefault="00ED1FEA" w:rsidP="00ED1FEA">
    <w:pPr>
      <w:pStyle w:val="NormalWeb"/>
      <w:spacing w:before="0" w:beforeAutospacing="0" w:after="0" w:afterAutospacing="0"/>
      <w:jc w:val="right"/>
    </w:pPr>
    <w:r>
      <w:rPr>
        <w:rFonts w:asciiTheme="minorHAnsi" w:hAnsiTheme="minorHAnsi"/>
      </w:rPr>
      <w:t>SAGE Publishing, 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D604A"/>
    <w:multiLevelType w:val="hybridMultilevel"/>
    <w:tmpl w:val="61BAB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F943CF"/>
    <w:multiLevelType w:val="hybridMultilevel"/>
    <w:tmpl w:val="B7362D1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1D0C1DBB"/>
    <w:multiLevelType w:val="hybridMultilevel"/>
    <w:tmpl w:val="C794F6C6"/>
    <w:lvl w:ilvl="0" w:tplc="B3404342">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F542FB8"/>
    <w:multiLevelType w:val="hybridMultilevel"/>
    <w:tmpl w:val="D868CBB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4A9F"/>
    <w:rsid w:val="00012FFF"/>
    <w:rsid w:val="0001304A"/>
    <w:rsid w:val="000163BB"/>
    <w:rsid w:val="000202CE"/>
    <w:rsid w:val="000360B8"/>
    <w:rsid w:val="00042CBB"/>
    <w:rsid w:val="00045E59"/>
    <w:rsid w:val="00046B65"/>
    <w:rsid w:val="0004741C"/>
    <w:rsid w:val="0005365E"/>
    <w:rsid w:val="0005406C"/>
    <w:rsid w:val="0005548E"/>
    <w:rsid w:val="00064B9B"/>
    <w:rsid w:val="00066144"/>
    <w:rsid w:val="00072C0A"/>
    <w:rsid w:val="0008198B"/>
    <w:rsid w:val="0008557D"/>
    <w:rsid w:val="00087A6D"/>
    <w:rsid w:val="00092022"/>
    <w:rsid w:val="00092265"/>
    <w:rsid w:val="00094257"/>
    <w:rsid w:val="00097B74"/>
    <w:rsid w:val="000A2CEE"/>
    <w:rsid w:val="000A301E"/>
    <w:rsid w:val="000B0A6D"/>
    <w:rsid w:val="000B1B11"/>
    <w:rsid w:val="000B210B"/>
    <w:rsid w:val="000B47D0"/>
    <w:rsid w:val="000B64F7"/>
    <w:rsid w:val="000B6C5D"/>
    <w:rsid w:val="000C1853"/>
    <w:rsid w:val="000C2851"/>
    <w:rsid w:val="000C36F2"/>
    <w:rsid w:val="000C6B2C"/>
    <w:rsid w:val="000C78FA"/>
    <w:rsid w:val="000D088C"/>
    <w:rsid w:val="000E0AAF"/>
    <w:rsid w:val="000E1F1D"/>
    <w:rsid w:val="000E3986"/>
    <w:rsid w:val="000E5A15"/>
    <w:rsid w:val="000E6869"/>
    <w:rsid w:val="000E7FC5"/>
    <w:rsid w:val="000F4C8C"/>
    <w:rsid w:val="000F5B55"/>
    <w:rsid w:val="001002A2"/>
    <w:rsid w:val="001017AF"/>
    <w:rsid w:val="00101E0C"/>
    <w:rsid w:val="0010622E"/>
    <w:rsid w:val="001079A7"/>
    <w:rsid w:val="00112A61"/>
    <w:rsid w:val="00114F14"/>
    <w:rsid w:val="001201FA"/>
    <w:rsid w:val="00121096"/>
    <w:rsid w:val="0012342F"/>
    <w:rsid w:val="001254C8"/>
    <w:rsid w:val="00130226"/>
    <w:rsid w:val="0013182A"/>
    <w:rsid w:val="0013197F"/>
    <w:rsid w:val="00135048"/>
    <w:rsid w:val="001361A1"/>
    <w:rsid w:val="001362A5"/>
    <w:rsid w:val="00136894"/>
    <w:rsid w:val="001410C7"/>
    <w:rsid w:val="00147CCC"/>
    <w:rsid w:val="00155640"/>
    <w:rsid w:val="00160485"/>
    <w:rsid w:val="00160EAF"/>
    <w:rsid w:val="001610B3"/>
    <w:rsid w:val="00165EF2"/>
    <w:rsid w:val="001832CC"/>
    <w:rsid w:val="001948AB"/>
    <w:rsid w:val="00194D4E"/>
    <w:rsid w:val="001959C2"/>
    <w:rsid w:val="001965F9"/>
    <w:rsid w:val="001A2996"/>
    <w:rsid w:val="001A6DCB"/>
    <w:rsid w:val="001A774E"/>
    <w:rsid w:val="001B0018"/>
    <w:rsid w:val="001B38CF"/>
    <w:rsid w:val="001C20C9"/>
    <w:rsid w:val="001C7297"/>
    <w:rsid w:val="001D040F"/>
    <w:rsid w:val="001D11A2"/>
    <w:rsid w:val="001D544A"/>
    <w:rsid w:val="001E44C5"/>
    <w:rsid w:val="001E47D2"/>
    <w:rsid w:val="001E5B54"/>
    <w:rsid w:val="001E6550"/>
    <w:rsid w:val="001F01E6"/>
    <w:rsid w:val="001F37E9"/>
    <w:rsid w:val="001F394E"/>
    <w:rsid w:val="001F48CE"/>
    <w:rsid w:val="001F4F23"/>
    <w:rsid w:val="001F6417"/>
    <w:rsid w:val="0020403C"/>
    <w:rsid w:val="00204E5B"/>
    <w:rsid w:val="00212C48"/>
    <w:rsid w:val="00213468"/>
    <w:rsid w:val="0021551C"/>
    <w:rsid w:val="00216E46"/>
    <w:rsid w:val="00230700"/>
    <w:rsid w:val="00231DDB"/>
    <w:rsid w:val="00253475"/>
    <w:rsid w:val="00255026"/>
    <w:rsid w:val="00257FDC"/>
    <w:rsid w:val="002633EE"/>
    <w:rsid w:val="00263B8E"/>
    <w:rsid w:val="00266239"/>
    <w:rsid w:val="0027028B"/>
    <w:rsid w:val="00274916"/>
    <w:rsid w:val="002900E8"/>
    <w:rsid w:val="00291301"/>
    <w:rsid w:val="0029267C"/>
    <w:rsid w:val="00295433"/>
    <w:rsid w:val="002966BC"/>
    <w:rsid w:val="002B05A6"/>
    <w:rsid w:val="002B29E0"/>
    <w:rsid w:val="002B3B08"/>
    <w:rsid w:val="002B4A9F"/>
    <w:rsid w:val="002B501F"/>
    <w:rsid w:val="002D00B9"/>
    <w:rsid w:val="002D7048"/>
    <w:rsid w:val="002E01A9"/>
    <w:rsid w:val="002E5511"/>
    <w:rsid w:val="002E57B8"/>
    <w:rsid w:val="002E5E9C"/>
    <w:rsid w:val="002F1B56"/>
    <w:rsid w:val="002F6C49"/>
    <w:rsid w:val="00300AAD"/>
    <w:rsid w:val="00300B64"/>
    <w:rsid w:val="00302105"/>
    <w:rsid w:val="00313881"/>
    <w:rsid w:val="003151CE"/>
    <w:rsid w:val="00316B2B"/>
    <w:rsid w:val="003173C0"/>
    <w:rsid w:val="0032128F"/>
    <w:rsid w:val="003213B1"/>
    <w:rsid w:val="00331B03"/>
    <w:rsid w:val="00333C45"/>
    <w:rsid w:val="00333EE4"/>
    <w:rsid w:val="00342B0F"/>
    <w:rsid w:val="00345040"/>
    <w:rsid w:val="00347E26"/>
    <w:rsid w:val="00351FD3"/>
    <w:rsid w:val="003522E4"/>
    <w:rsid w:val="00352AC2"/>
    <w:rsid w:val="00354876"/>
    <w:rsid w:val="00356637"/>
    <w:rsid w:val="00357FDF"/>
    <w:rsid w:val="00363687"/>
    <w:rsid w:val="003678AA"/>
    <w:rsid w:val="00370D2C"/>
    <w:rsid w:val="0037247B"/>
    <w:rsid w:val="00375982"/>
    <w:rsid w:val="00382C43"/>
    <w:rsid w:val="003830F1"/>
    <w:rsid w:val="003973D7"/>
    <w:rsid w:val="003A3C63"/>
    <w:rsid w:val="003B18A2"/>
    <w:rsid w:val="003B3071"/>
    <w:rsid w:val="003B4B28"/>
    <w:rsid w:val="003B6EC6"/>
    <w:rsid w:val="003B7F9C"/>
    <w:rsid w:val="003C26BF"/>
    <w:rsid w:val="003C3F1E"/>
    <w:rsid w:val="003D04E3"/>
    <w:rsid w:val="003D094F"/>
    <w:rsid w:val="003D176D"/>
    <w:rsid w:val="003D28D1"/>
    <w:rsid w:val="003D518E"/>
    <w:rsid w:val="003D682A"/>
    <w:rsid w:val="003D6E22"/>
    <w:rsid w:val="003D6E80"/>
    <w:rsid w:val="003E4644"/>
    <w:rsid w:val="003F353D"/>
    <w:rsid w:val="003F55B0"/>
    <w:rsid w:val="003F64E3"/>
    <w:rsid w:val="003F73BF"/>
    <w:rsid w:val="003F7A25"/>
    <w:rsid w:val="00403451"/>
    <w:rsid w:val="004152DF"/>
    <w:rsid w:val="00415631"/>
    <w:rsid w:val="004174F3"/>
    <w:rsid w:val="00420290"/>
    <w:rsid w:val="00421F67"/>
    <w:rsid w:val="00423528"/>
    <w:rsid w:val="00431DA3"/>
    <w:rsid w:val="004353ED"/>
    <w:rsid w:val="0043560C"/>
    <w:rsid w:val="00436689"/>
    <w:rsid w:val="00437577"/>
    <w:rsid w:val="004413A3"/>
    <w:rsid w:val="00441D1B"/>
    <w:rsid w:val="004429DB"/>
    <w:rsid w:val="00447528"/>
    <w:rsid w:val="0044764E"/>
    <w:rsid w:val="004478DD"/>
    <w:rsid w:val="00454DD8"/>
    <w:rsid w:val="004627A7"/>
    <w:rsid w:val="004628B3"/>
    <w:rsid w:val="0046408F"/>
    <w:rsid w:val="00464B18"/>
    <w:rsid w:val="00465335"/>
    <w:rsid w:val="00466EDD"/>
    <w:rsid w:val="0047541D"/>
    <w:rsid w:val="00476EF3"/>
    <w:rsid w:val="00481823"/>
    <w:rsid w:val="004827A8"/>
    <w:rsid w:val="004854B4"/>
    <w:rsid w:val="00492790"/>
    <w:rsid w:val="00492DEE"/>
    <w:rsid w:val="004951CB"/>
    <w:rsid w:val="004961D9"/>
    <w:rsid w:val="004A1381"/>
    <w:rsid w:val="004A6FA2"/>
    <w:rsid w:val="004A70D1"/>
    <w:rsid w:val="004B1107"/>
    <w:rsid w:val="004B3697"/>
    <w:rsid w:val="004B4F5D"/>
    <w:rsid w:val="004B671A"/>
    <w:rsid w:val="004C4F72"/>
    <w:rsid w:val="004C50CA"/>
    <w:rsid w:val="004C6C32"/>
    <w:rsid w:val="004D1F2C"/>
    <w:rsid w:val="004E4AE4"/>
    <w:rsid w:val="004F01E4"/>
    <w:rsid w:val="004F09C4"/>
    <w:rsid w:val="004F2551"/>
    <w:rsid w:val="004F2FD1"/>
    <w:rsid w:val="004F305A"/>
    <w:rsid w:val="004F5E22"/>
    <w:rsid w:val="004F7CC7"/>
    <w:rsid w:val="005008BE"/>
    <w:rsid w:val="00505A1D"/>
    <w:rsid w:val="00515125"/>
    <w:rsid w:val="0052237C"/>
    <w:rsid w:val="005262D2"/>
    <w:rsid w:val="00534C23"/>
    <w:rsid w:val="00541C3E"/>
    <w:rsid w:val="00542241"/>
    <w:rsid w:val="0055056A"/>
    <w:rsid w:val="00552DB2"/>
    <w:rsid w:val="00553F60"/>
    <w:rsid w:val="00561617"/>
    <w:rsid w:val="005727FB"/>
    <w:rsid w:val="00572939"/>
    <w:rsid w:val="0057432A"/>
    <w:rsid w:val="0058026D"/>
    <w:rsid w:val="005815AA"/>
    <w:rsid w:val="00581FE3"/>
    <w:rsid w:val="005826E0"/>
    <w:rsid w:val="00582B8A"/>
    <w:rsid w:val="005861AF"/>
    <w:rsid w:val="005909D4"/>
    <w:rsid w:val="00593009"/>
    <w:rsid w:val="005933C4"/>
    <w:rsid w:val="00595F5E"/>
    <w:rsid w:val="0059618B"/>
    <w:rsid w:val="005974DF"/>
    <w:rsid w:val="005A1CBA"/>
    <w:rsid w:val="005A639E"/>
    <w:rsid w:val="005B1C10"/>
    <w:rsid w:val="005B30C2"/>
    <w:rsid w:val="005B486A"/>
    <w:rsid w:val="005B7C0B"/>
    <w:rsid w:val="005C2FCB"/>
    <w:rsid w:val="005C430F"/>
    <w:rsid w:val="005C6DF7"/>
    <w:rsid w:val="005C7771"/>
    <w:rsid w:val="005E4C17"/>
    <w:rsid w:val="005F12F7"/>
    <w:rsid w:val="005F742B"/>
    <w:rsid w:val="00600873"/>
    <w:rsid w:val="0060225B"/>
    <w:rsid w:val="006047D8"/>
    <w:rsid w:val="00607563"/>
    <w:rsid w:val="0061117D"/>
    <w:rsid w:val="00612234"/>
    <w:rsid w:val="00614AD8"/>
    <w:rsid w:val="0062364E"/>
    <w:rsid w:val="00626F4F"/>
    <w:rsid w:val="00630EB1"/>
    <w:rsid w:val="00631029"/>
    <w:rsid w:val="0063216A"/>
    <w:rsid w:val="00636BCC"/>
    <w:rsid w:val="00637350"/>
    <w:rsid w:val="00641D91"/>
    <w:rsid w:val="00642A86"/>
    <w:rsid w:val="00646B18"/>
    <w:rsid w:val="006470E6"/>
    <w:rsid w:val="00651BB1"/>
    <w:rsid w:val="0065230D"/>
    <w:rsid w:val="00652789"/>
    <w:rsid w:val="00660853"/>
    <w:rsid w:val="006736A9"/>
    <w:rsid w:val="006737C4"/>
    <w:rsid w:val="00675244"/>
    <w:rsid w:val="00676027"/>
    <w:rsid w:val="006761E7"/>
    <w:rsid w:val="00676885"/>
    <w:rsid w:val="006779FF"/>
    <w:rsid w:val="006828B8"/>
    <w:rsid w:val="006934E8"/>
    <w:rsid w:val="00696DDB"/>
    <w:rsid w:val="006A11A5"/>
    <w:rsid w:val="006A3962"/>
    <w:rsid w:val="006A450A"/>
    <w:rsid w:val="006A4CC4"/>
    <w:rsid w:val="006B20FB"/>
    <w:rsid w:val="006B585A"/>
    <w:rsid w:val="006B735C"/>
    <w:rsid w:val="006C0809"/>
    <w:rsid w:val="006C1586"/>
    <w:rsid w:val="006C4020"/>
    <w:rsid w:val="006C55DE"/>
    <w:rsid w:val="006C573F"/>
    <w:rsid w:val="006D2E05"/>
    <w:rsid w:val="006D4DE4"/>
    <w:rsid w:val="006E2D03"/>
    <w:rsid w:val="006E3CA5"/>
    <w:rsid w:val="006E5DB5"/>
    <w:rsid w:val="006E6187"/>
    <w:rsid w:val="006E6AAA"/>
    <w:rsid w:val="006F296E"/>
    <w:rsid w:val="006F5F7C"/>
    <w:rsid w:val="0070000E"/>
    <w:rsid w:val="0070490A"/>
    <w:rsid w:val="00705772"/>
    <w:rsid w:val="00706C0F"/>
    <w:rsid w:val="00713405"/>
    <w:rsid w:val="00713626"/>
    <w:rsid w:val="007207B0"/>
    <w:rsid w:val="007230CB"/>
    <w:rsid w:val="007245A9"/>
    <w:rsid w:val="00724CFC"/>
    <w:rsid w:val="00732E6E"/>
    <w:rsid w:val="00736BD6"/>
    <w:rsid w:val="007379C1"/>
    <w:rsid w:val="007419E2"/>
    <w:rsid w:val="007451D5"/>
    <w:rsid w:val="00745B20"/>
    <w:rsid w:val="007536A7"/>
    <w:rsid w:val="007557FE"/>
    <w:rsid w:val="00755C81"/>
    <w:rsid w:val="00760CF4"/>
    <w:rsid w:val="0076416D"/>
    <w:rsid w:val="00764578"/>
    <w:rsid w:val="0076540B"/>
    <w:rsid w:val="00775573"/>
    <w:rsid w:val="00781E05"/>
    <w:rsid w:val="007827AC"/>
    <w:rsid w:val="00786873"/>
    <w:rsid w:val="00786BD0"/>
    <w:rsid w:val="007875A6"/>
    <w:rsid w:val="00791D40"/>
    <w:rsid w:val="00796E56"/>
    <w:rsid w:val="00797B16"/>
    <w:rsid w:val="007A11AA"/>
    <w:rsid w:val="007A2C1E"/>
    <w:rsid w:val="007A30F2"/>
    <w:rsid w:val="007A7344"/>
    <w:rsid w:val="007B58E1"/>
    <w:rsid w:val="007B76E0"/>
    <w:rsid w:val="007B7FA5"/>
    <w:rsid w:val="007C28D8"/>
    <w:rsid w:val="007C2C70"/>
    <w:rsid w:val="007C4751"/>
    <w:rsid w:val="007C48D6"/>
    <w:rsid w:val="007C6A1E"/>
    <w:rsid w:val="007D1232"/>
    <w:rsid w:val="007D6147"/>
    <w:rsid w:val="007E03C2"/>
    <w:rsid w:val="007E16D9"/>
    <w:rsid w:val="007E1AC3"/>
    <w:rsid w:val="007F4AF5"/>
    <w:rsid w:val="00800DD9"/>
    <w:rsid w:val="00800ECC"/>
    <w:rsid w:val="00811C6D"/>
    <w:rsid w:val="0081338F"/>
    <w:rsid w:val="00815FC2"/>
    <w:rsid w:val="008162C3"/>
    <w:rsid w:val="00821711"/>
    <w:rsid w:val="008248CF"/>
    <w:rsid w:val="00826777"/>
    <w:rsid w:val="00826F9A"/>
    <w:rsid w:val="00827D6F"/>
    <w:rsid w:val="00840E78"/>
    <w:rsid w:val="0084139D"/>
    <w:rsid w:val="00842CBA"/>
    <w:rsid w:val="00843975"/>
    <w:rsid w:val="00845681"/>
    <w:rsid w:val="00854A82"/>
    <w:rsid w:val="00855509"/>
    <w:rsid w:val="00862B3E"/>
    <w:rsid w:val="00866461"/>
    <w:rsid w:val="0086675E"/>
    <w:rsid w:val="008704FA"/>
    <w:rsid w:val="00870F3C"/>
    <w:rsid w:val="0087279F"/>
    <w:rsid w:val="008737E1"/>
    <w:rsid w:val="0088161C"/>
    <w:rsid w:val="008837F6"/>
    <w:rsid w:val="00885155"/>
    <w:rsid w:val="00890BAC"/>
    <w:rsid w:val="008924A2"/>
    <w:rsid w:val="00893DC3"/>
    <w:rsid w:val="00894FBF"/>
    <w:rsid w:val="00895135"/>
    <w:rsid w:val="00896448"/>
    <w:rsid w:val="008A3267"/>
    <w:rsid w:val="008A4E85"/>
    <w:rsid w:val="008A7049"/>
    <w:rsid w:val="008B2D48"/>
    <w:rsid w:val="008B4987"/>
    <w:rsid w:val="008B5B8A"/>
    <w:rsid w:val="008B610A"/>
    <w:rsid w:val="008C4A47"/>
    <w:rsid w:val="008C7687"/>
    <w:rsid w:val="008D6C5B"/>
    <w:rsid w:val="008E1F01"/>
    <w:rsid w:val="008E30C6"/>
    <w:rsid w:val="008F075A"/>
    <w:rsid w:val="008F0C93"/>
    <w:rsid w:val="008F10CA"/>
    <w:rsid w:val="008F45C4"/>
    <w:rsid w:val="008F4973"/>
    <w:rsid w:val="008F5265"/>
    <w:rsid w:val="00904D44"/>
    <w:rsid w:val="00907D95"/>
    <w:rsid w:val="00911F8E"/>
    <w:rsid w:val="0091255C"/>
    <w:rsid w:val="00912F61"/>
    <w:rsid w:val="0091440F"/>
    <w:rsid w:val="009159A2"/>
    <w:rsid w:val="00917F80"/>
    <w:rsid w:val="00931F4E"/>
    <w:rsid w:val="0093303C"/>
    <w:rsid w:val="00937157"/>
    <w:rsid w:val="0094051C"/>
    <w:rsid w:val="00951CE2"/>
    <w:rsid w:val="00953225"/>
    <w:rsid w:val="00953285"/>
    <w:rsid w:val="009662F8"/>
    <w:rsid w:val="0096746B"/>
    <w:rsid w:val="009708FC"/>
    <w:rsid w:val="00972694"/>
    <w:rsid w:val="009729E8"/>
    <w:rsid w:val="009770A8"/>
    <w:rsid w:val="0097784B"/>
    <w:rsid w:val="00977D99"/>
    <w:rsid w:val="0098007F"/>
    <w:rsid w:val="00983C90"/>
    <w:rsid w:val="00992F2A"/>
    <w:rsid w:val="00994248"/>
    <w:rsid w:val="009A0365"/>
    <w:rsid w:val="009A1B28"/>
    <w:rsid w:val="009A2313"/>
    <w:rsid w:val="009B11DC"/>
    <w:rsid w:val="009B5D9F"/>
    <w:rsid w:val="009C18A4"/>
    <w:rsid w:val="009C6826"/>
    <w:rsid w:val="009C6E13"/>
    <w:rsid w:val="009D25F9"/>
    <w:rsid w:val="009E1B16"/>
    <w:rsid w:val="009E5362"/>
    <w:rsid w:val="009E70D3"/>
    <w:rsid w:val="009F0E25"/>
    <w:rsid w:val="009F1426"/>
    <w:rsid w:val="009F69E5"/>
    <w:rsid w:val="00A018AB"/>
    <w:rsid w:val="00A0292A"/>
    <w:rsid w:val="00A065CA"/>
    <w:rsid w:val="00A076B2"/>
    <w:rsid w:val="00A10E7B"/>
    <w:rsid w:val="00A12D50"/>
    <w:rsid w:val="00A143C8"/>
    <w:rsid w:val="00A20543"/>
    <w:rsid w:val="00A21EC0"/>
    <w:rsid w:val="00A246D9"/>
    <w:rsid w:val="00A26C19"/>
    <w:rsid w:val="00A322E1"/>
    <w:rsid w:val="00A40048"/>
    <w:rsid w:val="00A40558"/>
    <w:rsid w:val="00A4667E"/>
    <w:rsid w:val="00A4786F"/>
    <w:rsid w:val="00A55A6D"/>
    <w:rsid w:val="00A57B0B"/>
    <w:rsid w:val="00A77EAB"/>
    <w:rsid w:val="00A807E7"/>
    <w:rsid w:val="00A816F5"/>
    <w:rsid w:val="00A871B8"/>
    <w:rsid w:val="00AA0313"/>
    <w:rsid w:val="00AA1A25"/>
    <w:rsid w:val="00AA212C"/>
    <w:rsid w:val="00AA53D9"/>
    <w:rsid w:val="00AA679C"/>
    <w:rsid w:val="00AB01F2"/>
    <w:rsid w:val="00AB2FFA"/>
    <w:rsid w:val="00AB376A"/>
    <w:rsid w:val="00AB5588"/>
    <w:rsid w:val="00AC2907"/>
    <w:rsid w:val="00AD1A6F"/>
    <w:rsid w:val="00AD216E"/>
    <w:rsid w:val="00AD37FA"/>
    <w:rsid w:val="00AD3E74"/>
    <w:rsid w:val="00AD5B6B"/>
    <w:rsid w:val="00AD6BA9"/>
    <w:rsid w:val="00AD707D"/>
    <w:rsid w:val="00AE148E"/>
    <w:rsid w:val="00AE459C"/>
    <w:rsid w:val="00AE542B"/>
    <w:rsid w:val="00AE63DA"/>
    <w:rsid w:val="00AF0398"/>
    <w:rsid w:val="00AF06ED"/>
    <w:rsid w:val="00AF0A07"/>
    <w:rsid w:val="00AF3A95"/>
    <w:rsid w:val="00AF63FF"/>
    <w:rsid w:val="00B0094A"/>
    <w:rsid w:val="00B010BB"/>
    <w:rsid w:val="00B07B36"/>
    <w:rsid w:val="00B11106"/>
    <w:rsid w:val="00B11136"/>
    <w:rsid w:val="00B1565D"/>
    <w:rsid w:val="00B20351"/>
    <w:rsid w:val="00B24003"/>
    <w:rsid w:val="00B24E90"/>
    <w:rsid w:val="00B25933"/>
    <w:rsid w:val="00B26A47"/>
    <w:rsid w:val="00B31286"/>
    <w:rsid w:val="00B32321"/>
    <w:rsid w:val="00B3358E"/>
    <w:rsid w:val="00B33E90"/>
    <w:rsid w:val="00B357B1"/>
    <w:rsid w:val="00B40769"/>
    <w:rsid w:val="00B41B52"/>
    <w:rsid w:val="00B4679B"/>
    <w:rsid w:val="00B51277"/>
    <w:rsid w:val="00B51FB1"/>
    <w:rsid w:val="00B5339A"/>
    <w:rsid w:val="00B5542A"/>
    <w:rsid w:val="00B5717E"/>
    <w:rsid w:val="00B610C2"/>
    <w:rsid w:val="00B616C9"/>
    <w:rsid w:val="00B61BBA"/>
    <w:rsid w:val="00B622E0"/>
    <w:rsid w:val="00B63C3E"/>
    <w:rsid w:val="00B67E71"/>
    <w:rsid w:val="00B71993"/>
    <w:rsid w:val="00B720BE"/>
    <w:rsid w:val="00B72223"/>
    <w:rsid w:val="00B74BC3"/>
    <w:rsid w:val="00B76B16"/>
    <w:rsid w:val="00B76E35"/>
    <w:rsid w:val="00B829B7"/>
    <w:rsid w:val="00B8469F"/>
    <w:rsid w:val="00B85FA3"/>
    <w:rsid w:val="00B91DD0"/>
    <w:rsid w:val="00B938CA"/>
    <w:rsid w:val="00B94AE1"/>
    <w:rsid w:val="00B9561A"/>
    <w:rsid w:val="00BA04C3"/>
    <w:rsid w:val="00BA1A21"/>
    <w:rsid w:val="00BA4AAF"/>
    <w:rsid w:val="00BA567A"/>
    <w:rsid w:val="00BB3D3F"/>
    <w:rsid w:val="00BC3D03"/>
    <w:rsid w:val="00BD3169"/>
    <w:rsid w:val="00BD62EB"/>
    <w:rsid w:val="00BE1ACA"/>
    <w:rsid w:val="00BE653A"/>
    <w:rsid w:val="00BF0AA5"/>
    <w:rsid w:val="00BF3D26"/>
    <w:rsid w:val="00BF4086"/>
    <w:rsid w:val="00C007E4"/>
    <w:rsid w:val="00C024B2"/>
    <w:rsid w:val="00C057C9"/>
    <w:rsid w:val="00C10A5F"/>
    <w:rsid w:val="00C12621"/>
    <w:rsid w:val="00C17AFC"/>
    <w:rsid w:val="00C20F01"/>
    <w:rsid w:val="00C249F6"/>
    <w:rsid w:val="00C261AA"/>
    <w:rsid w:val="00C262AB"/>
    <w:rsid w:val="00C301F8"/>
    <w:rsid w:val="00C335F0"/>
    <w:rsid w:val="00C40E44"/>
    <w:rsid w:val="00C41E38"/>
    <w:rsid w:val="00C427B3"/>
    <w:rsid w:val="00C50030"/>
    <w:rsid w:val="00C50CAC"/>
    <w:rsid w:val="00C56FDE"/>
    <w:rsid w:val="00C60C5F"/>
    <w:rsid w:val="00C61A99"/>
    <w:rsid w:val="00C62DD4"/>
    <w:rsid w:val="00C63B51"/>
    <w:rsid w:val="00C6529A"/>
    <w:rsid w:val="00C72523"/>
    <w:rsid w:val="00C7519E"/>
    <w:rsid w:val="00C80EA3"/>
    <w:rsid w:val="00C87160"/>
    <w:rsid w:val="00C87D27"/>
    <w:rsid w:val="00CA0719"/>
    <w:rsid w:val="00CA0AEC"/>
    <w:rsid w:val="00CA1A40"/>
    <w:rsid w:val="00CA4D0C"/>
    <w:rsid w:val="00CA6264"/>
    <w:rsid w:val="00CB45D0"/>
    <w:rsid w:val="00CB6290"/>
    <w:rsid w:val="00CC4536"/>
    <w:rsid w:val="00CC5419"/>
    <w:rsid w:val="00CC73B0"/>
    <w:rsid w:val="00CD3D05"/>
    <w:rsid w:val="00CD59BB"/>
    <w:rsid w:val="00CF4DB0"/>
    <w:rsid w:val="00D00337"/>
    <w:rsid w:val="00D0729F"/>
    <w:rsid w:val="00D2168B"/>
    <w:rsid w:val="00D23307"/>
    <w:rsid w:val="00D26427"/>
    <w:rsid w:val="00D31DBA"/>
    <w:rsid w:val="00D332B8"/>
    <w:rsid w:val="00D413AB"/>
    <w:rsid w:val="00D4195B"/>
    <w:rsid w:val="00D44311"/>
    <w:rsid w:val="00D52B52"/>
    <w:rsid w:val="00D53CC9"/>
    <w:rsid w:val="00D551BF"/>
    <w:rsid w:val="00D67BD0"/>
    <w:rsid w:val="00D73BEF"/>
    <w:rsid w:val="00D77F8B"/>
    <w:rsid w:val="00D82572"/>
    <w:rsid w:val="00D83DD1"/>
    <w:rsid w:val="00D859D0"/>
    <w:rsid w:val="00D85C3F"/>
    <w:rsid w:val="00D85DE4"/>
    <w:rsid w:val="00D87680"/>
    <w:rsid w:val="00D92B74"/>
    <w:rsid w:val="00D93880"/>
    <w:rsid w:val="00D9440B"/>
    <w:rsid w:val="00D96DCC"/>
    <w:rsid w:val="00DA4B40"/>
    <w:rsid w:val="00DA7301"/>
    <w:rsid w:val="00DC0992"/>
    <w:rsid w:val="00DC1E06"/>
    <w:rsid w:val="00DC5879"/>
    <w:rsid w:val="00DC6F5D"/>
    <w:rsid w:val="00DD658F"/>
    <w:rsid w:val="00DE21F8"/>
    <w:rsid w:val="00DE4DF4"/>
    <w:rsid w:val="00DF13FD"/>
    <w:rsid w:val="00DF5A31"/>
    <w:rsid w:val="00E11565"/>
    <w:rsid w:val="00E14E38"/>
    <w:rsid w:val="00E240BA"/>
    <w:rsid w:val="00E2410A"/>
    <w:rsid w:val="00E26E18"/>
    <w:rsid w:val="00E323DA"/>
    <w:rsid w:val="00E32BB7"/>
    <w:rsid w:val="00E330AA"/>
    <w:rsid w:val="00E33A00"/>
    <w:rsid w:val="00E40989"/>
    <w:rsid w:val="00E40CF6"/>
    <w:rsid w:val="00E41AD9"/>
    <w:rsid w:val="00E5394C"/>
    <w:rsid w:val="00E55C4B"/>
    <w:rsid w:val="00E711DB"/>
    <w:rsid w:val="00E73A67"/>
    <w:rsid w:val="00E75961"/>
    <w:rsid w:val="00E80AE0"/>
    <w:rsid w:val="00E826E3"/>
    <w:rsid w:val="00E8301E"/>
    <w:rsid w:val="00E8418F"/>
    <w:rsid w:val="00E91D08"/>
    <w:rsid w:val="00E96E65"/>
    <w:rsid w:val="00E96F04"/>
    <w:rsid w:val="00EA2EEE"/>
    <w:rsid w:val="00EA30C6"/>
    <w:rsid w:val="00EA7953"/>
    <w:rsid w:val="00EB19DC"/>
    <w:rsid w:val="00EB664C"/>
    <w:rsid w:val="00EC4C69"/>
    <w:rsid w:val="00EC71F1"/>
    <w:rsid w:val="00ED1FEA"/>
    <w:rsid w:val="00ED6043"/>
    <w:rsid w:val="00ED6363"/>
    <w:rsid w:val="00EE1126"/>
    <w:rsid w:val="00EE2CDB"/>
    <w:rsid w:val="00EE2D46"/>
    <w:rsid w:val="00EE3995"/>
    <w:rsid w:val="00EE54F6"/>
    <w:rsid w:val="00EE60D9"/>
    <w:rsid w:val="00EE6622"/>
    <w:rsid w:val="00EF2540"/>
    <w:rsid w:val="00EF2764"/>
    <w:rsid w:val="00EF45C6"/>
    <w:rsid w:val="00EF6263"/>
    <w:rsid w:val="00EF6882"/>
    <w:rsid w:val="00F05BBC"/>
    <w:rsid w:val="00F06189"/>
    <w:rsid w:val="00F07031"/>
    <w:rsid w:val="00F105B6"/>
    <w:rsid w:val="00F12835"/>
    <w:rsid w:val="00F12C01"/>
    <w:rsid w:val="00F12D45"/>
    <w:rsid w:val="00F160B6"/>
    <w:rsid w:val="00F178BD"/>
    <w:rsid w:val="00F2219C"/>
    <w:rsid w:val="00F25F78"/>
    <w:rsid w:val="00F27563"/>
    <w:rsid w:val="00F37FC5"/>
    <w:rsid w:val="00F43609"/>
    <w:rsid w:val="00F44F0A"/>
    <w:rsid w:val="00F45C18"/>
    <w:rsid w:val="00F46EC2"/>
    <w:rsid w:val="00F525A2"/>
    <w:rsid w:val="00F532E0"/>
    <w:rsid w:val="00F535C1"/>
    <w:rsid w:val="00F55AAB"/>
    <w:rsid w:val="00F602AF"/>
    <w:rsid w:val="00F733EE"/>
    <w:rsid w:val="00F7584B"/>
    <w:rsid w:val="00F7587A"/>
    <w:rsid w:val="00F83FC3"/>
    <w:rsid w:val="00F96CD7"/>
    <w:rsid w:val="00FA7040"/>
    <w:rsid w:val="00FA7396"/>
    <w:rsid w:val="00FB082C"/>
    <w:rsid w:val="00FB1787"/>
    <w:rsid w:val="00FB2E23"/>
    <w:rsid w:val="00FC25DE"/>
    <w:rsid w:val="00FC2620"/>
    <w:rsid w:val="00FC64D9"/>
    <w:rsid w:val="00FC7DDB"/>
    <w:rsid w:val="00FD3943"/>
    <w:rsid w:val="00FD525E"/>
    <w:rsid w:val="00FE305D"/>
    <w:rsid w:val="00FE6606"/>
    <w:rsid w:val="00FE7840"/>
    <w:rsid w:val="00FE7988"/>
    <w:rsid w:val="00FF0DBF"/>
    <w:rsid w:val="00FF230E"/>
    <w:rsid w:val="00FF70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558798"/>
  <w15:chartTrackingRefBased/>
  <w15:docId w15:val="{E45A8220-F054-484A-82E7-EFAD578BB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7432A"/>
    <w:rPr>
      <w:rFonts w:ascii="Arial" w:hAnsi="Arial"/>
      <w:sz w:val="24"/>
      <w:szCs w:val="24"/>
    </w:rPr>
  </w:style>
  <w:style w:type="paragraph" w:styleId="Heading1">
    <w:name w:val="heading 1"/>
    <w:basedOn w:val="Normal"/>
    <w:next w:val="Normal"/>
    <w:link w:val="Heading1Char"/>
    <w:qFormat/>
    <w:rsid w:val="0057432A"/>
    <w:pPr>
      <w:keepNext/>
      <w:spacing w:before="240" w:after="60" w:line="240" w:lineRule="exact"/>
      <w:outlineLvl w:val="0"/>
    </w:pPr>
    <w:rPr>
      <w:rFonts w:cs="Arial"/>
      <w:b/>
      <w:bCs/>
      <w:kern w:val="32"/>
      <w:szCs w:val="32"/>
    </w:rPr>
  </w:style>
  <w:style w:type="paragraph" w:styleId="Heading2">
    <w:name w:val="heading 2"/>
    <w:basedOn w:val="Normal"/>
    <w:next w:val="Heading1"/>
    <w:qFormat/>
    <w:rsid w:val="00595F5E"/>
    <w:pPr>
      <w:keepNext/>
      <w:spacing w:before="240" w:after="60" w:line="240" w:lineRule="exact"/>
      <w:ind w:left="600" w:firstLine="240"/>
      <w:jc w:val="both"/>
      <w:outlineLvl w:val="1"/>
    </w:pPr>
    <w:rPr>
      <w:rFonts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0">
    <w:name w:val="Heading1"/>
    <w:basedOn w:val="Normal"/>
    <w:rsid w:val="00130226"/>
    <w:pPr>
      <w:pBdr>
        <w:bottom w:val="single" w:sz="4" w:space="1" w:color="auto"/>
      </w:pBdr>
      <w:spacing w:after="240"/>
    </w:pPr>
    <w:rPr>
      <w:rFonts w:cs="Arial"/>
      <w:b/>
      <w:smallCaps/>
      <w:color w:val="000080"/>
      <w:sz w:val="28"/>
      <w:lang w:val="en"/>
    </w:rPr>
  </w:style>
  <w:style w:type="character" w:customStyle="1" w:styleId="Term">
    <w:name w:val="Term"/>
    <w:rsid w:val="00595F5E"/>
    <w:rPr>
      <w:rFonts w:ascii="Impact" w:hAnsi="Impact"/>
      <w:b/>
      <w:sz w:val="20"/>
    </w:rPr>
  </w:style>
  <w:style w:type="paragraph" w:customStyle="1" w:styleId="QuestionNumber">
    <w:name w:val="Question Number"/>
    <w:basedOn w:val="Normal"/>
    <w:rsid w:val="00572939"/>
  </w:style>
  <w:style w:type="paragraph" w:styleId="Header">
    <w:name w:val="header"/>
    <w:basedOn w:val="Normal"/>
    <w:link w:val="HeaderChar"/>
    <w:uiPriority w:val="99"/>
    <w:rsid w:val="00607563"/>
    <w:pPr>
      <w:tabs>
        <w:tab w:val="center" w:pos="4320"/>
        <w:tab w:val="right" w:pos="8640"/>
      </w:tabs>
    </w:pPr>
  </w:style>
  <w:style w:type="paragraph" w:styleId="Footer">
    <w:name w:val="footer"/>
    <w:basedOn w:val="Normal"/>
    <w:link w:val="FooterChar"/>
    <w:rsid w:val="00B4679B"/>
    <w:pPr>
      <w:tabs>
        <w:tab w:val="center" w:pos="4680"/>
        <w:tab w:val="right" w:pos="9360"/>
      </w:tabs>
    </w:pPr>
  </w:style>
  <w:style w:type="character" w:customStyle="1" w:styleId="FooterChar">
    <w:name w:val="Footer Char"/>
    <w:link w:val="Footer"/>
    <w:rsid w:val="00B4679B"/>
    <w:rPr>
      <w:sz w:val="24"/>
      <w:szCs w:val="24"/>
    </w:rPr>
  </w:style>
  <w:style w:type="character" w:styleId="CommentReference">
    <w:name w:val="annotation reference"/>
    <w:rsid w:val="00B24003"/>
    <w:rPr>
      <w:sz w:val="16"/>
      <w:szCs w:val="16"/>
    </w:rPr>
  </w:style>
  <w:style w:type="paragraph" w:styleId="CommentText">
    <w:name w:val="annotation text"/>
    <w:basedOn w:val="Normal"/>
    <w:link w:val="CommentTextChar"/>
    <w:rsid w:val="00B24003"/>
    <w:rPr>
      <w:sz w:val="20"/>
      <w:szCs w:val="20"/>
    </w:rPr>
  </w:style>
  <w:style w:type="character" w:customStyle="1" w:styleId="CommentTextChar">
    <w:name w:val="Comment Text Char"/>
    <w:basedOn w:val="DefaultParagraphFont"/>
    <w:link w:val="CommentText"/>
    <w:rsid w:val="00B24003"/>
  </w:style>
  <w:style w:type="paragraph" w:styleId="CommentSubject">
    <w:name w:val="annotation subject"/>
    <w:basedOn w:val="CommentText"/>
    <w:next w:val="CommentText"/>
    <w:link w:val="CommentSubjectChar"/>
    <w:rsid w:val="00B24003"/>
    <w:rPr>
      <w:b/>
      <w:bCs/>
    </w:rPr>
  </w:style>
  <w:style w:type="character" w:customStyle="1" w:styleId="CommentSubjectChar">
    <w:name w:val="Comment Subject Char"/>
    <w:link w:val="CommentSubject"/>
    <w:rsid w:val="00B24003"/>
    <w:rPr>
      <w:b/>
      <w:bCs/>
    </w:rPr>
  </w:style>
  <w:style w:type="paragraph" w:styleId="BalloonText">
    <w:name w:val="Balloon Text"/>
    <w:basedOn w:val="Normal"/>
    <w:link w:val="BalloonTextChar"/>
    <w:rsid w:val="00B24003"/>
    <w:rPr>
      <w:rFonts w:ascii="Tahoma" w:hAnsi="Tahoma" w:cs="Tahoma"/>
      <w:sz w:val="16"/>
      <w:szCs w:val="16"/>
    </w:rPr>
  </w:style>
  <w:style w:type="character" w:customStyle="1" w:styleId="BalloonTextChar">
    <w:name w:val="Balloon Text Char"/>
    <w:link w:val="BalloonText"/>
    <w:rsid w:val="00B24003"/>
    <w:rPr>
      <w:rFonts w:ascii="Tahoma" w:hAnsi="Tahoma" w:cs="Tahoma"/>
      <w:sz w:val="16"/>
      <w:szCs w:val="16"/>
    </w:rPr>
  </w:style>
  <w:style w:type="paragraph" w:styleId="Title">
    <w:name w:val="Title"/>
    <w:basedOn w:val="Normal"/>
    <w:next w:val="Normal"/>
    <w:link w:val="TitleChar"/>
    <w:qFormat/>
    <w:rsid w:val="008F075A"/>
    <w:pPr>
      <w:spacing w:before="240" w:after="60"/>
      <w:outlineLvl w:val="0"/>
    </w:pPr>
    <w:rPr>
      <w:b/>
      <w:bCs/>
      <w:kern w:val="28"/>
      <w:sz w:val="32"/>
      <w:szCs w:val="32"/>
    </w:rPr>
  </w:style>
  <w:style w:type="character" w:customStyle="1" w:styleId="TitleChar">
    <w:name w:val="Title Char"/>
    <w:link w:val="Title"/>
    <w:rsid w:val="008F075A"/>
    <w:rPr>
      <w:rFonts w:ascii="Arial" w:eastAsia="Times New Roman" w:hAnsi="Arial" w:cs="Times New Roman"/>
      <w:b/>
      <w:bCs/>
      <w:kern w:val="28"/>
      <w:sz w:val="32"/>
      <w:szCs w:val="32"/>
    </w:rPr>
  </w:style>
  <w:style w:type="character" w:customStyle="1" w:styleId="Heading1Char">
    <w:name w:val="Heading 1 Char"/>
    <w:basedOn w:val="DefaultParagraphFont"/>
    <w:link w:val="Heading1"/>
    <w:rsid w:val="002B4A9F"/>
    <w:rPr>
      <w:rFonts w:ascii="Arial" w:hAnsi="Arial" w:cs="Arial"/>
      <w:b/>
      <w:bCs/>
      <w:kern w:val="32"/>
      <w:sz w:val="24"/>
      <w:szCs w:val="32"/>
    </w:rPr>
  </w:style>
  <w:style w:type="character" w:customStyle="1" w:styleId="HeaderChar">
    <w:name w:val="Header Char"/>
    <w:basedOn w:val="DefaultParagraphFont"/>
    <w:link w:val="Header"/>
    <w:uiPriority w:val="99"/>
    <w:rsid w:val="004C50CA"/>
    <w:rPr>
      <w:rFonts w:ascii="Arial" w:hAnsi="Arial"/>
      <w:sz w:val="24"/>
      <w:szCs w:val="24"/>
    </w:rPr>
  </w:style>
  <w:style w:type="paragraph" w:styleId="NormalWeb">
    <w:name w:val="Normal (Web)"/>
    <w:basedOn w:val="Normal"/>
    <w:uiPriority w:val="99"/>
    <w:unhideWhenUsed/>
    <w:rsid w:val="004C50CA"/>
    <w:pPr>
      <w:spacing w:before="100" w:beforeAutospacing="1" w:after="100" w:afterAutospacing="1"/>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6595486">
      <w:bodyDiv w:val="1"/>
      <w:marLeft w:val="0"/>
      <w:marRight w:val="0"/>
      <w:marTop w:val="0"/>
      <w:marBottom w:val="0"/>
      <w:divBdr>
        <w:top w:val="none" w:sz="0" w:space="0" w:color="auto"/>
        <w:left w:val="none" w:sz="0" w:space="0" w:color="auto"/>
        <w:bottom w:val="none" w:sz="0" w:space="0" w:color="auto"/>
        <w:right w:val="none" w:sz="0" w:space="0" w:color="auto"/>
      </w:divBdr>
    </w:div>
    <w:div w:id="468940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andhakumar.r\AppData\Roaming\Microsoft\Templates\CDC%20Assessmen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755ECF1C7BF24692547BA0718C1406" ma:contentTypeVersion="0" ma:contentTypeDescription="Create a new document." ma:contentTypeScope="" ma:versionID="bd44395808b37fb440f46cae40a07dc8">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5C65044-471D-4D5D-9520-F0375785A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574D804-A447-4943-BE06-2E63DBC6A23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D9FBB16-73D0-4980-AE86-FDE7389F71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CDC Assessment Template</Template>
  <TotalTime>170</TotalTime>
  <Pages>14</Pages>
  <Words>3365</Words>
  <Characters>19182</Characters>
  <Application>Microsoft Office Word</Application>
  <DocSecurity>0</DocSecurity>
  <Lines>159</Lines>
  <Paragraphs>45</Paragraphs>
  <ScaleCrop>false</ScaleCrop>
  <HeadingPairs>
    <vt:vector size="2" baseType="variant">
      <vt:variant>
        <vt:lpstr>Title</vt:lpstr>
      </vt:variant>
      <vt:variant>
        <vt:i4>1</vt:i4>
      </vt:variant>
    </vt:vector>
  </HeadingPairs>
  <TitlesOfParts>
    <vt:vector size="1" baseType="lpstr">
      <vt:lpstr>Chapter 1</vt:lpstr>
    </vt:vector>
  </TitlesOfParts>
  <Company>Sage Publications</Company>
  <LinksUpToDate>false</LinksUpToDate>
  <CharactersWithSpaces>22502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Anandhakumar Ramachandran</dc:creator>
  <cp:keywords/>
  <cp:lastModifiedBy>Mandy</cp:lastModifiedBy>
  <cp:revision>53</cp:revision>
  <dcterms:created xsi:type="dcterms:W3CDTF">2018-01-19T05:20:00Z</dcterms:created>
  <dcterms:modified xsi:type="dcterms:W3CDTF">2018-01-23T20:38:00Z</dcterms:modified>
</cp:coreProperties>
</file>