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0557A" w14:textId="77777777" w:rsidR="005D7D59" w:rsidRPr="00974866" w:rsidRDefault="005C47A0" w:rsidP="00A651F4">
      <w:pPr>
        <w:pStyle w:val="Title"/>
        <w:rPr>
          <w:b w:val="0"/>
        </w:rPr>
      </w:pPr>
      <w:r w:rsidRPr="00974866">
        <w:t>Chapter 1: Statistics or Sadistics? It’s Up to You</w:t>
      </w:r>
    </w:p>
    <w:p w14:paraId="143BDA07" w14:textId="77777777" w:rsidR="001A7261" w:rsidRPr="00974866" w:rsidRDefault="005C47A0" w:rsidP="00A651F4">
      <w:pPr>
        <w:pStyle w:val="Title"/>
        <w:rPr>
          <w:b w:val="0"/>
        </w:rPr>
      </w:pPr>
      <w:r w:rsidRPr="00974866">
        <w:t>Test Bank</w:t>
      </w:r>
    </w:p>
    <w:p w14:paraId="5727F491" w14:textId="77777777" w:rsidR="00D1797F" w:rsidRPr="00974866" w:rsidRDefault="00D1797F" w:rsidP="00C8098F">
      <w:pPr>
        <w:rPr>
          <w:rFonts w:cs="Arial"/>
          <w:b/>
          <w:color w:val="000000" w:themeColor="text1"/>
        </w:rPr>
      </w:pPr>
    </w:p>
    <w:p w14:paraId="32DE3718" w14:textId="77777777" w:rsidR="005D7D59" w:rsidRPr="00974866" w:rsidRDefault="005C47A0" w:rsidP="00A651F4">
      <w:pPr>
        <w:pStyle w:val="Heading1"/>
        <w:rPr>
          <w:b w:val="0"/>
        </w:rPr>
      </w:pPr>
      <w:r w:rsidRPr="00974866">
        <w:t>Multiple Choice</w:t>
      </w:r>
    </w:p>
    <w:p w14:paraId="11F45416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654A8497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1. When humans first realized that counting was a good idea, this became a useful skill for people to have.</w:t>
      </w:r>
    </w:p>
    <w:p w14:paraId="76CD8253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knowing the alphabet</w:t>
      </w:r>
    </w:p>
    <w:p w14:paraId="450D9274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asking questions</w:t>
      </w:r>
    </w:p>
    <w:p w14:paraId="34B83FFD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collecting information</w:t>
      </w:r>
    </w:p>
    <w:p w14:paraId="1B7B8A34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making decisions</w:t>
      </w:r>
    </w:p>
    <w:p w14:paraId="6D71B6B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C</w:t>
      </w:r>
    </w:p>
    <w:p w14:paraId="3E7AA14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Learning Objective: 1.1: What statistics is all about.</w:t>
      </w:r>
    </w:p>
    <w:p w14:paraId="018A201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2AFE29DD" w14:textId="77777777" w:rsidR="00826733" w:rsidRPr="00974866" w:rsidRDefault="005C47A0" w:rsidP="00826733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7398C16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464061A6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2EEEFBA4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2. In early times, once numbers became part of the human language, the next step was to attach numbers to </w:t>
      </w:r>
      <w:r w:rsidR="00862CCD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2138905B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outcomes</w:t>
      </w:r>
    </w:p>
    <w:p w14:paraId="1206BB5E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letters</w:t>
      </w:r>
    </w:p>
    <w:p w14:paraId="274EC37E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places</w:t>
      </w:r>
    </w:p>
    <w:p w14:paraId="13AE710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time</w:t>
      </w:r>
    </w:p>
    <w:p w14:paraId="26339CA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740326" w:rsidRPr="00974866">
        <w:rPr>
          <w:rFonts w:cs="Arial"/>
          <w:color w:val="000000" w:themeColor="text1"/>
        </w:rPr>
        <w:t>A</w:t>
      </w:r>
    </w:p>
    <w:p w14:paraId="250D442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740326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862CCD" w:rsidRPr="00974866">
        <w:rPr>
          <w:rFonts w:cs="Arial"/>
          <w:color w:val="000000" w:themeColor="text1"/>
        </w:rPr>
        <w:t>.</w:t>
      </w:r>
    </w:p>
    <w:p w14:paraId="08FB65D5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2F7E4691" w14:textId="77777777" w:rsidR="00740326" w:rsidRPr="00974866" w:rsidRDefault="00740326" w:rsidP="0074032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1A65E645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523FA461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6E9209BB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3. After the first set of data having to do with populations was collected during the 17th century, scientists needed to develop </w:t>
      </w:r>
      <w:r w:rsidR="00862CCD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738C4BBC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general tools to answer general questions</w:t>
      </w:r>
    </w:p>
    <w:p w14:paraId="68424E6D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general tools to answer specific questions</w:t>
      </w:r>
    </w:p>
    <w:p w14:paraId="52C7916D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specific tools to answer general questions</w:t>
      </w:r>
    </w:p>
    <w:p w14:paraId="4D22D6AB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specific tools to answer specific questions</w:t>
      </w:r>
    </w:p>
    <w:p w14:paraId="4C92305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862CCD" w:rsidRPr="00974866">
        <w:rPr>
          <w:rFonts w:cs="Arial"/>
          <w:color w:val="000000" w:themeColor="text1"/>
        </w:rPr>
        <w:t>D</w:t>
      </w:r>
    </w:p>
    <w:p w14:paraId="1F54773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Learning Objective: What statistics is all about</w:t>
      </w:r>
      <w:r w:rsidR="00862CCD" w:rsidRPr="00974866">
        <w:rPr>
          <w:rFonts w:cs="Arial"/>
          <w:color w:val="000000" w:themeColor="text1"/>
        </w:rPr>
        <w:t>.</w:t>
      </w:r>
    </w:p>
    <w:p w14:paraId="066EEA2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681A8EB8" w14:textId="77777777" w:rsidR="00862CCD" w:rsidRPr="00974866" w:rsidRDefault="00862CCD" w:rsidP="00862CCD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5DE228E5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4847C34A" w14:textId="77777777" w:rsidR="00DC2CDA" w:rsidRPr="00974866" w:rsidRDefault="00DC2CDA" w:rsidP="00C8098F">
      <w:pPr>
        <w:rPr>
          <w:rFonts w:cs="Arial"/>
          <w:color w:val="000000" w:themeColor="text1"/>
        </w:rPr>
      </w:pPr>
    </w:p>
    <w:p w14:paraId="041BCF85" w14:textId="77777777" w:rsidR="009C0C98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4. </w:t>
      </w:r>
      <w:r w:rsidR="00862CCD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is one of the most popular, most powerful analytic tools available today.</w:t>
      </w:r>
    </w:p>
    <w:p w14:paraId="39F4C86E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a. R</w:t>
      </w:r>
    </w:p>
    <w:p w14:paraId="7EB9F6C1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Microsoft Word</w:t>
      </w:r>
    </w:p>
    <w:p w14:paraId="3F3C3F4D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Mini Tab</w:t>
      </w:r>
    </w:p>
    <w:p w14:paraId="05554A1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Excel</w:t>
      </w:r>
    </w:p>
    <w:p w14:paraId="3408E58C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862CCD" w:rsidRPr="00974866">
        <w:rPr>
          <w:rFonts w:cs="Arial"/>
          <w:color w:val="000000" w:themeColor="text1"/>
        </w:rPr>
        <w:t>A</w:t>
      </w:r>
    </w:p>
    <w:p w14:paraId="545AE960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862CCD" w:rsidRPr="00974866">
        <w:rPr>
          <w:rFonts w:cs="Arial"/>
          <w:color w:val="000000" w:themeColor="text1"/>
        </w:rPr>
        <w:t xml:space="preserve">1.2: </w:t>
      </w:r>
      <w:r w:rsidRPr="00974866">
        <w:rPr>
          <w:rFonts w:cs="Arial"/>
          <w:color w:val="000000" w:themeColor="text1"/>
        </w:rPr>
        <w:t>Why you should take statistics</w:t>
      </w:r>
      <w:r w:rsidR="00862CCD" w:rsidRPr="00974866">
        <w:rPr>
          <w:rFonts w:cs="Arial"/>
          <w:color w:val="000000" w:themeColor="text1"/>
        </w:rPr>
        <w:t>.</w:t>
      </w:r>
    </w:p>
    <w:p w14:paraId="3EB7E69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3015D2BF" w14:textId="77777777" w:rsidR="00862CCD" w:rsidRPr="00974866" w:rsidRDefault="00862CCD" w:rsidP="00862CCD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And Why R</w:t>
      </w:r>
    </w:p>
    <w:p w14:paraId="5042C37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2C50F95B" w14:textId="77777777" w:rsidR="00ED6999" w:rsidRPr="00974866" w:rsidRDefault="00ED6999" w:rsidP="00C8098F">
      <w:pPr>
        <w:rPr>
          <w:rFonts w:cs="Arial"/>
          <w:color w:val="000000" w:themeColor="text1"/>
        </w:rPr>
      </w:pPr>
    </w:p>
    <w:p w14:paraId="397AE516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5. Today, statisticians in many different professional areas find themselves using </w:t>
      </w:r>
      <w:r w:rsidR="00862CCD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techniques to answer different questions.</w:t>
      </w:r>
    </w:p>
    <w:p w14:paraId="3AB34C58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varied</w:t>
      </w:r>
    </w:p>
    <w:p w14:paraId="0B848D29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new</w:t>
      </w:r>
    </w:p>
    <w:p w14:paraId="7728126B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the same</w:t>
      </w:r>
    </w:p>
    <w:p w14:paraId="5757795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experimental</w:t>
      </w:r>
    </w:p>
    <w:p w14:paraId="51D81DEF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862CCD" w:rsidRPr="00974866">
        <w:rPr>
          <w:rFonts w:cs="Arial"/>
          <w:color w:val="000000" w:themeColor="text1"/>
        </w:rPr>
        <w:t>C</w:t>
      </w:r>
    </w:p>
    <w:p w14:paraId="6B012D4B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862CCD" w:rsidRPr="00974866">
        <w:rPr>
          <w:rFonts w:cs="Arial"/>
          <w:color w:val="000000" w:themeColor="text1"/>
        </w:rPr>
        <w:t xml:space="preserve">1.2: </w:t>
      </w:r>
      <w:r w:rsidRPr="00974866">
        <w:rPr>
          <w:rFonts w:cs="Arial"/>
          <w:color w:val="000000" w:themeColor="text1"/>
        </w:rPr>
        <w:t>Why you should take statistics</w:t>
      </w:r>
      <w:r w:rsidR="00862CCD" w:rsidRPr="00974866">
        <w:rPr>
          <w:rFonts w:cs="Arial"/>
          <w:color w:val="000000" w:themeColor="text1"/>
        </w:rPr>
        <w:t>.</w:t>
      </w:r>
    </w:p>
    <w:p w14:paraId="27337D6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D5F76B7" w14:textId="77777777" w:rsidR="00862CCD" w:rsidRPr="00974866" w:rsidRDefault="00862CCD" w:rsidP="00862CCD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525A4C8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6D37CA03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104DBA8C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6. Statistics describes a set of </w:t>
      </w:r>
      <w:r w:rsidR="00862CCD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that are used for describing, organizing, and interpreting information.</w:t>
      </w:r>
    </w:p>
    <w:p w14:paraId="10FA3E3E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statements</w:t>
      </w:r>
    </w:p>
    <w:p w14:paraId="6B327888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rules and exceptions</w:t>
      </w:r>
    </w:p>
    <w:p w14:paraId="0A46F976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tools and techniques</w:t>
      </w:r>
    </w:p>
    <w:p w14:paraId="5FDCE7A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d. numbers and letters </w:t>
      </w:r>
    </w:p>
    <w:p w14:paraId="38B0C073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862CCD" w:rsidRPr="00974866">
        <w:rPr>
          <w:rFonts w:cs="Arial"/>
          <w:color w:val="000000" w:themeColor="text1"/>
        </w:rPr>
        <w:t>C</w:t>
      </w:r>
    </w:p>
    <w:p w14:paraId="6FD3C52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862CCD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862CCD" w:rsidRPr="00974866">
        <w:rPr>
          <w:rFonts w:cs="Arial"/>
          <w:color w:val="000000" w:themeColor="text1"/>
        </w:rPr>
        <w:t>.</w:t>
      </w:r>
    </w:p>
    <w:p w14:paraId="2A3E7C8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3A3BEC22" w14:textId="77777777" w:rsidR="00862CCD" w:rsidRPr="00974866" w:rsidRDefault="00862CCD" w:rsidP="00862CCD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Statistics: What It Is (and Isn’t)</w:t>
      </w:r>
    </w:p>
    <w:p w14:paraId="27DEAAD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244C054B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1373E145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7. </w:t>
      </w:r>
      <w:r w:rsidR="00EC1139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statistics involve collecting, organizing, and summarizing data.</w:t>
      </w:r>
    </w:p>
    <w:p w14:paraId="5F95D16E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Experimental</w:t>
      </w:r>
    </w:p>
    <w:p w14:paraId="1190601A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Descriptive</w:t>
      </w:r>
    </w:p>
    <w:p w14:paraId="6AC37193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Inferential</w:t>
      </w:r>
    </w:p>
    <w:p w14:paraId="66E91414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Organizational</w:t>
      </w:r>
    </w:p>
    <w:p w14:paraId="16B430E3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B</w:t>
      </w:r>
    </w:p>
    <w:p w14:paraId="19C44457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197E893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26629AA9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2FD4082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449BA4C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4B7CF8A9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8. Inferential statistics involve </w:t>
      </w:r>
      <w:r w:rsidR="00EC1139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the data.</w:t>
      </w:r>
    </w:p>
    <w:p w14:paraId="145C3966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a. organizing</w:t>
      </w:r>
    </w:p>
    <w:p w14:paraId="3112B4E7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balancing</w:t>
      </w:r>
    </w:p>
    <w:p w14:paraId="35B2DA42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editing</w:t>
      </w:r>
    </w:p>
    <w:p w14:paraId="296BF5B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interpreting</w:t>
      </w:r>
    </w:p>
    <w:p w14:paraId="2DBF0C62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D</w:t>
      </w:r>
    </w:p>
    <w:p w14:paraId="154AD25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7273F2B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6532A57A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Statistics: What it is (and Isn’t)</w:t>
      </w:r>
    </w:p>
    <w:p w14:paraId="63031B40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09394F9A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76AF8941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9. The type of descriptive statistic that tells you the most popular or most frequent choice from a number of choices is the </w:t>
      </w:r>
      <w:r w:rsidR="00EC1139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4731794D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median</w:t>
      </w:r>
    </w:p>
    <w:p w14:paraId="50074E05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mode</w:t>
      </w:r>
    </w:p>
    <w:p w14:paraId="434907DB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mean</w:t>
      </w:r>
    </w:p>
    <w:p w14:paraId="63BF47E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average</w:t>
      </w:r>
    </w:p>
    <w:p w14:paraId="3C375A77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B</w:t>
      </w:r>
    </w:p>
    <w:p w14:paraId="32965B60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4D3C4B0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1D179E52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2E21618B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51A7DC59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2FBD2DC8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10. The descriptive statistic that is also referred to as the </w:t>
      </w:r>
      <w:r w:rsidRPr="00974866">
        <w:rPr>
          <w:rFonts w:cs="Arial"/>
          <w:i/>
          <w:color w:val="000000" w:themeColor="text1"/>
        </w:rPr>
        <w:t>average</w:t>
      </w:r>
      <w:r w:rsidRPr="00974866">
        <w:rPr>
          <w:rFonts w:cs="Arial"/>
          <w:color w:val="000000" w:themeColor="text1"/>
        </w:rPr>
        <w:t xml:space="preserve"> is the </w:t>
      </w:r>
      <w:r w:rsidR="00EC1139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07921745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median</w:t>
      </w:r>
    </w:p>
    <w:p w14:paraId="0A935BBB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mode</w:t>
      </w:r>
    </w:p>
    <w:p w14:paraId="5232C81C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mean</w:t>
      </w:r>
    </w:p>
    <w:p w14:paraId="0133B65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descriptor</w:t>
      </w:r>
    </w:p>
    <w:p w14:paraId="37E6C4C1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C</w:t>
      </w:r>
    </w:p>
    <w:p w14:paraId="2B16ECD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2988D969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02095ACE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3BED3327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5D0405B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71419DBA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11. </w:t>
      </w:r>
      <w:r w:rsidR="00EC1139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statistics are often (but not always) the next step after you have some basic understanding of data.</w:t>
      </w:r>
    </w:p>
    <w:p w14:paraId="7D4CCB06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Descriptive</w:t>
      </w:r>
    </w:p>
    <w:p w14:paraId="06159919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Inferential</w:t>
      </w:r>
    </w:p>
    <w:p w14:paraId="059F0790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Experimental</w:t>
      </w:r>
    </w:p>
    <w:p w14:paraId="40F1CA9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Observational</w:t>
      </w:r>
    </w:p>
    <w:p w14:paraId="16F70F27" w14:textId="77777777" w:rsidR="00A651F4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B</w:t>
      </w:r>
    </w:p>
    <w:p w14:paraId="1F0D1965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5494037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4D54F864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4FC9F53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1D0ED24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17262D5C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12. </w:t>
      </w:r>
      <w:r w:rsidR="00EC1139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is to a smaller group of data as population is to a larger group of data.</w:t>
      </w:r>
    </w:p>
    <w:p w14:paraId="2EA6ED80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a. Micro group</w:t>
      </w:r>
    </w:p>
    <w:p w14:paraId="54F2217D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Mini group</w:t>
      </w:r>
    </w:p>
    <w:p w14:paraId="67FB9804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Micro data</w:t>
      </w:r>
    </w:p>
    <w:p w14:paraId="3A03C8F7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Sample</w:t>
      </w:r>
    </w:p>
    <w:p w14:paraId="3E417AB5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D</w:t>
      </w:r>
    </w:p>
    <w:p w14:paraId="710D367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22EF3C5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4EEB7A0D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3AB61C64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776BEFBB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02D8DD1C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13. Descriptive and inferential statistics work hand in hand, and which one you use and when depends on </w:t>
      </w:r>
      <w:r w:rsidR="00EC1139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54A73E88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the question you want answered</w:t>
      </w:r>
    </w:p>
    <w:p w14:paraId="2F16CC90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the methods you choose for investigation</w:t>
      </w:r>
    </w:p>
    <w:p w14:paraId="18B28309" w14:textId="77777777" w:rsidR="001A726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the sample you select</w:t>
      </w:r>
    </w:p>
    <w:p w14:paraId="1359B82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the population you choose</w:t>
      </w:r>
    </w:p>
    <w:p w14:paraId="73F984E1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A</w:t>
      </w:r>
    </w:p>
    <w:p w14:paraId="466BA319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1.3: </w:t>
      </w:r>
      <w:r w:rsidRPr="00974866">
        <w:rPr>
          <w:rFonts w:cs="Arial"/>
          <w:color w:val="000000" w:themeColor="text1"/>
        </w:rPr>
        <w:t>How to succeed in this course</w:t>
      </w:r>
      <w:r w:rsidR="00EC1139" w:rsidRPr="00974866">
        <w:rPr>
          <w:rFonts w:cs="Arial"/>
          <w:color w:val="000000" w:themeColor="text1"/>
        </w:rPr>
        <w:t>.</w:t>
      </w:r>
    </w:p>
    <w:p w14:paraId="2A5CDD8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47AC8ADE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In Other Words . . .</w:t>
      </w:r>
    </w:p>
    <w:p w14:paraId="4158514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432B01C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579B1F87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14. What term is used to describe the science of organizing and analyzing information to make the information more easily understood?</w:t>
      </w:r>
    </w:p>
    <w:p w14:paraId="75155389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analysis</w:t>
      </w:r>
    </w:p>
    <w:p w14:paraId="4E329246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data</w:t>
      </w:r>
    </w:p>
    <w:p w14:paraId="052269AA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interpretation</w:t>
      </w:r>
    </w:p>
    <w:p w14:paraId="143C574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statistics</w:t>
      </w:r>
    </w:p>
    <w:p w14:paraId="69EC30CD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D</w:t>
      </w:r>
    </w:p>
    <w:p w14:paraId="251920A9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5006B45B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2C41F368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Statistics: What It Is (and Isn’t)</w:t>
      </w:r>
    </w:p>
    <w:p w14:paraId="7923A94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68221A74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7F5DB22C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15. Which of the following individuals used statistical methods during the 17th century to study the intelligence of his family members?</w:t>
      </w:r>
    </w:p>
    <w:p w14:paraId="4889409D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Charles Darwin</w:t>
      </w:r>
    </w:p>
    <w:p w14:paraId="54809FF9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Francis Galton</w:t>
      </w:r>
    </w:p>
    <w:p w14:paraId="65860499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Isaac Newton</w:t>
      </w:r>
    </w:p>
    <w:p w14:paraId="616B460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Alfred Binet</w:t>
      </w:r>
    </w:p>
    <w:p w14:paraId="6B6B9D8A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B</w:t>
      </w:r>
    </w:p>
    <w:p w14:paraId="1A87AD2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620A419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3E829C23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33ACCE9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077E7BEF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1A6523B8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16. Which of the following would be used to describe the type of statistical methods used to organize and describe the characteristics of a collection of data?</w:t>
      </w:r>
    </w:p>
    <w:p w14:paraId="3517FD8C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inferential statistics</w:t>
      </w:r>
    </w:p>
    <w:p w14:paraId="7466A412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descriptive statistics</w:t>
      </w:r>
    </w:p>
    <w:p w14:paraId="20B139EE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sampling methods</w:t>
      </w:r>
    </w:p>
    <w:p w14:paraId="4A082EC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population methods</w:t>
      </w:r>
    </w:p>
    <w:p w14:paraId="36F8A2C0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B</w:t>
      </w:r>
    </w:p>
    <w:p w14:paraId="7B887AA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EC113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EC1139" w:rsidRPr="00974866">
        <w:rPr>
          <w:rFonts w:cs="Arial"/>
          <w:color w:val="000000" w:themeColor="text1"/>
        </w:rPr>
        <w:t>.</w:t>
      </w:r>
    </w:p>
    <w:p w14:paraId="3DD5A5B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484349E7" w14:textId="77777777" w:rsidR="00EC1139" w:rsidRPr="00974866" w:rsidRDefault="00EC1139" w:rsidP="00EC113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Answer Location: What Are Descriptive Statistics? </w:t>
      </w:r>
    </w:p>
    <w:p w14:paraId="5876F66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66D71B24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6539127C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17. When did the first collection of a set of data pertaining to populations occur?</w:t>
      </w:r>
    </w:p>
    <w:p w14:paraId="59871A27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15th century</w:t>
      </w:r>
    </w:p>
    <w:p w14:paraId="2F0334B8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17th century</w:t>
      </w:r>
    </w:p>
    <w:p w14:paraId="290A358F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19th century</w:t>
      </w:r>
    </w:p>
    <w:p w14:paraId="07B58A1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21st century</w:t>
      </w:r>
    </w:p>
    <w:p w14:paraId="5A7E5CDB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EC1139" w:rsidRPr="00974866">
        <w:rPr>
          <w:rFonts w:cs="Arial"/>
          <w:color w:val="000000" w:themeColor="text1"/>
        </w:rPr>
        <w:t>B</w:t>
      </w:r>
    </w:p>
    <w:p w14:paraId="3CBD1D9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C81A3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C81A32" w:rsidRPr="00974866">
        <w:rPr>
          <w:rFonts w:cs="Arial"/>
          <w:color w:val="000000" w:themeColor="text1"/>
        </w:rPr>
        <w:t>.</w:t>
      </w:r>
    </w:p>
    <w:p w14:paraId="3E260AF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54808EE2" w14:textId="77777777" w:rsidR="00C81A32" w:rsidRPr="00974866" w:rsidRDefault="00C81A32" w:rsidP="00C81A3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Answer Location: A 5-Minute History of Statistics </w:t>
      </w:r>
    </w:p>
    <w:p w14:paraId="62F6616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2104469A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3C1537AB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18. Who popularized the use of the correlation coefficient?</w:t>
      </w:r>
    </w:p>
    <w:p w14:paraId="15057E08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Charles Darwin</w:t>
      </w:r>
    </w:p>
    <w:p w14:paraId="0EC0A365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Neil Salkind</w:t>
      </w:r>
    </w:p>
    <w:p w14:paraId="0F490CCC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Francis Galton</w:t>
      </w:r>
    </w:p>
    <w:p w14:paraId="007C9CF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R. A. Fisher</w:t>
      </w:r>
    </w:p>
    <w:p w14:paraId="479D912F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C81A32" w:rsidRPr="00974866">
        <w:rPr>
          <w:rFonts w:cs="Arial"/>
          <w:color w:val="000000" w:themeColor="text1"/>
        </w:rPr>
        <w:t>C</w:t>
      </w:r>
    </w:p>
    <w:p w14:paraId="02D7846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C81A3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C81A32" w:rsidRPr="00974866">
        <w:rPr>
          <w:rFonts w:cs="Arial"/>
          <w:color w:val="000000" w:themeColor="text1"/>
        </w:rPr>
        <w:t>.</w:t>
      </w:r>
    </w:p>
    <w:p w14:paraId="2100326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1F9B3780" w14:textId="77777777" w:rsidR="00C81A32" w:rsidRPr="00974866" w:rsidRDefault="00C81A32" w:rsidP="00C81A3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20ACE0F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233E8DA4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31CC8B5F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19. What term is defined as a set of tools and techniques used for describing, organizing, and interpreting data?</w:t>
      </w:r>
    </w:p>
    <w:p w14:paraId="0F0B773C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inference</w:t>
      </w:r>
    </w:p>
    <w:p w14:paraId="45E9E35B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population</w:t>
      </w:r>
    </w:p>
    <w:p w14:paraId="38C3FA7E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sample</w:t>
      </w:r>
    </w:p>
    <w:p w14:paraId="516D84D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statistics</w:t>
      </w:r>
    </w:p>
    <w:p w14:paraId="718E40D6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C81A32" w:rsidRPr="00974866">
        <w:rPr>
          <w:rFonts w:cs="Arial"/>
          <w:color w:val="000000" w:themeColor="text1"/>
        </w:rPr>
        <w:t>D</w:t>
      </w:r>
    </w:p>
    <w:p w14:paraId="795A40E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C81A3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C81A32" w:rsidRPr="00974866">
        <w:rPr>
          <w:rFonts w:cs="Arial"/>
          <w:color w:val="000000" w:themeColor="text1"/>
        </w:rPr>
        <w:t>.</w:t>
      </w:r>
    </w:p>
    <w:p w14:paraId="1679FFF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615CA8C6" w14:textId="77777777" w:rsidR="00C81A32" w:rsidRPr="00974866" w:rsidRDefault="00C81A32" w:rsidP="00C81A3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Statistics: What It Is (and Isn’t)</w:t>
      </w:r>
    </w:p>
    <w:p w14:paraId="3AC3A72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EF10465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7F42867B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20. If your professor tells you, “If you don’t start with reliable data, you’ll end up with unreliable results,” what does he or she mean?</w:t>
      </w:r>
    </w:p>
    <w:p w14:paraId="362E1D30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A bird in the hand is worth two in the bush.</w:t>
      </w:r>
    </w:p>
    <w:p w14:paraId="222281B2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A watched pot never boils.</w:t>
      </w:r>
    </w:p>
    <w:p w14:paraId="20D6598A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Don’t cry over spilt milk.</w:t>
      </w:r>
    </w:p>
    <w:p w14:paraId="5A35CEB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Garbage in, garbage out.</w:t>
      </w:r>
    </w:p>
    <w:p w14:paraId="5D48E6B3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C81A32" w:rsidRPr="00974866">
        <w:rPr>
          <w:rFonts w:cs="Arial"/>
          <w:color w:val="000000" w:themeColor="text1"/>
        </w:rPr>
        <w:t>D</w:t>
      </w:r>
    </w:p>
    <w:p w14:paraId="50C74A27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C81A32" w:rsidRPr="00974866">
        <w:rPr>
          <w:rFonts w:cs="Arial"/>
          <w:color w:val="000000" w:themeColor="text1"/>
        </w:rPr>
        <w:t xml:space="preserve">1.3: </w:t>
      </w:r>
      <w:r w:rsidRPr="00974866">
        <w:rPr>
          <w:rFonts w:cs="Arial"/>
          <w:color w:val="000000" w:themeColor="text1"/>
        </w:rPr>
        <w:t>How to succeed in this course</w:t>
      </w:r>
      <w:r w:rsidR="00C81A32" w:rsidRPr="00974866">
        <w:rPr>
          <w:rFonts w:cs="Arial"/>
          <w:color w:val="000000" w:themeColor="text1"/>
        </w:rPr>
        <w:t>.</w:t>
      </w:r>
    </w:p>
    <w:p w14:paraId="08748DF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7A760CDF" w14:textId="77777777" w:rsidR="00C81A32" w:rsidRPr="00974866" w:rsidRDefault="00C81A32" w:rsidP="00C81A3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1DD8BB4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E964F38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0769CD72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21. What will you need to complete most statistical analyses?</w:t>
      </w:r>
    </w:p>
    <w:p w14:paraId="00FB4770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a personal computer</w:t>
      </w:r>
    </w:p>
    <w:p w14:paraId="42F04FEE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large computer mainframe</w:t>
      </w:r>
    </w:p>
    <w:p w14:paraId="183738CD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a slide rule</w:t>
      </w:r>
    </w:p>
    <w:p w14:paraId="198ADF8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a highly trained technician</w:t>
      </w:r>
    </w:p>
    <w:p w14:paraId="7FADE35B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C81A32" w:rsidRPr="00974866">
        <w:rPr>
          <w:rFonts w:cs="Arial"/>
          <w:color w:val="000000" w:themeColor="text1"/>
        </w:rPr>
        <w:t>A</w:t>
      </w:r>
    </w:p>
    <w:p w14:paraId="4CF8056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C81A32" w:rsidRPr="00974866">
        <w:rPr>
          <w:rFonts w:cs="Arial"/>
          <w:color w:val="000000" w:themeColor="text1"/>
        </w:rPr>
        <w:t xml:space="preserve">1.3: </w:t>
      </w:r>
      <w:r w:rsidRPr="00974866">
        <w:rPr>
          <w:rFonts w:cs="Arial"/>
          <w:color w:val="000000" w:themeColor="text1"/>
        </w:rPr>
        <w:t>How to succeed in this course</w:t>
      </w:r>
      <w:r w:rsidR="00C81A32" w:rsidRPr="00974866">
        <w:rPr>
          <w:rFonts w:cs="Arial"/>
          <w:color w:val="000000" w:themeColor="text1"/>
        </w:rPr>
        <w:t>.</w:t>
      </w:r>
    </w:p>
    <w:p w14:paraId="61F5320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168D84C0" w14:textId="77777777" w:rsidR="00C81A32" w:rsidRPr="00974866" w:rsidRDefault="00C81A32" w:rsidP="00C81A3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Answer Location: A 5-Minute History of Statistics </w:t>
      </w:r>
    </w:p>
    <w:p w14:paraId="4E2A686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4BF52405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1673A86A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22. In what century was the simplest test for examining differences between two groups first advanced?</w:t>
      </w:r>
    </w:p>
    <w:p w14:paraId="6E10A0C1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17th century</w:t>
      </w:r>
    </w:p>
    <w:p w14:paraId="0EF3F970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18th century</w:t>
      </w:r>
    </w:p>
    <w:p w14:paraId="40B4F1C3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19th century</w:t>
      </w:r>
    </w:p>
    <w:p w14:paraId="78ABA8E4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20th century</w:t>
      </w:r>
    </w:p>
    <w:p w14:paraId="6C7B37F9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D</w:t>
      </w:r>
    </w:p>
    <w:p w14:paraId="4E1F431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205EB2E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6C0171E6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0E7B70A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309E7AE2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4ADD085E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23. Inferential statistics is most often used for which of the following?</w:t>
      </w:r>
    </w:p>
    <w:p w14:paraId="1C96D6F1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summarizing data</w:t>
      </w:r>
    </w:p>
    <w:p w14:paraId="61C09864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organizing data</w:t>
      </w:r>
    </w:p>
    <w:p w14:paraId="34A3210D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interpreting data</w:t>
      </w:r>
    </w:p>
    <w:p w14:paraId="7137B8B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collecting data</w:t>
      </w:r>
    </w:p>
    <w:p w14:paraId="01B5A816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C</w:t>
      </w:r>
    </w:p>
    <w:p w14:paraId="30FE0D9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1D5D0DA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15E20422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Answer Location: Statistics: What it is (and Isn’t) </w:t>
      </w:r>
    </w:p>
    <w:p w14:paraId="1AC549D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DAFA85C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76DA9BAC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24. Which of the following is NOT a use of descriptive statistics?</w:t>
      </w:r>
    </w:p>
    <w:p w14:paraId="3B9315E9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organizing data</w:t>
      </w:r>
    </w:p>
    <w:p w14:paraId="14BC7260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interpreting data</w:t>
      </w:r>
    </w:p>
    <w:p w14:paraId="1C7C817A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summarizing data</w:t>
      </w:r>
    </w:p>
    <w:p w14:paraId="6F7FEC6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collecting data</w:t>
      </w:r>
    </w:p>
    <w:p w14:paraId="199DF9E7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B</w:t>
      </w:r>
    </w:p>
    <w:p w14:paraId="5C88C06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0549ECB7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000ACBED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393DF35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8AD9CA4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575EF1A1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25. What type of statistics is used to organize and describe the characteristics of a collection of data?</w:t>
      </w:r>
    </w:p>
    <w:p w14:paraId="70689436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inferential</w:t>
      </w:r>
    </w:p>
    <w:p w14:paraId="770ADCF1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descriptive</w:t>
      </w:r>
    </w:p>
    <w:p w14:paraId="76CAF72B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ordinal</w:t>
      </w:r>
    </w:p>
    <w:p w14:paraId="637922E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nominal</w:t>
      </w:r>
    </w:p>
    <w:p w14:paraId="393DFD79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B</w:t>
      </w:r>
    </w:p>
    <w:p w14:paraId="1A31CBD9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036602D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B880F74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2DC5C01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6660772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63386DE3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26. What is a collection of information also called?</w:t>
      </w:r>
    </w:p>
    <w:p w14:paraId="06DC96A1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data set</w:t>
      </w:r>
    </w:p>
    <w:p w14:paraId="578B46F3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sample statistic</w:t>
      </w:r>
    </w:p>
    <w:p w14:paraId="152DB56B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descriptive statistic</w:t>
      </w:r>
    </w:p>
    <w:p w14:paraId="159574E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population subset</w:t>
      </w:r>
    </w:p>
    <w:p w14:paraId="21B1BF9F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A</w:t>
      </w:r>
    </w:p>
    <w:p w14:paraId="3B10EF1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13B1CF6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276F62AA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7728D3F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458C47B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0C769866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27. When are descriptive measures most often used?</w:t>
      </w:r>
    </w:p>
    <w:p w14:paraId="3CC14251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to describe how often something occurs</w:t>
      </w:r>
    </w:p>
    <w:p w14:paraId="5D19FF48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to determine if a sample is representative of a population</w:t>
      </w:r>
    </w:p>
    <w:p w14:paraId="49634F89" w14:textId="77777777" w:rsidR="00057AE1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to predict an outcome</w:t>
      </w:r>
    </w:p>
    <w:p w14:paraId="01EF279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to determine the effect of an intervention</w:t>
      </w:r>
    </w:p>
    <w:p w14:paraId="4ECDB5A0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A</w:t>
      </w:r>
    </w:p>
    <w:p w14:paraId="44BD8DB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36F1DCF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7B636B5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245DB53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39FCE0F5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354EEDC6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28. How are inferential statistics most often used?</w:t>
      </w:r>
    </w:p>
    <w:p w14:paraId="30048572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a. to infer to the quality of data collected</w:t>
      </w:r>
    </w:p>
    <w:p w14:paraId="388028F3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to organize and describe data</w:t>
      </w:r>
    </w:p>
    <w:p w14:paraId="27AFD782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to make inferences from the sample to the population</w:t>
      </w:r>
    </w:p>
    <w:p w14:paraId="1FEB58E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to plot the data</w:t>
      </w:r>
    </w:p>
    <w:p w14:paraId="22BED5D0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C</w:t>
      </w:r>
    </w:p>
    <w:p w14:paraId="0E1D4703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1439E548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0C1DAE90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69BE6EA7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49A7DA2E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4769E490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29. What is the small subset of the population from whom you collect data called?</w:t>
      </w:r>
    </w:p>
    <w:p w14:paraId="44723796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population</w:t>
      </w:r>
    </w:p>
    <w:p w14:paraId="6CCB5613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sample</w:t>
      </w:r>
    </w:p>
    <w:p w14:paraId="4FB1F5E9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database</w:t>
      </w:r>
    </w:p>
    <w:p w14:paraId="7933D1C5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group A</w:t>
      </w:r>
    </w:p>
    <w:p w14:paraId="54036282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B</w:t>
      </w:r>
    </w:p>
    <w:p w14:paraId="20E6FD74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58961804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1124393B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35B455D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624ED96C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05F7F1C9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30. What is the larger group from which a sample is drawn?</w:t>
      </w:r>
    </w:p>
    <w:p w14:paraId="14034E91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sample group</w:t>
      </w:r>
    </w:p>
    <w:p w14:paraId="5DE9BA09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population</w:t>
      </w:r>
    </w:p>
    <w:p w14:paraId="6A92CF4C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median</w:t>
      </w:r>
    </w:p>
    <w:p w14:paraId="1D27834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mode</w:t>
      </w:r>
    </w:p>
    <w:p w14:paraId="0FE33CFE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B</w:t>
      </w:r>
    </w:p>
    <w:p w14:paraId="1BA790B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0667E8BF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5B588B33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6EE11CF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4D21DA3F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26BE6F8A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31. What type of statistics employs the use of sample data that is used to infer information about the population?</w:t>
      </w:r>
    </w:p>
    <w:p w14:paraId="72C9D400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descriptive statistics</w:t>
      </w:r>
    </w:p>
    <w:p w14:paraId="43D70028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ordinal statistics</w:t>
      </w:r>
    </w:p>
    <w:p w14:paraId="2A2DD79F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nominal statistics</w:t>
      </w:r>
    </w:p>
    <w:p w14:paraId="3BB5C77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inferential statistics</w:t>
      </w:r>
    </w:p>
    <w:p w14:paraId="47B26F8F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D</w:t>
      </w:r>
    </w:p>
    <w:p w14:paraId="236E8B6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62E7C391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0466BE3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58A5D7F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6D5B7D0A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69D8E610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32. When should inferential statistics typically be used?</w:t>
      </w:r>
    </w:p>
    <w:p w14:paraId="40FED059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before descriptive statistics</w:t>
      </w:r>
    </w:p>
    <w:p w14:paraId="0A8BCCB0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b. after descriptive statistics</w:t>
      </w:r>
    </w:p>
    <w:p w14:paraId="3038340F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at the same time as descriptive statistics</w:t>
      </w:r>
    </w:p>
    <w:p w14:paraId="7731FF29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never with descriptive statistics</w:t>
      </w:r>
    </w:p>
    <w:p w14:paraId="5416AE52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B</w:t>
      </w:r>
    </w:p>
    <w:p w14:paraId="052A655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467DB2FC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5F48503A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743AA360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089A7FB5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2A21F089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33. The average age of everyone in the class is an example of what type of statistics?</w:t>
      </w:r>
    </w:p>
    <w:p w14:paraId="731590EE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inferential</w:t>
      </w:r>
    </w:p>
    <w:p w14:paraId="1D660083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mode</w:t>
      </w:r>
    </w:p>
    <w:p w14:paraId="6D2E536A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median</w:t>
      </w:r>
    </w:p>
    <w:p w14:paraId="254301B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descriptive</w:t>
      </w:r>
    </w:p>
    <w:p w14:paraId="16A4CAA1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76B12" w:rsidRPr="00974866">
        <w:rPr>
          <w:rFonts w:cs="Arial"/>
          <w:color w:val="000000" w:themeColor="text1"/>
        </w:rPr>
        <w:t>D</w:t>
      </w:r>
    </w:p>
    <w:p w14:paraId="4AFE4879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182F167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617D71CD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2483A382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69248A7D" w14:textId="77777777" w:rsidR="00C8098F" w:rsidRPr="00974866" w:rsidRDefault="00C8098F" w:rsidP="00C8098F">
      <w:pPr>
        <w:rPr>
          <w:rFonts w:cs="Arial"/>
          <w:color w:val="000000" w:themeColor="text1"/>
        </w:rPr>
      </w:pPr>
    </w:p>
    <w:p w14:paraId="39E1DC90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34. A common goal in statistics is to </w:t>
      </w:r>
      <w:r w:rsidR="00276B12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28D76385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generalize results from a sample to a population</w:t>
      </w:r>
    </w:p>
    <w:p w14:paraId="6A11ABAC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generalize results from a population to a sample</w:t>
      </w:r>
    </w:p>
    <w:p w14:paraId="42F3D4D4" w14:textId="77777777" w:rsidR="00E9167B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generalize results from a population to a second population</w:t>
      </w:r>
    </w:p>
    <w:p w14:paraId="1F389FB6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generalize results from a sample to a second sample</w:t>
      </w:r>
    </w:p>
    <w:p w14:paraId="5A53C2A9" w14:textId="77777777" w:rsidR="00974866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A</w:t>
      </w:r>
    </w:p>
    <w:p w14:paraId="5A5FBA6A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76B1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76B12" w:rsidRPr="00974866">
        <w:rPr>
          <w:rFonts w:cs="Arial"/>
          <w:color w:val="000000" w:themeColor="text1"/>
        </w:rPr>
        <w:t>.</w:t>
      </w:r>
    </w:p>
    <w:p w14:paraId="257F595D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21940AFF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477693AE" w14:textId="77777777" w:rsidR="00C8098F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2B0C5926" w14:textId="77777777" w:rsidR="003F1313" w:rsidRPr="00974866" w:rsidRDefault="003F1313" w:rsidP="00C8098F">
      <w:pPr>
        <w:rPr>
          <w:rFonts w:cs="Arial"/>
          <w:color w:val="000000" w:themeColor="text1"/>
        </w:rPr>
      </w:pPr>
    </w:p>
    <w:p w14:paraId="13C4BF9A" w14:textId="77777777" w:rsidR="00F92D5C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35. A knowledge of statistics helps us make decisions based on </w:t>
      </w:r>
      <w:r w:rsidR="00276B12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 xml:space="preserve"> evidence.</w:t>
      </w:r>
    </w:p>
    <w:p w14:paraId="7DF744A4" w14:textId="77777777" w:rsidR="00E56468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logical</w:t>
      </w:r>
    </w:p>
    <w:p w14:paraId="121155A5" w14:textId="77777777" w:rsidR="003F1313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unobserved</w:t>
      </w:r>
    </w:p>
    <w:p w14:paraId="3E0F5D67" w14:textId="77777777" w:rsidR="003F1313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possible</w:t>
      </w:r>
    </w:p>
    <w:p w14:paraId="6E7F16AD" w14:textId="77777777" w:rsidR="003F1313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empirical</w:t>
      </w:r>
    </w:p>
    <w:p w14:paraId="1C95D805" w14:textId="77777777" w:rsidR="00974866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D</w:t>
      </w:r>
    </w:p>
    <w:p w14:paraId="3B8D0452" w14:textId="2AF5D427" w:rsidR="00E56468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bookmarkStart w:id="0" w:name="_GoBack"/>
      <w:bookmarkEnd w:id="0"/>
      <w:r w:rsidR="00BD7588">
        <w:rPr>
          <w:rFonts w:cs="Arial"/>
          <w:color w:val="000000" w:themeColor="text1"/>
        </w:rPr>
        <w:t>What Statistics is all about</w:t>
      </w:r>
    </w:p>
    <w:p w14:paraId="2BEB82BA" w14:textId="77777777" w:rsidR="00E56468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0502D13F" w14:textId="77777777" w:rsidR="00276B12" w:rsidRPr="00974866" w:rsidRDefault="00276B12" w:rsidP="00276B1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In Other Words. . .</w:t>
      </w:r>
    </w:p>
    <w:p w14:paraId="58220FCA" w14:textId="77777777" w:rsidR="00E56468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Difficulty Level: Medium </w:t>
      </w:r>
    </w:p>
    <w:p w14:paraId="2DC4912D" w14:textId="77777777" w:rsidR="00A338AA" w:rsidRPr="00974866" w:rsidRDefault="00A338AA" w:rsidP="00A338AA">
      <w:pPr>
        <w:rPr>
          <w:rFonts w:cs="Arial"/>
          <w:color w:val="000000" w:themeColor="text1"/>
        </w:rPr>
      </w:pPr>
    </w:p>
    <w:p w14:paraId="69022830" w14:textId="77777777" w:rsidR="00A338AA" w:rsidRPr="00974866" w:rsidRDefault="005C47A0" w:rsidP="00A338AA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36. Don’t skip lessons—work through the chapters in sequence because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12CCA629" w14:textId="77777777" w:rsidR="00A338AA" w:rsidRPr="00974866" w:rsidRDefault="005C47A0" w:rsidP="00A338AA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each chapter is important</w:t>
      </w:r>
    </w:p>
    <w:p w14:paraId="500F3BE0" w14:textId="77777777" w:rsidR="00A338AA" w:rsidRPr="00974866" w:rsidRDefault="005C47A0" w:rsidP="00A338AA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each chapter is full of information</w:t>
      </w:r>
    </w:p>
    <w:p w14:paraId="7378D710" w14:textId="77777777" w:rsidR="00A338AA" w:rsidRPr="00974866" w:rsidRDefault="005C47A0" w:rsidP="00A338AA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each chapter provides a foundation for the next chapter</w:t>
      </w:r>
    </w:p>
    <w:p w14:paraId="7DDF8715" w14:textId="77777777" w:rsidR="00A338AA" w:rsidRPr="00974866" w:rsidRDefault="005C47A0" w:rsidP="00A338AA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d. each chapter is useful</w:t>
      </w:r>
    </w:p>
    <w:p w14:paraId="034E1DA7" w14:textId="77777777" w:rsidR="00974866" w:rsidRPr="00974866" w:rsidRDefault="005C47A0" w:rsidP="00F90E6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C</w:t>
      </w:r>
    </w:p>
    <w:p w14:paraId="66D44E3B" w14:textId="172531F1" w:rsidR="00F90E65" w:rsidRPr="00974866" w:rsidRDefault="005C47A0" w:rsidP="00F90E6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7588">
        <w:rPr>
          <w:rFonts w:cs="Arial"/>
          <w:color w:val="000000" w:themeColor="text1"/>
        </w:rPr>
        <w:t>How to succeed in this course</w:t>
      </w:r>
    </w:p>
    <w:p w14:paraId="79CA20F9" w14:textId="77777777" w:rsidR="00F90E65" w:rsidRPr="00974866" w:rsidRDefault="005C47A0" w:rsidP="00F90E6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5A5FE4BF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Ten Ways to Use This Book</w:t>
      </w:r>
    </w:p>
    <w:p w14:paraId="2BD749A1" w14:textId="77777777" w:rsidR="00F90E65" w:rsidRPr="00974866" w:rsidRDefault="005C47A0" w:rsidP="00F90E6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D3081F2" w14:textId="77777777" w:rsidR="009608F3" w:rsidRPr="00974866" w:rsidRDefault="009608F3" w:rsidP="00E56468">
      <w:pPr>
        <w:rPr>
          <w:rFonts w:cs="Arial"/>
          <w:color w:val="000000" w:themeColor="text1"/>
        </w:rPr>
      </w:pPr>
    </w:p>
    <w:p w14:paraId="48F626A9" w14:textId="77777777" w:rsidR="00A338AA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37. According to the author, when you are done with the course, you may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26360414" w14:textId="77777777" w:rsidR="00F90E6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sell the book</w:t>
      </w:r>
    </w:p>
    <w:p w14:paraId="01472F36" w14:textId="77777777" w:rsidR="00F90E6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use the book as a reference</w:t>
      </w:r>
    </w:p>
    <w:p w14:paraId="22EAEA15" w14:textId="77777777" w:rsidR="00F90E6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continue doing book exercises</w:t>
      </w:r>
    </w:p>
    <w:p w14:paraId="2922FBB4" w14:textId="77777777" w:rsidR="00F90E6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do not sell the book</w:t>
      </w:r>
    </w:p>
    <w:p w14:paraId="3E1EDFBA" w14:textId="77777777" w:rsidR="00974866" w:rsidRPr="00974866" w:rsidRDefault="005C47A0" w:rsidP="001479E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B</w:t>
      </w:r>
    </w:p>
    <w:p w14:paraId="4179AEA9" w14:textId="77777777" w:rsidR="00BD7588" w:rsidRDefault="005C47A0" w:rsidP="001479E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7588">
        <w:rPr>
          <w:rFonts w:cs="Arial"/>
          <w:color w:val="000000" w:themeColor="text1"/>
        </w:rPr>
        <w:t>How to succeed in this course</w:t>
      </w:r>
      <w:r w:rsidR="00BD7588" w:rsidRPr="00974866" w:rsidDel="00BD7588">
        <w:rPr>
          <w:rFonts w:cs="Arial"/>
          <w:color w:val="000000" w:themeColor="text1"/>
        </w:rPr>
        <w:t xml:space="preserve"> </w:t>
      </w:r>
    </w:p>
    <w:p w14:paraId="325FA972" w14:textId="77777777" w:rsidR="001479E1" w:rsidRPr="00974866" w:rsidRDefault="005C47A0" w:rsidP="001479E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1AF43F93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Ten Ways to Use This Book</w:t>
      </w:r>
    </w:p>
    <w:p w14:paraId="2737B6FB" w14:textId="77777777" w:rsidR="001479E1" w:rsidRPr="00974866" w:rsidRDefault="005C47A0" w:rsidP="001479E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F738717" w14:textId="77777777" w:rsidR="00A338AA" w:rsidRPr="00974866" w:rsidRDefault="00A338AA" w:rsidP="00E56468">
      <w:pPr>
        <w:rPr>
          <w:rFonts w:cs="Arial"/>
          <w:color w:val="000000" w:themeColor="text1"/>
        </w:rPr>
      </w:pPr>
    </w:p>
    <w:p w14:paraId="2E1230E8" w14:textId="77777777" w:rsidR="00A338AA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38. One of the most basic ways to ensure some success in doing well in this course is to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0AEB0CED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form a study group</w:t>
      </w:r>
    </w:p>
    <w:p w14:paraId="765B8F00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take notes</w:t>
      </w:r>
    </w:p>
    <w:p w14:paraId="3189E7F7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talk to your friends</w:t>
      </w:r>
    </w:p>
    <w:p w14:paraId="1294B70A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look up in dictionary</w:t>
      </w:r>
    </w:p>
    <w:p w14:paraId="6E3EB8F8" w14:textId="77777777" w:rsidR="002B04D9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A</w:t>
      </w:r>
    </w:p>
    <w:p w14:paraId="774B0717" w14:textId="23D8B162" w:rsidR="002B04D9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7588">
        <w:rPr>
          <w:rFonts w:cs="Arial"/>
          <w:color w:val="000000" w:themeColor="text1"/>
        </w:rPr>
        <w:t>How to succeed in this course</w:t>
      </w:r>
    </w:p>
    <w:p w14:paraId="145BE715" w14:textId="77777777" w:rsidR="002B04D9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24BCCF7F" w14:textId="77777777" w:rsidR="00826733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Ten Ways to Use This Book</w:t>
      </w:r>
    </w:p>
    <w:p w14:paraId="7A70FDD2" w14:textId="77777777" w:rsidR="002B04D9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5BC65474" w14:textId="77777777" w:rsidR="002B04D9" w:rsidRPr="00974866" w:rsidRDefault="002B04D9" w:rsidP="00E56468">
      <w:pPr>
        <w:rPr>
          <w:rFonts w:cs="Arial"/>
          <w:color w:val="000000" w:themeColor="text1"/>
        </w:rPr>
      </w:pPr>
    </w:p>
    <w:p w14:paraId="62A2C705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39. If you do not understand what you are being taught in class,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19BA05B4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ask your professors first</w:t>
      </w:r>
    </w:p>
    <w:p w14:paraId="107979AC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ask your friends first</w:t>
      </w:r>
    </w:p>
    <w:p w14:paraId="1F3D8691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read your book first</w:t>
      </w:r>
    </w:p>
    <w:p w14:paraId="16601C4E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think about it first</w:t>
      </w:r>
    </w:p>
    <w:p w14:paraId="002A9596" w14:textId="77777777" w:rsidR="00974866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A</w:t>
      </w:r>
    </w:p>
    <w:p w14:paraId="7CB94646" w14:textId="4B19C9DA" w:rsidR="002B04D9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7588">
        <w:rPr>
          <w:rFonts w:cs="Arial"/>
          <w:color w:val="000000" w:themeColor="text1"/>
        </w:rPr>
        <w:t>How to succeed in this course</w:t>
      </w:r>
      <w:r w:rsidR="005C0F7B" w:rsidRPr="00974866">
        <w:rPr>
          <w:rFonts w:cs="Arial"/>
          <w:color w:val="000000" w:themeColor="text1"/>
        </w:rPr>
        <w:t>.</w:t>
      </w:r>
    </w:p>
    <w:p w14:paraId="6AC9E0C4" w14:textId="77777777" w:rsidR="002B04D9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5DC0B8A9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Ten Ways to Use This Book</w:t>
      </w:r>
    </w:p>
    <w:p w14:paraId="4579162B" w14:textId="77777777" w:rsidR="002B04D9" w:rsidRPr="00974866" w:rsidRDefault="005C47A0" w:rsidP="002B04D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5154433E" w14:textId="77777777" w:rsidR="002B04D9" w:rsidRPr="00974866" w:rsidRDefault="002B04D9" w:rsidP="00E56468">
      <w:pPr>
        <w:rPr>
          <w:rFonts w:cs="Arial"/>
          <w:color w:val="000000" w:themeColor="text1"/>
        </w:rPr>
      </w:pPr>
    </w:p>
    <w:p w14:paraId="28A47046" w14:textId="77777777" w:rsidR="002B04D9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40. The best way to learn statistics is to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47740399" w14:textId="77777777" w:rsidR="00876B4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ask lots of questions</w:t>
      </w:r>
    </w:p>
    <w:p w14:paraId="48BADA13" w14:textId="77777777" w:rsidR="00876B4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think a lot</w:t>
      </w:r>
    </w:p>
    <w:p w14:paraId="434CEE68" w14:textId="77777777" w:rsidR="00876B4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practice a lot</w:t>
      </w:r>
    </w:p>
    <w:p w14:paraId="7962EE02" w14:textId="77777777" w:rsidR="00876B45" w:rsidRPr="00974866" w:rsidRDefault="005C47A0" w:rsidP="00E56468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read a lot</w:t>
      </w:r>
    </w:p>
    <w:p w14:paraId="6351C7F2" w14:textId="77777777" w:rsidR="00974866" w:rsidRPr="00974866" w:rsidRDefault="005C47A0" w:rsidP="00876B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 xml:space="preserve">Ans: </w:t>
      </w:r>
      <w:r w:rsidR="005C0F7B" w:rsidRPr="00974866">
        <w:rPr>
          <w:rFonts w:cs="Arial"/>
          <w:color w:val="000000" w:themeColor="text1"/>
        </w:rPr>
        <w:t>C</w:t>
      </w:r>
    </w:p>
    <w:p w14:paraId="53708D9E" w14:textId="77777777" w:rsidR="00BD7588" w:rsidRDefault="005C47A0" w:rsidP="00876B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7588">
        <w:rPr>
          <w:rFonts w:cs="Arial"/>
          <w:color w:val="000000" w:themeColor="text1"/>
        </w:rPr>
        <w:t>How to succeed in this course</w:t>
      </w:r>
      <w:r w:rsidR="00BD7588" w:rsidRPr="00974866" w:rsidDel="00BD7588">
        <w:rPr>
          <w:rFonts w:cs="Arial"/>
          <w:color w:val="000000" w:themeColor="text1"/>
        </w:rPr>
        <w:t xml:space="preserve"> </w:t>
      </w:r>
    </w:p>
    <w:p w14:paraId="32BFCB9E" w14:textId="77777777" w:rsidR="00876B45" w:rsidRPr="00974866" w:rsidRDefault="005C47A0" w:rsidP="00876B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02F33323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Ten Ways to Use This Book</w:t>
      </w:r>
    </w:p>
    <w:p w14:paraId="46FD64CF" w14:textId="77777777" w:rsidR="00876B45" w:rsidRPr="00974866" w:rsidRDefault="005C47A0" w:rsidP="00876B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021141A8" w14:textId="77777777" w:rsidR="00876B45" w:rsidRPr="00974866" w:rsidRDefault="00876B45" w:rsidP="00E56468">
      <w:pPr>
        <w:rPr>
          <w:rFonts w:cs="Arial"/>
          <w:color w:val="000000" w:themeColor="text1"/>
        </w:rPr>
      </w:pPr>
    </w:p>
    <w:p w14:paraId="6B107616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41. R can be used for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718F22B4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simple calculations</w:t>
      </w:r>
    </w:p>
    <w:p w14:paraId="1B3335C6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analysis of data</w:t>
      </w:r>
    </w:p>
    <w:p w14:paraId="16A2B371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statistical examples</w:t>
      </w:r>
    </w:p>
    <w:p w14:paraId="7ACAA69A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all of the</w:t>
      </w:r>
      <w:r w:rsidR="005C0F7B" w:rsidRPr="00974866">
        <w:rPr>
          <w:rFonts w:cs="Arial"/>
          <w:color w:val="000000" w:themeColor="text1"/>
        </w:rPr>
        <w:t>se</w:t>
      </w:r>
    </w:p>
    <w:p w14:paraId="4B6656C2" w14:textId="77777777" w:rsidR="00974866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D</w:t>
      </w:r>
    </w:p>
    <w:p w14:paraId="301B3136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5C0F7B" w:rsidRPr="00974866">
        <w:rPr>
          <w:rFonts w:cs="Arial"/>
          <w:color w:val="000000" w:themeColor="text1"/>
        </w:rPr>
        <w:t xml:space="preserve">1.2: </w:t>
      </w:r>
      <w:r w:rsidRPr="00974866">
        <w:rPr>
          <w:rFonts w:cs="Arial"/>
          <w:color w:val="000000" w:themeColor="text1"/>
        </w:rPr>
        <w:t>Why you should take statistics</w:t>
      </w:r>
      <w:r w:rsidR="005C0F7B" w:rsidRPr="00974866">
        <w:rPr>
          <w:rFonts w:cs="Arial"/>
          <w:color w:val="000000" w:themeColor="text1"/>
        </w:rPr>
        <w:t>.</w:t>
      </w:r>
    </w:p>
    <w:p w14:paraId="1E3BAB34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223A169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And Why R?</w:t>
      </w:r>
    </w:p>
    <w:p w14:paraId="5BF429D6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40F5D7C6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3263A963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42. Francis Galton was interested in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3466085E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reason for hairloss</w:t>
      </w:r>
    </w:p>
    <w:p w14:paraId="495BC9FA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R</w:t>
      </w:r>
    </w:p>
    <w:p w14:paraId="61604EC4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nature of human intelligence</w:t>
      </w:r>
    </w:p>
    <w:p w14:paraId="46BA91F7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d. </w:t>
      </w:r>
      <w:r w:rsidR="00377650" w:rsidRPr="00974866">
        <w:rPr>
          <w:rFonts w:cs="Arial"/>
          <w:color w:val="000000" w:themeColor="text1"/>
        </w:rPr>
        <w:t>reason for hairloss</w:t>
      </w:r>
      <w:r w:rsidRPr="00974866">
        <w:rPr>
          <w:rFonts w:cs="Arial"/>
          <w:color w:val="000000" w:themeColor="text1"/>
        </w:rPr>
        <w:t xml:space="preserve"> and </w:t>
      </w:r>
      <w:r w:rsidR="00377650" w:rsidRPr="00974866">
        <w:rPr>
          <w:rFonts w:cs="Arial"/>
          <w:color w:val="000000" w:themeColor="text1"/>
        </w:rPr>
        <w:t>nature of human intelligence</w:t>
      </w:r>
    </w:p>
    <w:p w14:paraId="7E7E859F" w14:textId="77777777" w:rsidR="00974866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D</w:t>
      </w:r>
    </w:p>
    <w:p w14:paraId="56D91D3F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5C0F7B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5C0F7B" w:rsidRPr="00974866">
        <w:rPr>
          <w:rFonts w:cs="Arial"/>
          <w:color w:val="000000" w:themeColor="text1"/>
        </w:rPr>
        <w:t>.</w:t>
      </w:r>
    </w:p>
    <w:p w14:paraId="6243D6B9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5F915311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652CA78A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D243657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7145A64E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43. The correlation coefficient used by Francis Galton was developed by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180A0489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astronomers</w:t>
      </w:r>
    </w:p>
    <w:p w14:paraId="535CBB88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mathematicians</w:t>
      </w:r>
    </w:p>
    <w:p w14:paraId="2793405A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geologists</w:t>
      </w:r>
    </w:p>
    <w:p w14:paraId="57187E68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economists</w:t>
      </w:r>
    </w:p>
    <w:p w14:paraId="61B64115" w14:textId="77777777" w:rsidR="00974866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B</w:t>
      </w:r>
    </w:p>
    <w:p w14:paraId="27EBB2A6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5C0F7B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5C0F7B" w:rsidRPr="00974866">
        <w:rPr>
          <w:rFonts w:cs="Arial"/>
          <w:color w:val="000000" w:themeColor="text1"/>
        </w:rPr>
        <w:t>.</w:t>
      </w:r>
    </w:p>
    <w:p w14:paraId="183152FD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37496EBB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1729C5F7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389C59E4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61314C67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44. Francis Galton popularized the use of the correlation coefficient in </w:t>
      </w:r>
      <w:r w:rsidR="005C0F7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3B4CFDAF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behavioral and social sciences</w:t>
      </w:r>
    </w:p>
    <w:p w14:paraId="13ACFC7E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astronomy</w:t>
      </w:r>
    </w:p>
    <w:p w14:paraId="6E5F200C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biology</w:t>
      </w:r>
    </w:p>
    <w:p w14:paraId="525D67FE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economics</w:t>
      </w:r>
    </w:p>
    <w:p w14:paraId="646B4A05" w14:textId="77777777" w:rsidR="00974866" w:rsidRPr="00974866" w:rsidRDefault="005C47A0" w:rsidP="00916BB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A</w:t>
      </w:r>
    </w:p>
    <w:p w14:paraId="03039E5A" w14:textId="77777777" w:rsidR="00916BB1" w:rsidRPr="00974866" w:rsidRDefault="005C47A0" w:rsidP="00916BB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5C0F7B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5C0F7B" w:rsidRPr="00974866">
        <w:rPr>
          <w:rFonts w:cs="Arial"/>
          <w:color w:val="000000" w:themeColor="text1"/>
        </w:rPr>
        <w:t>.</w:t>
      </w:r>
    </w:p>
    <w:p w14:paraId="3CDE91D3" w14:textId="77777777" w:rsidR="00916BB1" w:rsidRPr="00974866" w:rsidRDefault="005C47A0" w:rsidP="00916BB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Cognitive Domain: Knowledge</w:t>
      </w:r>
    </w:p>
    <w:p w14:paraId="418D2F29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60570AC3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0644D700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19F8CDA7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45. Who developed a too</w:t>
      </w:r>
      <w:r w:rsidR="00974866" w:rsidRPr="00974866">
        <w:rPr>
          <w:rFonts w:cs="Arial"/>
          <w:color w:val="000000" w:themeColor="text1"/>
        </w:rPr>
        <w:t>l</w:t>
      </w:r>
      <w:r w:rsidRPr="00974866">
        <w:rPr>
          <w:rFonts w:cs="Arial"/>
          <w:color w:val="000000" w:themeColor="text1"/>
        </w:rPr>
        <w:t xml:space="preserve"> to examine the differences between the averages of two groups?</w:t>
      </w:r>
    </w:p>
    <w:p w14:paraId="78F65169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Charles Darwin</w:t>
      </w:r>
    </w:p>
    <w:p w14:paraId="1C9E2FDE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Francis Galton</w:t>
      </w:r>
    </w:p>
    <w:p w14:paraId="7B9F21E6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William Sealy Gosset</w:t>
      </w:r>
    </w:p>
    <w:p w14:paraId="22E474FC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Charles Darwin</w:t>
      </w:r>
    </w:p>
    <w:p w14:paraId="3168A7E9" w14:textId="77777777" w:rsidR="00974866" w:rsidRPr="00974866" w:rsidRDefault="005C47A0" w:rsidP="00916BB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5C0F7B" w:rsidRPr="00974866">
        <w:rPr>
          <w:rFonts w:cs="Arial"/>
          <w:color w:val="000000" w:themeColor="text1"/>
        </w:rPr>
        <w:t>C</w:t>
      </w:r>
    </w:p>
    <w:p w14:paraId="16FE709C" w14:textId="77777777" w:rsidR="00916BB1" w:rsidRPr="00974866" w:rsidRDefault="005C47A0" w:rsidP="00916BB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5C0F7B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5C0F7B" w:rsidRPr="00974866">
        <w:rPr>
          <w:rFonts w:cs="Arial"/>
          <w:color w:val="000000" w:themeColor="text1"/>
        </w:rPr>
        <w:t>.</w:t>
      </w:r>
    </w:p>
    <w:p w14:paraId="3A32D7C8" w14:textId="77777777" w:rsidR="00916BB1" w:rsidRPr="00974866" w:rsidRDefault="005C47A0" w:rsidP="00916BB1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4B8CD598" w14:textId="77777777" w:rsidR="005C0F7B" w:rsidRPr="00974866" w:rsidRDefault="005C0F7B" w:rsidP="005C0F7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74EAFC10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5D4D577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010E268D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46. Gosset developed</w:t>
      </w:r>
      <w:r w:rsidR="00974866" w:rsidRPr="00974866">
        <w:rPr>
          <w:rFonts w:cs="Arial"/>
          <w:color w:val="000000" w:themeColor="text1"/>
        </w:rPr>
        <w:t xml:space="preserve"> ______.</w:t>
      </w:r>
    </w:p>
    <w:p w14:paraId="16E9AD7E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the correlation coefficient</w:t>
      </w:r>
    </w:p>
    <w:p w14:paraId="1DB16C14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a test to compare differences between averages of two groups</w:t>
      </w:r>
    </w:p>
    <w:p w14:paraId="3A8C0E2D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R</w:t>
      </w:r>
    </w:p>
    <w:p w14:paraId="2A089A72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none of the</w:t>
      </w:r>
      <w:r w:rsidR="0020399F" w:rsidRPr="00974866">
        <w:rPr>
          <w:rFonts w:cs="Arial"/>
          <w:color w:val="000000" w:themeColor="text1"/>
        </w:rPr>
        <w:t>se</w:t>
      </w:r>
    </w:p>
    <w:p w14:paraId="2719CB27" w14:textId="77777777" w:rsidR="00974866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0399F" w:rsidRPr="00974866">
        <w:rPr>
          <w:rFonts w:cs="Arial"/>
          <w:color w:val="000000" w:themeColor="text1"/>
        </w:rPr>
        <w:t>B</w:t>
      </w:r>
    </w:p>
    <w:p w14:paraId="23935270" w14:textId="77777777" w:rsidR="00B0604C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0399F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0399F" w:rsidRPr="00974866">
        <w:rPr>
          <w:rFonts w:cs="Arial"/>
          <w:color w:val="000000" w:themeColor="text1"/>
        </w:rPr>
        <w:t>.</w:t>
      </w:r>
    </w:p>
    <w:p w14:paraId="65CE6029" w14:textId="77777777" w:rsidR="00B0604C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394BFE0E" w14:textId="77777777" w:rsidR="0020399F" w:rsidRPr="00974866" w:rsidRDefault="0020399F" w:rsidP="0020399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335E2DE9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3F1420C8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023A6A08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47. What does “garbage in, garbage out” refer to?</w:t>
      </w:r>
    </w:p>
    <w:p w14:paraId="1602726D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unreliable and untrustworthy data returns unreliable and untrustworthy results</w:t>
      </w:r>
    </w:p>
    <w:p w14:paraId="76EC77F1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sophisticated techniques are all that are required</w:t>
      </w:r>
    </w:p>
    <w:p w14:paraId="68C2602B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any data can be used to get reliable and trustworthy results</w:t>
      </w:r>
    </w:p>
    <w:p w14:paraId="03F04923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recycling</w:t>
      </w:r>
    </w:p>
    <w:p w14:paraId="34326C54" w14:textId="77777777" w:rsidR="00974866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0399F" w:rsidRPr="00974866">
        <w:rPr>
          <w:rFonts w:cs="Arial"/>
          <w:color w:val="000000" w:themeColor="text1"/>
        </w:rPr>
        <w:t>A</w:t>
      </w:r>
    </w:p>
    <w:p w14:paraId="0D72973A" w14:textId="77777777" w:rsidR="00B0604C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0399F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0399F" w:rsidRPr="00974866">
        <w:rPr>
          <w:rFonts w:cs="Arial"/>
          <w:color w:val="000000" w:themeColor="text1"/>
        </w:rPr>
        <w:t>.</w:t>
      </w:r>
    </w:p>
    <w:p w14:paraId="00205534" w14:textId="77777777" w:rsidR="00B0604C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3716A27" w14:textId="77777777" w:rsidR="0020399F" w:rsidRPr="00974866" w:rsidRDefault="0020399F" w:rsidP="0020399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61025832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31FE7252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09748CCF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48. Analysis is</w:t>
      </w:r>
      <w:r w:rsidR="0020399F" w:rsidRPr="00974866">
        <w:rPr>
          <w:rFonts w:cs="Arial"/>
          <w:color w:val="000000" w:themeColor="text1"/>
        </w:rPr>
        <w:t xml:space="preserve"> ______ </w:t>
      </w:r>
      <w:r w:rsidRPr="00974866">
        <w:rPr>
          <w:rFonts w:cs="Arial"/>
          <w:color w:val="000000" w:themeColor="text1"/>
        </w:rPr>
        <w:t xml:space="preserve">and analyses is </w:t>
      </w:r>
      <w:r w:rsidR="0020399F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574A8C95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singular; individual</w:t>
      </w:r>
    </w:p>
    <w:p w14:paraId="6200107C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additive; multiplicative</w:t>
      </w:r>
    </w:p>
    <w:p w14:paraId="37855584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singular; plural</w:t>
      </w:r>
    </w:p>
    <w:p w14:paraId="112E7515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d. one; two </w:t>
      </w:r>
    </w:p>
    <w:p w14:paraId="3E4E6F16" w14:textId="77777777" w:rsidR="00974866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20399F" w:rsidRPr="00974866">
        <w:rPr>
          <w:rFonts w:cs="Arial"/>
          <w:color w:val="000000" w:themeColor="text1"/>
        </w:rPr>
        <w:t>C</w:t>
      </w:r>
    </w:p>
    <w:p w14:paraId="62086B44" w14:textId="77777777" w:rsidR="00B0604C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20399F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20399F" w:rsidRPr="00974866">
        <w:rPr>
          <w:rFonts w:cs="Arial"/>
          <w:color w:val="000000" w:themeColor="text1"/>
        </w:rPr>
        <w:t>.</w:t>
      </w:r>
    </w:p>
    <w:p w14:paraId="78080C75" w14:textId="77777777" w:rsidR="00B0604C" w:rsidRPr="00974866" w:rsidRDefault="005C47A0" w:rsidP="00B0604C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67D2CEE6" w14:textId="77777777" w:rsidR="0020399F" w:rsidRPr="00974866" w:rsidRDefault="0020399F" w:rsidP="0020399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Answer Location: A 5-Minute History of Statistics</w:t>
      </w:r>
    </w:p>
    <w:p w14:paraId="1D584B10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5F4461CD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5D68F021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49. Statistical for People Who (Think They) Hate Statistics Using R is not about </w:t>
      </w:r>
      <w:r w:rsidR="0020399F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1DD10918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basic statistics</w:t>
      </w:r>
    </w:p>
    <w:p w14:paraId="77568ECB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how to apply statistics in a variety of different situations</w:t>
      </w:r>
    </w:p>
    <w:p w14:paraId="4EB100F9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understanding of information</w:t>
      </w:r>
    </w:p>
    <w:p w14:paraId="777F3AC7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sophisticated analyses</w:t>
      </w:r>
    </w:p>
    <w:p w14:paraId="66FEDAD4" w14:textId="77777777" w:rsidR="00974866" w:rsidRPr="00974866" w:rsidRDefault="005C47A0" w:rsidP="006677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D94D5B" w:rsidRPr="00974866">
        <w:rPr>
          <w:rFonts w:cs="Arial"/>
          <w:color w:val="000000" w:themeColor="text1"/>
        </w:rPr>
        <w:t>D</w:t>
      </w:r>
    </w:p>
    <w:p w14:paraId="5A1DDEA4" w14:textId="77777777" w:rsidR="00667759" w:rsidRPr="00974866" w:rsidRDefault="005C47A0" w:rsidP="006677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D94D5B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D94D5B" w:rsidRPr="00974866">
        <w:rPr>
          <w:rFonts w:cs="Arial"/>
          <w:color w:val="000000" w:themeColor="text1"/>
        </w:rPr>
        <w:t>.</w:t>
      </w:r>
    </w:p>
    <w:p w14:paraId="46F31B6F" w14:textId="77777777" w:rsidR="00667759" w:rsidRPr="00974866" w:rsidRDefault="005C47A0" w:rsidP="006677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77053B4" w14:textId="77777777" w:rsidR="00D94D5B" w:rsidRPr="00974866" w:rsidRDefault="00D94D5B" w:rsidP="00D94D5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Statistics: What it is (and Isn’t)</w:t>
      </w:r>
    </w:p>
    <w:p w14:paraId="2B480D30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062EBA64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49B13A89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50. Data are collected, organized, summarized, and then </w:t>
      </w:r>
      <w:r w:rsidR="00D94D5B" w:rsidRPr="00974866">
        <w:rPr>
          <w:rFonts w:cs="Arial"/>
          <w:color w:val="000000" w:themeColor="text1"/>
        </w:rPr>
        <w:t>______</w:t>
      </w:r>
      <w:r w:rsidRPr="00974866">
        <w:rPr>
          <w:rFonts w:cs="Arial"/>
          <w:color w:val="000000" w:themeColor="text1"/>
        </w:rPr>
        <w:t>.</w:t>
      </w:r>
    </w:p>
    <w:p w14:paraId="2F1F7A0E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a. described</w:t>
      </w:r>
    </w:p>
    <w:p w14:paraId="659A2E38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b. interpreted</w:t>
      </w:r>
    </w:p>
    <w:p w14:paraId="66EC10F4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c. labeled</w:t>
      </w:r>
    </w:p>
    <w:p w14:paraId="09534F17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d. designated</w:t>
      </w:r>
    </w:p>
    <w:p w14:paraId="5C0DCECA" w14:textId="77777777" w:rsidR="00974866" w:rsidRPr="00974866" w:rsidRDefault="005C47A0" w:rsidP="006677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</w:t>
      </w:r>
      <w:r w:rsidR="00D94D5B" w:rsidRPr="00974866">
        <w:rPr>
          <w:rFonts w:cs="Arial"/>
          <w:color w:val="000000" w:themeColor="text1"/>
        </w:rPr>
        <w:t>B</w:t>
      </w:r>
    </w:p>
    <w:p w14:paraId="18C30662" w14:textId="77777777" w:rsidR="00667759" w:rsidRPr="00974866" w:rsidRDefault="005C47A0" w:rsidP="006677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D94D5B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D94D5B" w:rsidRPr="00974866">
        <w:rPr>
          <w:rFonts w:cs="Arial"/>
          <w:color w:val="000000" w:themeColor="text1"/>
        </w:rPr>
        <w:t>.</w:t>
      </w:r>
    </w:p>
    <w:p w14:paraId="0CD89FC4" w14:textId="77777777" w:rsidR="00667759" w:rsidRPr="00974866" w:rsidRDefault="005C47A0" w:rsidP="006677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6D75E496" w14:textId="77777777" w:rsidR="00D94D5B" w:rsidRPr="00974866" w:rsidRDefault="00D94D5B" w:rsidP="00D94D5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Statistics: What it is (and Isn’t)</w:t>
      </w:r>
    </w:p>
    <w:p w14:paraId="5ECF4C25" w14:textId="77777777" w:rsidR="005568AB" w:rsidRPr="00974866" w:rsidRDefault="005C47A0" w:rsidP="005568A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51A918CF" w14:textId="77777777" w:rsidR="005568AB" w:rsidRPr="00974866" w:rsidRDefault="005568AB" w:rsidP="00E56468">
      <w:pPr>
        <w:rPr>
          <w:rFonts w:cs="Arial"/>
          <w:color w:val="000000" w:themeColor="text1"/>
        </w:rPr>
      </w:pPr>
    </w:p>
    <w:p w14:paraId="5F299038" w14:textId="77777777" w:rsidR="005D7D59" w:rsidRPr="00974866" w:rsidRDefault="005C47A0" w:rsidP="00A651F4">
      <w:pPr>
        <w:pStyle w:val="Heading1"/>
        <w:rPr>
          <w:b w:val="0"/>
        </w:rPr>
      </w:pPr>
      <w:r w:rsidRPr="00974866">
        <w:t>True/False</w:t>
      </w:r>
    </w:p>
    <w:p w14:paraId="588E9812" w14:textId="77777777" w:rsidR="005D7D59" w:rsidRPr="00974866" w:rsidRDefault="005D7D59" w:rsidP="00C8098F">
      <w:pPr>
        <w:rPr>
          <w:rFonts w:cs="Arial"/>
          <w:color w:val="000000" w:themeColor="text1"/>
        </w:rPr>
      </w:pPr>
    </w:p>
    <w:p w14:paraId="716CE1AC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1. Most of the basic statistical procedures were first developed and used in other fields and used to study human behavior much later.</w:t>
      </w:r>
    </w:p>
    <w:p w14:paraId="791A7C57" w14:textId="77777777" w:rsidR="00974866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</w:t>
      </w:r>
    </w:p>
    <w:p w14:paraId="0821155D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783D38B8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5FB5E3ED" w14:textId="77777777" w:rsidR="00D94D5B" w:rsidRPr="00974866" w:rsidRDefault="00D94D5B" w:rsidP="00D94D5B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5FF5E951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804A9AE" w14:textId="77777777" w:rsidR="005D7D59" w:rsidRPr="00974866" w:rsidRDefault="005D7D59" w:rsidP="005D7D59">
      <w:pPr>
        <w:rPr>
          <w:rFonts w:cs="Arial"/>
          <w:color w:val="000000" w:themeColor="text1"/>
        </w:rPr>
      </w:pPr>
    </w:p>
    <w:p w14:paraId="65EE6F92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2. The past 100 years have seen numerous examples of new ways to use old ideas.</w:t>
      </w:r>
    </w:p>
    <w:p w14:paraId="073B1B85" w14:textId="77777777" w:rsidR="00974866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</w:t>
      </w:r>
    </w:p>
    <w:p w14:paraId="019B6AE0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425FD7A3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1E04DE6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45195303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79267A3" w14:textId="77777777" w:rsidR="005D7D59" w:rsidRPr="00974866" w:rsidRDefault="005D7D59" w:rsidP="005D7D59">
      <w:pPr>
        <w:rPr>
          <w:rFonts w:cs="Arial"/>
          <w:color w:val="000000" w:themeColor="text1"/>
        </w:rPr>
      </w:pPr>
    </w:p>
    <w:p w14:paraId="469ED858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3. Generally, although sometimes called different things, the same statistics are used in most disciplines.</w:t>
      </w:r>
    </w:p>
    <w:p w14:paraId="56DE72D2" w14:textId="77777777" w:rsidR="00974866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</w:t>
      </w:r>
    </w:p>
    <w:p w14:paraId="2EE7CDBD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1.2: </w:t>
      </w:r>
      <w:r w:rsidRPr="00974866">
        <w:rPr>
          <w:rFonts w:cs="Arial"/>
          <w:color w:val="000000" w:themeColor="text1"/>
        </w:rPr>
        <w:t>Why you should take statistics</w:t>
      </w:r>
      <w:r w:rsidR="00996252" w:rsidRPr="00974866">
        <w:rPr>
          <w:rFonts w:cs="Arial"/>
          <w:color w:val="000000" w:themeColor="text1"/>
        </w:rPr>
        <w:t>.</w:t>
      </w:r>
    </w:p>
    <w:p w14:paraId="0DCC9146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BEDD416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6DEE4FE4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6A7BE06D" w14:textId="77777777" w:rsidR="005D7D59" w:rsidRPr="00974866" w:rsidRDefault="005D7D59" w:rsidP="00C8098F">
      <w:pPr>
        <w:rPr>
          <w:rFonts w:cs="Arial"/>
          <w:color w:val="000000" w:themeColor="text1"/>
        </w:rPr>
      </w:pPr>
    </w:p>
    <w:p w14:paraId="2D5DA684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4. A population can be considered all of the occurrences with certain characteristics.</w:t>
      </w:r>
    </w:p>
    <w:p w14:paraId="7CC9E586" w14:textId="77777777" w:rsidR="00974866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</w:t>
      </w:r>
    </w:p>
    <w:p w14:paraId="68774222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42310751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6DF276A7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09BEE8C5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BF48A08" w14:textId="77777777" w:rsidR="005D7D59" w:rsidRPr="00974866" w:rsidRDefault="005D7D59" w:rsidP="005D7D59">
      <w:pPr>
        <w:rPr>
          <w:rFonts w:cs="Arial"/>
          <w:color w:val="000000" w:themeColor="text1"/>
        </w:rPr>
      </w:pPr>
    </w:p>
    <w:p w14:paraId="6F604525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5. All members of a sample are members of the population.</w:t>
      </w:r>
    </w:p>
    <w:p w14:paraId="5B49A08A" w14:textId="77777777" w:rsidR="00974866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</w:t>
      </w:r>
    </w:p>
    <w:p w14:paraId="32A0B0F7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59B1BD9C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12C3E743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008BA3CD" w14:textId="77777777" w:rsidR="005D7D59" w:rsidRPr="00974866" w:rsidRDefault="005C47A0" w:rsidP="005D7D5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08179444" w14:textId="77777777" w:rsidR="005D7D59" w:rsidRPr="00974866" w:rsidRDefault="005D7D59" w:rsidP="005D7D59">
      <w:pPr>
        <w:rPr>
          <w:rFonts w:cs="Arial"/>
          <w:color w:val="000000" w:themeColor="text1"/>
        </w:rPr>
      </w:pPr>
    </w:p>
    <w:p w14:paraId="0B9FAF4D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6. Personal computers can only do 5% of statistics people need to do.</w:t>
      </w:r>
    </w:p>
    <w:p w14:paraId="0814DD9A" w14:textId="77777777" w:rsidR="0097486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F</w:t>
      </w:r>
    </w:p>
    <w:p w14:paraId="238616C1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6A23B5FA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7709216E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345466CF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24F8D1C4" w14:textId="77777777" w:rsidR="00601496" w:rsidRPr="00974866" w:rsidRDefault="00601496" w:rsidP="005D7D59">
      <w:pPr>
        <w:rPr>
          <w:rFonts w:cs="Arial"/>
          <w:color w:val="000000" w:themeColor="text1"/>
        </w:rPr>
      </w:pPr>
    </w:p>
    <w:p w14:paraId="78941960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7. “Garbage in, garbage out” means that unreliable and untrustworthy input results in unreliable and untrustworthy results.</w:t>
      </w:r>
    </w:p>
    <w:p w14:paraId="649E7B86" w14:textId="77777777" w:rsidR="0097486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</w:t>
      </w:r>
    </w:p>
    <w:p w14:paraId="2EF5A311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207D7F6C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098E0736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28B76634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1ED8AC96" w14:textId="77777777" w:rsidR="00601496" w:rsidRPr="00974866" w:rsidRDefault="00601496" w:rsidP="005D7D59">
      <w:pPr>
        <w:rPr>
          <w:rFonts w:cs="Arial"/>
          <w:color w:val="000000" w:themeColor="text1"/>
        </w:rPr>
      </w:pPr>
    </w:p>
    <w:p w14:paraId="7961CC35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8. R is a statistical analysis tool.</w:t>
      </w:r>
    </w:p>
    <w:p w14:paraId="37E405AA" w14:textId="77777777" w:rsidR="0097486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</w:t>
      </w:r>
    </w:p>
    <w:p w14:paraId="41BA20B3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1C8559FB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42D9BBB0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And Why R?</w:t>
      </w:r>
    </w:p>
    <w:p w14:paraId="3602300C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0CF9FF6C" w14:textId="77777777" w:rsidR="00601496" w:rsidRPr="00974866" w:rsidRDefault="00601496" w:rsidP="005D7D59">
      <w:pPr>
        <w:rPr>
          <w:rFonts w:cs="Arial"/>
          <w:color w:val="000000" w:themeColor="text1"/>
        </w:rPr>
      </w:pPr>
    </w:p>
    <w:p w14:paraId="6DC89B83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9. With descriptive statistics, we are interested in interpreting the statistical results.</w:t>
      </w:r>
    </w:p>
    <w:p w14:paraId="4402E328" w14:textId="77777777" w:rsidR="0097486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F</w:t>
      </w:r>
    </w:p>
    <w:p w14:paraId="3DD14508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20521308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07B0EC8E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Statistics: What it is (and Isn’t)</w:t>
      </w:r>
    </w:p>
    <w:p w14:paraId="296FC47A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Difficulty Level: Medium</w:t>
      </w:r>
    </w:p>
    <w:p w14:paraId="3FD13B56" w14:textId="77777777" w:rsidR="00601496" w:rsidRPr="00974866" w:rsidRDefault="00601496" w:rsidP="005D7D59">
      <w:pPr>
        <w:rPr>
          <w:rFonts w:cs="Arial"/>
          <w:color w:val="000000" w:themeColor="text1"/>
        </w:rPr>
      </w:pPr>
    </w:p>
    <w:p w14:paraId="58DE22DD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10. The mode is another name for mean.</w:t>
      </w:r>
    </w:p>
    <w:p w14:paraId="5CEC6335" w14:textId="77777777" w:rsidR="0097486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F</w:t>
      </w:r>
    </w:p>
    <w:p w14:paraId="73A6C9CF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6098F712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Comprehension</w:t>
      </w:r>
    </w:p>
    <w:p w14:paraId="674B4487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4D90EAD3" w14:textId="77777777" w:rsidR="00601496" w:rsidRPr="00974866" w:rsidRDefault="005C47A0" w:rsidP="00601496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4B8D7D30" w14:textId="77777777" w:rsidR="00601496" w:rsidRPr="00974866" w:rsidRDefault="00601496" w:rsidP="005D7D59">
      <w:pPr>
        <w:rPr>
          <w:rFonts w:cs="Arial"/>
          <w:color w:val="000000" w:themeColor="text1"/>
        </w:rPr>
      </w:pPr>
    </w:p>
    <w:p w14:paraId="0E0880CB" w14:textId="77777777" w:rsidR="005D7D59" w:rsidRPr="00974866" w:rsidRDefault="005C47A0" w:rsidP="00A651F4">
      <w:pPr>
        <w:pStyle w:val="Heading1"/>
        <w:rPr>
          <w:b w:val="0"/>
        </w:rPr>
      </w:pPr>
      <w:r w:rsidRPr="00974866">
        <w:t>Short Answer</w:t>
      </w:r>
    </w:p>
    <w:p w14:paraId="7741A3DD" w14:textId="77777777" w:rsidR="00D1797F" w:rsidRPr="00974866" w:rsidRDefault="00D1797F" w:rsidP="00C8098F">
      <w:pPr>
        <w:rPr>
          <w:rFonts w:cs="Arial"/>
          <w:b/>
          <w:color w:val="000000" w:themeColor="text1"/>
        </w:rPr>
      </w:pPr>
    </w:p>
    <w:p w14:paraId="2C38575D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1. The introduction of personal computers and their use in statistical analyses have been both good and bad. Give an example of a “good” reason and one example of a “bad” reason.</w:t>
      </w:r>
    </w:p>
    <w:p w14:paraId="087C4ADA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GOOD: Most statistical analyses no longer require access to a huge and expensive mainframe computer; a simple computer, typically costing less than $500, can do most of what’s needed. BAD: Less-than-adequately-educated students will take available data and think that by running those data through a sophisticated analysis they will have reliable, trustworthy, and meaningful outcomes when they do not.</w:t>
      </w:r>
    </w:p>
    <w:p w14:paraId="23504C49" w14:textId="77777777" w:rsidR="00974866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Examples should reflect knowledge demonstrated in passage above.</w:t>
      </w:r>
    </w:p>
    <w:p w14:paraId="5A8B641C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1.2: </w:t>
      </w:r>
      <w:r w:rsidRPr="00974866">
        <w:rPr>
          <w:rFonts w:cs="Arial"/>
          <w:color w:val="000000" w:themeColor="text1"/>
        </w:rPr>
        <w:t>Why you should take statistics</w:t>
      </w:r>
      <w:r w:rsidR="00996252" w:rsidRPr="00974866">
        <w:rPr>
          <w:rFonts w:cs="Arial"/>
          <w:color w:val="000000" w:themeColor="text1"/>
        </w:rPr>
        <w:t>.</w:t>
      </w:r>
    </w:p>
    <w:p w14:paraId="308C6CFA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Application</w:t>
      </w:r>
    </w:p>
    <w:p w14:paraId="163D6E64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 5-Minute History of Statistics</w:t>
      </w:r>
    </w:p>
    <w:p w14:paraId="4DC0B550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74F8A6BC" w14:textId="77777777" w:rsidR="00D1797F" w:rsidRPr="00974866" w:rsidRDefault="00D1797F" w:rsidP="00D1797F">
      <w:pPr>
        <w:rPr>
          <w:rFonts w:cs="Arial"/>
          <w:color w:val="000000" w:themeColor="text1"/>
        </w:rPr>
      </w:pPr>
    </w:p>
    <w:p w14:paraId="022170FD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2. The study of statistics can be intimidating, but it can also be rewarding. Describe at least two benefits to your life as a student by engaging in the study of statistics.</w:t>
      </w:r>
    </w:p>
    <w:p w14:paraId="57F84298" w14:textId="77777777" w:rsidR="00974866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Varies</w:t>
      </w:r>
    </w:p>
    <w:p w14:paraId="6A1FB342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1.2: </w:t>
      </w:r>
      <w:r w:rsidRPr="00974866">
        <w:rPr>
          <w:rFonts w:cs="Arial"/>
          <w:color w:val="000000" w:themeColor="text1"/>
        </w:rPr>
        <w:t>Why you should take statistics</w:t>
      </w:r>
      <w:r w:rsidR="00996252" w:rsidRPr="00974866">
        <w:rPr>
          <w:rFonts w:cs="Arial"/>
          <w:color w:val="000000" w:themeColor="text1"/>
        </w:rPr>
        <w:t>.</w:t>
      </w:r>
    </w:p>
    <w:p w14:paraId="5D2CED5A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Application</w:t>
      </w:r>
    </w:p>
    <w:p w14:paraId="1F9A71A2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Why Statistics?</w:t>
      </w:r>
    </w:p>
    <w:p w14:paraId="030628D3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1E58D962" w14:textId="77777777" w:rsidR="00D1797F" w:rsidRPr="00974866" w:rsidRDefault="00D1797F" w:rsidP="00D1797F">
      <w:pPr>
        <w:rPr>
          <w:rFonts w:cs="Arial"/>
          <w:color w:val="000000" w:themeColor="text1"/>
        </w:rPr>
      </w:pPr>
    </w:p>
    <w:p w14:paraId="519836F4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3. Define </w:t>
      </w:r>
      <w:r w:rsidRPr="00974866">
        <w:rPr>
          <w:rFonts w:cs="Arial"/>
          <w:i/>
          <w:color w:val="000000" w:themeColor="text1"/>
        </w:rPr>
        <w:t>descriptive statistics</w:t>
      </w:r>
      <w:r w:rsidRPr="00974866">
        <w:rPr>
          <w:rFonts w:cs="Arial"/>
          <w:color w:val="000000" w:themeColor="text1"/>
        </w:rPr>
        <w:t>.</w:t>
      </w:r>
    </w:p>
    <w:p w14:paraId="578121E1" w14:textId="77777777" w:rsidR="00974866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Descriptive statistics are used to organize and describe the characteristics of a collection of data.</w:t>
      </w:r>
    </w:p>
    <w:p w14:paraId="0FFD9C84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0F6A3D63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79C1B2BD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16F2EA35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000FBC50" w14:textId="77777777" w:rsidR="00D1797F" w:rsidRPr="00974866" w:rsidRDefault="00D1797F" w:rsidP="00D1797F">
      <w:pPr>
        <w:rPr>
          <w:rFonts w:cs="Arial"/>
          <w:color w:val="000000" w:themeColor="text1"/>
        </w:rPr>
      </w:pPr>
    </w:p>
    <w:p w14:paraId="76B8005B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4. Define </w:t>
      </w:r>
      <w:r w:rsidRPr="00974866">
        <w:rPr>
          <w:rFonts w:cs="Arial"/>
          <w:i/>
          <w:color w:val="000000" w:themeColor="text1"/>
        </w:rPr>
        <w:t>inferential statistics</w:t>
      </w:r>
      <w:r w:rsidRPr="00974866">
        <w:rPr>
          <w:rFonts w:cs="Arial"/>
          <w:color w:val="000000" w:themeColor="text1"/>
        </w:rPr>
        <w:t>.</w:t>
      </w:r>
    </w:p>
    <w:p w14:paraId="0BF2A537" w14:textId="77777777" w:rsidR="00974866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Inferential statistics are used to make inferences from a smaller group of data (the sample) to the larger group (population).</w:t>
      </w:r>
    </w:p>
    <w:p w14:paraId="76B8DD5C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2D10FCF9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lastRenderedPageBreak/>
        <w:t>Cognitive Domain: Knowledge</w:t>
      </w:r>
    </w:p>
    <w:p w14:paraId="7FC59B51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5AE481D6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0B55E20F" w14:textId="77777777" w:rsidR="00D1797F" w:rsidRPr="00974866" w:rsidRDefault="00D1797F" w:rsidP="00D1797F">
      <w:pPr>
        <w:rPr>
          <w:rFonts w:cs="Arial"/>
          <w:color w:val="000000" w:themeColor="text1"/>
        </w:rPr>
      </w:pPr>
    </w:p>
    <w:p w14:paraId="78CE21D4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5. What is the difference between descriptive and inferential statistics?</w:t>
      </w:r>
    </w:p>
    <w:p w14:paraId="16F4ADB1" w14:textId="77777777" w:rsidR="00974866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Descriptive statistics organize and describe data while inferential statistics are used to infer meaning about a larger population from a sample of the population.</w:t>
      </w:r>
    </w:p>
    <w:p w14:paraId="43B81387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96252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96252" w:rsidRPr="00974866">
        <w:rPr>
          <w:rFonts w:cs="Arial"/>
          <w:color w:val="000000" w:themeColor="text1"/>
        </w:rPr>
        <w:t>.</w:t>
      </w:r>
    </w:p>
    <w:p w14:paraId="07D1ECAD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Analysis</w:t>
      </w:r>
    </w:p>
    <w:p w14:paraId="1B715907" w14:textId="77777777" w:rsidR="00996252" w:rsidRPr="00974866" w:rsidRDefault="00996252" w:rsidP="00996252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Statistics?; What Are Inferential Statistics?</w:t>
      </w:r>
    </w:p>
    <w:p w14:paraId="66713383" w14:textId="77777777" w:rsidR="00D1797F" w:rsidRPr="00974866" w:rsidRDefault="005C47A0" w:rsidP="00D1797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1FD21DDB" w14:textId="77777777" w:rsidR="00D1797F" w:rsidRPr="00974866" w:rsidRDefault="00D1797F" w:rsidP="00D1797F">
      <w:pPr>
        <w:rPr>
          <w:rFonts w:cs="Arial"/>
          <w:color w:val="000000" w:themeColor="text1"/>
        </w:rPr>
      </w:pPr>
    </w:p>
    <w:p w14:paraId="5AD0184C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6. Name three out of ten ways in which to use this book to succeed in this course?</w:t>
      </w:r>
    </w:p>
    <w:p w14:paraId="7C410F38" w14:textId="77777777" w:rsidR="00974866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Work through the chapters in sequence, form a study group, and practice, practice, practice.</w:t>
      </w:r>
    </w:p>
    <w:p w14:paraId="66F1E1F6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45B7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BD45B7" w:rsidRPr="00974866">
        <w:rPr>
          <w:rFonts w:cs="Arial"/>
          <w:color w:val="000000" w:themeColor="text1"/>
        </w:rPr>
        <w:t>.</w:t>
      </w:r>
    </w:p>
    <w:p w14:paraId="687675B4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238E6457" w14:textId="77777777" w:rsidR="00BD45B7" w:rsidRPr="00974866" w:rsidRDefault="00BD45B7" w:rsidP="00BD45B7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Ten Ways to Use This Book</w:t>
      </w:r>
    </w:p>
    <w:p w14:paraId="28AC314D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70EC2CB0" w14:textId="77777777" w:rsidR="00D1797F" w:rsidRPr="00974866" w:rsidRDefault="00D1797F" w:rsidP="00C8098F">
      <w:pPr>
        <w:rPr>
          <w:rFonts w:cs="Arial"/>
          <w:b/>
          <w:color w:val="000000" w:themeColor="text1"/>
        </w:rPr>
      </w:pPr>
    </w:p>
    <w:p w14:paraId="2F7B5459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7. How does statistics help us understand the world around us?</w:t>
      </w:r>
    </w:p>
    <w:p w14:paraId="295FB047" w14:textId="77777777" w:rsidR="00974866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Statistics does so by organizing information we have collected and then letting us make certain statements about how characteristics of those data are applicable to new settings.</w:t>
      </w:r>
    </w:p>
    <w:p w14:paraId="56FA5461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45B7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BD45B7" w:rsidRPr="00974866">
        <w:rPr>
          <w:rFonts w:cs="Arial"/>
          <w:color w:val="000000" w:themeColor="text1"/>
        </w:rPr>
        <w:t>.</w:t>
      </w:r>
    </w:p>
    <w:p w14:paraId="5C83FD1B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4E91D5EA" w14:textId="77777777" w:rsidR="00BD45B7" w:rsidRPr="00974866" w:rsidRDefault="00BD45B7" w:rsidP="00BD45B7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In Other Words …</w:t>
      </w:r>
    </w:p>
    <w:p w14:paraId="4BC85B6E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p w14:paraId="60687A9A" w14:textId="77777777" w:rsidR="00540745" w:rsidRPr="00974866" w:rsidRDefault="00540745" w:rsidP="00C8098F">
      <w:pPr>
        <w:rPr>
          <w:rFonts w:cs="Arial"/>
          <w:b/>
          <w:color w:val="000000" w:themeColor="text1"/>
        </w:rPr>
      </w:pPr>
    </w:p>
    <w:p w14:paraId="23345883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8. How does a sample relate to a population?</w:t>
      </w:r>
    </w:p>
    <w:p w14:paraId="2A346904" w14:textId="77777777" w:rsidR="00974866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A sample is a smaller group of data that is a subset of the population.</w:t>
      </w:r>
    </w:p>
    <w:p w14:paraId="37AD869C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BD45B7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BD45B7" w:rsidRPr="00974866">
        <w:rPr>
          <w:rFonts w:cs="Arial"/>
          <w:color w:val="000000" w:themeColor="text1"/>
        </w:rPr>
        <w:t>.</w:t>
      </w:r>
    </w:p>
    <w:p w14:paraId="1711E571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Knowledge</w:t>
      </w:r>
    </w:p>
    <w:p w14:paraId="249BE091" w14:textId="77777777" w:rsidR="00BD45B7" w:rsidRPr="00974866" w:rsidRDefault="00BD45B7" w:rsidP="00BD45B7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Inferential Statistics?</w:t>
      </w:r>
    </w:p>
    <w:p w14:paraId="0B02DD37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07ED45D9" w14:textId="77777777" w:rsidR="00540745" w:rsidRPr="00974866" w:rsidRDefault="00540745" w:rsidP="00C8098F">
      <w:pPr>
        <w:rPr>
          <w:rFonts w:cs="Arial"/>
          <w:b/>
          <w:color w:val="000000" w:themeColor="text1"/>
        </w:rPr>
      </w:pPr>
    </w:p>
    <w:p w14:paraId="349D5885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9. From a list of students with their selected majors, how do you identify the most popular major?</w:t>
      </w:r>
    </w:p>
    <w:p w14:paraId="1359B31F" w14:textId="77777777" w:rsidR="00974866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Ans: To find the most popular major, find the one that occurs most frequently.</w:t>
      </w:r>
    </w:p>
    <w:p w14:paraId="733966B4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0371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03719" w:rsidRPr="00974866">
        <w:rPr>
          <w:rFonts w:cs="Arial"/>
          <w:color w:val="000000" w:themeColor="text1"/>
        </w:rPr>
        <w:t>.</w:t>
      </w:r>
    </w:p>
    <w:p w14:paraId="7C25FB4D" w14:textId="77777777" w:rsidR="006B481E" w:rsidRPr="00974866" w:rsidRDefault="005C47A0" w:rsidP="006B481E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Application</w:t>
      </w:r>
    </w:p>
    <w:p w14:paraId="5826B92C" w14:textId="77777777" w:rsidR="00903719" w:rsidRPr="00974866" w:rsidRDefault="00903719" w:rsidP="0090371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What Are Descriptive Statistics?</w:t>
      </w:r>
    </w:p>
    <w:p w14:paraId="609AC518" w14:textId="77777777" w:rsidR="006B481E" w:rsidRPr="00974866" w:rsidRDefault="005C47A0" w:rsidP="006B481E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Easy</w:t>
      </w:r>
    </w:p>
    <w:p w14:paraId="2C880A14" w14:textId="77777777" w:rsidR="00540745" w:rsidRPr="00974866" w:rsidRDefault="00540745" w:rsidP="00C8098F">
      <w:pPr>
        <w:rPr>
          <w:rFonts w:cs="Arial"/>
          <w:b/>
          <w:color w:val="000000" w:themeColor="text1"/>
        </w:rPr>
      </w:pPr>
    </w:p>
    <w:p w14:paraId="79F76B5E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10. What is R and why is it useful for statistics?</w:t>
      </w:r>
    </w:p>
    <w:p w14:paraId="23DEE7A4" w14:textId="77777777" w:rsidR="00974866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Ans: R is a statistical analysis tool. It is useful for statistics because of both free and </w:t>
      </w:r>
      <w:r w:rsidRPr="00974866">
        <w:rPr>
          <w:rFonts w:cs="Arial"/>
          <w:color w:val="000000" w:themeColor="text1"/>
        </w:rPr>
        <w:lastRenderedPageBreak/>
        <w:t>powerful in computing most any statistical test.</w:t>
      </w:r>
    </w:p>
    <w:p w14:paraId="39694709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 xml:space="preserve">Learning Objective: </w:t>
      </w:r>
      <w:r w:rsidR="00903719" w:rsidRPr="00974866">
        <w:rPr>
          <w:rFonts w:cs="Arial"/>
          <w:color w:val="000000" w:themeColor="text1"/>
        </w:rPr>
        <w:t xml:space="preserve">1.1: </w:t>
      </w:r>
      <w:r w:rsidRPr="00974866">
        <w:rPr>
          <w:rFonts w:cs="Arial"/>
          <w:color w:val="000000" w:themeColor="text1"/>
        </w:rPr>
        <w:t>What statistics is all about</w:t>
      </w:r>
      <w:r w:rsidR="00903719" w:rsidRPr="00974866">
        <w:rPr>
          <w:rFonts w:cs="Arial"/>
          <w:color w:val="000000" w:themeColor="text1"/>
        </w:rPr>
        <w:t>.</w:t>
      </w:r>
    </w:p>
    <w:p w14:paraId="16D6F08D" w14:textId="77777777" w:rsidR="00540745" w:rsidRPr="00974866" w:rsidRDefault="005C47A0" w:rsidP="00540745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Cognitive Domain: Analysis</w:t>
      </w:r>
    </w:p>
    <w:p w14:paraId="4ED70140" w14:textId="77777777" w:rsidR="00903719" w:rsidRPr="00974866" w:rsidRDefault="00903719" w:rsidP="00903719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Answer Location: And Why R?</w:t>
      </w:r>
    </w:p>
    <w:p w14:paraId="2957DEA6" w14:textId="77777777" w:rsidR="00540745" w:rsidRPr="00974866" w:rsidRDefault="005C47A0" w:rsidP="00C8098F">
      <w:pPr>
        <w:rPr>
          <w:rFonts w:cs="Arial"/>
          <w:color w:val="000000" w:themeColor="text1"/>
        </w:rPr>
      </w:pPr>
      <w:r w:rsidRPr="00974866">
        <w:rPr>
          <w:rFonts w:cs="Arial"/>
          <w:color w:val="000000" w:themeColor="text1"/>
        </w:rPr>
        <w:t>Difficulty Level: Medium</w:t>
      </w:r>
    </w:p>
    <w:sectPr w:rsidR="00540745" w:rsidRPr="00974866" w:rsidSect="00461B5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EE9BF" w14:textId="77777777" w:rsidR="009E2D15" w:rsidRDefault="009E2D15" w:rsidP="00490CAF">
      <w:r>
        <w:separator/>
      </w:r>
    </w:p>
  </w:endnote>
  <w:endnote w:type="continuationSeparator" w:id="0">
    <w:p w14:paraId="022A0428" w14:textId="77777777" w:rsidR="009E2D15" w:rsidRDefault="009E2D15" w:rsidP="0049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BD344" w14:textId="77777777" w:rsidR="009E2D15" w:rsidRDefault="009E2D15" w:rsidP="00490CAF">
      <w:r>
        <w:separator/>
      </w:r>
    </w:p>
  </w:footnote>
  <w:footnote w:type="continuationSeparator" w:id="0">
    <w:p w14:paraId="247491ED" w14:textId="77777777" w:rsidR="009E2D15" w:rsidRDefault="009E2D15" w:rsidP="00490C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D8C31" w14:textId="77777777" w:rsidR="001B6759" w:rsidRPr="00A651F4" w:rsidRDefault="001B6759">
    <w:pPr>
      <w:pStyle w:val="Header"/>
      <w:jc w:val="right"/>
      <w:rPr>
        <w:rFonts w:cs="Arial"/>
      </w:rPr>
    </w:pPr>
    <w:r w:rsidRPr="00A651F4">
      <w:rPr>
        <w:rFonts w:cs="Arial"/>
      </w:rPr>
      <w:t>Instructor Resource</w:t>
    </w:r>
  </w:p>
  <w:p w14:paraId="1C17EAF3" w14:textId="77777777" w:rsidR="001B6759" w:rsidRPr="00A651F4" w:rsidRDefault="001B6759">
    <w:pPr>
      <w:pStyle w:val="Header"/>
      <w:jc w:val="right"/>
      <w:rPr>
        <w:rFonts w:cs="Arial"/>
      </w:rPr>
    </w:pPr>
    <w:r w:rsidRPr="00A651F4">
      <w:rPr>
        <w:rFonts w:cs="Arial"/>
      </w:rPr>
      <w:t xml:space="preserve">Salkind, </w:t>
    </w:r>
    <w:r w:rsidRPr="00A651F4">
      <w:rPr>
        <w:rFonts w:cs="Arial"/>
        <w:i/>
      </w:rPr>
      <w:t>Statistics for People Who (Think They) Hate Statistics Using R, 1e</w:t>
    </w:r>
  </w:p>
  <w:p w14:paraId="5C9D3A20" w14:textId="77777777" w:rsidR="001B6759" w:rsidRPr="00A651F4" w:rsidRDefault="001B6759">
    <w:pPr>
      <w:pStyle w:val="Header"/>
      <w:jc w:val="right"/>
      <w:rPr>
        <w:rFonts w:cs="Arial"/>
      </w:rPr>
    </w:pPr>
    <w:r w:rsidRPr="00A651F4">
      <w:rPr>
        <w:rFonts w:cs="Arial"/>
      </w:rPr>
      <w:t>SAGE Publishing,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CEEBA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581A1A"/>
    <w:multiLevelType w:val="hybridMultilevel"/>
    <w:tmpl w:val="7D90A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F1238"/>
    <w:multiLevelType w:val="hybridMultilevel"/>
    <w:tmpl w:val="4E8E2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E516EB"/>
    <w:multiLevelType w:val="hybridMultilevel"/>
    <w:tmpl w:val="21204D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attachedTemplate r:id="rId1"/>
  <w:linkStyl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87C"/>
    <w:rsid w:val="00006E44"/>
    <w:rsid w:val="00024301"/>
    <w:rsid w:val="00024C63"/>
    <w:rsid w:val="00042D47"/>
    <w:rsid w:val="000539FE"/>
    <w:rsid w:val="00057AE1"/>
    <w:rsid w:val="00072CDE"/>
    <w:rsid w:val="000B71FD"/>
    <w:rsid w:val="000D3492"/>
    <w:rsid w:val="000D4BAD"/>
    <w:rsid w:val="00141BC0"/>
    <w:rsid w:val="001479E1"/>
    <w:rsid w:val="0015745E"/>
    <w:rsid w:val="00160DF5"/>
    <w:rsid w:val="001A41D6"/>
    <w:rsid w:val="001A7261"/>
    <w:rsid w:val="001B6759"/>
    <w:rsid w:val="001D00C0"/>
    <w:rsid w:val="001D6BBD"/>
    <w:rsid w:val="001E02AE"/>
    <w:rsid w:val="001E7E16"/>
    <w:rsid w:val="00201952"/>
    <w:rsid w:val="0020375A"/>
    <w:rsid w:val="0020399F"/>
    <w:rsid w:val="00220696"/>
    <w:rsid w:val="0026210B"/>
    <w:rsid w:val="00276B12"/>
    <w:rsid w:val="002B04D9"/>
    <w:rsid w:val="002B5B7A"/>
    <w:rsid w:val="002C063F"/>
    <w:rsid w:val="002E20D5"/>
    <w:rsid w:val="00304182"/>
    <w:rsid w:val="0034241C"/>
    <w:rsid w:val="003445B4"/>
    <w:rsid w:val="00351DFA"/>
    <w:rsid w:val="00377650"/>
    <w:rsid w:val="003831A1"/>
    <w:rsid w:val="00387813"/>
    <w:rsid w:val="00392378"/>
    <w:rsid w:val="00395DDC"/>
    <w:rsid w:val="003B38E0"/>
    <w:rsid w:val="003C250C"/>
    <w:rsid w:val="003F1313"/>
    <w:rsid w:val="00435E10"/>
    <w:rsid w:val="004368A0"/>
    <w:rsid w:val="00461B53"/>
    <w:rsid w:val="004726C0"/>
    <w:rsid w:val="00490CAF"/>
    <w:rsid w:val="00496A37"/>
    <w:rsid w:val="004B6FBC"/>
    <w:rsid w:val="004E1187"/>
    <w:rsid w:val="0050433C"/>
    <w:rsid w:val="00540745"/>
    <w:rsid w:val="00553B34"/>
    <w:rsid w:val="005560BD"/>
    <w:rsid w:val="005568AB"/>
    <w:rsid w:val="00580AAA"/>
    <w:rsid w:val="005B02B3"/>
    <w:rsid w:val="005C0F7B"/>
    <w:rsid w:val="005C147F"/>
    <w:rsid w:val="005C47A0"/>
    <w:rsid w:val="005D081B"/>
    <w:rsid w:val="005D7D59"/>
    <w:rsid w:val="005E3A9D"/>
    <w:rsid w:val="00601496"/>
    <w:rsid w:val="006051E4"/>
    <w:rsid w:val="00605E25"/>
    <w:rsid w:val="006317F8"/>
    <w:rsid w:val="006364D8"/>
    <w:rsid w:val="00667759"/>
    <w:rsid w:val="00675E6A"/>
    <w:rsid w:val="00694FF4"/>
    <w:rsid w:val="006B1AEF"/>
    <w:rsid w:val="006B3C3B"/>
    <w:rsid w:val="006B481E"/>
    <w:rsid w:val="006C746F"/>
    <w:rsid w:val="006D13DF"/>
    <w:rsid w:val="006D67FB"/>
    <w:rsid w:val="00705C9E"/>
    <w:rsid w:val="00740326"/>
    <w:rsid w:val="00753749"/>
    <w:rsid w:val="00755F30"/>
    <w:rsid w:val="00785D7A"/>
    <w:rsid w:val="007863E0"/>
    <w:rsid w:val="007979C7"/>
    <w:rsid w:val="007B1D7B"/>
    <w:rsid w:val="00806C7B"/>
    <w:rsid w:val="00807FAD"/>
    <w:rsid w:val="00813D6D"/>
    <w:rsid w:val="00826733"/>
    <w:rsid w:val="00834258"/>
    <w:rsid w:val="00841B2C"/>
    <w:rsid w:val="00844A10"/>
    <w:rsid w:val="00857007"/>
    <w:rsid w:val="00862CCD"/>
    <w:rsid w:val="008752A1"/>
    <w:rsid w:val="00876B45"/>
    <w:rsid w:val="008A7973"/>
    <w:rsid w:val="008B7F82"/>
    <w:rsid w:val="008C0741"/>
    <w:rsid w:val="008D74CF"/>
    <w:rsid w:val="008E491E"/>
    <w:rsid w:val="008E732B"/>
    <w:rsid w:val="00903719"/>
    <w:rsid w:val="00905DE5"/>
    <w:rsid w:val="00912CE1"/>
    <w:rsid w:val="00916BB1"/>
    <w:rsid w:val="00952806"/>
    <w:rsid w:val="009608F3"/>
    <w:rsid w:val="00974866"/>
    <w:rsid w:val="00980E8D"/>
    <w:rsid w:val="00996252"/>
    <w:rsid w:val="009C0C98"/>
    <w:rsid w:val="009E2D15"/>
    <w:rsid w:val="009E2D2D"/>
    <w:rsid w:val="00A036FF"/>
    <w:rsid w:val="00A064CD"/>
    <w:rsid w:val="00A126ED"/>
    <w:rsid w:val="00A140B2"/>
    <w:rsid w:val="00A338AA"/>
    <w:rsid w:val="00A42232"/>
    <w:rsid w:val="00A46B83"/>
    <w:rsid w:val="00A56BE5"/>
    <w:rsid w:val="00A651F4"/>
    <w:rsid w:val="00A81D48"/>
    <w:rsid w:val="00A90620"/>
    <w:rsid w:val="00A9312E"/>
    <w:rsid w:val="00AB7862"/>
    <w:rsid w:val="00AC140F"/>
    <w:rsid w:val="00AE48C6"/>
    <w:rsid w:val="00B0604C"/>
    <w:rsid w:val="00B42CD8"/>
    <w:rsid w:val="00B76D1A"/>
    <w:rsid w:val="00B95365"/>
    <w:rsid w:val="00BC456E"/>
    <w:rsid w:val="00BD3260"/>
    <w:rsid w:val="00BD45B7"/>
    <w:rsid w:val="00BD7588"/>
    <w:rsid w:val="00BE0550"/>
    <w:rsid w:val="00C571AA"/>
    <w:rsid w:val="00C8098F"/>
    <w:rsid w:val="00C81A32"/>
    <w:rsid w:val="00C82C88"/>
    <w:rsid w:val="00CB38DC"/>
    <w:rsid w:val="00CD4F50"/>
    <w:rsid w:val="00CE5D3C"/>
    <w:rsid w:val="00D1797F"/>
    <w:rsid w:val="00D530B0"/>
    <w:rsid w:val="00D559A4"/>
    <w:rsid w:val="00D568BD"/>
    <w:rsid w:val="00D627B5"/>
    <w:rsid w:val="00D62F7F"/>
    <w:rsid w:val="00D94D5B"/>
    <w:rsid w:val="00D96E0B"/>
    <w:rsid w:val="00D978A8"/>
    <w:rsid w:val="00DA7147"/>
    <w:rsid w:val="00DC2CDA"/>
    <w:rsid w:val="00DE4B25"/>
    <w:rsid w:val="00DF607E"/>
    <w:rsid w:val="00E148D0"/>
    <w:rsid w:val="00E321D9"/>
    <w:rsid w:val="00E372D1"/>
    <w:rsid w:val="00E50F63"/>
    <w:rsid w:val="00E54CC2"/>
    <w:rsid w:val="00E56468"/>
    <w:rsid w:val="00E87ECD"/>
    <w:rsid w:val="00E9167B"/>
    <w:rsid w:val="00E970EE"/>
    <w:rsid w:val="00EB53CF"/>
    <w:rsid w:val="00EB7C53"/>
    <w:rsid w:val="00EC1139"/>
    <w:rsid w:val="00EC587C"/>
    <w:rsid w:val="00EC733C"/>
    <w:rsid w:val="00ED68C4"/>
    <w:rsid w:val="00ED6999"/>
    <w:rsid w:val="00EE22A5"/>
    <w:rsid w:val="00EF7D1C"/>
    <w:rsid w:val="00F04FC9"/>
    <w:rsid w:val="00F15010"/>
    <w:rsid w:val="00F1776E"/>
    <w:rsid w:val="00F414BE"/>
    <w:rsid w:val="00F51073"/>
    <w:rsid w:val="00F5146C"/>
    <w:rsid w:val="00F66973"/>
    <w:rsid w:val="00F73E13"/>
    <w:rsid w:val="00F7575F"/>
    <w:rsid w:val="00F828F0"/>
    <w:rsid w:val="00F90E65"/>
    <w:rsid w:val="00F92D5C"/>
    <w:rsid w:val="00FA40EA"/>
    <w:rsid w:val="00FD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83AC2C7"/>
  <w15:docId w15:val="{32FC5700-459A-493E-9BAA-7D476644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650"/>
    <w:pPr>
      <w:widowControl w:val="0"/>
    </w:pPr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77650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link w:val="Heading2Char"/>
    <w:qFormat/>
    <w:rsid w:val="00377650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Grid1-Accent21">
    <w:name w:val="Medium Grid 1 - Accent 21"/>
    <w:basedOn w:val="Normal"/>
    <w:uiPriority w:val="34"/>
    <w:qFormat/>
    <w:rsid w:val="00EC587C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776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7765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7765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490CAF"/>
    <w:rPr>
      <w:rFonts w:ascii="Arial" w:eastAsia="Times New Roman" w:hAnsi="Arial"/>
      <w:sz w:val="24"/>
      <w:szCs w:val="24"/>
    </w:rPr>
  </w:style>
  <w:style w:type="paragraph" w:styleId="Footer">
    <w:name w:val="footer"/>
    <w:basedOn w:val="Normal"/>
    <w:link w:val="FooterChar"/>
    <w:rsid w:val="0037765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77650"/>
    <w:rPr>
      <w:rFonts w:ascii="Arial" w:eastAsia="Times New Roman" w:hAnsi="Arial"/>
      <w:sz w:val="24"/>
      <w:szCs w:val="24"/>
    </w:rPr>
  </w:style>
  <w:style w:type="character" w:styleId="CommentReference">
    <w:name w:val="annotation reference"/>
    <w:rsid w:val="003776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3776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77650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rsid w:val="00377650"/>
    <w:rPr>
      <w:b/>
      <w:bCs/>
    </w:rPr>
  </w:style>
  <w:style w:type="character" w:customStyle="1" w:styleId="CommentSubjectChar">
    <w:name w:val="Comment Subject Char"/>
    <w:link w:val="CommentSubject"/>
    <w:rsid w:val="00377650"/>
    <w:rPr>
      <w:rFonts w:ascii="Arial" w:eastAsia="Times New Roman" w:hAnsi="Arial"/>
      <w:b/>
      <w:bCs/>
    </w:rPr>
  </w:style>
  <w:style w:type="character" w:customStyle="1" w:styleId="Heading1Char">
    <w:name w:val="Heading 1 Char"/>
    <w:basedOn w:val="DefaultParagraphFont"/>
    <w:link w:val="Heading1"/>
    <w:rsid w:val="00862CCD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862CCD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Heading10">
    <w:name w:val="Heading1"/>
    <w:basedOn w:val="Normal"/>
    <w:rsid w:val="00377650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377650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377650"/>
  </w:style>
  <w:style w:type="paragraph" w:styleId="Title">
    <w:name w:val="Title"/>
    <w:basedOn w:val="Normal"/>
    <w:next w:val="Normal"/>
    <w:link w:val="TitleChar"/>
    <w:qFormat/>
    <w:rsid w:val="00377650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377650"/>
    <w:rPr>
      <w:rFonts w:ascii="Arial" w:eastAsia="Times New Roman" w:hAnsi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k042\AppData\Roaming\Microsoft\Templates\CDC%20Assess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CDC Assessment Template</Template>
  <TotalTime>1</TotalTime>
  <Pages>17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Maglio</dc:creator>
  <cp:keywords/>
  <cp:lastModifiedBy>Kelly DeRosa</cp:lastModifiedBy>
  <cp:revision>3</cp:revision>
  <dcterms:created xsi:type="dcterms:W3CDTF">2019-06-26T17:37:00Z</dcterms:created>
  <dcterms:modified xsi:type="dcterms:W3CDTF">2019-07-08T17:51:00Z</dcterms:modified>
</cp:coreProperties>
</file>